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7FE" w:rsidRPr="004B0E14" w:rsidRDefault="003627FE" w:rsidP="006A768B">
      <w:pPr>
        <w:pStyle w:val="SpecTitle"/>
      </w:pPr>
      <w:bookmarkStart w:id="0" w:name="_GoBack"/>
      <w:bookmarkEnd w:id="0"/>
      <w:r w:rsidRPr="004B0E14">
        <w:t>SECTION 27 08 00</w:t>
      </w:r>
      <w:r w:rsidR="00617C98" w:rsidRPr="004B0E14">
        <w:br/>
      </w:r>
      <w:r w:rsidRPr="004B0E14">
        <w:t>COMMISSIONING OF COMMUNICATIONS SYSTEMS</w:t>
      </w:r>
    </w:p>
    <w:p w:rsidR="003627FE" w:rsidRPr="004B0E14" w:rsidRDefault="003627FE" w:rsidP="0016422C">
      <w:pPr>
        <w:pStyle w:val="SpecNote"/>
        <w:ind w:left="4680" w:hanging="360"/>
      </w:pPr>
      <w:r w:rsidRPr="004B0E14">
        <w:t>SPEC WRITER NOTES:</w:t>
      </w:r>
    </w:p>
    <w:p w:rsidR="00C40A80" w:rsidRPr="00463549" w:rsidRDefault="00C40A80" w:rsidP="00C40A80">
      <w:pPr>
        <w:pStyle w:val="SpecNote"/>
        <w:ind w:left="4680" w:hanging="360"/>
      </w:pPr>
      <w:r>
        <w:t>1.</w:t>
      </w:r>
      <w:r>
        <w:tab/>
      </w:r>
      <w:r w:rsidRPr="00815150">
        <w:t>Edit this specification section between //____//, to fit project, or delete if not applicable</w:t>
      </w:r>
      <w:r>
        <w:t>.</w:t>
      </w:r>
    </w:p>
    <w:p w:rsidR="00C40A80" w:rsidRPr="00954A91" w:rsidRDefault="00C40A80" w:rsidP="00C40A80">
      <w:pPr>
        <w:pStyle w:val="SpecNote"/>
        <w:ind w:left="4680" w:hanging="360"/>
      </w:pPr>
      <w:r>
        <w:t>2.</w:t>
      </w:r>
      <w:r>
        <w:tab/>
        <w:t>Contact VA’s AHJ, Spectrum Management and COMSEC Service (SMCS 005OP2H3), (202-461-</w:t>
      </w:r>
      <w:r w:rsidR="00B464B3">
        <w:t>5310</w:t>
      </w:r>
      <w:r>
        <w:t>), for all technical assistance</w:t>
      </w:r>
      <w:r w:rsidRPr="00954A91">
        <w:t>.</w:t>
      </w:r>
    </w:p>
    <w:p w:rsidR="00C40A80" w:rsidRPr="00954A91" w:rsidRDefault="00C40A80" w:rsidP="00C40A80">
      <w:pPr>
        <w:pStyle w:val="SpecNote"/>
        <w:ind w:left="4680" w:hanging="360"/>
      </w:pPr>
      <w:r>
        <w:t>3.</w:t>
      </w:r>
      <w:r>
        <w:tab/>
        <w:t xml:space="preserve">Included throughout this specification are references to system’s interface capability and various related features. </w:t>
      </w:r>
      <w:r w:rsidR="00E37DC8">
        <w:t>S</w:t>
      </w:r>
      <w:r>
        <w:t>ystem designer must verify availability of this system and coordinate associated requirements and subsequent interfaces</w:t>
      </w:r>
      <w:r w:rsidRPr="00954A91">
        <w:t>.</w:t>
      </w:r>
    </w:p>
    <w:p w:rsidR="003627FE" w:rsidRPr="004B0E14" w:rsidRDefault="00C40A80" w:rsidP="0016422C">
      <w:pPr>
        <w:pStyle w:val="SpecNote"/>
        <w:ind w:left="4680" w:hanging="360"/>
      </w:pPr>
      <w:r>
        <w:t>4</w:t>
      </w:r>
      <w:r w:rsidR="00617C98" w:rsidRPr="004B0E14">
        <w:t>.</w:t>
      </w:r>
      <w:r w:rsidR="00617C98" w:rsidRPr="004B0E14">
        <w:tab/>
      </w:r>
      <w:r w:rsidR="00E37DC8">
        <w:t>S</w:t>
      </w:r>
      <w:r w:rsidR="003627FE" w:rsidRPr="004B0E14">
        <w:t xml:space="preserve">pec writer </w:t>
      </w:r>
      <w:r w:rsidR="00AD41C9">
        <w:t>must</w:t>
      </w:r>
      <w:r w:rsidR="003627FE" w:rsidRPr="004B0E14">
        <w:t xml:space="preserve"> review the Physical Security Design Manual for VA Facilities to determine and include in this section any Mission Critical or Life Safety requirements called out.</w:t>
      </w:r>
    </w:p>
    <w:p w:rsidR="003627FE" w:rsidRPr="0016422C" w:rsidRDefault="003627FE" w:rsidP="0016422C">
      <w:pPr>
        <w:pStyle w:val="PART"/>
      </w:pPr>
      <w:r w:rsidRPr="0016422C">
        <w:t>GENERAL</w:t>
      </w:r>
    </w:p>
    <w:p w:rsidR="003627FE" w:rsidRPr="0016422C" w:rsidRDefault="00EB7482" w:rsidP="0016422C">
      <w:pPr>
        <w:pStyle w:val="ArticleB"/>
      </w:pPr>
      <w:r w:rsidRPr="0016422C">
        <w:t>DESCRIPTION</w:t>
      </w:r>
    </w:p>
    <w:p w:rsidR="002C00E0" w:rsidRPr="0016422C" w:rsidRDefault="002C00E0" w:rsidP="0016422C">
      <w:pPr>
        <w:pStyle w:val="Level1"/>
      </w:pPr>
      <w:r w:rsidRPr="0016422C">
        <w:t xml:space="preserve">This </w:t>
      </w:r>
      <w:r w:rsidR="009F2995">
        <w:t>s</w:t>
      </w:r>
      <w:r w:rsidRPr="0016422C">
        <w:t xml:space="preserve">ection includes requirements for commissioning </w:t>
      </w:r>
      <w:r w:rsidR="009F2995">
        <w:t>f</w:t>
      </w:r>
      <w:r w:rsidRPr="0016422C">
        <w:t>acility communications systems, related subsystems and related equipment.  This Section supplements general requirements specified in Section 01 91 00</w:t>
      </w:r>
      <w:r w:rsidR="009F2995">
        <w:t>,</w:t>
      </w:r>
      <w:r w:rsidRPr="0016422C">
        <w:t xml:space="preserve"> </w:t>
      </w:r>
      <w:r w:rsidR="009F2995" w:rsidRPr="0016422C">
        <w:t>GENERAL COMMISSIONING REQUIREMENTS</w:t>
      </w:r>
      <w:r w:rsidRPr="0016422C">
        <w:t>.</w:t>
      </w:r>
    </w:p>
    <w:p w:rsidR="00B616EF" w:rsidRDefault="00B616EF" w:rsidP="0016422C">
      <w:pPr>
        <w:pStyle w:val="Level1"/>
      </w:pPr>
      <w:r w:rsidRPr="0016422C">
        <w:t xml:space="preserve">Complete list of equipment and systems to be commissioned is specified </w:t>
      </w:r>
      <w:proofErr w:type="gramStart"/>
      <w:r w:rsidRPr="0016422C">
        <w:t>in</w:t>
      </w:r>
      <w:proofErr w:type="gramEnd"/>
      <w:r w:rsidRPr="0016422C">
        <w:t xml:space="preserve"> Section 01 91 00</w:t>
      </w:r>
      <w:r w:rsidR="009F2995">
        <w:t>,</w:t>
      </w:r>
      <w:r w:rsidRPr="0016422C">
        <w:t xml:space="preserve"> GENERAL COMMISSIONING REQUIREMENTS and Specification 27 05 11</w:t>
      </w:r>
      <w:r w:rsidR="009F2995">
        <w:t>,</w:t>
      </w:r>
      <w:r w:rsidR="00AD41C9" w:rsidRPr="0016422C">
        <w:t xml:space="preserve"> REQUIREMENTS FOR COMMUNICATIONS INSTALLATIONS</w:t>
      </w:r>
      <w:r w:rsidRPr="0016422C">
        <w:t>.</w:t>
      </w:r>
    </w:p>
    <w:p w:rsidR="009F2E19" w:rsidRPr="0016422C" w:rsidRDefault="009F2E19" w:rsidP="009F2E19">
      <w:pPr>
        <w:pStyle w:val="Level1"/>
      </w:pPr>
      <w:r w:rsidRPr="0016422C">
        <w:t>Commissioned Systems</w:t>
      </w:r>
      <w:r>
        <w:t>:</w:t>
      </w:r>
    </w:p>
    <w:p w:rsidR="009F2E19" w:rsidRPr="0016422C" w:rsidRDefault="009F2E19" w:rsidP="009F2E19">
      <w:pPr>
        <w:pStyle w:val="Level2"/>
      </w:pPr>
      <w:r w:rsidRPr="0016422C">
        <w:t xml:space="preserve">Commissioning of systems specified in Division 27 </w:t>
      </w:r>
      <w:r w:rsidR="00B60230">
        <w:t xml:space="preserve">// </w:t>
      </w:r>
      <w:r w:rsidRPr="0016422C">
        <w:t>and 28</w:t>
      </w:r>
      <w:r w:rsidR="00B60230">
        <w:t xml:space="preserve"> //</w:t>
      </w:r>
      <w:r w:rsidRPr="0016422C">
        <w:t xml:space="preserve"> is part of project’s construction process including documentation and proof of performance testing of these systems, as well as training of VA’s Operation and Maintenance personnel in accordance with requirements of Section 01 91 00</w:t>
      </w:r>
      <w:r w:rsidR="005B3109">
        <w:t>, GENERAL COMMISSIONING REQUIREMENTS</w:t>
      </w:r>
      <w:r w:rsidRPr="0016422C">
        <w:t xml:space="preserve"> and Division 27, in cooperation with Government and Commissioning Agent.</w:t>
      </w:r>
    </w:p>
    <w:p w:rsidR="009F2E19" w:rsidRPr="0016422C" w:rsidRDefault="009F2E19" w:rsidP="009F2E19">
      <w:pPr>
        <w:pStyle w:val="Level2"/>
      </w:pPr>
      <w:r w:rsidRPr="0016422C">
        <w:t xml:space="preserve">The facility exterior closure systems commissioning includes communications systems listed in Section 01 </w:t>
      </w:r>
      <w:r w:rsidR="00460C76">
        <w:t>91</w:t>
      </w:r>
      <w:r w:rsidRPr="0016422C">
        <w:t xml:space="preserve"> 00 </w:t>
      </w:r>
      <w:r w:rsidR="005B3109">
        <w:t>GENERAL COMMISSIONING REQUIRMENTS</w:t>
      </w:r>
      <w:r w:rsidRPr="0016422C">
        <w:t xml:space="preserve"> and 27 05 11, </w:t>
      </w:r>
      <w:r w:rsidR="005B3109">
        <w:t>REQUIREMENTS FOR COMMUNICATIONS INSTALLATIONS</w:t>
      </w:r>
      <w:r w:rsidRPr="0016422C">
        <w:t>.</w:t>
      </w:r>
    </w:p>
    <w:p w:rsidR="00EB7482" w:rsidRPr="0016422C" w:rsidRDefault="00EB7482" w:rsidP="0016422C">
      <w:pPr>
        <w:pStyle w:val="ArticleB"/>
      </w:pPr>
      <w:r w:rsidRPr="0016422C">
        <w:t>RELATED WORK</w:t>
      </w:r>
    </w:p>
    <w:p w:rsidR="009F2E19" w:rsidRDefault="009F2E19" w:rsidP="009F2E19">
      <w:pPr>
        <w:pStyle w:val="Level1"/>
      </w:pPr>
      <w:r w:rsidRPr="000023FE">
        <w:t xml:space="preserve">System tests: </w:t>
      </w:r>
      <w:r w:rsidR="001B4C12" w:rsidRPr="000023FE">
        <w:t>Section</w:t>
      </w:r>
      <w:r w:rsidRPr="000023FE">
        <w:t xml:space="preserve"> 01 00 00</w:t>
      </w:r>
      <w:r w:rsidR="001B4C12">
        <w:t>,</w:t>
      </w:r>
      <w:r w:rsidRPr="000023FE">
        <w:t xml:space="preserve"> GENERAL REQUIREMENTS.</w:t>
      </w:r>
    </w:p>
    <w:p w:rsidR="00114757" w:rsidRPr="0016422C" w:rsidRDefault="00114757" w:rsidP="00114757">
      <w:pPr>
        <w:pStyle w:val="Level1"/>
      </w:pPr>
      <w:r w:rsidRPr="0016422C">
        <w:lastRenderedPageBreak/>
        <w:t>Commissioning process requires review of selected submittals that pertain to sys</w:t>
      </w:r>
      <w:r>
        <w:t xml:space="preserve">tems to be commissioned: Section 01 33 23, SHOP DRAWINGS, </w:t>
      </w:r>
      <w:proofErr w:type="gramStart"/>
      <w:r>
        <w:t>PRODUCT</w:t>
      </w:r>
      <w:proofErr w:type="gramEnd"/>
      <w:r>
        <w:t xml:space="preserve"> DATA AND SAMPLES.</w:t>
      </w:r>
    </w:p>
    <w:p w:rsidR="009F2E19" w:rsidRDefault="009F2E19" w:rsidP="009F2E19">
      <w:pPr>
        <w:pStyle w:val="Level1"/>
      </w:pPr>
      <w:r w:rsidRPr="000023FE">
        <w:t>Construction phase commissioning process and procedures</w:t>
      </w:r>
      <w:r>
        <w:t xml:space="preserve"> </w:t>
      </w:r>
      <w:r w:rsidR="001B4C12">
        <w:t>including</w:t>
      </w:r>
      <w:r>
        <w:t xml:space="preserve"> roles and responsibilities of commissioning team members</w:t>
      </w:r>
      <w:r w:rsidR="00094805">
        <w:t xml:space="preserve"> and user training</w:t>
      </w:r>
      <w:r w:rsidRPr="000023FE">
        <w:t xml:space="preserve">: </w:t>
      </w:r>
      <w:r w:rsidR="001B4C12" w:rsidRPr="000023FE">
        <w:t>Section</w:t>
      </w:r>
      <w:r w:rsidRPr="000023FE">
        <w:t xml:space="preserve"> 01 91 00</w:t>
      </w:r>
      <w:r w:rsidR="001B4C12">
        <w:t>,</w:t>
      </w:r>
      <w:r w:rsidRPr="000023FE">
        <w:t xml:space="preserve"> GENERAL COMMISSIONING REQUIREMENTS.</w:t>
      </w:r>
    </w:p>
    <w:p w:rsidR="00EB7482" w:rsidRPr="0016422C" w:rsidRDefault="001468E7" w:rsidP="0016422C">
      <w:pPr>
        <w:pStyle w:val="ArticleB"/>
      </w:pPr>
      <w:r>
        <w:t>coordination</w:t>
      </w:r>
    </w:p>
    <w:p w:rsidR="00C61C03" w:rsidRDefault="001468E7" w:rsidP="009F2E19">
      <w:pPr>
        <w:pStyle w:val="Level1"/>
      </w:pPr>
      <w:r w:rsidRPr="001468E7">
        <w:t>Commissioning Agent will provide a list of submittals that must be reviewed by Commissioning Agent</w:t>
      </w:r>
      <w:r>
        <w:t xml:space="preserve"> simultaneously with engineering review; do not proceed with work of sections identified without engineering and Commissioning Agent’s review completed</w:t>
      </w:r>
      <w:r w:rsidR="003627FE" w:rsidRPr="0016422C">
        <w:t>.</w:t>
      </w:r>
    </w:p>
    <w:p w:rsidR="001468E7" w:rsidRPr="0016422C" w:rsidRDefault="001468E7" w:rsidP="001468E7">
      <w:pPr>
        <w:pStyle w:val="Level1"/>
      </w:pPr>
      <w:r w:rsidRPr="0016422C">
        <w:t xml:space="preserve">Commissioning of communications systems require inspection of individual elements of communications system construction throughout construction period. Coordinate with Commissioning Agent in accordance with Section 01 </w:t>
      </w:r>
      <w:r w:rsidR="00460C76">
        <w:t>91</w:t>
      </w:r>
      <w:r w:rsidRPr="0016422C">
        <w:t xml:space="preserve"> 00, GENERAL COMMISSIONING REQUIREMENTS and </w:t>
      </w:r>
      <w:r>
        <w:t>c</w:t>
      </w:r>
      <w:r w:rsidRPr="0016422C">
        <w:t>ommissioning plan to schedule communications systems inspections as required to support the commissioning process.</w:t>
      </w:r>
    </w:p>
    <w:p w:rsidR="001468E7" w:rsidRDefault="001468E7" w:rsidP="001468E7">
      <w:pPr>
        <w:pStyle w:val="ArticleB"/>
      </w:pPr>
      <w:r>
        <w:t>CLOSEOUT submittals</w:t>
      </w:r>
    </w:p>
    <w:p w:rsidR="001468E7" w:rsidRDefault="001468E7" w:rsidP="001468E7">
      <w:pPr>
        <w:pStyle w:val="Level1"/>
      </w:pPr>
      <w:r w:rsidRPr="0016422C">
        <w:t>Refer to Section 01 91 00</w:t>
      </w:r>
      <w:r>
        <w:t>,</w:t>
      </w:r>
      <w:r w:rsidRPr="0016422C">
        <w:t xml:space="preserve"> GENERAL COMMISSIONING REQUIREMENTS for submittal requirements for pre-functional checklists, equipment startup reports, and other commissioning documents.</w:t>
      </w:r>
    </w:p>
    <w:p w:rsidR="001468E7" w:rsidRPr="0016422C" w:rsidRDefault="001468E7" w:rsidP="001468E7">
      <w:pPr>
        <w:pStyle w:val="Level1"/>
      </w:pPr>
      <w:r w:rsidRPr="0016422C">
        <w:t>Pre-Functional Checklists</w:t>
      </w:r>
      <w:r>
        <w:t>:</w:t>
      </w:r>
    </w:p>
    <w:p w:rsidR="001468E7" w:rsidRPr="0016422C" w:rsidRDefault="001468E7" w:rsidP="001468E7">
      <w:pPr>
        <w:pStyle w:val="Level2"/>
      </w:pPr>
      <w:r w:rsidRPr="0016422C">
        <w:t>Complete pre-functional checklists</w:t>
      </w:r>
      <w:r>
        <w:t xml:space="preserve"> provided by commissioning agent</w:t>
      </w:r>
      <w:r w:rsidRPr="0016422C">
        <w:t xml:space="preserve"> to verify systems, subsystems, and equipment installation is complete and systems are ready for Systems Functional Performance Testing</w:t>
      </w:r>
      <w:r>
        <w:t>.</w:t>
      </w:r>
    </w:p>
    <w:p w:rsidR="001468E7" w:rsidRPr="0016422C" w:rsidRDefault="001468E7" w:rsidP="001468E7">
      <w:pPr>
        <w:pStyle w:val="Level2"/>
      </w:pPr>
      <w:r w:rsidRPr="0016422C">
        <w:t>Submit completed checklists to COR and to Commissioning Agent. Commissioning Agent can spot check a sample of completed checklists. If Commissioning Agent determines that information provided on the checklist is not accurate, Commissioning Agent then returns the marked-up checklist to Contractor for correction and resubmission.</w:t>
      </w:r>
    </w:p>
    <w:p w:rsidR="001468E7" w:rsidRPr="0016422C" w:rsidRDefault="001468E7" w:rsidP="001468E7">
      <w:pPr>
        <w:pStyle w:val="Level2"/>
      </w:pPr>
      <w:r w:rsidRPr="0016422C">
        <w:t>If Commissioning Agent determines that a significant number of completed checklists for similar equipment are not accurate, Commissioning Agent can select a broader sample of checklists for review.</w:t>
      </w:r>
    </w:p>
    <w:p w:rsidR="001468E7" w:rsidRDefault="001468E7" w:rsidP="001468E7">
      <w:pPr>
        <w:pStyle w:val="Level2"/>
      </w:pPr>
      <w:r w:rsidRPr="0016422C">
        <w:t xml:space="preserve">If Commissioning Agent determines that a significant number of broader sample of checklists is also inaccurate, all checklists for </w:t>
      </w:r>
      <w:r w:rsidRPr="0016422C">
        <w:lastRenderedPageBreak/>
        <w:t>the type of equipment will be returned to Contractor for correction and resubmission.</w:t>
      </w:r>
    </w:p>
    <w:p w:rsidR="00714A20" w:rsidRPr="0016422C" w:rsidRDefault="00714A20" w:rsidP="00714A20">
      <w:pPr>
        <w:pStyle w:val="Level1"/>
      </w:pPr>
      <w:r w:rsidRPr="0016422C">
        <w:t xml:space="preserve">Submit training agendas and trainer resumes in accordance with requirements of Section 01 </w:t>
      </w:r>
      <w:r w:rsidR="00460C76">
        <w:t>91</w:t>
      </w:r>
      <w:r w:rsidRPr="0016422C">
        <w:t xml:space="preserve"> 00, GENERAL COMMISSIONING REQUIREMENTS.</w:t>
      </w:r>
    </w:p>
    <w:p w:rsidR="007E379C" w:rsidRPr="0016422C" w:rsidRDefault="00EB7482" w:rsidP="0016422C">
      <w:pPr>
        <w:pStyle w:val="PART"/>
      </w:pPr>
      <w:r w:rsidRPr="0016422C">
        <w:t>PRODUCTS - not used</w:t>
      </w:r>
    </w:p>
    <w:p w:rsidR="003627FE" w:rsidRPr="0016422C" w:rsidRDefault="003627FE" w:rsidP="0016422C">
      <w:pPr>
        <w:pStyle w:val="PART"/>
      </w:pPr>
      <w:r w:rsidRPr="0016422C">
        <w:t>EXECUTION</w:t>
      </w:r>
    </w:p>
    <w:p w:rsidR="001468E7" w:rsidRDefault="001468E7" w:rsidP="0016422C">
      <w:pPr>
        <w:pStyle w:val="ArticleB"/>
      </w:pPr>
      <w:r>
        <w:t>FIELD QUALITY CONTROL</w:t>
      </w:r>
    </w:p>
    <w:p w:rsidR="003627FE" w:rsidRPr="0016422C" w:rsidRDefault="00714A20" w:rsidP="001468E7">
      <w:pPr>
        <w:pStyle w:val="Level1"/>
      </w:pPr>
      <w:r w:rsidRPr="0016422C">
        <w:t>Contractor's Tests</w:t>
      </w:r>
      <w:r>
        <w:t>:</w:t>
      </w:r>
    </w:p>
    <w:p w:rsidR="00764B1E" w:rsidRPr="0016422C" w:rsidRDefault="00764B1E" w:rsidP="001468E7">
      <w:pPr>
        <w:pStyle w:val="Level2"/>
      </w:pPr>
      <w:r w:rsidRPr="0016422C">
        <w:t>S</w:t>
      </w:r>
      <w:r w:rsidR="00E921C6" w:rsidRPr="0016422C">
        <w:t>cheduled</w:t>
      </w:r>
      <w:r w:rsidR="003627FE" w:rsidRPr="0016422C">
        <w:t xml:space="preserve"> tests required by other sections of Division 27 </w:t>
      </w:r>
      <w:r w:rsidRPr="0016422C">
        <w:t>must</w:t>
      </w:r>
      <w:r w:rsidR="003627FE" w:rsidRPr="0016422C">
        <w:t xml:space="preserve"> </w:t>
      </w:r>
      <w:r w:rsidR="004B0E14" w:rsidRPr="0016422C">
        <w:t>be documented</w:t>
      </w:r>
      <w:r w:rsidR="003627FE" w:rsidRPr="0016422C">
        <w:t xml:space="preserve"> in accordance with Section 01 00 00</w:t>
      </w:r>
      <w:r w:rsidR="009F2995">
        <w:t>,</w:t>
      </w:r>
      <w:r w:rsidR="003627FE" w:rsidRPr="0016422C">
        <w:t xml:space="preserve"> GENERAL REQUIREMENTS.</w:t>
      </w:r>
    </w:p>
    <w:p w:rsidR="00764B1E" w:rsidRPr="0016422C" w:rsidRDefault="004B0E14" w:rsidP="001468E7">
      <w:pPr>
        <w:pStyle w:val="Level2"/>
      </w:pPr>
      <w:r w:rsidRPr="0016422C">
        <w:t>Incorporate</w:t>
      </w:r>
      <w:r w:rsidR="00E921C6" w:rsidRPr="0016422C">
        <w:t xml:space="preserve"> </w:t>
      </w:r>
      <w:r w:rsidRPr="0016422C">
        <w:t>all</w:t>
      </w:r>
      <w:r w:rsidR="003627FE" w:rsidRPr="0016422C">
        <w:t xml:space="preserve"> testing into project schedule. </w:t>
      </w:r>
      <w:r w:rsidRPr="0016422C">
        <w:t>Provide</w:t>
      </w:r>
      <w:r w:rsidR="003627FE" w:rsidRPr="0016422C">
        <w:t xml:space="preserve"> </w:t>
      </w:r>
      <w:r w:rsidR="00094805">
        <w:t>minimum</w:t>
      </w:r>
      <w:r w:rsidR="003627FE" w:rsidRPr="0016422C">
        <w:t xml:space="preserve"> </w:t>
      </w:r>
      <w:r w:rsidR="00AD6795" w:rsidRPr="0016422C">
        <w:t xml:space="preserve">seven </w:t>
      </w:r>
      <w:r w:rsidR="003627FE" w:rsidRPr="0016422C">
        <w:t xml:space="preserve">calendar </w:t>
      </w:r>
      <w:r w:rsidRPr="0016422C">
        <w:t>days' notice</w:t>
      </w:r>
      <w:r w:rsidR="003627FE" w:rsidRPr="0016422C">
        <w:t xml:space="preserve"> of testing</w:t>
      </w:r>
      <w:r w:rsidR="00E921C6" w:rsidRPr="0016422C">
        <w:t xml:space="preserve"> for</w:t>
      </w:r>
      <w:r w:rsidR="003627FE" w:rsidRPr="0016422C">
        <w:t xml:space="preserve"> Commissioning Agent </w:t>
      </w:r>
      <w:r w:rsidR="00E921C6" w:rsidRPr="0016422C">
        <w:t>to</w:t>
      </w:r>
      <w:r w:rsidR="003627FE" w:rsidRPr="0016422C">
        <w:t xml:space="preserve"> witness selected Contractor tests at sole discretion of Commissioning Agent.</w:t>
      </w:r>
    </w:p>
    <w:p w:rsidR="003627FE" w:rsidRPr="0016422C" w:rsidRDefault="004B0E14" w:rsidP="001468E7">
      <w:pPr>
        <w:pStyle w:val="Level2"/>
      </w:pPr>
      <w:r w:rsidRPr="0016422C">
        <w:t>Complete</w:t>
      </w:r>
      <w:r w:rsidR="00F63E21" w:rsidRPr="0016422C">
        <w:t xml:space="preserve"> tests</w:t>
      </w:r>
      <w:r w:rsidR="003627FE" w:rsidRPr="0016422C">
        <w:t xml:space="preserve"> prior to scheduling </w:t>
      </w:r>
      <w:r w:rsidR="00094805">
        <w:t>S</w:t>
      </w:r>
      <w:r w:rsidR="00094805" w:rsidRPr="0016422C">
        <w:t xml:space="preserve">ystems </w:t>
      </w:r>
      <w:r w:rsidR="00094805">
        <w:t>F</w:t>
      </w:r>
      <w:r w:rsidR="00094805" w:rsidRPr="0016422C">
        <w:t xml:space="preserve">unctional </w:t>
      </w:r>
      <w:r w:rsidR="00094805">
        <w:t>P</w:t>
      </w:r>
      <w:r w:rsidR="00094805" w:rsidRPr="0016422C">
        <w:t xml:space="preserve">erformance </w:t>
      </w:r>
      <w:r w:rsidR="00094805">
        <w:t>T</w:t>
      </w:r>
      <w:r w:rsidR="00094805" w:rsidRPr="0016422C">
        <w:t>esting</w:t>
      </w:r>
      <w:r w:rsidR="00764B1E" w:rsidRPr="0016422C">
        <w:t>.</w:t>
      </w:r>
    </w:p>
    <w:p w:rsidR="003627FE" w:rsidRPr="0016422C" w:rsidRDefault="00714A20" w:rsidP="001468E7">
      <w:pPr>
        <w:pStyle w:val="Level1"/>
      </w:pPr>
      <w:r w:rsidRPr="0016422C">
        <w:t>Systems F</w:t>
      </w:r>
      <w:r>
        <w:t>unctional Performance Testing:</w:t>
      </w:r>
    </w:p>
    <w:p w:rsidR="00764B1E" w:rsidRPr="0016422C" w:rsidRDefault="00E37DC8" w:rsidP="001468E7">
      <w:pPr>
        <w:pStyle w:val="Level2"/>
      </w:pPr>
      <w:r>
        <w:t>C</w:t>
      </w:r>
      <w:r w:rsidR="00764B1E" w:rsidRPr="0016422C">
        <w:t xml:space="preserve">ommissioning process includes </w:t>
      </w:r>
      <w:r w:rsidR="00094805">
        <w:t>S</w:t>
      </w:r>
      <w:r w:rsidR="00094805" w:rsidRPr="0016422C">
        <w:t xml:space="preserve">ystems </w:t>
      </w:r>
      <w:r w:rsidR="00094805">
        <w:t>F</w:t>
      </w:r>
      <w:r w:rsidR="00094805" w:rsidRPr="0016422C">
        <w:t xml:space="preserve">unctional </w:t>
      </w:r>
      <w:r w:rsidR="00094805">
        <w:t>P</w:t>
      </w:r>
      <w:r w:rsidR="00094805" w:rsidRPr="0016422C">
        <w:t xml:space="preserve">erformance </w:t>
      </w:r>
      <w:r w:rsidR="00094805">
        <w:t>T</w:t>
      </w:r>
      <w:r w:rsidR="00094805" w:rsidRPr="0016422C">
        <w:t xml:space="preserve">esting </w:t>
      </w:r>
      <w:r w:rsidR="00764B1E" w:rsidRPr="0016422C">
        <w:t xml:space="preserve">that is intended to test systems functional performance </w:t>
      </w:r>
      <w:r w:rsidR="003627FE" w:rsidRPr="0016422C">
        <w:t>under steady state conditions, to test system reaction to changes in operating conditions, and system performan</w:t>
      </w:r>
      <w:r w:rsidR="00764B1E" w:rsidRPr="0016422C">
        <w:t>ce under emergency conditions.</w:t>
      </w:r>
    </w:p>
    <w:p w:rsidR="00764B1E" w:rsidRPr="0016422C" w:rsidRDefault="003627FE" w:rsidP="001468E7">
      <w:pPr>
        <w:pStyle w:val="Level2"/>
      </w:pPr>
      <w:r w:rsidRPr="0016422C">
        <w:t>Commissioning Agent prepare</w:t>
      </w:r>
      <w:r w:rsidR="00764B1E" w:rsidRPr="0016422C">
        <w:t>s</w:t>
      </w:r>
      <w:r w:rsidRPr="0016422C">
        <w:t xml:space="preserve"> detailed </w:t>
      </w:r>
      <w:r w:rsidR="00094805">
        <w:t>S</w:t>
      </w:r>
      <w:r w:rsidR="00094805" w:rsidRPr="0016422C">
        <w:t xml:space="preserve">ystems </w:t>
      </w:r>
      <w:r w:rsidR="00094805">
        <w:t>F</w:t>
      </w:r>
      <w:r w:rsidR="00094805" w:rsidRPr="0016422C">
        <w:t xml:space="preserve">unctional </w:t>
      </w:r>
      <w:r w:rsidR="00094805">
        <w:t>P</w:t>
      </w:r>
      <w:r w:rsidR="00094805" w:rsidRPr="0016422C">
        <w:t xml:space="preserve">erformance </w:t>
      </w:r>
      <w:r w:rsidR="00094805">
        <w:t>T</w:t>
      </w:r>
      <w:r w:rsidR="00094805" w:rsidRPr="0016422C">
        <w:t xml:space="preserve">est </w:t>
      </w:r>
      <w:r w:rsidR="00764B1E" w:rsidRPr="0016422C">
        <w:t>procedures for review and</w:t>
      </w:r>
      <w:r w:rsidRPr="0016422C">
        <w:t xml:space="preserve"> </w:t>
      </w:r>
      <w:r w:rsidR="00E37DC8">
        <w:t>acceptance</w:t>
      </w:r>
      <w:r w:rsidR="00E37DC8" w:rsidRPr="0016422C">
        <w:t xml:space="preserve"> </w:t>
      </w:r>
      <w:r w:rsidRPr="0016422C">
        <w:t xml:space="preserve">by </w:t>
      </w:r>
      <w:r w:rsidR="00F63E21" w:rsidRPr="0016422C">
        <w:t>COR</w:t>
      </w:r>
      <w:r w:rsidR="00764B1E" w:rsidRPr="0016422C">
        <w:t>.</w:t>
      </w:r>
    </w:p>
    <w:p w:rsidR="00764B1E" w:rsidRPr="0016422C" w:rsidRDefault="004B0E14" w:rsidP="001468E7">
      <w:pPr>
        <w:pStyle w:val="Level2"/>
      </w:pPr>
      <w:r w:rsidRPr="0016422C">
        <w:t>Provide</w:t>
      </w:r>
      <w:r w:rsidR="003627FE" w:rsidRPr="0016422C">
        <w:t xml:space="preserve"> required labor, materials, and test equipment identified in test procedure to perform tests.</w:t>
      </w:r>
    </w:p>
    <w:p w:rsidR="00764B1E" w:rsidRPr="0016422C" w:rsidRDefault="003627FE" w:rsidP="001468E7">
      <w:pPr>
        <w:pStyle w:val="Level2"/>
      </w:pPr>
      <w:r w:rsidRPr="0016422C">
        <w:t xml:space="preserve">Commissioning Agent </w:t>
      </w:r>
      <w:r w:rsidR="00764B1E" w:rsidRPr="0016422C">
        <w:t>must</w:t>
      </w:r>
      <w:r w:rsidRPr="0016422C">
        <w:t xml:space="preserve"> witness and document the testing.</w:t>
      </w:r>
    </w:p>
    <w:p w:rsidR="00764B1E" w:rsidRPr="0016422C" w:rsidRDefault="009F2E19" w:rsidP="00106532">
      <w:pPr>
        <w:pStyle w:val="Level3"/>
      </w:pPr>
      <w:r>
        <w:t xml:space="preserve">Provide test reports to </w:t>
      </w:r>
      <w:r w:rsidR="00E37DC8">
        <w:t>C</w:t>
      </w:r>
      <w:r>
        <w:t xml:space="preserve">ommissioning </w:t>
      </w:r>
      <w:r w:rsidR="00E37DC8">
        <w:t>Agent</w:t>
      </w:r>
      <w:r>
        <w:t xml:space="preserve">. </w:t>
      </w:r>
      <w:r w:rsidR="00E37DC8">
        <w:t>Commissioning</w:t>
      </w:r>
      <w:r>
        <w:t xml:space="preserve"> Agent will s</w:t>
      </w:r>
      <w:r w:rsidR="004B0E14" w:rsidRPr="0016422C">
        <w:t>ign</w:t>
      </w:r>
      <w:r w:rsidR="003627FE" w:rsidRPr="0016422C">
        <w:t xml:space="preserve"> test reports to verify tests were performed.</w:t>
      </w:r>
    </w:p>
    <w:p w:rsidR="003627FE" w:rsidRPr="0016422C" w:rsidRDefault="00714A20" w:rsidP="0016422C">
      <w:pPr>
        <w:pStyle w:val="ArticleB"/>
      </w:pPr>
      <w:r>
        <w:t>TRAINING</w:t>
      </w:r>
    </w:p>
    <w:p w:rsidR="00764B1E" w:rsidRPr="0016422C" w:rsidRDefault="003627FE" w:rsidP="0016422C">
      <w:pPr>
        <w:pStyle w:val="Level1"/>
      </w:pPr>
      <w:r w:rsidRPr="0016422C">
        <w:t xml:space="preserve">Training of </w:t>
      </w:r>
      <w:r w:rsidR="00E37DC8">
        <w:t>G</w:t>
      </w:r>
      <w:r w:rsidR="00764B1E" w:rsidRPr="0016422C">
        <w:t>overnment's</w:t>
      </w:r>
      <w:r w:rsidRPr="0016422C">
        <w:t xml:space="preserve"> operation and maintenance personnel is required in cooperation with </w:t>
      </w:r>
      <w:r w:rsidR="00764B1E" w:rsidRPr="0016422C">
        <w:t>COR</w:t>
      </w:r>
      <w:r w:rsidRPr="0016422C">
        <w:t xml:space="preserve"> and Commissioning Agent.</w:t>
      </w:r>
    </w:p>
    <w:p w:rsidR="00764B1E" w:rsidRPr="0016422C" w:rsidRDefault="003627FE" w:rsidP="0016422C">
      <w:pPr>
        <w:pStyle w:val="Level1"/>
      </w:pPr>
      <w:r w:rsidRPr="0016422C">
        <w:t>Provide competent, factory authorized personnel to provide instruction to operation and maintenance personnel concerning location, operation, and troubleshooting of installed systems</w:t>
      </w:r>
      <w:r w:rsidR="00F63E21" w:rsidRPr="0016422C">
        <w:t>.</w:t>
      </w:r>
    </w:p>
    <w:p w:rsidR="003627FE" w:rsidRPr="0016422C" w:rsidRDefault="004B0E14" w:rsidP="0016422C">
      <w:pPr>
        <w:pStyle w:val="Level1"/>
      </w:pPr>
      <w:r w:rsidRPr="0016422C">
        <w:t>Schedule</w:t>
      </w:r>
      <w:r w:rsidR="003627FE" w:rsidRPr="0016422C">
        <w:t xml:space="preserve"> </w:t>
      </w:r>
      <w:r w:rsidRPr="0016422C">
        <w:t>instruction in</w:t>
      </w:r>
      <w:r w:rsidR="003627FE" w:rsidRPr="0016422C">
        <w:t xml:space="preserve"> coordination with </w:t>
      </w:r>
      <w:r w:rsidR="00F63E21" w:rsidRPr="0016422C">
        <w:t>COR</w:t>
      </w:r>
      <w:r w:rsidR="003627FE" w:rsidRPr="0016422C">
        <w:t xml:space="preserve"> after submission and approval of formal training plans.</w:t>
      </w:r>
    </w:p>
    <w:p w:rsidR="003627FE" w:rsidRPr="005F2287" w:rsidRDefault="00617C98" w:rsidP="003627FE">
      <w:pPr>
        <w:pStyle w:val="SpecTitle"/>
        <w:rPr>
          <w:rFonts w:cs="Courier New"/>
          <w:b w:val="0"/>
        </w:rPr>
      </w:pPr>
      <w:r w:rsidRPr="005F2287">
        <w:rPr>
          <w:rFonts w:cs="Courier New"/>
          <w:b w:val="0"/>
        </w:rPr>
        <w:t xml:space="preserve">- - - </w:t>
      </w:r>
      <w:r w:rsidR="003627FE" w:rsidRPr="005F2287">
        <w:rPr>
          <w:rFonts w:cs="Courier New"/>
          <w:b w:val="0"/>
        </w:rPr>
        <w:t>E</w:t>
      </w:r>
      <w:r w:rsidR="00714A20">
        <w:rPr>
          <w:rFonts w:cs="Courier New"/>
          <w:b w:val="0"/>
        </w:rPr>
        <w:t xml:space="preserve"> </w:t>
      </w:r>
      <w:r w:rsidR="003627FE" w:rsidRPr="005F2287">
        <w:rPr>
          <w:rFonts w:cs="Courier New"/>
          <w:b w:val="0"/>
        </w:rPr>
        <w:t>N</w:t>
      </w:r>
      <w:r w:rsidR="00714A20">
        <w:rPr>
          <w:rFonts w:cs="Courier New"/>
          <w:b w:val="0"/>
        </w:rPr>
        <w:t xml:space="preserve"> </w:t>
      </w:r>
      <w:r w:rsidR="003627FE" w:rsidRPr="005F2287">
        <w:rPr>
          <w:rFonts w:cs="Courier New"/>
          <w:b w:val="0"/>
        </w:rPr>
        <w:t xml:space="preserve">D </w:t>
      </w:r>
      <w:r w:rsidRPr="005F2287">
        <w:rPr>
          <w:rFonts w:cs="Courier New"/>
          <w:b w:val="0"/>
        </w:rPr>
        <w:t>- - -</w:t>
      </w:r>
    </w:p>
    <w:sectPr w:rsidR="003627FE" w:rsidRPr="005F2287" w:rsidSect="008E6640">
      <w:headerReference w:type="default" r:id="rId9"/>
      <w:footerReference w:type="default" r:id="rId10"/>
      <w:endnotePr>
        <w:numFmt w:val="decimal"/>
      </w:endnotePr>
      <w:pgSz w:w="12240" w:h="15840"/>
      <w:pgMar w:top="1440" w:right="1440" w:bottom="1440" w:left="1440" w:header="720" w:footer="720" w:gutter="0"/>
      <w:pgNumType w:start="1"/>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4D13" w:rsidRDefault="00F24D13">
      <w:r>
        <w:separator/>
      </w:r>
    </w:p>
  </w:endnote>
  <w:endnote w:type="continuationSeparator" w:id="0">
    <w:p w:rsidR="00F24D13" w:rsidRDefault="00F24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1C6" w:rsidRDefault="00E921C6" w:rsidP="00617C98">
    <w:pPr>
      <w:pStyle w:val="Footer"/>
    </w:pPr>
  </w:p>
  <w:p w:rsidR="00E921C6" w:rsidRPr="00617C98" w:rsidRDefault="00E921C6" w:rsidP="00617C98">
    <w:pPr>
      <w:pStyle w:val="Footer"/>
    </w:pPr>
    <w:r>
      <w:t xml:space="preserve">27 08 00 - </w:t>
    </w:r>
    <w:r w:rsidR="00BB5D38">
      <w:fldChar w:fldCharType="begin"/>
    </w:r>
    <w:r w:rsidR="00BB5D38">
      <w:instrText xml:space="preserve"> PAGE   \* MERGEFORMAT </w:instrText>
    </w:r>
    <w:r w:rsidR="00BB5D38">
      <w:fldChar w:fldCharType="separate"/>
    </w:r>
    <w:r w:rsidR="009B4B5F">
      <w:rPr>
        <w:noProof/>
      </w:rPr>
      <w:t>1</w:t>
    </w:r>
    <w:r w:rsidR="00BB5D38">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4D13" w:rsidRDefault="00F24D13">
      <w:r>
        <w:separator/>
      </w:r>
    </w:p>
  </w:footnote>
  <w:footnote w:type="continuationSeparator" w:id="0">
    <w:p w:rsidR="00F24D13" w:rsidRDefault="00F24D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3B5" w:rsidRDefault="00D579FE">
    <w:pPr>
      <w:pStyle w:val="Header"/>
    </w:pPr>
    <w:r>
      <w:t>11-1-16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A58E2"/>
    <w:multiLevelType w:val="hybridMultilevel"/>
    <w:tmpl w:val="F3FCA40E"/>
    <w:lvl w:ilvl="0" w:tplc="B38A2A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2334828"/>
    <w:multiLevelType w:val="hybridMultilevel"/>
    <w:tmpl w:val="C0E8153C"/>
    <w:lvl w:ilvl="0" w:tplc="0BC83454">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
    <w:nsid w:val="4CDE14D3"/>
    <w:multiLevelType w:val="hybridMultilevel"/>
    <w:tmpl w:val="3A16AF0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416760E"/>
    <w:multiLevelType w:val="hybridMultilevel"/>
    <w:tmpl w:val="3634C8A4"/>
    <w:lvl w:ilvl="0" w:tplc="454C064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5BA5BEB"/>
    <w:multiLevelType w:val="hybridMultilevel"/>
    <w:tmpl w:val="5D8ACC48"/>
    <w:lvl w:ilvl="0" w:tplc="B0A65F4C">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5">
    <w:nsid w:val="6A726843"/>
    <w:multiLevelType w:val="hybridMultilevel"/>
    <w:tmpl w:val="4CCEEBA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0FF27C2"/>
    <w:multiLevelType w:val="multilevel"/>
    <w:tmpl w:val="DB5A8D60"/>
    <w:lvl w:ilvl="0">
      <w:start w:val="1"/>
      <w:numFmt w:val="decimal"/>
      <w:pStyle w:val="PART"/>
      <w:suff w:val="nothing"/>
      <w:lvlText w:val="PART %1 - "/>
      <w:lvlJc w:val="left"/>
      <w:pPr>
        <w:ind w:left="0" w:firstLine="0"/>
      </w:pPr>
      <w:rPr>
        <w:rFonts w:ascii="Courier New" w:hAnsi="Courier New" w:hint="default"/>
        <w:b/>
        <w:i w:val="0"/>
        <w:sz w:val="20"/>
      </w:rPr>
    </w:lvl>
    <w:lvl w:ilvl="1">
      <w:start w:val="1"/>
      <w:numFmt w:val="decimal"/>
      <w:pStyle w:val="ArticleB"/>
      <w:suff w:val="nothing"/>
      <w:lvlText w:val="%1.%2 "/>
      <w:lvlJc w:val="left"/>
      <w:pPr>
        <w:ind w:left="0" w:firstLine="0"/>
      </w:pPr>
      <w:rPr>
        <w:rFonts w:ascii="Courier New" w:hAnsi="Courier New" w:hint="default"/>
        <w:b/>
        <w:i w:val="0"/>
        <w:caps/>
        <w:sz w:val="20"/>
      </w:rPr>
    </w:lvl>
    <w:lvl w:ilvl="2">
      <w:start w:val="1"/>
      <w:numFmt w:val="upperLetter"/>
      <w:pStyle w:val="Level1"/>
      <w:lvlText w:val="%3."/>
      <w:lvlJc w:val="left"/>
      <w:pPr>
        <w:tabs>
          <w:tab w:val="num" w:pos="720"/>
        </w:tabs>
        <w:ind w:left="720" w:hanging="360"/>
      </w:pPr>
      <w:rPr>
        <w:rFonts w:ascii="Courier New" w:hAnsi="Courier New" w:hint="default"/>
        <w:b w:val="0"/>
        <w:i w:val="0"/>
        <w:sz w:val="20"/>
      </w:rPr>
    </w:lvl>
    <w:lvl w:ilvl="3">
      <w:start w:val="1"/>
      <w:numFmt w:val="decimal"/>
      <w:pStyle w:val="Level2"/>
      <w:lvlText w:val="%4."/>
      <w:lvlJc w:val="left"/>
      <w:pPr>
        <w:tabs>
          <w:tab w:val="num" w:pos="1080"/>
        </w:tabs>
        <w:ind w:left="1080" w:hanging="360"/>
      </w:pPr>
      <w:rPr>
        <w:rFonts w:ascii="Courier New" w:hAnsi="Courier New" w:hint="default"/>
        <w:b w:val="0"/>
        <w:i w:val="0"/>
        <w:sz w:val="20"/>
      </w:rPr>
    </w:lvl>
    <w:lvl w:ilvl="4">
      <w:start w:val="1"/>
      <w:numFmt w:val="lowerLetter"/>
      <w:pStyle w:val="Level3"/>
      <w:lvlText w:val="%5."/>
      <w:lvlJc w:val="left"/>
      <w:pPr>
        <w:tabs>
          <w:tab w:val="num" w:pos="1440"/>
        </w:tabs>
        <w:ind w:left="1440" w:hanging="360"/>
      </w:pPr>
      <w:rPr>
        <w:rFonts w:ascii="Courier New" w:hAnsi="Courier New" w:hint="default"/>
        <w:b w:val="0"/>
        <w:i w:val="0"/>
        <w:sz w:val="20"/>
      </w:rPr>
    </w:lvl>
    <w:lvl w:ilvl="5">
      <w:start w:val="1"/>
      <w:numFmt w:val="decimal"/>
      <w:pStyle w:val="Level4"/>
      <w:lvlText w:val="%6)"/>
      <w:lvlJc w:val="left"/>
      <w:pPr>
        <w:tabs>
          <w:tab w:val="num" w:pos="1800"/>
        </w:tabs>
        <w:ind w:left="1800" w:hanging="360"/>
      </w:pPr>
      <w:rPr>
        <w:rFonts w:ascii="Courier New" w:hAnsi="Courier New" w:hint="default"/>
        <w:b w:val="0"/>
        <w:i w:val="0"/>
        <w:sz w:val="20"/>
      </w:rPr>
    </w:lvl>
    <w:lvl w:ilvl="6">
      <w:start w:val="1"/>
      <w:numFmt w:val="lowerLetter"/>
      <w:pStyle w:val="Level5"/>
      <w:lvlText w:val="%7)"/>
      <w:lvlJc w:val="left"/>
      <w:pPr>
        <w:tabs>
          <w:tab w:val="num" w:pos="2160"/>
        </w:tabs>
        <w:ind w:left="2160" w:hanging="360"/>
      </w:pPr>
      <w:rPr>
        <w:rFonts w:ascii="Courier New" w:hAnsi="Courier New" w:hint="default"/>
        <w:b w:val="0"/>
        <w:i w:val="0"/>
        <w:sz w:val="20"/>
      </w:rPr>
    </w:lvl>
    <w:lvl w:ilvl="7">
      <w:start w:val="1"/>
      <w:numFmt w:val="decimal"/>
      <w:pStyle w:val="Level6"/>
      <w:lvlText w:val="%8)"/>
      <w:lvlJc w:val="left"/>
      <w:pPr>
        <w:tabs>
          <w:tab w:val="num" w:pos="2880"/>
        </w:tabs>
        <w:ind w:left="2880" w:hanging="720"/>
      </w:pPr>
      <w:rPr>
        <w:rFonts w:ascii="Courier New" w:hAnsi="Courier New" w:hint="default"/>
        <w:b w:val="0"/>
        <w:i w:val="0"/>
        <w:sz w:val="20"/>
      </w:rPr>
    </w:lvl>
    <w:lvl w:ilvl="8">
      <w:start w:val="1"/>
      <w:numFmt w:val="lowerLetter"/>
      <w:pStyle w:val="Level7"/>
      <w:lvlText w:val="%9."/>
      <w:lvlJc w:val="left"/>
      <w:pPr>
        <w:tabs>
          <w:tab w:val="num" w:pos="3240"/>
        </w:tabs>
        <w:ind w:left="3240" w:hanging="360"/>
      </w:pPr>
      <w:rPr>
        <w:rFonts w:hint="default"/>
      </w:rPr>
    </w:lvl>
  </w:abstractNum>
  <w:num w:numId="1">
    <w:abstractNumId w:val="5"/>
  </w:num>
  <w:num w:numId="2">
    <w:abstractNumId w:val="1"/>
  </w:num>
  <w:num w:numId="3">
    <w:abstractNumId w:val="2"/>
  </w:num>
  <w:num w:numId="4">
    <w:abstractNumId w:val="4"/>
  </w:num>
  <w:num w:numId="5">
    <w:abstractNumId w:val="0"/>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B22"/>
    <w:rsid w:val="00005754"/>
    <w:rsid w:val="000607EB"/>
    <w:rsid w:val="00094805"/>
    <w:rsid w:val="000B5C67"/>
    <w:rsid w:val="000C65B5"/>
    <w:rsid w:val="00106532"/>
    <w:rsid w:val="00114757"/>
    <w:rsid w:val="001468E7"/>
    <w:rsid w:val="0016422C"/>
    <w:rsid w:val="001B4C12"/>
    <w:rsid w:val="001D5376"/>
    <w:rsid w:val="00246B22"/>
    <w:rsid w:val="00257908"/>
    <w:rsid w:val="002C00E0"/>
    <w:rsid w:val="002D5998"/>
    <w:rsid w:val="002F5F3B"/>
    <w:rsid w:val="00321A9F"/>
    <w:rsid w:val="00352D67"/>
    <w:rsid w:val="003627FE"/>
    <w:rsid w:val="00392CB0"/>
    <w:rsid w:val="004354D2"/>
    <w:rsid w:val="00460C76"/>
    <w:rsid w:val="004B0E14"/>
    <w:rsid w:val="004B5EB9"/>
    <w:rsid w:val="004D6973"/>
    <w:rsid w:val="005B3109"/>
    <w:rsid w:val="005C0110"/>
    <w:rsid w:val="005F2287"/>
    <w:rsid w:val="00617C98"/>
    <w:rsid w:val="00683792"/>
    <w:rsid w:val="006A768B"/>
    <w:rsid w:val="006E7D6B"/>
    <w:rsid w:val="006F7D8D"/>
    <w:rsid w:val="00714A20"/>
    <w:rsid w:val="00764B1E"/>
    <w:rsid w:val="0078792E"/>
    <w:rsid w:val="007B1071"/>
    <w:rsid w:val="007D6B26"/>
    <w:rsid w:val="007E379C"/>
    <w:rsid w:val="007E6317"/>
    <w:rsid w:val="00801593"/>
    <w:rsid w:val="008661DC"/>
    <w:rsid w:val="0087544E"/>
    <w:rsid w:val="008E6640"/>
    <w:rsid w:val="00910A9E"/>
    <w:rsid w:val="009B3919"/>
    <w:rsid w:val="009B4B5F"/>
    <w:rsid w:val="009E20D3"/>
    <w:rsid w:val="009F2995"/>
    <w:rsid w:val="009F2E19"/>
    <w:rsid w:val="009F35BD"/>
    <w:rsid w:val="00A87D2F"/>
    <w:rsid w:val="00AB3A67"/>
    <w:rsid w:val="00AD41C9"/>
    <w:rsid w:val="00AD6795"/>
    <w:rsid w:val="00B464B3"/>
    <w:rsid w:val="00B51BC1"/>
    <w:rsid w:val="00B60230"/>
    <w:rsid w:val="00B616EF"/>
    <w:rsid w:val="00B90103"/>
    <w:rsid w:val="00BB5D38"/>
    <w:rsid w:val="00C40A80"/>
    <w:rsid w:val="00C61C03"/>
    <w:rsid w:val="00C65A14"/>
    <w:rsid w:val="00D117F1"/>
    <w:rsid w:val="00D241E7"/>
    <w:rsid w:val="00D24A20"/>
    <w:rsid w:val="00D45911"/>
    <w:rsid w:val="00D5449A"/>
    <w:rsid w:val="00D579FE"/>
    <w:rsid w:val="00DA2A68"/>
    <w:rsid w:val="00E37DC8"/>
    <w:rsid w:val="00E9198C"/>
    <w:rsid w:val="00E921C6"/>
    <w:rsid w:val="00EB7482"/>
    <w:rsid w:val="00EC03B5"/>
    <w:rsid w:val="00ED1AEE"/>
    <w:rsid w:val="00F24D13"/>
    <w:rsid w:val="00F63E21"/>
    <w:rsid w:val="00F815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7908"/>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rsid w:val="00257908"/>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sid w:val="00257908"/>
    <w:pPr>
      <w:numPr>
        <w:ilvl w:val="1"/>
        <w:numId w:val="6"/>
      </w:numPr>
    </w:pPr>
    <w:rPr>
      <w:b/>
    </w:rPr>
  </w:style>
  <w:style w:type="paragraph" w:styleId="Footer">
    <w:name w:val="footer"/>
    <w:basedOn w:val="Header"/>
    <w:rsid w:val="00257908"/>
    <w:pPr>
      <w:jc w:val="center"/>
    </w:pPr>
  </w:style>
  <w:style w:type="paragraph" w:styleId="Header">
    <w:name w:val="header"/>
    <w:basedOn w:val="SpecNormal"/>
    <w:rsid w:val="00257908"/>
    <w:pPr>
      <w:spacing w:line="240" w:lineRule="auto"/>
      <w:jc w:val="right"/>
    </w:pPr>
  </w:style>
  <w:style w:type="paragraph" w:customStyle="1" w:styleId="Level10">
    <w:name w:val="Level1"/>
    <w:basedOn w:val="SpecNormal"/>
    <w:rsid w:val="0016422C"/>
    <w:pPr>
      <w:tabs>
        <w:tab w:val="left" w:pos="720"/>
      </w:tabs>
      <w:ind w:left="720" w:hanging="360"/>
    </w:pPr>
  </w:style>
  <w:style w:type="paragraph" w:customStyle="1" w:styleId="Level20">
    <w:name w:val="Level2"/>
    <w:basedOn w:val="Level10"/>
    <w:rsid w:val="0016422C"/>
    <w:pPr>
      <w:tabs>
        <w:tab w:val="clear" w:pos="720"/>
        <w:tab w:val="left" w:pos="1080"/>
      </w:tabs>
      <w:ind w:left="1080"/>
    </w:pPr>
  </w:style>
  <w:style w:type="paragraph" w:customStyle="1" w:styleId="SpecNote">
    <w:name w:val="SpecNote"/>
    <w:basedOn w:val="SpecNormal"/>
    <w:rsid w:val="00257908"/>
    <w:pPr>
      <w:tabs>
        <w:tab w:val="left" w:pos="4680"/>
      </w:tabs>
      <w:spacing w:line="240" w:lineRule="auto"/>
      <w:ind w:left="4320"/>
    </w:pPr>
  </w:style>
  <w:style w:type="paragraph" w:customStyle="1" w:styleId="SpecTable">
    <w:name w:val="SpecTable"/>
    <w:basedOn w:val="SpecNormal"/>
    <w:rsid w:val="00257908"/>
    <w:pPr>
      <w:spacing w:before="60" w:after="60" w:line="240" w:lineRule="auto"/>
      <w:jc w:val="center"/>
    </w:pPr>
    <w:rPr>
      <w:spacing w:val="-2"/>
    </w:rPr>
  </w:style>
  <w:style w:type="paragraph" w:customStyle="1" w:styleId="Article">
    <w:name w:val="Article"/>
    <w:basedOn w:val="Normal"/>
    <w:next w:val="Level1"/>
    <w:rsid w:val="00257908"/>
    <w:pPr>
      <w:keepNext/>
      <w:keepLines/>
      <w:suppressAutoHyphens/>
    </w:pPr>
    <w:rPr>
      <w:caps/>
    </w:rPr>
  </w:style>
  <w:style w:type="paragraph" w:customStyle="1" w:styleId="Level30">
    <w:name w:val="Level3"/>
    <w:basedOn w:val="Level20"/>
    <w:rsid w:val="0016422C"/>
    <w:pPr>
      <w:tabs>
        <w:tab w:val="clear" w:pos="1080"/>
        <w:tab w:val="left" w:pos="1440"/>
      </w:tabs>
      <w:ind w:left="1440"/>
    </w:pPr>
  </w:style>
  <w:style w:type="paragraph" w:customStyle="1" w:styleId="Level40">
    <w:name w:val="Level4"/>
    <w:basedOn w:val="Level30"/>
    <w:rsid w:val="0016422C"/>
    <w:pPr>
      <w:tabs>
        <w:tab w:val="left" w:pos="1800"/>
      </w:tabs>
      <w:ind w:left="1800"/>
    </w:pPr>
  </w:style>
  <w:style w:type="paragraph" w:customStyle="1" w:styleId="SpecTitle">
    <w:name w:val="SpecTitle"/>
    <w:basedOn w:val="SpecNormal"/>
    <w:rsid w:val="00257908"/>
    <w:pPr>
      <w:spacing w:after="240" w:line="240" w:lineRule="auto"/>
      <w:jc w:val="center"/>
    </w:pPr>
    <w:rPr>
      <w:b/>
      <w:caps/>
    </w:rPr>
  </w:style>
  <w:style w:type="paragraph" w:customStyle="1" w:styleId="Level50">
    <w:name w:val="Level5"/>
    <w:basedOn w:val="Level40"/>
    <w:rsid w:val="0016422C"/>
    <w:pPr>
      <w:tabs>
        <w:tab w:val="left" w:pos="2160"/>
      </w:tabs>
      <w:ind w:left="2160"/>
    </w:pPr>
  </w:style>
  <w:style w:type="paragraph" w:customStyle="1" w:styleId="Pubs">
    <w:name w:val="Pubs"/>
    <w:basedOn w:val="Level1"/>
    <w:rsid w:val="00257908"/>
    <w:pPr>
      <w:tabs>
        <w:tab w:val="clear" w:pos="720"/>
        <w:tab w:val="left" w:leader="dot" w:pos="3600"/>
      </w:tabs>
      <w:ind w:left="3600" w:hanging="2880"/>
    </w:pPr>
  </w:style>
  <w:style w:type="paragraph" w:customStyle="1" w:styleId="SpecNormal">
    <w:name w:val="SpecNormal"/>
    <w:basedOn w:val="Normal"/>
    <w:rsid w:val="00257908"/>
    <w:pPr>
      <w:suppressAutoHyphens/>
      <w:spacing w:after="0" w:line="360" w:lineRule="auto"/>
    </w:pPr>
  </w:style>
  <w:style w:type="paragraph" w:customStyle="1" w:styleId="Level60">
    <w:name w:val="Level6"/>
    <w:basedOn w:val="Normal"/>
    <w:rsid w:val="0016422C"/>
    <w:pPr>
      <w:tabs>
        <w:tab w:val="left" w:pos="1440"/>
        <w:tab w:val="left" w:pos="1800"/>
        <w:tab w:val="left" w:pos="2160"/>
        <w:tab w:val="left" w:pos="2520"/>
        <w:tab w:val="left" w:pos="2610"/>
      </w:tabs>
      <w:suppressAutoHyphens/>
      <w:spacing w:after="0" w:line="360" w:lineRule="auto"/>
      <w:ind w:left="2160"/>
    </w:pPr>
  </w:style>
  <w:style w:type="paragraph" w:customStyle="1" w:styleId="Level1">
    <w:name w:val="Level 1"/>
    <w:basedOn w:val="SpecNormal"/>
    <w:rsid w:val="00257908"/>
    <w:pPr>
      <w:numPr>
        <w:ilvl w:val="2"/>
        <w:numId w:val="6"/>
      </w:numPr>
    </w:pPr>
  </w:style>
  <w:style w:type="paragraph" w:customStyle="1" w:styleId="Level2">
    <w:name w:val="Level 2"/>
    <w:basedOn w:val="Level1"/>
    <w:rsid w:val="00257908"/>
    <w:pPr>
      <w:numPr>
        <w:ilvl w:val="3"/>
      </w:numPr>
    </w:pPr>
  </w:style>
  <w:style w:type="paragraph" w:customStyle="1" w:styleId="Level3">
    <w:name w:val="Level 3"/>
    <w:basedOn w:val="Level2"/>
    <w:rsid w:val="00257908"/>
    <w:pPr>
      <w:numPr>
        <w:ilvl w:val="4"/>
      </w:numPr>
    </w:pPr>
  </w:style>
  <w:style w:type="paragraph" w:customStyle="1" w:styleId="Level4">
    <w:name w:val="Level 4"/>
    <w:basedOn w:val="Level3"/>
    <w:rsid w:val="00257908"/>
    <w:pPr>
      <w:numPr>
        <w:ilvl w:val="5"/>
      </w:numPr>
    </w:pPr>
  </w:style>
  <w:style w:type="paragraph" w:customStyle="1" w:styleId="Level5">
    <w:name w:val="Level 5"/>
    <w:basedOn w:val="Level4"/>
    <w:rsid w:val="00257908"/>
    <w:pPr>
      <w:numPr>
        <w:ilvl w:val="6"/>
      </w:numPr>
    </w:pPr>
  </w:style>
  <w:style w:type="paragraph" w:customStyle="1" w:styleId="Level6">
    <w:name w:val="Level 6"/>
    <w:basedOn w:val="Normal"/>
    <w:rsid w:val="00257908"/>
    <w:pPr>
      <w:numPr>
        <w:ilvl w:val="7"/>
        <w:numId w:val="6"/>
      </w:numPr>
      <w:tabs>
        <w:tab w:val="left" w:pos="1440"/>
        <w:tab w:val="left" w:pos="1800"/>
        <w:tab w:val="left" w:pos="2160"/>
        <w:tab w:val="left" w:pos="2520"/>
        <w:tab w:val="left" w:pos="2610"/>
      </w:tabs>
      <w:suppressAutoHyphens/>
      <w:spacing w:after="0" w:line="360" w:lineRule="auto"/>
    </w:pPr>
  </w:style>
  <w:style w:type="paragraph" w:customStyle="1" w:styleId="PART">
    <w:name w:val="PART"/>
    <w:basedOn w:val="Normal"/>
    <w:rsid w:val="00257908"/>
    <w:pPr>
      <w:numPr>
        <w:numId w:val="6"/>
      </w:numPr>
    </w:pPr>
    <w:rPr>
      <w:b/>
      <w:caps/>
    </w:rPr>
  </w:style>
  <w:style w:type="paragraph" w:customStyle="1" w:styleId="Level7">
    <w:name w:val="Level 7"/>
    <w:basedOn w:val="Level6"/>
    <w:rsid w:val="00257908"/>
    <w:pPr>
      <w:numPr>
        <w:ilvl w:val="8"/>
      </w:numPr>
    </w:pPr>
  </w:style>
  <w:style w:type="paragraph" w:styleId="ListParagraph">
    <w:name w:val="List Paragraph"/>
    <w:basedOn w:val="Normal"/>
    <w:uiPriority w:val="34"/>
    <w:qFormat/>
    <w:rsid w:val="009F2E19"/>
    <w:pPr>
      <w:overflowPunct/>
      <w:autoSpaceDE/>
      <w:autoSpaceDN/>
      <w:adjustRightInd/>
      <w:spacing w:after="200" w:line="276" w:lineRule="auto"/>
      <w:ind w:left="720"/>
      <w:contextualSpacing/>
      <w:textAlignment w:val="auto"/>
    </w:pPr>
    <w:rPr>
      <w:rFonts w:asciiTheme="minorHAnsi" w:eastAsiaTheme="minorHAnsi" w:hAnsiTheme="minorHAnsi" w:cstheme="minorBidi"/>
      <w:sz w:val="22"/>
      <w:szCs w:val="22"/>
    </w:rPr>
  </w:style>
  <w:style w:type="paragraph" w:styleId="BalloonText">
    <w:name w:val="Balloon Text"/>
    <w:basedOn w:val="Normal"/>
    <w:link w:val="BalloonTextChar"/>
    <w:rsid w:val="004D6973"/>
    <w:pPr>
      <w:spacing w:after="0"/>
    </w:pPr>
    <w:rPr>
      <w:rFonts w:ascii="Tahoma" w:hAnsi="Tahoma" w:cs="Tahoma"/>
      <w:sz w:val="16"/>
      <w:szCs w:val="16"/>
    </w:rPr>
  </w:style>
  <w:style w:type="character" w:customStyle="1" w:styleId="BalloonTextChar">
    <w:name w:val="Balloon Text Char"/>
    <w:basedOn w:val="DefaultParagraphFont"/>
    <w:link w:val="BalloonText"/>
    <w:rsid w:val="004D69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7908"/>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rsid w:val="00257908"/>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sid w:val="00257908"/>
    <w:pPr>
      <w:numPr>
        <w:ilvl w:val="1"/>
        <w:numId w:val="6"/>
      </w:numPr>
    </w:pPr>
    <w:rPr>
      <w:b/>
    </w:rPr>
  </w:style>
  <w:style w:type="paragraph" w:styleId="Footer">
    <w:name w:val="footer"/>
    <w:basedOn w:val="Header"/>
    <w:rsid w:val="00257908"/>
    <w:pPr>
      <w:jc w:val="center"/>
    </w:pPr>
  </w:style>
  <w:style w:type="paragraph" w:styleId="Header">
    <w:name w:val="header"/>
    <w:basedOn w:val="SpecNormal"/>
    <w:rsid w:val="00257908"/>
    <w:pPr>
      <w:spacing w:line="240" w:lineRule="auto"/>
      <w:jc w:val="right"/>
    </w:pPr>
  </w:style>
  <w:style w:type="paragraph" w:customStyle="1" w:styleId="Level10">
    <w:name w:val="Level1"/>
    <w:basedOn w:val="SpecNormal"/>
    <w:rsid w:val="0016422C"/>
    <w:pPr>
      <w:tabs>
        <w:tab w:val="left" w:pos="720"/>
      </w:tabs>
      <w:ind w:left="720" w:hanging="360"/>
    </w:pPr>
  </w:style>
  <w:style w:type="paragraph" w:customStyle="1" w:styleId="Level20">
    <w:name w:val="Level2"/>
    <w:basedOn w:val="Level10"/>
    <w:rsid w:val="0016422C"/>
    <w:pPr>
      <w:tabs>
        <w:tab w:val="clear" w:pos="720"/>
        <w:tab w:val="left" w:pos="1080"/>
      </w:tabs>
      <w:ind w:left="1080"/>
    </w:pPr>
  </w:style>
  <w:style w:type="paragraph" w:customStyle="1" w:styleId="SpecNote">
    <w:name w:val="SpecNote"/>
    <w:basedOn w:val="SpecNormal"/>
    <w:rsid w:val="00257908"/>
    <w:pPr>
      <w:tabs>
        <w:tab w:val="left" w:pos="4680"/>
      </w:tabs>
      <w:spacing w:line="240" w:lineRule="auto"/>
      <w:ind w:left="4320"/>
    </w:pPr>
  </w:style>
  <w:style w:type="paragraph" w:customStyle="1" w:styleId="SpecTable">
    <w:name w:val="SpecTable"/>
    <w:basedOn w:val="SpecNormal"/>
    <w:rsid w:val="00257908"/>
    <w:pPr>
      <w:spacing w:before="60" w:after="60" w:line="240" w:lineRule="auto"/>
      <w:jc w:val="center"/>
    </w:pPr>
    <w:rPr>
      <w:spacing w:val="-2"/>
    </w:rPr>
  </w:style>
  <w:style w:type="paragraph" w:customStyle="1" w:styleId="Article">
    <w:name w:val="Article"/>
    <w:basedOn w:val="Normal"/>
    <w:next w:val="Level1"/>
    <w:rsid w:val="00257908"/>
    <w:pPr>
      <w:keepNext/>
      <w:keepLines/>
      <w:suppressAutoHyphens/>
    </w:pPr>
    <w:rPr>
      <w:caps/>
    </w:rPr>
  </w:style>
  <w:style w:type="paragraph" w:customStyle="1" w:styleId="Level30">
    <w:name w:val="Level3"/>
    <w:basedOn w:val="Level20"/>
    <w:rsid w:val="0016422C"/>
    <w:pPr>
      <w:tabs>
        <w:tab w:val="clear" w:pos="1080"/>
        <w:tab w:val="left" w:pos="1440"/>
      </w:tabs>
      <w:ind w:left="1440"/>
    </w:pPr>
  </w:style>
  <w:style w:type="paragraph" w:customStyle="1" w:styleId="Level40">
    <w:name w:val="Level4"/>
    <w:basedOn w:val="Level30"/>
    <w:rsid w:val="0016422C"/>
    <w:pPr>
      <w:tabs>
        <w:tab w:val="left" w:pos="1800"/>
      </w:tabs>
      <w:ind w:left="1800"/>
    </w:pPr>
  </w:style>
  <w:style w:type="paragraph" w:customStyle="1" w:styleId="SpecTitle">
    <w:name w:val="SpecTitle"/>
    <w:basedOn w:val="SpecNormal"/>
    <w:rsid w:val="00257908"/>
    <w:pPr>
      <w:spacing w:after="240" w:line="240" w:lineRule="auto"/>
      <w:jc w:val="center"/>
    </w:pPr>
    <w:rPr>
      <w:b/>
      <w:caps/>
    </w:rPr>
  </w:style>
  <w:style w:type="paragraph" w:customStyle="1" w:styleId="Level50">
    <w:name w:val="Level5"/>
    <w:basedOn w:val="Level40"/>
    <w:rsid w:val="0016422C"/>
    <w:pPr>
      <w:tabs>
        <w:tab w:val="left" w:pos="2160"/>
      </w:tabs>
      <w:ind w:left="2160"/>
    </w:pPr>
  </w:style>
  <w:style w:type="paragraph" w:customStyle="1" w:styleId="Pubs">
    <w:name w:val="Pubs"/>
    <w:basedOn w:val="Level1"/>
    <w:rsid w:val="00257908"/>
    <w:pPr>
      <w:tabs>
        <w:tab w:val="clear" w:pos="720"/>
        <w:tab w:val="left" w:leader="dot" w:pos="3600"/>
      </w:tabs>
      <w:ind w:left="3600" w:hanging="2880"/>
    </w:pPr>
  </w:style>
  <w:style w:type="paragraph" w:customStyle="1" w:styleId="SpecNormal">
    <w:name w:val="SpecNormal"/>
    <w:basedOn w:val="Normal"/>
    <w:rsid w:val="00257908"/>
    <w:pPr>
      <w:suppressAutoHyphens/>
      <w:spacing w:after="0" w:line="360" w:lineRule="auto"/>
    </w:pPr>
  </w:style>
  <w:style w:type="paragraph" w:customStyle="1" w:styleId="Level60">
    <w:name w:val="Level6"/>
    <w:basedOn w:val="Normal"/>
    <w:rsid w:val="0016422C"/>
    <w:pPr>
      <w:tabs>
        <w:tab w:val="left" w:pos="1440"/>
        <w:tab w:val="left" w:pos="1800"/>
        <w:tab w:val="left" w:pos="2160"/>
        <w:tab w:val="left" w:pos="2520"/>
        <w:tab w:val="left" w:pos="2610"/>
      </w:tabs>
      <w:suppressAutoHyphens/>
      <w:spacing w:after="0" w:line="360" w:lineRule="auto"/>
      <w:ind w:left="2160"/>
    </w:pPr>
  </w:style>
  <w:style w:type="paragraph" w:customStyle="1" w:styleId="Level1">
    <w:name w:val="Level 1"/>
    <w:basedOn w:val="SpecNormal"/>
    <w:rsid w:val="00257908"/>
    <w:pPr>
      <w:numPr>
        <w:ilvl w:val="2"/>
        <w:numId w:val="6"/>
      </w:numPr>
    </w:pPr>
  </w:style>
  <w:style w:type="paragraph" w:customStyle="1" w:styleId="Level2">
    <w:name w:val="Level 2"/>
    <w:basedOn w:val="Level1"/>
    <w:rsid w:val="00257908"/>
    <w:pPr>
      <w:numPr>
        <w:ilvl w:val="3"/>
      </w:numPr>
    </w:pPr>
  </w:style>
  <w:style w:type="paragraph" w:customStyle="1" w:styleId="Level3">
    <w:name w:val="Level 3"/>
    <w:basedOn w:val="Level2"/>
    <w:rsid w:val="00257908"/>
    <w:pPr>
      <w:numPr>
        <w:ilvl w:val="4"/>
      </w:numPr>
    </w:pPr>
  </w:style>
  <w:style w:type="paragraph" w:customStyle="1" w:styleId="Level4">
    <w:name w:val="Level 4"/>
    <w:basedOn w:val="Level3"/>
    <w:rsid w:val="00257908"/>
    <w:pPr>
      <w:numPr>
        <w:ilvl w:val="5"/>
      </w:numPr>
    </w:pPr>
  </w:style>
  <w:style w:type="paragraph" w:customStyle="1" w:styleId="Level5">
    <w:name w:val="Level 5"/>
    <w:basedOn w:val="Level4"/>
    <w:rsid w:val="00257908"/>
    <w:pPr>
      <w:numPr>
        <w:ilvl w:val="6"/>
      </w:numPr>
    </w:pPr>
  </w:style>
  <w:style w:type="paragraph" w:customStyle="1" w:styleId="Level6">
    <w:name w:val="Level 6"/>
    <w:basedOn w:val="Normal"/>
    <w:rsid w:val="00257908"/>
    <w:pPr>
      <w:numPr>
        <w:ilvl w:val="7"/>
        <w:numId w:val="6"/>
      </w:numPr>
      <w:tabs>
        <w:tab w:val="left" w:pos="1440"/>
        <w:tab w:val="left" w:pos="1800"/>
        <w:tab w:val="left" w:pos="2160"/>
        <w:tab w:val="left" w:pos="2520"/>
        <w:tab w:val="left" w:pos="2610"/>
      </w:tabs>
      <w:suppressAutoHyphens/>
      <w:spacing w:after="0" w:line="360" w:lineRule="auto"/>
    </w:pPr>
  </w:style>
  <w:style w:type="paragraph" w:customStyle="1" w:styleId="PART">
    <w:name w:val="PART"/>
    <w:basedOn w:val="Normal"/>
    <w:rsid w:val="00257908"/>
    <w:pPr>
      <w:numPr>
        <w:numId w:val="6"/>
      </w:numPr>
    </w:pPr>
    <w:rPr>
      <w:b/>
      <w:caps/>
    </w:rPr>
  </w:style>
  <w:style w:type="paragraph" w:customStyle="1" w:styleId="Level7">
    <w:name w:val="Level 7"/>
    <w:basedOn w:val="Level6"/>
    <w:rsid w:val="00257908"/>
    <w:pPr>
      <w:numPr>
        <w:ilvl w:val="8"/>
      </w:numPr>
    </w:pPr>
  </w:style>
  <w:style w:type="paragraph" w:styleId="ListParagraph">
    <w:name w:val="List Paragraph"/>
    <w:basedOn w:val="Normal"/>
    <w:uiPriority w:val="34"/>
    <w:qFormat/>
    <w:rsid w:val="009F2E19"/>
    <w:pPr>
      <w:overflowPunct/>
      <w:autoSpaceDE/>
      <w:autoSpaceDN/>
      <w:adjustRightInd/>
      <w:spacing w:after="200" w:line="276" w:lineRule="auto"/>
      <w:ind w:left="720"/>
      <w:contextualSpacing/>
      <w:textAlignment w:val="auto"/>
    </w:pPr>
    <w:rPr>
      <w:rFonts w:asciiTheme="minorHAnsi" w:eastAsiaTheme="minorHAnsi" w:hAnsiTheme="minorHAnsi" w:cstheme="minorBidi"/>
      <w:sz w:val="22"/>
      <w:szCs w:val="22"/>
    </w:rPr>
  </w:style>
  <w:style w:type="paragraph" w:styleId="BalloonText">
    <w:name w:val="Balloon Text"/>
    <w:basedOn w:val="Normal"/>
    <w:link w:val="BalloonTextChar"/>
    <w:rsid w:val="004D6973"/>
    <w:pPr>
      <w:spacing w:after="0"/>
    </w:pPr>
    <w:rPr>
      <w:rFonts w:ascii="Tahoma" w:hAnsi="Tahoma" w:cs="Tahoma"/>
      <w:sz w:val="16"/>
      <w:szCs w:val="16"/>
    </w:rPr>
  </w:style>
  <w:style w:type="character" w:customStyle="1" w:styleId="BalloonTextChar">
    <w:name w:val="Balloon Text Char"/>
    <w:basedOn w:val="DefaultParagraphFont"/>
    <w:link w:val="BalloonText"/>
    <w:rsid w:val="004D69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nsana\AppData\Roaming\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5771DF-2300-4583-B8FD-427F7A023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Spec.dot</Template>
  <TotalTime>1</TotalTime>
  <Pages>3</Pages>
  <Words>824</Words>
  <Characters>5007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Cannon Design</Company>
  <LinksUpToDate>false</LinksUpToDate>
  <CharactersWithSpaces>5820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vhacowellsf</dc:creator>
  <cp:lastModifiedBy>Johnson, Ronald D. (CFM)</cp:lastModifiedBy>
  <cp:revision>2</cp:revision>
  <cp:lastPrinted>2015-04-17T18:22:00Z</cp:lastPrinted>
  <dcterms:created xsi:type="dcterms:W3CDTF">2016-10-11T13:22:00Z</dcterms:created>
  <dcterms:modified xsi:type="dcterms:W3CDTF">2016-10-11T13:22:00Z</dcterms:modified>
</cp:coreProperties>
</file>