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34D51" w14:textId="77777777" w:rsidR="001A228B" w:rsidRDefault="00B0006C">
      <w:pPr>
        <w:pStyle w:val="SpecTitle"/>
        <w:outlineLvl w:val="0"/>
      </w:pPr>
      <w:r>
        <w:t>SECTION 23 21 13</w:t>
      </w:r>
    </w:p>
    <w:p w14:paraId="4489C8EF" w14:textId="77777777" w:rsidR="001A228B" w:rsidRDefault="00B0006C">
      <w:pPr>
        <w:pStyle w:val="SpecTitle"/>
        <w:outlineLvl w:val="0"/>
      </w:pPr>
      <w:r>
        <w:t>HYDRONIC PIPING</w:t>
      </w:r>
    </w:p>
    <w:p w14:paraId="74EE4E9D" w14:textId="77777777" w:rsidR="001A228B" w:rsidRDefault="001A228B">
      <w:pPr>
        <w:pStyle w:val="SpecTitle"/>
      </w:pPr>
    </w:p>
    <w:p w14:paraId="754ADC69" w14:textId="77777777" w:rsidR="001A228B" w:rsidRDefault="00B0006C">
      <w:pPr>
        <w:pStyle w:val="SpecNote"/>
        <w:outlineLvl w:val="9"/>
      </w:pPr>
      <w:r>
        <w:t>SPEC WRITER NOTES:</w:t>
      </w:r>
    </w:p>
    <w:p w14:paraId="53F6A041" w14:textId="47BA5C3B" w:rsidR="001A228B" w:rsidRDefault="00B0006C">
      <w:pPr>
        <w:pStyle w:val="SpecNoteNumbered"/>
      </w:pPr>
      <w:r>
        <w:t>1.</w:t>
      </w:r>
      <w:r>
        <w:tab/>
        <w:t>Delete between //</w:t>
      </w:r>
      <w:r w:rsidR="00D54DBA">
        <w:t>--</w:t>
      </w:r>
      <w:r w:rsidR="008D2EAB">
        <w:t xml:space="preserve"> </w:t>
      </w:r>
      <w:r w:rsidR="00D54DBA">
        <w:t>--</w:t>
      </w:r>
      <w:r>
        <w:t>// if not applicable to project. Also delete any other item or paragraph not applicable in the Section and renumber the paragraphs.</w:t>
      </w:r>
    </w:p>
    <w:p w14:paraId="376EBE0C" w14:textId="77777777" w:rsidR="001A228B" w:rsidRDefault="00B0006C">
      <w:pPr>
        <w:pStyle w:val="SpecNoteNumbered"/>
      </w:pPr>
      <w:r>
        <w:t>2.</w:t>
      </w:r>
      <w:r>
        <w:tab/>
        <w:t>References to pressure in this section are gauge pressure unless otherwise noted.</w:t>
      </w:r>
    </w:p>
    <w:p w14:paraId="2E7DA36F" w14:textId="77777777" w:rsidR="001A228B" w:rsidRDefault="00B0006C">
      <w:pPr>
        <w:pStyle w:val="SpecNoteNumbered"/>
        <w:rPr>
          <w:rFonts w:cs="Courier New"/>
        </w:rPr>
      </w:pPr>
      <w:r>
        <w:t>3.</w:t>
      </w:r>
      <w:r>
        <w:tab/>
      </w:r>
      <w:r>
        <w:rPr>
          <w:rFonts w:cs="Courier New"/>
        </w:rPr>
        <w:t>Provide the year of latest edition to each publication given in paragraph APPLICABLE PUBLICATIONS.</w:t>
      </w:r>
    </w:p>
    <w:p w14:paraId="24F3A155" w14:textId="77777777" w:rsidR="001A228B" w:rsidRDefault="001A228B">
      <w:pPr>
        <w:pStyle w:val="SpecNote"/>
        <w:outlineLvl w:val="9"/>
      </w:pPr>
    </w:p>
    <w:p w14:paraId="318102B6" w14:textId="77777777" w:rsidR="001A228B" w:rsidRDefault="00B0006C">
      <w:pPr>
        <w:pStyle w:val="PART"/>
      </w:pPr>
      <w:r>
        <w:t>GENERAL</w:t>
      </w:r>
    </w:p>
    <w:p w14:paraId="3D51C8E0" w14:textId="77777777" w:rsidR="001A228B" w:rsidRDefault="00B0006C">
      <w:pPr>
        <w:pStyle w:val="ArticleB"/>
        <w:keepLines w:val="0"/>
        <w:outlineLvl w:val="1"/>
      </w:pPr>
      <w:r>
        <w:t>DESCRIPTION</w:t>
      </w:r>
    </w:p>
    <w:p w14:paraId="0593FB2A" w14:textId="77777777" w:rsidR="001A228B" w:rsidRDefault="00B0006C">
      <w:pPr>
        <w:pStyle w:val="Level1"/>
        <w:keepNext/>
      </w:pPr>
      <w:r>
        <w:t>Water piping to connect HVAC equipment, including the following:</w:t>
      </w:r>
    </w:p>
    <w:p w14:paraId="1917402B" w14:textId="77777777" w:rsidR="001A228B" w:rsidRDefault="00B0006C">
      <w:pPr>
        <w:pStyle w:val="Level2"/>
      </w:pPr>
      <w:r>
        <w:t>Chilled water, condenser water, heating hot water and drain piping.</w:t>
      </w:r>
    </w:p>
    <w:p w14:paraId="2C057728" w14:textId="77777777" w:rsidR="001A228B" w:rsidRDefault="00B0006C">
      <w:pPr>
        <w:pStyle w:val="Level2"/>
      </w:pPr>
      <w:r>
        <w:t>Extension of domestic water make-up piping for HVAC systems.</w:t>
      </w:r>
    </w:p>
    <w:p w14:paraId="68B90296" w14:textId="77777777" w:rsidR="001A228B" w:rsidRDefault="00B0006C">
      <w:pPr>
        <w:pStyle w:val="Level2"/>
      </w:pPr>
      <w:r>
        <w:t>Glycol-water piping.</w:t>
      </w:r>
    </w:p>
    <w:p w14:paraId="1CA51228" w14:textId="77777777" w:rsidR="001A228B" w:rsidRDefault="00B0006C">
      <w:pPr>
        <w:pStyle w:val="Level1"/>
      </w:pPr>
      <w:r>
        <w:t xml:space="preserve">A complete listing of common acronyms and abbreviations are included in //Section 23 05 10, COMMON WORK RESULTS FOR BOILER PLANT AND STEAM GENERATION// //Section 23 05 11, COMMON WORK RESULTS FOR HVAC//. </w:t>
      </w:r>
    </w:p>
    <w:p w14:paraId="03B63DF6" w14:textId="77777777" w:rsidR="001A228B" w:rsidRDefault="00B0006C">
      <w:pPr>
        <w:pStyle w:val="ArticleB"/>
        <w:keepLines w:val="0"/>
        <w:outlineLvl w:val="1"/>
      </w:pPr>
      <w:r>
        <w:t>RELATED WORK</w:t>
      </w:r>
    </w:p>
    <w:p w14:paraId="0173A70A" w14:textId="77777777" w:rsidR="001A228B" w:rsidRDefault="00B0006C">
      <w:pPr>
        <w:pStyle w:val="Level1"/>
      </w:pPr>
      <w:r>
        <w:t>Section 01 00 00, GENERAL REQUIREMENTS.</w:t>
      </w:r>
    </w:p>
    <w:p w14:paraId="4CDBE59A" w14:textId="77777777" w:rsidR="001A228B" w:rsidRDefault="00B0006C">
      <w:pPr>
        <w:pStyle w:val="Level1"/>
      </w:pPr>
      <w:r>
        <w:t>Section 01 33 23, SHOP DRAWINGS, PRODUCT DATA, AND SAMPLES.</w:t>
      </w:r>
    </w:p>
    <w:p w14:paraId="2B041CEA" w14:textId="77777777" w:rsidR="001A228B" w:rsidRDefault="00B0006C">
      <w:pPr>
        <w:pStyle w:val="Level1"/>
      </w:pPr>
      <w:r>
        <w:t>Section 01 81 13, SUSTAINABLE CONSTRUCTION REQUIREMENTS.</w:t>
      </w:r>
    </w:p>
    <w:p w14:paraId="57D60563" w14:textId="77777777" w:rsidR="001A228B" w:rsidRDefault="00B0006C">
      <w:pPr>
        <w:pStyle w:val="Level1"/>
      </w:pPr>
      <w:r>
        <w:t>//Section 01 91 00, GENERAL COMMISSIONING REQUIREMENTS.//</w:t>
      </w:r>
    </w:p>
    <w:p w14:paraId="489992A3" w14:textId="77777777" w:rsidR="001A228B" w:rsidRDefault="00B0006C">
      <w:pPr>
        <w:pStyle w:val="Level1"/>
      </w:pPr>
      <w:r>
        <w:t>//Section 11 41 21, WALK-IN COOLERS AND FREEZERS.//</w:t>
      </w:r>
    </w:p>
    <w:p w14:paraId="469B51BA" w14:textId="77777777" w:rsidR="001A228B" w:rsidRDefault="00B0006C">
      <w:pPr>
        <w:pStyle w:val="Level1"/>
      </w:pPr>
      <w:r>
        <w:t>//Section 13 05 41, SEISMIC RESTRAINT REQUIREMENTS FOR NON-STRUCTURAL COMPONENTS.//</w:t>
      </w:r>
    </w:p>
    <w:p w14:paraId="4F9B3698" w14:textId="77777777" w:rsidR="001A228B" w:rsidRDefault="00B0006C">
      <w:pPr>
        <w:pStyle w:val="Level1"/>
      </w:pPr>
      <w:r>
        <w:t>//Section 23 05 10, COMMON WORK RESULTS FOR BOILER PLANT AND STEAM GENERATION.//</w:t>
      </w:r>
    </w:p>
    <w:p w14:paraId="108A3FE3" w14:textId="77777777" w:rsidR="001A228B" w:rsidRDefault="00B0006C">
      <w:pPr>
        <w:pStyle w:val="Level1"/>
      </w:pPr>
      <w:r>
        <w:t>//Section 23 05 11, COMMON WORK RESULTS FOR HVAC.//</w:t>
      </w:r>
    </w:p>
    <w:p w14:paraId="22C192B3" w14:textId="77777777" w:rsidR="001A228B" w:rsidRDefault="00B0006C">
      <w:pPr>
        <w:pStyle w:val="Level1"/>
      </w:pPr>
      <w:r>
        <w:t>Section 23 05 41, NOISE AND VIBRATION CONTROL FOR HVAC PIPING AND EQUIPMENT.</w:t>
      </w:r>
    </w:p>
    <w:p w14:paraId="7725AF72" w14:textId="77777777" w:rsidR="001A228B" w:rsidRDefault="00B0006C">
      <w:pPr>
        <w:pStyle w:val="Level1"/>
      </w:pPr>
      <w:r>
        <w:t>Section 23 07 11, HVAC AND BOILER PLANT INSULATION.</w:t>
      </w:r>
    </w:p>
    <w:p w14:paraId="7BC8A11F" w14:textId="77777777" w:rsidR="001A228B" w:rsidRDefault="00B0006C">
      <w:pPr>
        <w:pStyle w:val="Level1"/>
      </w:pPr>
      <w:r>
        <w:t>//Section 23 08 00, COMMISSIONING OF HVAC SYSTEMS.//</w:t>
      </w:r>
    </w:p>
    <w:p w14:paraId="5ADA1414" w14:textId="77777777" w:rsidR="001A228B" w:rsidRDefault="00B0006C">
      <w:pPr>
        <w:pStyle w:val="Level1"/>
      </w:pPr>
      <w:r>
        <w:t>Section 23 09 23, DIRECT-DIGITAL CONTROL SYSTEM FOR HVAC.</w:t>
      </w:r>
    </w:p>
    <w:p w14:paraId="7B4119CE" w14:textId="77777777" w:rsidR="001A228B" w:rsidRDefault="00B0006C">
      <w:pPr>
        <w:pStyle w:val="Level1"/>
      </w:pPr>
      <w:r>
        <w:t>Section 23 21 23, HYDRONIC PUMPS.</w:t>
      </w:r>
    </w:p>
    <w:p w14:paraId="0B87EC2D" w14:textId="77777777" w:rsidR="001A228B" w:rsidRDefault="00B0006C">
      <w:pPr>
        <w:pStyle w:val="Level1"/>
      </w:pPr>
      <w:r>
        <w:t>//Section 23 22 13, STEAM AND CONDENSATE HEATING PIPING.//</w:t>
      </w:r>
    </w:p>
    <w:p w14:paraId="787C2308" w14:textId="77777777" w:rsidR="001A228B" w:rsidRDefault="00B0006C">
      <w:pPr>
        <w:pStyle w:val="Level1"/>
      </w:pPr>
      <w:r>
        <w:lastRenderedPageBreak/>
        <w:t>Section 23 25 00, HVAC WATER TREATMENT.</w:t>
      </w:r>
    </w:p>
    <w:p w14:paraId="4D58DBF2" w14:textId="77777777" w:rsidR="001A228B" w:rsidRDefault="00B0006C">
      <w:pPr>
        <w:pStyle w:val="Level1"/>
      </w:pPr>
      <w:r>
        <w:t>Section 23 82 00, CONVECTION HEATING AND COOLING UNITS.</w:t>
      </w:r>
    </w:p>
    <w:p w14:paraId="64FABE6F" w14:textId="77777777" w:rsidR="001A228B" w:rsidRDefault="00B0006C">
      <w:pPr>
        <w:pStyle w:val="Level1"/>
      </w:pPr>
      <w:r>
        <w:t>Section 31 20 00, EARTHWORK: Excavation and backfill.</w:t>
      </w:r>
    </w:p>
    <w:p w14:paraId="02689B45" w14:textId="77777777" w:rsidR="001A228B" w:rsidRDefault="00B0006C">
      <w:pPr>
        <w:pStyle w:val="ArticleB"/>
        <w:keepLines w:val="0"/>
        <w:outlineLvl w:val="1"/>
      </w:pPr>
      <w:r>
        <w:t>APPLICABLE PUBLICATIONS</w:t>
      </w:r>
    </w:p>
    <w:p w14:paraId="02194B9C" w14:textId="77777777" w:rsidR="001A228B" w:rsidRDefault="00B0006C">
      <w:pPr>
        <w:pStyle w:val="SpecNote"/>
        <w:outlineLvl w:val="9"/>
        <w:rPr>
          <w:rFonts w:eastAsia="Calibri"/>
        </w:rPr>
      </w:pPr>
      <w:r>
        <w:rPr>
          <w:rFonts w:eastAsia="Calibri"/>
        </w:rPr>
        <w:t xml:space="preserve">SPEC WRITER NOTES: </w:t>
      </w:r>
    </w:p>
    <w:p w14:paraId="1F76533A" w14:textId="77777777" w:rsidR="001A228B" w:rsidRDefault="00B0006C">
      <w:pPr>
        <w:pStyle w:val="SpecNoteNumbered"/>
        <w:rPr>
          <w:rFonts w:cs="Courier New"/>
        </w:rPr>
      </w:pPr>
      <w:r>
        <w:rPr>
          <w:rFonts w:eastAsia="Calibri"/>
          <w:bCs/>
        </w:rPr>
        <w:t>1.</w:t>
      </w:r>
      <w:r>
        <w:rPr>
          <w:rFonts w:eastAsia="Calibri"/>
          <w:bCs/>
        </w:rPr>
        <w:tab/>
        <w:t>Make material requirements agree with requirements</w:t>
      </w:r>
      <w:r>
        <w:rPr>
          <w:rFonts w:eastAsia="Calibri"/>
        </w:rPr>
        <w:t xml:space="preserve"> specified in the referenced Applicable Publications. Verify and update the publication list to that which applies to the project, unless the reference applies to all mechanical systems. Publications that apply to all mechanical systems may not be specifically referenced in the body of the specification, but shall form a part of this specification.</w:t>
      </w:r>
      <w:r>
        <w:rPr>
          <w:rFonts w:cs="Courier New"/>
        </w:rPr>
        <w:t xml:space="preserve"> </w:t>
      </w:r>
    </w:p>
    <w:p w14:paraId="1963A159" w14:textId="77777777" w:rsidR="001A228B" w:rsidRDefault="00B0006C">
      <w:pPr>
        <w:pStyle w:val="SpecNoteNumbered"/>
      </w:pPr>
      <w:r>
        <w:t>2.</w:t>
      </w:r>
      <w:r>
        <w:tab/>
        <w:t>Insert the year of approved latest edition of the publications between the brackets //   // and delete the brackets if applicable to this project.</w:t>
      </w:r>
    </w:p>
    <w:p w14:paraId="1E3197E5" w14:textId="77777777" w:rsidR="001A228B" w:rsidRDefault="001A228B">
      <w:pPr>
        <w:pStyle w:val="SpecNoteNumbered"/>
      </w:pPr>
    </w:p>
    <w:p w14:paraId="6F9CE762" w14:textId="77777777" w:rsidR="001A228B" w:rsidRDefault="00B0006C">
      <w:pPr>
        <w:pStyle w:val="Level1"/>
      </w:pPr>
      <w:r>
        <w:t>The publications listed below form a part of this specification to the extent referenced. The publications are referenced in the text by the basic designation only. Where conflicts occur these specifications and the VHA standard will govern.</w:t>
      </w:r>
    </w:p>
    <w:p w14:paraId="71658778" w14:textId="77777777" w:rsidR="001A228B" w:rsidRDefault="00B0006C">
      <w:pPr>
        <w:pStyle w:val="Level1"/>
        <w:keepNext/>
      </w:pPr>
      <w:r>
        <w:t>American Society of Mechanical Engineers (ASME):</w:t>
      </w:r>
    </w:p>
    <w:p w14:paraId="5F0B03F2" w14:textId="77777777" w:rsidR="001A228B" w:rsidRDefault="00B0006C">
      <w:pPr>
        <w:pStyle w:val="Pubs"/>
      </w:pPr>
      <w:r>
        <w:t>B1.20.1-//2013//</w:t>
      </w:r>
      <w:r>
        <w:tab/>
        <w:t>Pipe Threads, General Purpose, Inch</w:t>
      </w:r>
    </w:p>
    <w:p w14:paraId="44A356C5" w14:textId="77777777" w:rsidR="001A228B" w:rsidRDefault="00B0006C">
      <w:pPr>
        <w:pStyle w:val="Pubs"/>
      </w:pPr>
      <w:r>
        <w:t>B16.3-//2016//</w:t>
      </w:r>
      <w:r>
        <w:tab/>
        <w:t>Malleable Iron Threaded Fittings: Classes 150 and 300</w:t>
      </w:r>
    </w:p>
    <w:p w14:paraId="4944A712" w14:textId="77777777" w:rsidR="001A228B" w:rsidRDefault="00B0006C">
      <w:pPr>
        <w:pStyle w:val="Pubs"/>
      </w:pPr>
      <w:r>
        <w:t>B16.4-//2016//</w:t>
      </w:r>
      <w:r>
        <w:tab/>
        <w:t>Gray Iron Threaded Fittings: (Classes 125 and 250)</w:t>
      </w:r>
    </w:p>
    <w:p w14:paraId="69CA3FC5" w14:textId="77777777" w:rsidR="001A228B" w:rsidRDefault="00B0006C">
      <w:pPr>
        <w:pStyle w:val="Pubs"/>
      </w:pPr>
      <w:r>
        <w:t>B16.5-//2020//</w:t>
      </w:r>
      <w:r>
        <w:tab/>
        <w:t>Pipe Flanges and Flanged Fittings: NPS 1/2 through NPS 24 Metric/Inch Standard</w:t>
      </w:r>
    </w:p>
    <w:p w14:paraId="0EFD476E" w14:textId="77777777" w:rsidR="001A228B" w:rsidRDefault="00B0006C">
      <w:pPr>
        <w:pStyle w:val="Pubs"/>
      </w:pPr>
      <w:r>
        <w:t>B16.9-//2018//</w:t>
      </w:r>
      <w:r>
        <w:tab/>
        <w:t>Factory Made Wrought Buttwelding Fittings</w:t>
      </w:r>
    </w:p>
    <w:p w14:paraId="25A9F8CA" w14:textId="77777777" w:rsidR="001A228B" w:rsidRDefault="00B0006C">
      <w:pPr>
        <w:pStyle w:val="Pubs"/>
      </w:pPr>
      <w:r>
        <w:t>B16.11-//2016//</w:t>
      </w:r>
      <w:r>
        <w:tab/>
        <w:t>Forged Fittings, Socket-Welding and Threaded</w:t>
      </w:r>
    </w:p>
    <w:p w14:paraId="04BA2F35" w14:textId="77777777" w:rsidR="001A228B" w:rsidRDefault="00B0006C">
      <w:pPr>
        <w:pStyle w:val="Pubs"/>
      </w:pPr>
      <w:r>
        <w:t>B16.18-//2018//</w:t>
      </w:r>
      <w:r>
        <w:tab/>
        <w:t>Cast Copper Alloy Solder Joint Pressure Fittings</w:t>
      </w:r>
    </w:p>
    <w:p w14:paraId="75B1C537" w14:textId="77777777" w:rsidR="001A228B" w:rsidRDefault="00B0006C">
      <w:pPr>
        <w:pStyle w:val="Pubs"/>
      </w:pPr>
      <w:r>
        <w:t>B16.22-//2018//</w:t>
      </w:r>
      <w:r>
        <w:tab/>
        <w:t>Wrought Copper and Copper Alloy Solder-Joint Pressure Fittings</w:t>
      </w:r>
    </w:p>
    <w:p w14:paraId="3FE7BB54" w14:textId="77777777" w:rsidR="001A228B" w:rsidRDefault="00B0006C">
      <w:pPr>
        <w:pStyle w:val="Pubs"/>
      </w:pPr>
      <w:r>
        <w:t>B16.24-//2016//</w:t>
      </w:r>
      <w:r>
        <w:tab/>
        <w:t>Cast Copper Alloy Pipe Flanges, Flanged Fittings, and Valves: Classes 150, 300, 600, 900, 1500, and 2500</w:t>
      </w:r>
    </w:p>
    <w:p w14:paraId="380A522B" w14:textId="77777777" w:rsidR="001A228B" w:rsidRDefault="00B0006C">
      <w:pPr>
        <w:pStyle w:val="Pubs"/>
      </w:pPr>
      <w:r>
        <w:lastRenderedPageBreak/>
        <w:t>B16.39-//2019//</w:t>
      </w:r>
      <w:r>
        <w:tab/>
        <w:t>Malleable Iron Threaded Pipe Unions: Classes 150, 250, and 300</w:t>
      </w:r>
    </w:p>
    <w:p w14:paraId="7EFF0E7D" w14:textId="77777777" w:rsidR="001A228B" w:rsidRDefault="00B0006C">
      <w:pPr>
        <w:pStyle w:val="Pubs"/>
      </w:pPr>
      <w:r>
        <w:t>B16.42-//2016//</w:t>
      </w:r>
      <w:r>
        <w:tab/>
        <w:t>Ductile Iron Pipe Flanges and Flanged Fittings: Classes 150 and 300</w:t>
      </w:r>
    </w:p>
    <w:p w14:paraId="19DBCD92" w14:textId="77777777" w:rsidR="001A228B" w:rsidRDefault="00B0006C">
      <w:pPr>
        <w:pStyle w:val="Pubs"/>
      </w:pPr>
      <w:r>
        <w:t>B31.9-//2020//</w:t>
      </w:r>
      <w:r>
        <w:tab/>
        <w:t>Building Services Piping</w:t>
      </w:r>
    </w:p>
    <w:p w14:paraId="206A0CC5" w14:textId="77777777" w:rsidR="001A228B" w:rsidRDefault="00B0006C">
      <w:pPr>
        <w:pStyle w:val="Pubs"/>
      </w:pPr>
      <w:r>
        <w:t>B40.100-//2013//</w:t>
      </w:r>
      <w:r>
        <w:tab/>
        <w:t>Pressure Gauges and Gauge Attachments</w:t>
      </w:r>
    </w:p>
    <w:p w14:paraId="1F7893EC" w14:textId="77777777" w:rsidR="001A228B" w:rsidRDefault="00B0006C">
      <w:pPr>
        <w:pStyle w:val="Pubs"/>
      </w:pPr>
      <w:r>
        <w:t>ASME Boiler and Pressure Vessel Code (BPVC):</w:t>
      </w:r>
    </w:p>
    <w:p w14:paraId="6FCF7A9B" w14:textId="77777777" w:rsidR="001A228B" w:rsidRDefault="00B0006C">
      <w:pPr>
        <w:pStyle w:val="Pubs"/>
      </w:pPr>
      <w:r>
        <w:t>BPVC Section VIII-//2021//</w:t>
      </w:r>
      <w:r>
        <w:tab/>
        <w:t>Rules for Construction of Pressure Vessels, Division 1</w:t>
      </w:r>
    </w:p>
    <w:p w14:paraId="059F7D28" w14:textId="77777777" w:rsidR="001A228B" w:rsidRDefault="00B0006C">
      <w:pPr>
        <w:pStyle w:val="Level1"/>
        <w:keepNext/>
      </w:pPr>
      <w:r>
        <w:t>American Society for Testing and Materials (ASTM):</w:t>
      </w:r>
    </w:p>
    <w:p w14:paraId="529109EC" w14:textId="77777777" w:rsidR="001A228B" w:rsidRDefault="00B0006C">
      <w:pPr>
        <w:pStyle w:val="Pubs"/>
      </w:pPr>
      <w:r>
        <w:t>A47/A47M-//1999(R2018)e1//</w:t>
      </w:r>
      <w:r>
        <w:tab/>
        <w:t>Standard Specification for Ferritic Malleable Iron Castings</w:t>
      </w:r>
    </w:p>
    <w:p w14:paraId="21368AE3" w14:textId="77777777" w:rsidR="001A228B" w:rsidRDefault="00B0006C">
      <w:pPr>
        <w:pStyle w:val="Pubs"/>
      </w:pPr>
      <w:r>
        <w:t>A53/A53M-//2020//</w:t>
      </w:r>
      <w:r>
        <w:tab/>
        <w:t>Standard Specification for Pipe, Steel, Black and Hot-Dipped, Zinc-Coated, Welded and Seamless</w:t>
      </w:r>
    </w:p>
    <w:p w14:paraId="447AEC5F" w14:textId="77777777" w:rsidR="001A228B" w:rsidRDefault="00B0006C">
      <w:pPr>
        <w:pStyle w:val="Pubs"/>
      </w:pPr>
      <w:r>
        <w:t>A106/A106M-//2019a//</w:t>
      </w:r>
      <w:r>
        <w:tab/>
        <w:t>Standard Specification for Seamless Carbon Steel Pipe for High-Temperature Service</w:t>
      </w:r>
    </w:p>
    <w:p w14:paraId="3ACAE469" w14:textId="77777777" w:rsidR="001A228B" w:rsidRDefault="00B0006C">
      <w:pPr>
        <w:pStyle w:val="Pubs"/>
      </w:pPr>
      <w:r>
        <w:t>A126-//2004(R2019)//</w:t>
      </w:r>
      <w:r>
        <w:tab/>
        <w:t>Standard Specification for Gray Iron Castings for Valves, Flanges, and Pipe Fittings</w:t>
      </w:r>
    </w:p>
    <w:p w14:paraId="14A95934" w14:textId="77777777" w:rsidR="001A228B" w:rsidRDefault="00B0006C">
      <w:pPr>
        <w:pStyle w:val="Pubs"/>
      </w:pPr>
      <w:r>
        <w:t>A183-//2014(R2020)//</w:t>
      </w:r>
      <w:r>
        <w:tab/>
        <w:t>Standard Specification for Carbon Steel Track Bolts and Nuts</w:t>
      </w:r>
    </w:p>
    <w:p w14:paraId="3FCFD730" w14:textId="77777777" w:rsidR="001A228B" w:rsidRDefault="00B0006C">
      <w:pPr>
        <w:pStyle w:val="Pubs"/>
      </w:pPr>
      <w:r>
        <w:t>A216/A216M-//2021//</w:t>
      </w:r>
      <w:r>
        <w:tab/>
        <w:t>Standard Specification for Steel Castings, Carbon, Suitable for Fusion Welding, for High</w:t>
      </w:r>
      <w:r>
        <w:noBreakHyphen/>
        <w:t>Temperature Service</w:t>
      </w:r>
    </w:p>
    <w:p w14:paraId="237F283A" w14:textId="77777777" w:rsidR="001A228B" w:rsidRDefault="00B0006C">
      <w:pPr>
        <w:pStyle w:val="Pubs"/>
      </w:pPr>
      <w:r>
        <w:t>A307-//2021//</w:t>
      </w:r>
      <w:r>
        <w:tab/>
        <w:t>Standard Specification for Carbon Steel Bolts, Studs, and Threaded Rod 60,000 PSI Tensile Strength</w:t>
      </w:r>
    </w:p>
    <w:p w14:paraId="6037001A" w14:textId="77777777" w:rsidR="001A228B" w:rsidRDefault="00B0006C">
      <w:pPr>
        <w:pStyle w:val="Pubs"/>
      </w:pPr>
      <w:r>
        <w:t>A536-//1984(R2019e1)//</w:t>
      </w:r>
      <w:r>
        <w:tab/>
        <w:t>Standard Specification for Ductile Iron Castings</w:t>
      </w:r>
    </w:p>
    <w:p w14:paraId="390BC6C7" w14:textId="77777777" w:rsidR="001A228B" w:rsidRDefault="00B0006C">
      <w:pPr>
        <w:pStyle w:val="Pubs"/>
      </w:pPr>
      <w:r>
        <w:t>B62-//2017//</w:t>
      </w:r>
      <w:r>
        <w:tab/>
        <w:t>Standard Specification for Composition Bronze or Ounce Metal Castings</w:t>
      </w:r>
    </w:p>
    <w:p w14:paraId="13D59843" w14:textId="77777777" w:rsidR="001A228B" w:rsidRDefault="00B0006C">
      <w:pPr>
        <w:pStyle w:val="Pubs"/>
      </w:pPr>
      <w:r>
        <w:t>B88-//2020//</w:t>
      </w:r>
      <w:r>
        <w:tab/>
        <w:t>Standard Specification for Seamless Copper Water Tube</w:t>
      </w:r>
    </w:p>
    <w:p w14:paraId="043EFF43" w14:textId="77777777" w:rsidR="001A228B" w:rsidRDefault="00B0006C">
      <w:pPr>
        <w:pStyle w:val="Pubs"/>
      </w:pPr>
      <w:r>
        <w:t>F439-//2019//</w:t>
      </w:r>
      <w:r>
        <w:tab/>
        <w:t>Standard Specification for Chlorinated Poly (Vinyl Chloride) (CPVC) Plastic Pipe Fittings, Schedule 80</w:t>
      </w:r>
    </w:p>
    <w:p w14:paraId="7FD3544D" w14:textId="77777777" w:rsidR="001A228B" w:rsidRDefault="00B0006C">
      <w:pPr>
        <w:pStyle w:val="Pubs"/>
      </w:pPr>
      <w:r>
        <w:lastRenderedPageBreak/>
        <w:t>F441/F441M-//2020//</w:t>
      </w:r>
      <w:r>
        <w:tab/>
        <w:t>Standard Specification for Chlorinated Poly (Vinyl Chloride) (CPVC) Plastic Pipe, Schedules 40 and 80</w:t>
      </w:r>
    </w:p>
    <w:p w14:paraId="6955F931" w14:textId="77777777" w:rsidR="001A228B" w:rsidRDefault="00B0006C">
      <w:pPr>
        <w:pStyle w:val="Level1"/>
        <w:keepNext/>
      </w:pPr>
      <w:r>
        <w:t>American Welding Society (AWS):</w:t>
      </w:r>
    </w:p>
    <w:p w14:paraId="2245CA4F" w14:textId="77777777" w:rsidR="001A228B" w:rsidRDefault="00B0006C">
      <w:pPr>
        <w:pStyle w:val="Pubs"/>
      </w:pPr>
      <w:r>
        <w:t>B2.1/B2.1M-//2014//</w:t>
      </w:r>
      <w:r>
        <w:tab/>
        <w:t>Specification for Welding Procedure and Performance Qualification</w:t>
      </w:r>
    </w:p>
    <w:p w14:paraId="6A6EF5B0" w14:textId="77777777" w:rsidR="001A228B" w:rsidRDefault="00B0006C">
      <w:pPr>
        <w:pStyle w:val="Level1"/>
        <w:keepNext/>
      </w:pPr>
      <w:r>
        <w:t>Expansion Joint Manufacturer’s Association, Inc. (EJMA):</w:t>
      </w:r>
    </w:p>
    <w:p w14:paraId="3DD45B98" w14:textId="77777777" w:rsidR="001A228B" w:rsidRDefault="00B0006C">
      <w:pPr>
        <w:pStyle w:val="Pubs"/>
      </w:pPr>
      <w:r>
        <w:t>EJMA //2017//</w:t>
      </w:r>
      <w:r>
        <w:tab/>
        <w:t>Standards of the Expansion Joint Manufacturers Association, Tenth Edition</w:t>
      </w:r>
    </w:p>
    <w:p w14:paraId="16CABD53" w14:textId="77777777" w:rsidR="001A228B" w:rsidRDefault="00B0006C">
      <w:pPr>
        <w:pStyle w:val="Level1"/>
      </w:pPr>
      <w:r>
        <w:t>Manufacturers Standardization Society (MSS) of the Valve and Fitting Industry, Inc.:</w:t>
      </w:r>
    </w:p>
    <w:p w14:paraId="7ACDCA3A" w14:textId="77777777" w:rsidR="001A228B" w:rsidRDefault="00B0006C">
      <w:pPr>
        <w:pStyle w:val="Pubs"/>
      </w:pPr>
      <w:r>
        <w:t>SP-67-//2017//</w:t>
      </w:r>
      <w:r>
        <w:tab/>
        <w:t>Butterfly Valves</w:t>
      </w:r>
    </w:p>
    <w:p w14:paraId="43D4124C" w14:textId="77777777" w:rsidR="001A228B" w:rsidRDefault="00B0006C">
      <w:pPr>
        <w:pStyle w:val="Pubs"/>
      </w:pPr>
      <w:r>
        <w:t>SP-70-//2011//</w:t>
      </w:r>
      <w:r>
        <w:tab/>
        <w:t>Gray Iron Gate Valves, Flanged and Threaded Ends</w:t>
      </w:r>
    </w:p>
    <w:p w14:paraId="39CED7EF" w14:textId="77777777" w:rsidR="001A228B" w:rsidRDefault="00B0006C">
      <w:pPr>
        <w:pStyle w:val="Pubs"/>
      </w:pPr>
      <w:r>
        <w:t>SP-71-//2018//</w:t>
      </w:r>
      <w:r>
        <w:tab/>
        <w:t>Gray Iron Swing Check Valves, Flanged and Threaded Ends</w:t>
      </w:r>
    </w:p>
    <w:p w14:paraId="4F3EBBFF" w14:textId="77777777" w:rsidR="001A228B" w:rsidRDefault="00B0006C">
      <w:pPr>
        <w:pStyle w:val="Pubs"/>
      </w:pPr>
      <w:r>
        <w:t>SP-80-//2019//</w:t>
      </w:r>
      <w:r>
        <w:tab/>
        <w:t>Bronze Gate, Globe, Angle, and Check Valves</w:t>
      </w:r>
    </w:p>
    <w:p w14:paraId="34BF0D1D" w14:textId="77777777" w:rsidR="001A228B" w:rsidRDefault="00B0006C">
      <w:pPr>
        <w:pStyle w:val="Pubs"/>
      </w:pPr>
      <w:r>
        <w:t>SP-85-//2011//</w:t>
      </w:r>
      <w:r>
        <w:tab/>
        <w:t>Gray Iron Globe and Angle Valves, Flanged and Threaded Ends</w:t>
      </w:r>
    </w:p>
    <w:p w14:paraId="2066E575" w14:textId="77777777" w:rsidR="001A228B" w:rsidRDefault="00B0006C">
      <w:pPr>
        <w:pStyle w:val="Pubs"/>
      </w:pPr>
      <w:r>
        <w:t>SP-110-//2010//</w:t>
      </w:r>
      <w:r>
        <w:tab/>
        <w:t>Ball Valves Threaded, Socket-Welding, Solder Joint, Grooved and Flared Ends</w:t>
      </w:r>
    </w:p>
    <w:p w14:paraId="267D7DC4" w14:textId="77777777" w:rsidR="001A228B" w:rsidRDefault="00B0006C">
      <w:pPr>
        <w:pStyle w:val="Pubs"/>
      </w:pPr>
      <w:r>
        <w:t>SP-125-//2018//</w:t>
      </w:r>
      <w:r>
        <w:tab/>
        <w:t>Check Valves: Gray Iron and Ductile Iron, In</w:t>
      </w:r>
      <w:r>
        <w:noBreakHyphen/>
        <w:t>line, Spring</w:t>
      </w:r>
      <w:r>
        <w:noBreakHyphen/>
        <w:t>Loaded, Center</w:t>
      </w:r>
      <w:r>
        <w:noBreakHyphen/>
        <w:t>Guided</w:t>
      </w:r>
    </w:p>
    <w:p w14:paraId="374E8DE3" w14:textId="77777777" w:rsidR="001A228B" w:rsidRDefault="00B0006C">
      <w:pPr>
        <w:pStyle w:val="Level1"/>
        <w:keepNext/>
        <w:numPr>
          <w:ilvl w:val="2"/>
          <w:numId w:val="3"/>
        </w:numPr>
      </w:pPr>
      <w:r>
        <w:t>National Fire Protection Association (NFPA):</w:t>
      </w:r>
    </w:p>
    <w:p w14:paraId="5BA61475" w14:textId="77777777" w:rsidR="001A228B" w:rsidRDefault="00B0006C">
      <w:pPr>
        <w:pStyle w:val="Pubs"/>
      </w:pPr>
      <w:r>
        <w:t>70-2020</w:t>
      </w:r>
      <w:r>
        <w:tab/>
        <w:t>National Electrical Code (NEC)</w:t>
      </w:r>
    </w:p>
    <w:p w14:paraId="0D6BA1ED" w14:textId="77777777" w:rsidR="001A228B" w:rsidRDefault="00B0006C">
      <w:pPr>
        <w:pStyle w:val="Level1"/>
        <w:keepNext/>
      </w:pPr>
      <w:r>
        <w:t>Tubular Exchanger Manufacturers Association (TEMA):</w:t>
      </w:r>
    </w:p>
    <w:p w14:paraId="752FB745" w14:textId="77777777" w:rsidR="001A228B" w:rsidRDefault="00B0006C">
      <w:pPr>
        <w:pStyle w:val="Pubs"/>
      </w:pPr>
      <w:r>
        <w:t>TEMA Standards //2019//</w:t>
      </w:r>
      <w:r>
        <w:tab/>
        <w:t>10th Edition</w:t>
      </w:r>
    </w:p>
    <w:p w14:paraId="4296B86B" w14:textId="77777777" w:rsidR="001A228B" w:rsidRDefault="00B0006C">
      <w:pPr>
        <w:pStyle w:val="ArticleB"/>
        <w:keepLines w:val="0"/>
        <w:outlineLvl w:val="1"/>
      </w:pPr>
      <w:r>
        <w:t>SUBMITTALS</w:t>
      </w:r>
    </w:p>
    <w:p w14:paraId="2B2DBF82" w14:textId="77777777" w:rsidR="001A228B" w:rsidRDefault="00B0006C">
      <w:pPr>
        <w:pStyle w:val="Level1"/>
      </w:pPr>
      <w:r>
        <w:t>Submittals, including number of required copies, shall be submitted in accordance with Section 01 33 23, SHOP DRAWINGS, PRODUCT DATA, AND SAMPLES.</w:t>
      </w:r>
    </w:p>
    <w:p w14:paraId="1518A184" w14:textId="77777777" w:rsidR="001A228B" w:rsidRDefault="00B0006C">
      <w:pPr>
        <w:pStyle w:val="Level1"/>
      </w:pPr>
      <w:r>
        <w:t>Information and material submitted under this section shall be marked “SUBMITTED UNDER SECTION 23 21 13, HYDRONIC PIPING”, with applicable paragraph identification.</w:t>
      </w:r>
    </w:p>
    <w:p w14:paraId="6CF8FCC6" w14:textId="77777777" w:rsidR="001A228B" w:rsidRDefault="00B0006C">
      <w:pPr>
        <w:pStyle w:val="Level1"/>
      </w:pPr>
      <w:r>
        <w:t>Manufacturer's Literature and Data Including: Full item description and optional features and accessories. Include dimensions, weights, materials, applications, standard compliance, model numbers, size, and capacity.</w:t>
      </w:r>
    </w:p>
    <w:p w14:paraId="27061E22" w14:textId="77777777" w:rsidR="001A228B" w:rsidRDefault="00B0006C">
      <w:pPr>
        <w:pStyle w:val="Level2"/>
      </w:pPr>
      <w:r>
        <w:lastRenderedPageBreak/>
        <w:t>Pipe and equipment supports. //Submit calculations for variable spring and constant support hangers.//</w:t>
      </w:r>
    </w:p>
    <w:p w14:paraId="30BECEE7" w14:textId="77777777" w:rsidR="001A228B" w:rsidRDefault="00B0006C">
      <w:pPr>
        <w:pStyle w:val="Level2"/>
      </w:pPr>
      <w:r>
        <w:t>Pipe and tubing, with specification, class or type, and schedule.</w:t>
      </w:r>
    </w:p>
    <w:p w14:paraId="23143183" w14:textId="77777777" w:rsidR="001A228B" w:rsidRDefault="00B0006C">
      <w:pPr>
        <w:pStyle w:val="Level2"/>
      </w:pPr>
      <w:r>
        <w:t>Pipe fittings, including miscellaneous adapters and special fittings.</w:t>
      </w:r>
    </w:p>
    <w:p w14:paraId="58BC2DE7" w14:textId="77777777" w:rsidR="001A228B" w:rsidRDefault="00B0006C">
      <w:pPr>
        <w:pStyle w:val="Level2"/>
      </w:pPr>
      <w:r>
        <w:t>Flanges, gaskets and bolting.</w:t>
      </w:r>
    </w:p>
    <w:p w14:paraId="4639E36A" w14:textId="77777777" w:rsidR="001A228B" w:rsidRDefault="00B0006C">
      <w:pPr>
        <w:pStyle w:val="Level2"/>
      </w:pPr>
      <w:r>
        <w:t>Couplings and fittings.</w:t>
      </w:r>
    </w:p>
    <w:p w14:paraId="35D633F2" w14:textId="77777777" w:rsidR="001A228B" w:rsidRDefault="00B0006C">
      <w:pPr>
        <w:pStyle w:val="Level2"/>
      </w:pPr>
      <w:r>
        <w:t>Valves of all types.</w:t>
      </w:r>
    </w:p>
    <w:p w14:paraId="7593ADF7" w14:textId="77777777" w:rsidR="001A228B" w:rsidRDefault="00B0006C">
      <w:pPr>
        <w:pStyle w:val="Level2"/>
      </w:pPr>
      <w:r>
        <w:t>Strainers.</w:t>
      </w:r>
    </w:p>
    <w:p w14:paraId="3D85E1E1" w14:textId="77777777" w:rsidR="001A228B" w:rsidRDefault="00B0006C">
      <w:pPr>
        <w:pStyle w:val="Level2"/>
      </w:pPr>
      <w:r>
        <w:t>Flexible connectors for water service.</w:t>
      </w:r>
    </w:p>
    <w:p w14:paraId="54374609" w14:textId="77777777" w:rsidR="001A228B" w:rsidRDefault="00B0006C">
      <w:pPr>
        <w:pStyle w:val="Level2"/>
        <w:rPr>
          <w:lang w:val="fr-FR"/>
        </w:rPr>
      </w:pPr>
      <w:r>
        <w:rPr>
          <w:lang w:val="fr-FR"/>
        </w:rPr>
        <w:t>Pipe</w:t>
      </w:r>
      <w:r>
        <w:t xml:space="preserve"> alignment</w:t>
      </w:r>
      <w:r>
        <w:rPr>
          <w:lang w:val="fr-FR"/>
        </w:rPr>
        <w:t xml:space="preserve"> guides.</w:t>
      </w:r>
    </w:p>
    <w:p w14:paraId="6786A42E" w14:textId="77777777" w:rsidR="001A228B" w:rsidRDefault="00B0006C">
      <w:pPr>
        <w:pStyle w:val="Level2"/>
      </w:pPr>
      <w:r>
        <w:t>Expansion joints.</w:t>
      </w:r>
    </w:p>
    <w:p w14:paraId="33555B8B" w14:textId="77777777" w:rsidR="001A228B" w:rsidRDefault="00B0006C">
      <w:pPr>
        <w:pStyle w:val="Level2"/>
      </w:pPr>
      <w:r>
        <w:t>Expansion compensators.</w:t>
      </w:r>
    </w:p>
    <w:p w14:paraId="6CA5AD5F" w14:textId="77777777" w:rsidR="001A228B" w:rsidRDefault="00B0006C">
      <w:pPr>
        <w:pStyle w:val="Level2"/>
      </w:pPr>
      <w:r>
        <w:t>All specified hydronic system components.</w:t>
      </w:r>
    </w:p>
    <w:p w14:paraId="2AF91976" w14:textId="77777777" w:rsidR="001A228B" w:rsidRDefault="00B0006C">
      <w:pPr>
        <w:pStyle w:val="Level2"/>
      </w:pPr>
      <w:r>
        <w:t>Water flow measuring devices.</w:t>
      </w:r>
    </w:p>
    <w:p w14:paraId="315298C3" w14:textId="77777777" w:rsidR="001A228B" w:rsidRDefault="00B0006C">
      <w:pPr>
        <w:pStyle w:val="Level2"/>
      </w:pPr>
      <w:r>
        <w:t>Gauges.</w:t>
      </w:r>
    </w:p>
    <w:p w14:paraId="48BB42F6" w14:textId="77777777" w:rsidR="001A228B" w:rsidRDefault="00B0006C">
      <w:pPr>
        <w:pStyle w:val="Level2"/>
      </w:pPr>
      <w:r>
        <w:t>Thermometers and test wells.</w:t>
      </w:r>
    </w:p>
    <w:p w14:paraId="5304B434" w14:textId="77777777" w:rsidR="001A228B" w:rsidRDefault="00B0006C">
      <w:pPr>
        <w:pStyle w:val="Level2"/>
      </w:pPr>
      <w:r>
        <w:t>//Electric heat tracing systems.//</w:t>
      </w:r>
    </w:p>
    <w:p w14:paraId="76820AC0" w14:textId="77777777" w:rsidR="001A228B" w:rsidRDefault="00B0006C">
      <w:pPr>
        <w:pStyle w:val="Level2"/>
      </w:pPr>
      <w:r>
        <w:t>//Seismic bracing details for piping.//</w:t>
      </w:r>
    </w:p>
    <w:p w14:paraId="75E35C1C" w14:textId="77777777" w:rsidR="001A228B" w:rsidRDefault="00B0006C">
      <w:pPr>
        <w:pStyle w:val="Level1"/>
      </w:pPr>
      <w:r>
        <w:t>Manufacturer's certified data report, Form No. U-1, for ASME pressure vessels:</w:t>
      </w:r>
    </w:p>
    <w:p w14:paraId="2E51A1D3" w14:textId="77777777" w:rsidR="001A228B" w:rsidRDefault="00B0006C">
      <w:pPr>
        <w:pStyle w:val="SpecNote"/>
        <w:outlineLvl w:val="9"/>
      </w:pPr>
      <w:r>
        <w:t>SPEC WRITER NOTE: List all certified pressure vessels.</w:t>
      </w:r>
    </w:p>
    <w:p w14:paraId="0CB9D4AD" w14:textId="77777777" w:rsidR="001A228B" w:rsidRDefault="001A228B">
      <w:pPr>
        <w:pStyle w:val="SpecNoteNumbered"/>
      </w:pPr>
    </w:p>
    <w:p w14:paraId="5020AD17" w14:textId="77777777" w:rsidR="001A228B" w:rsidRDefault="00B0006C">
      <w:pPr>
        <w:pStyle w:val="Level2"/>
      </w:pPr>
      <w:r>
        <w:t>Heat exchangers (Water to Water).</w:t>
      </w:r>
    </w:p>
    <w:p w14:paraId="109D26B2" w14:textId="77777777" w:rsidR="001A228B" w:rsidRDefault="00B0006C">
      <w:pPr>
        <w:pStyle w:val="Level2"/>
      </w:pPr>
      <w:r>
        <w:t>Air separators.</w:t>
      </w:r>
    </w:p>
    <w:p w14:paraId="77E23E3F" w14:textId="77777777" w:rsidR="001A228B" w:rsidRDefault="00B0006C">
      <w:pPr>
        <w:pStyle w:val="Level2"/>
      </w:pPr>
      <w:r>
        <w:t>Expansion tanks.</w:t>
      </w:r>
    </w:p>
    <w:p w14:paraId="3D7AF0F2" w14:textId="77777777" w:rsidR="001A228B" w:rsidRDefault="00B0006C">
      <w:pPr>
        <w:pStyle w:val="Level2"/>
      </w:pPr>
      <w:r>
        <w:t>Buffer tanks.</w:t>
      </w:r>
    </w:p>
    <w:p w14:paraId="307A49B5" w14:textId="77777777" w:rsidR="001A228B" w:rsidRDefault="00B0006C">
      <w:pPr>
        <w:pStyle w:val="Level1"/>
      </w:pPr>
      <w:r>
        <w:t>Submit the welder’s qualifications in the form of a current (less than 1-year old) and formal certificate.</w:t>
      </w:r>
    </w:p>
    <w:p w14:paraId="5E6A7DC4" w14:textId="77777777" w:rsidR="001A228B" w:rsidRDefault="00B0006C">
      <w:pPr>
        <w:pStyle w:val="Level1"/>
      </w:pPr>
      <w:r>
        <w:t>Coordination Drawings: Refer to paragraph, SUBMITTALS of Section 23 05 11, COMMON WORK RESULTS FOR HVAC.</w:t>
      </w:r>
    </w:p>
    <w:p w14:paraId="3667C050" w14:textId="77777777" w:rsidR="001A228B" w:rsidRDefault="00B0006C">
      <w:pPr>
        <w:pStyle w:val="Level1"/>
      </w:pPr>
      <w:r>
        <w:t>As-Built Piping Diagrams: Provide drawings as follows for chilled water, condenser water, and heating hot water system and other piping systems and equipment.</w:t>
      </w:r>
    </w:p>
    <w:p w14:paraId="45499D6C" w14:textId="77777777" w:rsidR="001A228B" w:rsidRDefault="00B0006C">
      <w:pPr>
        <w:pStyle w:val="Level2"/>
      </w:pPr>
      <w:r>
        <w:t>1wall-mounted stick file with complete set of prints. Mount stick file in the chiller plant or control room along with control diagram stick file.</w:t>
      </w:r>
    </w:p>
    <w:p w14:paraId="34290257" w14:textId="77777777" w:rsidR="001A228B" w:rsidRDefault="00B0006C">
      <w:pPr>
        <w:pStyle w:val="Level2"/>
      </w:pPr>
      <w:r>
        <w:t>1 complete set of reproducible drawings.</w:t>
      </w:r>
    </w:p>
    <w:p w14:paraId="244B8FBC" w14:textId="77777777" w:rsidR="001A228B" w:rsidRDefault="00B0006C">
      <w:pPr>
        <w:pStyle w:val="Level2"/>
      </w:pPr>
      <w:r>
        <w:lastRenderedPageBreak/>
        <w:t>1 complete set of drawings in electronic AutoCAD and pdf format.</w:t>
      </w:r>
    </w:p>
    <w:p w14:paraId="01D5E7C2" w14:textId="77777777" w:rsidR="001A228B" w:rsidRDefault="00B0006C">
      <w:pPr>
        <w:pStyle w:val="SpecNote"/>
        <w:outlineLvl w:val="9"/>
      </w:pPr>
      <w:bookmarkStart w:id="0" w:name="_Hlk85524246"/>
      <w:r>
        <w:t>SPEC WRITER NOTE: Coordinate O&amp;M Manual and commissioning requirements with Section 01 00 00, GENERAL REQUIREMENTS and Section 01 91 00, GENERAL COMMISSIONING REQUIREMENTS. O&amp;M Manuals shall be submitted for content review as part of closeout documents.</w:t>
      </w:r>
    </w:p>
    <w:bookmarkEnd w:id="0"/>
    <w:p w14:paraId="0628A365" w14:textId="77777777" w:rsidR="001A228B" w:rsidRDefault="001A228B">
      <w:pPr>
        <w:pStyle w:val="SpecNote"/>
        <w:outlineLvl w:val="9"/>
      </w:pPr>
    </w:p>
    <w:p w14:paraId="601109B9" w14:textId="77777777" w:rsidR="001A228B" w:rsidRDefault="00B0006C">
      <w:pPr>
        <w:pStyle w:val="Level1"/>
      </w:pPr>
      <w:r>
        <w:t>Complete operating and maintenance manuals including wiring diagrams, technical data sheets, information for ordering replacement parts, and troubleshooting guide:</w:t>
      </w:r>
    </w:p>
    <w:p w14:paraId="08AED93D" w14:textId="77777777" w:rsidR="001A228B" w:rsidRDefault="00B0006C">
      <w:pPr>
        <w:pStyle w:val="Level2"/>
      </w:pPr>
      <w:r>
        <w:t>Include complete list indicating all components of the systems.</w:t>
      </w:r>
    </w:p>
    <w:p w14:paraId="36D0B7F3" w14:textId="77777777" w:rsidR="001A228B" w:rsidRDefault="00B0006C">
      <w:pPr>
        <w:pStyle w:val="Level2"/>
      </w:pPr>
      <w:r>
        <w:t>Include complete diagrams of the internal wiring for each item of equipment.</w:t>
      </w:r>
    </w:p>
    <w:p w14:paraId="002DC75D" w14:textId="77777777" w:rsidR="001A228B" w:rsidRDefault="00B0006C">
      <w:pPr>
        <w:pStyle w:val="Level2"/>
      </w:pPr>
      <w:r>
        <w:t>Diagrams shall have their terminals identified to facilitate installation, operation and maintenance.</w:t>
      </w:r>
    </w:p>
    <w:p w14:paraId="7745E557" w14:textId="77777777" w:rsidR="001A228B" w:rsidRDefault="00B0006C">
      <w:pPr>
        <w:pStyle w:val="Level1"/>
      </w:pPr>
      <w:r>
        <w:t>//Completed System Readiness Checklist provided by the CxA and completed by the contractor, signed by a qualified technician, and dated on the date of completion, in accordance with the requirements of Section 23 08 00, COMMISSIONING OF HVAC SYSTEMS.//</w:t>
      </w:r>
    </w:p>
    <w:p w14:paraId="4F7C4167" w14:textId="77777777" w:rsidR="001A228B" w:rsidRDefault="00B0006C">
      <w:pPr>
        <w:pStyle w:val="Level1"/>
      </w:pPr>
      <w:r>
        <w:t>//Submit training plans and instructor qualifications in accordance with the requirements of Section 23 08 00, COMMISSIONING OF HVAC SYSTEMS.//</w:t>
      </w:r>
    </w:p>
    <w:p w14:paraId="6CE5EBF3" w14:textId="77777777" w:rsidR="001A228B" w:rsidRDefault="00B0006C">
      <w:pPr>
        <w:pStyle w:val="ArticleB"/>
        <w:keepLines w:val="0"/>
        <w:outlineLvl w:val="1"/>
      </w:pPr>
      <w:r>
        <w:t>QUALITY ASSURANCE</w:t>
      </w:r>
    </w:p>
    <w:p w14:paraId="4B99B9D2" w14:textId="77777777" w:rsidR="001A228B" w:rsidRDefault="00B0006C">
      <w:pPr>
        <w:pStyle w:val="Level1"/>
      </w:pPr>
      <w:r>
        <w:t>Refer to Section 23 05 11, COMMON WORK RESULTS FOR HVAC, which includes welding qualifications.</w:t>
      </w:r>
    </w:p>
    <w:p w14:paraId="637A8088" w14:textId="77777777" w:rsidR="001A228B" w:rsidRDefault="00B0006C">
      <w:pPr>
        <w:pStyle w:val="Level1"/>
      </w:pPr>
      <w:r>
        <w:t>Submit prior to welding of steel piping a certificate of Welder’s certification. The certificate shall be current and not more than 1</w:t>
      </w:r>
      <w:r>
        <w:noBreakHyphen/>
        <w:t>year old.</w:t>
      </w:r>
    </w:p>
    <w:p w14:paraId="6DA1DA0A" w14:textId="77777777" w:rsidR="001A228B" w:rsidRDefault="00B0006C">
      <w:pPr>
        <w:pStyle w:val="Level1"/>
      </w:pPr>
      <w:r>
        <w:t>All couplings, fittings, valves, and specialties shall be the products of a single manufacturer.</w:t>
      </w:r>
    </w:p>
    <w:p w14:paraId="75369C67" w14:textId="77777777" w:rsidR="001A228B" w:rsidRDefault="00B0006C">
      <w:pPr>
        <w:pStyle w:val="Level2"/>
      </w:pPr>
      <w:r>
        <w:t>All castings used for coupling housings, fittings, valve bodies, etc., shall be date stamped for quality assurance and traceability.</w:t>
      </w:r>
    </w:p>
    <w:p w14:paraId="4B1B157A" w14:textId="77777777" w:rsidR="001A228B" w:rsidRDefault="00B0006C">
      <w:pPr>
        <w:pStyle w:val="Level1"/>
      </w:pPr>
      <w:r>
        <w:t>Bio-Based Materials: For products designated by the USDA’s Bio</w:t>
      </w:r>
      <w:r>
        <w:noBreakHyphen/>
        <w:t>Preferred Program, provide products that meet or exceed USDA recommendations for bio-based content, so long as products meet all performance requirements in this specifications section. For more information regarding the product categories covered by the Bio</w:t>
      </w:r>
      <w:r>
        <w:noBreakHyphen/>
        <w:t xml:space="preserve">Preferred Program, visit </w:t>
      </w:r>
      <w:hyperlink r:id="rId8" w:history="1">
        <w:r>
          <w:rPr>
            <w:rStyle w:val="Hyperlink"/>
          </w:rPr>
          <w:t>http://www.biopreferred.gov</w:t>
        </w:r>
      </w:hyperlink>
      <w:r>
        <w:t>.</w:t>
      </w:r>
    </w:p>
    <w:p w14:paraId="6913BF1C" w14:textId="77777777" w:rsidR="001A228B" w:rsidRDefault="00B0006C">
      <w:pPr>
        <w:pStyle w:val="Level1"/>
      </w:pPr>
      <w:r>
        <w:lastRenderedPageBreak/>
        <w:t>Refer to Section 01 81 13, SUSTAINABLE CONSTRUCTION REQUIREMENTS for additional sustainable design requirements.</w:t>
      </w:r>
    </w:p>
    <w:p w14:paraId="3597948D" w14:textId="77777777" w:rsidR="001A228B" w:rsidRDefault="00B0006C">
      <w:pPr>
        <w:pStyle w:val="ArticleB"/>
        <w:outlineLvl w:val="1"/>
      </w:pPr>
      <w:r>
        <w:t>AS-BUILT DOCUMENTATION</w:t>
      </w:r>
    </w:p>
    <w:p w14:paraId="132AB6F9" w14:textId="77777777" w:rsidR="001A228B" w:rsidRDefault="00B0006C">
      <w:pPr>
        <w:pStyle w:val="Level1"/>
      </w:pPr>
      <w:r>
        <w:t>Comply with requirements in paragraph AS-BUILT DOCUMENTATION of Section 23 05 11, COMMON WORK RESULTS FOR HVAC.</w:t>
      </w:r>
    </w:p>
    <w:p w14:paraId="68BA2873" w14:textId="77777777" w:rsidR="001A228B" w:rsidRDefault="00B0006C">
      <w:pPr>
        <w:pStyle w:val="ArticleB"/>
        <w:keepLines w:val="0"/>
        <w:outlineLvl w:val="1"/>
      </w:pPr>
      <w:r>
        <w:t>SPARE PARTS</w:t>
      </w:r>
    </w:p>
    <w:p w14:paraId="48AEB43F" w14:textId="77777777" w:rsidR="001A228B" w:rsidRDefault="00B0006C">
      <w:pPr>
        <w:pStyle w:val="Level1"/>
      </w:pPr>
      <w:r>
        <w:t>For mechanical pressed sealed fittings provide tools required for each pipe size used at the facility.</w:t>
      </w:r>
    </w:p>
    <w:p w14:paraId="7145A103" w14:textId="77777777" w:rsidR="001A228B" w:rsidRDefault="00B0006C">
      <w:pPr>
        <w:pStyle w:val="PART"/>
      </w:pPr>
      <w:r>
        <w:t>PRODUCTS</w:t>
      </w:r>
    </w:p>
    <w:p w14:paraId="173EDEE9" w14:textId="77777777" w:rsidR="001A228B" w:rsidRDefault="00B0006C">
      <w:pPr>
        <w:pStyle w:val="ArticleB"/>
        <w:keepLines w:val="0"/>
        <w:outlineLvl w:val="1"/>
      </w:pPr>
      <w:r>
        <w:t>PIPE AND EQUIPMENT SUPPORTS, PIPE SLEEVES, AND WALL AND CEILING PLATES</w:t>
      </w:r>
    </w:p>
    <w:p w14:paraId="61FA5CFF" w14:textId="77777777" w:rsidR="001A228B" w:rsidRDefault="00B0006C">
      <w:pPr>
        <w:pStyle w:val="Level1"/>
      </w:pPr>
      <w:r>
        <w:t>Provide in accordance with Section 23 05 11, COMMON WORK RESULTS FOR HVAC.</w:t>
      </w:r>
    </w:p>
    <w:p w14:paraId="5CCE7FFF" w14:textId="77777777" w:rsidR="001A228B" w:rsidRDefault="00B0006C">
      <w:pPr>
        <w:pStyle w:val="ArticleB"/>
        <w:keepLines w:val="0"/>
        <w:outlineLvl w:val="1"/>
      </w:pPr>
      <w:r>
        <w:t>PIPE AND TUBING</w:t>
      </w:r>
    </w:p>
    <w:p w14:paraId="79113FE9" w14:textId="77777777" w:rsidR="001A228B" w:rsidRDefault="00B0006C">
      <w:pPr>
        <w:pStyle w:val="Level1"/>
      </w:pPr>
      <w:r>
        <w:t>Chilled Water, Condenser Water, Heating Hot Water, and Glycol-Water //other than solar//, and Vent Piping:</w:t>
      </w:r>
    </w:p>
    <w:p w14:paraId="25CDCB87" w14:textId="77777777" w:rsidR="001A228B" w:rsidRDefault="00B0006C">
      <w:pPr>
        <w:pStyle w:val="Level2"/>
      </w:pPr>
      <w:r>
        <w:t>Steel: ASTM A53/A53M Grade B, seamless or ERW, Schedule 40.</w:t>
      </w:r>
    </w:p>
    <w:p w14:paraId="6305B383" w14:textId="77777777" w:rsidR="001A228B" w:rsidRDefault="00B0006C">
      <w:pPr>
        <w:pStyle w:val="Level2"/>
      </w:pPr>
      <w:r>
        <w:t>Copper Water Tube Option: ASTM B88, Type K or L, hard drawn. //Soft drawn tubing, 19 mm (3/4 inch) and larger, shall be used for runouts routed under slab to floor mounted fan coil units.//</w:t>
      </w:r>
    </w:p>
    <w:p w14:paraId="6CC48EA4" w14:textId="77777777" w:rsidR="001A228B" w:rsidRDefault="00B0006C">
      <w:pPr>
        <w:pStyle w:val="Level1"/>
      </w:pPr>
      <w:r>
        <w:t>Extension of Domestic Water Make-up Piping: ASTM B88, Type K or L, hard drawn copper tubing.</w:t>
      </w:r>
    </w:p>
    <w:p w14:paraId="4BA1128D" w14:textId="77777777" w:rsidR="001A228B" w:rsidRDefault="00B0006C">
      <w:pPr>
        <w:pStyle w:val="Level1"/>
        <w:keepNext/>
      </w:pPr>
      <w:r>
        <w:t>Cooling Coil Condensate Drain Piping:</w:t>
      </w:r>
    </w:p>
    <w:p w14:paraId="7D51977E" w14:textId="77777777" w:rsidR="001A228B" w:rsidRDefault="00B0006C">
      <w:pPr>
        <w:pStyle w:val="Level2"/>
      </w:pPr>
      <w:r>
        <w:t>From Air Handling Units: Copper water tube, ASTM B88, Type M, or Schedule 40 PVC plastic piping. Use of PVC piping is prohibited in exterior applications.</w:t>
      </w:r>
    </w:p>
    <w:p w14:paraId="3E2DA8AC" w14:textId="77777777" w:rsidR="001A228B" w:rsidRDefault="00B0006C">
      <w:pPr>
        <w:pStyle w:val="Level2"/>
      </w:pPr>
      <w:r>
        <w:t>From Fan Coil or Other Terminal Units: Copper water tube, ASTM B88, Type M for runouts and Type L for mains.</w:t>
      </w:r>
    </w:p>
    <w:p w14:paraId="78AC9789" w14:textId="77777777" w:rsidR="001A228B" w:rsidRDefault="00B0006C">
      <w:pPr>
        <w:pStyle w:val="Level1"/>
      </w:pPr>
      <w:r>
        <w:t>Chemical Feed Piping for Condenser Water Treatment: CPVC, Schedule 80, ASTM F441/F441M.</w:t>
      </w:r>
    </w:p>
    <w:p w14:paraId="103E66CC" w14:textId="77777777" w:rsidR="001A228B" w:rsidRDefault="00B0006C">
      <w:pPr>
        <w:pStyle w:val="Level1"/>
      </w:pPr>
      <w:r>
        <w:t>Pipe supports, including insulation shields, for aboveground piping: Section 23 05 11, COMMON WORK RESULTS FOR HVAC.</w:t>
      </w:r>
    </w:p>
    <w:p w14:paraId="44FA55AF" w14:textId="77777777" w:rsidR="001A228B" w:rsidRDefault="00B0006C">
      <w:pPr>
        <w:pStyle w:val="ArticleB"/>
        <w:keepLines w:val="0"/>
        <w:outlineLvl w:val="1"/>
      </w:pPr>
      <w:r>
        <w:t>FITTINGS FOR STEEL PIPE</w:t>
      </w:r>
    </w:p>
    <w:p w14:paraId="52B5EF8B" w14:textId="77777777" w:rsidR="001A228B" w:rsidRDefault="00B0006C">
      <w:pPr>
        <w:pStyle w:val="SpecNote"/>
        <w:outlineLvl w:val="9"/>
      </w:pPr>
      <w:r>
        <w:t>SPEC NOTE: Compression fittings such as ProPress are prohibited. Refer to HVAC Design Manual.</w:t>
      </w:r>
    </w:p>
    <w:p w14:paraId="28B38096" w14:textId="77777777" w:rsidR="001A228B" w:rsidRDefault="001A228B">
      <w:pPr>
        <w:pStyle w:val="SpecNote"/>
        <w:outlineLvl w:val="9"/>
      </w:pPr>
    </w:p>
    <w:p w14:paraId="0958D336" w14:textId="77777777" w:rsidR="001A228B" w:rsidRDefault="00B0006C">
      <w:pPr>
        <w:pStyle w:val="Level1"/>
        <w:keepNext/>
      </w:pPr>
      <w:r>
        <w:t>50 mm (2 inches) and Smaller: Screwed or welded joints.</w:t>
      </w:r>
    </w:p>
    <w:p w14:paraId="2FAB747E" w14:textId="77777777" w:rsidR="001A228B" w:rsidRDefault="00B0006C">
      <w:pPr>
        <w:pStyle w:val="Level2"/>
      </w:pPr>
      <w:r>
        <w:t>Butt Welding: ASME B16.9 with same wall thickness as connecting piping.</w:t>
      </w:r>
    </w:p>
    <w:p w14:paraId="5FA0D040" w14:textId="77777777" w:rsidR="001A228B" w:rsidRDefault="00B0006C">
      <w:pPr>
        <w:pStyle w:val="Level2"/>
      </w:pPr>
      <w:r>
        <w:lastRenderedPageBreak/>
        <w:t>Forged Steel, Socket Welding or Threaded: ASME B16.11.</w:t>
      </w:r>
    </w:p>
    <w:p w14:paraId="37621638" w14:textId="77777777" w:rsidR="001A228B" w:rsidRDefault="00B0006C">
      <w:pPr>
        <w:pStyle w:val="Level2"/>
      </w:pPr>
      <w:r>
        <w:t>Screwed: 150-pound malleable iron, ASME B16.3. 125-pound cast-iron, ASME B16.4, may be used in lieu of malleable iron. Bushing reduction of a single pipe size, or use of close nipples, is prohibited.</w:t>
      </w:r>
    </w:p>
    <w:p w14:paraId="48FB3C8F" w14:textId="77777777" w:rsidR="001A228B" w:rsidRDefault="00B0006C">
      <w:pPr>
        <w:pStyle w:val="Level2"/>
      </w:pPr>
      <w:r>
        <w:t>Unions: ASME B16.39.</w:t>
      </w:r>
    </w:p>
    <w:p w14:paraId="694F0819" w14:textId="77777777" w:rsidR="001A228B" w:rsidRDefault="00B0006C">
      <w:pPr>
        <w:pStyle w:val="Level2"/>
      </w:pPr>
      <w:r>
        <w:t>Water Hose Connection Adapter: Brass, pipe thread to 19 mm (3/4 inch) garden hose thread, with hose cap nut.</w:t>
      </w:r>
    </w:p>
    <w:p w14:paraId="17F6923B" w14:textId="77777777" w:rsidR="001A228B" w:rsidRDefault="00B0006C">
      <w:pPr>
        <w:pStyle w:val="Level1"/>
        <w:keepNext/>
      </w:pPr>
      <w:r>
        <w:t>63 mm (2-1/2 inches) and Larger: Welded or flanged joints.</w:t>
      </w:r>
    </w:p>
    <w:p w14:paraId="6954B188" w14:textId="77777777" w:rsidR="001A228B" w:rsidRDefault="00B0006C">
      <w:pPr>
        <w:pStyle w:val="Level2"/>
      </w:pPr>
      <w:r>
        <w:t>Butt Welding Fittings: ASME B16.9 with same wall thickness as connecting piping. Elbows shall be long radius type, unless otherwise noted.</w:t>
      </w:r>
    </w:p>
    <w:p w14:paraId="712B8EE9" w14:textId="77777777" w:rsidR="001A228B" w:rsidRDefault="00B0006C">
      <w:pPr>
        <w:pStyle w:val="Level2"/>
        <w:keepNext/>
      </w:pPr>
      <w:r>
        <w:t>Welding Flanges and Bolting: ASME B16.5:</w:t>
      </w:r>
    </w:p>
    <w:p w14:paraId="2F167F0D" w14:textId="77777777" w:rsidR="001A228B" w:rsidRDefault="00B0006C">
      <w:pPr>
        <w:pStyle w:val="Level3"/>
      </w:pPr>
      <w:r>
        <w:t>Water Service: Weld neck or slip-on, plain face, with 3.2 mm (1/8 inch) thick full-face neoprene gasket suitable for 104 degrees C (220 degrees F).</w:t>
      </w:r>
    </w:p>
    <w:p w14:paraId="0D14D9B0" w14:textId="77777777" w:rsidR="001A228B" w:rsidRDefault="00B0006C">
      <w:pPr>
        <w:pStyle w:val="Level4"/>
      </w:pPr>
      <w:r>
        <w:t>Contractor's Option: Convoluted, cold formed 150-pound steel flanges, with Teflon gaskets, may be used for water service.</w:t>
      </w:r>
    </w:p>
    <w:p w14:paraId="73EFDEBF" w14:textId="77777777" w:rsidR="001A228B" w:rsidRDefault="00B0006C">
      <w:pPr>
        <w:pStyle w:val="Level3"/>
      </w:pPr>
      <w:r>
        <w:t xml:space="preserve">Flange Bolting: Carbon steel machine bolts or studs and nuts, ASTM A307, Grade B. </w:t>
      </w:r>
    </w:p>
    <w:p w14:paraId="54412CDD" w14:textId="77777777" w:rsidR="001A228B" w:rsidRDefault="00B0006C">
      <w:pPr>
        <w:pStyle w:val="Level1"/>
      </w:pPr>
      <w:r>
        <w:t>Welded Branch and Tap Connections: Forged steel weldolets, or branchlets and threadolets shall be used for branch connections up to 1 pipe size smaller than the main. Forged steel half-couplings, ASME B16.11 shall be used for drain, vent, and gauge connections.</w:t>
      </w:r>
    </w:p>
    <w:p w14:paraId="6362EE47" w14:textId="77777777" w:rsidR="001A228B" w:rsidRDefault="00B0006C">
      <w:pPr>
        <w:pStyle w:val="ArticleB"/>
        <w:keepLines w:val="0"/>
        <w:outlineLvl w:val="1"/>
      </w:pPr>
      <w:r>
        <w:t>FITTINGS FOR COPPER TUBING</w:t>
      </w:r>
    </w:p>
    <w:p w14:paraId="655C0B62" w14:textId="77777777" w:rsidR="001A228B" w:rsidRDefault="00B0006C">
      <w:pPr>
        <w:pStyle w:val="Level1"/>
        <w:keepNext/>
      </w:pPr>
      <w:r>
        <w:t>Joints:</w:t>
      </w:r>
    </w:p>
    <w:p w14:paraId="172D9688" w14:textId="77777777" w:rsidR="001A228B" w:rsidRDefault="00B0006C">
      <w:pPr>
        <w:pStyle w:val="Level2"/>
      </w:pPr>
      <w:r>
        <w:t>Solder Joints: Joints shall be made up in accordance with recommended practices of the materials applied. Apply 95/5 tin and antimony on all copper piping.</w:t>
      </w:r>
    </w:p>
    <w:p w14:paraId="4AF49069" w14:textId="77777777" w:rsidR="001A228B" w:rsidRDefault="00B0006C">
      <w:pPr>
        <w:pStyle w:val="Level2"/>
      </w:pPr>
      <w:r>
        <w:t>Mechanically Formed Tee Connection In Water and Drain Piping: Form mechanically extracted collars in a continuous operation by drilling pilot hole and drawing out tube surface to form collar, having a height of not less than 3 times the thickness of tube wall. Adjustable collaring device shall ensure proper tolerance and complete uniformity of the joint. Notch and dimple joining branch tube in a single process to provide free flow where the branch tube penetrates the fitting.</w:t>
      </w:r>
    </w:p>
    <w:p w14:paraId="2354DE0B" w14:textId="77777777" w:rsidR="001A228B" w:rsidRDefault="00B0006C">
      <w:pPr>
        <w:pStyle w:val="Level1"/>
      </w:pPr>
      <w:r>
        <w:t>Bronze Flanges and Flanged Fittings: ASME B16.24.</w:t>
      </w:r>
    </w:p>
    <w:p w14:paraId="09D713EE" w14:textId="77777777" w:rsidR="001A228B" w:rsidRDefault="00B0006C">
      <w:pPr>
        <w:pStyle w:val="Level1"/>
      </w:pPr>
      <w:r>
        <w:t>Fittings: ASME B16.18 cast copper or ASME B16.22 solder wrought copper.</w:t>
      </w:r>
    </w:p>
    <w:p w14:paraId="1B245353" w14:textId="77777777" w:rsidR="001A228B" w:rsidRDefault="00B0006C">
      <w:pPr>
        <w:pStyle w:val="ArticleB"/>
        <w:keepLines w:val="0"/>
        <w:outlineLvl w:val="1"/>
      </w:pPr>
      <w:r>
        <w:lastRenderedPageBreak/>
        <w:t>FITTINGS FOR PLASTIC PIPING</w:t>
      </w:r>
    </w:p>
    <w:p w14:paraId="5B9D6407" w14:textId="77777777" w:rsidR="001A228B" w:rsidRDefault="00B0006C">
      <w:pPr>
        <w:pStyle w:val="Level1"/>
      </w:pPr>
      <w:r>
        <w:t>Schedule 40, socket type for solvent welding.</w:t>
      </w:r>
    </w:p>
    <w:p w14:paraId="40134852" w14:textId="77777777" w:rsidR="001A228B" w:rsidRDefault="00B0006C">
      <w:pPr>
        <w:pStyle w:val="Level1"/>
      </w:pPr>
      <w:r>
        <w:t>Schedule 40 PVC Drain Piping: Drainage pattern.</w:t>
      </w:r>
    </w:p>
    <w:p w14:paraId="3ECA3B38" w14:textId="77777777" w:rsidR="001A228B" w:rsidRDefault="00B0006C">
      <w:pPr>
        <w:pStyle w:val="Level1"/>
      </w:pPr>
      <w:r>
        <w:t>Chemical Feed Piping for Condenser Water Treatment: CPVC, Schedule 80, ASTM F439.</w:t>
      </w:r>
    </w:p>
    <w:p w14:paraId="6F4EAD7B" w14:textId="77777777" w:rsidR="001A228B" w:rsidRDefault="00B0006C">
      <w:pPr>
        <w:pStyle w:val="ArticleB"/>
        <w:keepLines w:val="0"/>
        <w:outlineLvl w:val="1"/>
      </w:pPr>
      <w:r>
        <w:t>DIELECTRIC FITTINGS</w:t>
      </w:r>
    </w:p>
    <w:p w14:paraId="3862353B" w14:textId="77777777" w:rsidR="001A228B" w:rsidRDefault="00B0006C">
      <w:pPr>
        <w:pStyle w:val="Level1"/>
      </w:pPr>
      <w:r>
        <w:t>Provide where copper tubing and ferrous metal pipe are joined.</w:t>
      </w:r>
    </w:p>
    <w:p w14:paraId="2AA0E17E" w14:textId="77777777" w:rsidR="001A228B" w:rsidRDefault="00B0006C">
      <w:pPr>
        <w:pStyle w:val="Level1"/>
      </w:pPr>
      <w:r>
        <w:t>50 mm (2 inches) and Smaller: Threaded dielectric union, ASME B16.39.</w:t>
      </w:r>
    </w:p>
    <w:p w14:paraId="78F75611" w14:textId="77777777" w:rsidR="001A228B" w:rsidRDefault="00B0006C">
      <w:pPr>
        <w:pStyle w:val="Level1"/>
      </w:pPr>
      <w:r>
        <w:t>63 mm (2-1/2 inches) and Larger: Flange union with dielectric gasket and bolt sleeves, ASME B16.42. Dielectric gasket material shall be compatible with hydronic medium.</w:t>
      </w:r>
    </w:p>
    <w:p w14:paraId="43ADCC54" w14:textId="77777777" w:rsidR="001A228B" w:rsidRDefault="00B0006C">
      <w:pPr>
        <w:pStyle w:val="Level1"/>
      </w:pPr>
      <w:r>
        <w:t>Temperature Rating: 99 degrees C (210 degrees F).</w:t>
      </w:r>
    </w:p>
    <w:p w14:paraId="7D84799F" w14:textId="77777777" w:rsidR="001A228B" w:rsidRDefault="00B0006C">
      <w:pPr>
        <w:pStyle w:val="Level1"/>
      </w:pPr>
      <w:r>
        <w:t>Contractor’s Option: On pipe sizes 50 mm (2 inch) and smaller, screwed end brass ball valves //or dielectric nipples// may be used in lieu of dielectric unions.</w:t>
      </w:r>
    </w:p>
    <w:p w14:paraId="5E3AB10F" w14:textId="77777777" w:rsidR="001A228B" w:rsidRDefault="00B0006C">
      <w:pPr>
        <w:pStyle w:val="ArticleB"/>
        <w:keepLines w:val="0"/>
        <w:outlineLvl w:val="1"/>
      </w:pPr>
      <w:r>
        <w:t>SCREWED JOINTS</w:t>
      </w:r>
    </w:p>
    <w:p w14:paraId="0CA786A9" w14:textId="77777777" w:rsidR="001A228B" w:rsidRDefault="00B0006C">
      <w:pPr>
        <w:pStyle w:val="Level1"/>
      </w:pPr>
      <w:r>
        <w:t>Pipe Thread: ASME B1.20.1.</w:t>
      </w:r>
    </w:p>
    <w:p w14:paraId="11E5BEB0" w14:textId="77777777" w:rsidR="001A228B" w:rsidRDefault="00B0006C">
      <w:pPr>
        <w:pStyle w:val="Level1"/>
      </w:pPr>
      <w:r>
        <w:t>Lubricant or Sealant: Oil and graphite or other compound approved for the intended service.</w:t>
      </w:r>
    </w:p>
    <w:p w14:paraId="35D12FBE" w14:textId="77777777" w:rsidR="001A228B" w:rsidRDefault="00B0006C">
      <w:pPr>
        <w:pStyle w:val="ArticleB"/>
        <w:keepLines w:val="0"/>
        <w:outlineLvl w:val="1"/>
      </w:pPr>
      <w:r>
        <w:t>VALVES</w:t>
      </w:r>
    </w:p>
    <w:p w14:paraId="352162A4" w14:textId="77777777" w:rsidR="001A228B" w:rsidRDefault="00B0006C">
      <w:pPr>
        <w:pStyle w:val="Level1"/>
      </w:pPr>
      <w:r>
        <w:t>Asbestos packing is prohibited.</w:t>
      </w:r>
    </w:p>
    <w:p w14:paraId="5CD20684" w14:textId="77777777" w:rsidR="001A228B" w:rsidRDefault="00B0006C">
      <w:pPr>
        <w:pStyle w:val="Level1"/>
      </w:pPr>
      <w:r>
        <w:t>All valves of the same type shall be products of a single manufacturer.</w:t>
      </w:r>
    </w:p>
    <w:p w14:paraId="0050E719" w14:textId="77777777" w:rsidR="001A228B" w:rsidRDefault="00B0006C">
      <w:pPr>
        <w:pStyle w:val="Level1"/>
      </w:pPr>
      <w:r>
        <w:t>Provide chain operators for valves 152 mm (6 inches) and larger when the centerline is located 2.4 m (8 feet) or more above the floor or operating platform.</w:t>
      </w:r>
    </w:p>
    <w:p w14:paraId="3ABE6833" w14:textId="77777777" w:rsidR="001A228B" w:rsidRDefault="00B0006C">
      <w:pPr>
        <w:pStyle w:val="Level1"/>
        <w:keepNext/>
      </w:pPr>
      <w:r>
        <w:t>Shut-Off Valves:</w:t>
      </w:r>
    </w:p>
    <w:p w14:paraId="35B03642" w14:textId="77777777" w:rsidR="001A228B" w:rsidRDefault="00B0006C">
      <w:pPr>
        <w:pStyle w:val="Level2"/>
      </w:pPr>
      <w:r>
        <w:t>Ball Valves (Pipe Sizes 50 mm (2 inch) and Smaller): MSS SP-110, screwed or solder connections, brass or bronze body with chrome-plated ball with full port and Teflon seat at //2758 kPa (400 psig)// //4138 kPa (600 psig)// working pressure rating. Provide stem extension to allow operation without interfering with pipe insulation.</w:t>
      </w:r>
    </w:p>
    <w:p w14:paraId="441E6003" w14:textId="77777777" w:rsidR="001A228B" w:rsidRDefault="00B0006C">
      <w:pPr>
        <w:pStyle w:val="Level2"/>
      </w:pPr>
      <w:r>
        <w:t xml:space="preserve">Butterfly Valves (Pipe Sizes 63 mm (2-1/2 inch) and Larger): Provide stem extension to allow 50 mm (2 inches) of pipe insulation without interfering with valve operation. MSS SP-67, flange lug type rated 1200 kPa (175 psig) working pressure at 93 degrees C (200 degrees F). Valves shall be ANSI Leakage Class VI and rated for bubble tight shut-off to full valve pressure rating. Valve shall be rated for </w:t>
      </w:r>
      <w:r>
        <w:lastRenderedPageBreak/>
        <w:t>dead end service and bi-directional flow capability to full rated pressure. Butterfly valves are prohibited for direct buried pipe applications.</w:t>
      </w:r>
    </w:p>
    <w:p w14:paraId="5C562B5B" w14:textId="77777777" w:rsidR="001A228B" w:rsidRDefault="00B0006C">
      <w:pPr>
        <w:pStyle w:val="Level3"/>
      </w:pPr>
      <w:r>
        <w:t>Body: Cast-iron, ASTM A126, Class B. Malleable iron, ASTM A47/A47M electro-plated, or ductile iron, ASTM A536, Grade 65</w:t>
      </w:r>
      <w:r>
        <w:noBreakHyphen/>
        <w:t>45</w:t>
      </w:r>
      <w:r>
        <w:noBreakHyphen/>
        <w:t>12 electro-plated.</w:t>
      </w:r>
    </w:p>
    <w:p w14:paraId="70CA1AD9" w14:textId="77777777" w:rsidR="001A228B" w:rsidRDefault="00B0006C">
      <w:pPr>
        <w:pStyle w:val="Level3"/>
      </w:pPr>
      <w:r>
        <w:t>Trim: Bronze, aluminum bronze, or 300 series stainless-steel disc, bronze bearings, 316 stainless-steel shaft and manufacturer's recommended resilient seat. Resilient seat shall be field replaceable, and fully line the body to completely isolate the body from the product. A phosphate coated steel shaft or stem is acceptable, if the stem is completely isolated from the product.</w:t>
      </w:r>
    </w:p>
    <w:p w14:paraId="1474DA0A" w14:textId="77777777" w:rsidR="001A228B" w:rsidRDefault="00B0006C">
      <w:pPr>
        <w:pStyle w:val="SpecNote"/>
        <w:outlineLvl w:val="9"/>
      </w:pPr>
      <w:r>
        <w:t>SPEC NOTE: Designer may choose to use Ball or Butterfly valve in lieu of Gate Valve.</w:t>
      </w:r>
    </w:p>
    <w:p w14:paraId="61DD77FD" w14:textId="77777777" w:rsidR="001A228B" w:rsidRDefault="001A228B">
      <w:pPr>
        <w:pStyle w:val="SpecNote"/>
        <w:outlineLvl w:val="9"/>
      </w:pPr>
    </w:p>
    <w:p w14:paraId="08511442" w14:textId="77777777" w:rsidR="001A228B" w:rsidRDefault="00B0006C">
      <w:pPr>
        <w:pStyle w:val="Level2"/>
      </w:pPr>
      <w:r>
        <w:t>Gate Valves:</w:t>
      </w:r>
    </w:p>
    <w:p w14:paraId="2982D84F" w14:textId="77777777" w:rsidR="001A228B" w:rsidRDefault="00B0006C">
      <w:pPr>
        <w:pStyle w:val="Level3"/>
      </w:pPr>
      <w:r>
        <w:t>50 mm (2 inches) and Smaller: MSS SP-80, Bronze, 1034 kPa (150 psig), wedge disc, rising stem, union bonnet.</w:t>
      </w:r>
    </w:p>
    <w:p w14:paraId="1BB1083F" w14:textId="77777777" w:rsidR="001A228B" w:rsidRDefault="00B0006C">
      <w:pPr>
        <w:pStyle w:val="Level3"/>
      </w:pPr>
      <w:r>
        <w:t>63 mm (2-1/2 inches) and Larger: Flanged, outside screw and yoke. MSS SP-70, iron body, bronze mounted, 860 kPa (125 psig) wedge disc.</w:t>
      </w:r>
    </w:p>
    <w:p w14:paraId="71961F8B" w14:textId="77777777" w:rsidR="001A228B" w:rsidRDefault="00B0006C">
      <w:pPr>
        <w:pStyle w:val="Level2"/>
        <w:numPr>
          <w:ilvl w:val="3"/>
          <w:numId w:val="3"/>
        </w:numPr>
      </w:pPr>
      <w:r>
        <w:t>Field Interchangeable Actuators: Valves for balancing service shall have adjustable memory stop to limit open position.</w:t>
      </w:r>
    </w:p>
    <w:p w14:paraId="2744FC5A" w14:textId="77777777" w:rsidR="001A228B" w:rsidRDefault="00B0006C">
      <w:pPr>
        <w:pStyle w:val="Level3"/>
      </w:pPr>
      <w:r>
        <w:t>Valves 152 mm (6 inches) and Smaller: Lever actuator with minimum of seven locking positions, except where chain wheel is required.</w:t>
      </w:r>
    </w:p>
    <w:p w14:paraId="1C91CF0E" w14:textId="77777777" w:rsidR="001A228B" w:rsidRDefault="00B0006C">
      <w:pPr>
        <w:pStyle w:val="Level3"/>
      </w:pPr>
      <w:r>
        <w:t>Valves 203 mm (8 inches) and Larger: Enclosed worm gear with handwheel, and where required, chain-wheel operator.</w:t>
      </w:r>
    </w:p>
    <w:p w14:paraId="20C11511" w14:textId="77777777" w:rsidR="001A228B" w:rsidRDefault="00B0006C">
      <w:pPr>
        <w:pStyle w:val="Level1"/>
        <w:keepNext/>
      </w:pPr>
      <w:r>
        <w:t>Globe and Angle Valves:</w:t>
      </w:r>
    </w:p>
    <w:p w14:paraId="2A5203DF" w14:textId="77777777" w:rsidR="001A228B" w:rsidRDefault="00B0006C">
      <w:pPr>
        <w:pStyle w:val="Level2"/>
        <w:keepNext/>
      </w:pPr>
      <w:r>
        <w:t>Globe Valves:</w:t>
      </w:r>
    </w:p>
    <w:p w14:paraId="276B3B8F" w14:textId="77777777" w:rsidR="001A228B" w:rsidRDefault="00B0006C">
      <w:pPr>
        <w:pStyle w:val="Level3"/>
      </w:pPr>
      <w:r>
        <w:t>50 mm (2 inches) and Smaller: MSS SP-80, bronze, 1034 kPa (150 psig) Globe valves shall be union bonnet with metal plug type disc.</w:t>
      </w:r>
    </w:p>
    <w:p w14:paraId="57D8A39B" w14:textId="77777777" w:rsidR="001A228B" w:rsidRDefault="00B0006C">
      <w:pPr>
        <w:pStyle w:val="Level3"/>
      </w:pPr>
      <w:r>
        <w:t>63 mm (2-1/2 inches) and Larger: 860 kPa (125 psig), flanged, iron body, bronze trim, MSS SP-85 for globe valves.</w:t>
      </w:r>
    </w:p>
    <w:p w14:paraId="2D09562A" w14:textId="77777777" w:rsidR="001A228B" w:rsidRDefault="00B0006C">
      <w:pPr>
        <w:pStyle w:val="Level2"/>
        <w:keepNext/>
      </w:pPr>
      <w:r>
        <w:lastRenderedPageBreak/>
        <w:t>Angle Valves:</w:t>
      </w:r>
    </w:p>
    <w:p w14:paraId="5A3B4F77" w14:textId="77777777" w:rsidR="001A228B" w:rsidRDefault="00B0006C">
      <w:pPr>
        <w:pStyle w:val="Level3"/>
      </w:pPr>
      <w:r>
        <w:t>50 mm (2 inches) and Smaller: MSS SP-80, bronze, 1034 kPa (150 psig) Angle valves shall be union bonnet with metal plug type disc.</w:t>
      </w:r>
    </w:p>
    <w:p w14:paraId="306469A3" w14:textId="77777777" w:rsidR="001A228B" w:rsidRDefault="00B0006C">
      <w:pPr>
        <w:pStyle w:val="Level3"/>
      </w:pPr>
      <w:r>
        <w:t>63 mm (2-1/2 inches) and Larger: 860 kPa (125 psig), flanged, iron body, bronze trim, MSS SP-85 for angle.</w:t>
      </w:r>
    </w:p>
    <w:p w14:paraId="17357127" w14:textId="77777777" w:rsidR="001A228B" w:rsidRDefault="00B0006C">
      <w:pPr>
        <w:pStyle w:val="Level1"/>
        <w:keepNext/>
      </w:pPr>
      <w:r>
        <w:t>Check Valves:</w:t>
      </w:r>
    </w:p>
    <w:p w14:paraId="78429DF6" w14:textId="77777777" w:rsidR="001A228B" w:rsidRDefault="00B0006C">
      <w:pPr>
        <w:pStyle w:val="Level2"/>
        <w:keepNext/>
      </w:pPr>
      <w:r>
        <w:t>Swing Check Valves:</w:t>
      </w:r>
    </w:p>
    <w:p w14:paraId="2EB2DA6F" w14:textId="77777777" w:rsidR="001A228B" w:rsidRDefault="00B0006C">
      <w:pPr>
        <w:pStyle w:val="Level3"/>
      </w:pPr>
      <w:r>
        <w:t>50 mm (2 inches) and Smaller: MSS SP-80, bronze, 1034 kPa (150 psig), 45-degree swing disc.</w:t>
      </w:r>
    </w:p>
    <w:p w14:paraId="1E7295BD" w14:textId="77777777" w:rsidR="001A228B" w:rsidRDefault="00B0006C">
      <w:pPr>
        <w:pStyle w:val="Level3"/>
      </w:pPr>
      <w:r>
        <w:t>63 mm (2-1/2 inches) and Larger: 860 kPa (125 psig), flanged, iron body, bronze trim, MSS SP-71 for check valves.</w:t>
      </w:r>
    </w:p>
    <w:p w14:paraId="2CE73D17" w14:textId="77777777" w:rsidR="001A228B" w:rsidRDefault="00B0006C">
      <w:pPr>
        <w:pStyle w:val="Level2"/>
      </w:pPr>
      <w:r>
        <w:t>Non-Slam or Silent Check Valve: Spring loaded double disc swing check or internally guided flat disc lift type check for bubble tight shut-off. Provide where check valves are shown in chilled water and hot water piping. Check valves incorporating a balancing feature may be used.</w:t>
      </w:r>
    </w:p>
    <w:p w14:paraId="3E1F757F" w14:textId="77777777" w:rsidR="001A228B" w:rsidRDefault="00B0006C">
      <w:pPr>
        <w:pStyle w:val="Level3"/>
      </w:pPr>
      <w:r>
        <w:t>Body: MSS SP-125 cast-iron, ASTM A126, Class B, or steel, ASTM A216/A216M, Class WCB, or ductile iron, ASTM 536, flanged or wafer type.</w:t>
      </w:r>
    </w:p>
    <w:p w14:paraId="57EB5051" w14:textId="77777777" w:rsidR="001A228B" w:rsidRDefault="00B0006C">
      <w:pPr>
        <w:pStyle w:val="Level3"/>
      </w:pPr>
      <w:r>
        <w:t>Seat, Disc and Spring: 18-8 stainless-steel, or bronze, ASTM B62. Seats may be elastomer material.</w:t>
      </w:r>
    </w:p>
    <w:p w14:paraId="797522B1" w14:textId="77777777" w:rsidR="001A228B" w:rsidRDefault="00B0006C">
      <w:pPr>
        <w:pStyle w:val="SpecNote"/>
        <w:outlineLvl w:val="9"/>
      </w:pPr>
      <w:r>
        <w:t>SPEC WRITER NOTE: Balancing valves shall not be used as isolation valves. Provide separate isolation and balancing valves.</w:t>
      </w:r>
    </w:p>
    <w:p w14:paraId="1DC0D664" w14:textId="77777777" w:rsidR="001A228B" w:rsidRDefault="001A228B">
      <w:pPr>
        <w:pStyle w:val="SpecNote"/>
        <w:outlineLvl w:val="9"/>
      </w:pPr>
    </w:p>
    <w:p w14:paraId="09ED77FF" w14:textId="77777777" w:rsidR="001A228B" w:rsidRDefault="00B0006C">
      <w:pPr>
        <w:pStyle w:val="Level1"/>
      </w:pPr>
      <w:r>
        <w:t xml:space="preserve">Water Flow Balancing Valves: For flow regulation. Provide separate isolation valve.. Valves shall be sized to provide the needed pressure drop in the middle of their throttling range. </w:t>
      </w:r>
    </w:p>
    <w:p w14:paraId="762137EB" w14:textId="77777777" w:rsidR="001A228B" w:rsidRDefault="00B0006C">
      <w:pPr>
        <w:pStyle w:val="Level2"/>
      </w:pPr>
      <w:r>
        <w:t>//Ball// //Globe// style valve.</w:t>
      </w:r>
    </w:p>
    <w:p w14:paraId="736B1ABE" w14:textId="77777777" w:rsidR="001A228B" w:rsidRDefault="00B0006C">
      <w:pPr>
        <w:pStyle w:val="Level2"/>
      </w:pPr>
      <w:r>
        <w:t>A dual-purpose flow balancing valve and adjustable flow meter, with bronze or cast-iron body, calibrated position pointer, valved pressure taps or quick disconnects with integral check valves and preformed polyurethane insulating enclosure.</w:t>
      </w:r>
    </w:p>
    <w:p w14:paraId="6EEDEC46" w14:textId="77777777" w:rsidR="001A228B" w:rsidRDefault="00B0006C">
      <w:pPr>
        <w:pStyle w:val="Level2"/>
      </w:pPr>
      <w:r>
        <w:t>Provide a readout kit including flow meter, readout probes, hoses, flow charts or calculator, and carrying case.</w:t>
      </w:r>
    </w:p>
    <w:p w14:paraId="388E2002" w14:textId="77777777" w:rsidR="001A228B" w:rsidRDefault="00B0006C">
      <w:pPr>
        <w:pStyle w:val="Level1"/>
      </w:pPr>
      <w:r>
        <w:t xml:space="preserve">Automatic Balancing Control Valves: Factory calibrated to maintain constant flow (plus or minus five percent) over system pressure fluctuations of 28 to 393 kPa (4 to 57 psig). Provide standard pressure </w:t>
      </w:r>
      <w:r>
        <w:lastRenderedPageBreak/>
        <w:t>taps and 4 sets of capacity charts. Valves shall be line size and be one of the following designs:</w:t>
      </w:r>
    </w:p>
    <w:p w14:paraId="3F6EB9D4" w14:textId="77777777" w:rsidR="001A228B" w:rsidRDefault="00B0006C">
      <w:pPr>
        <w:pStyle w:val="Level2"/>
      </w:pPr>
      <w:r>
        <w:t>Gray iron ASTM A126 or brass body rated 1200 kPa (175 psig) at 93 degrees C (200 degrees F), with stainless-steel piston and spring.</w:t>
      </w:r>
    </w:p>
    <w:p w14:paraId="15DBD056" w14:textId="77777777" w:rsidR="001A228B" w:rsidRDefault="00B0006C">
      <w:pPr>
        <w:pStyle w:val="Level2"/>
      </w:pPr>
      <w:r>
        <w:t>Brass or ferrous body designed for 2070 kPa (300 psig) service at 121 degrees C (250 degrees F), with corrosion resistant, tamper proof, self-cleaning piston/spring assembly that is easily removable for inspection or replacement.</w:t>
      </w:r>
    </w:p>
    <w:p w14:paraId="2CD4304F" w14:textId="77777777" w:rsidR="001A228B" w:rsidRDefault="00B0006C">
      <w:pPr>
        <w:pStyle w:val="Level2"/>
      </w:pPr>
      <w:r>
        <w:t>Combination assemblies containing ball type shut-off valves, unions, flow regulators, strainers with blowdown valves and pressure temperature ports shall be acceptable.</w:t>
      </w:r>
    </w:p>
    <w:p w14:paraId="634E21F6" w14:textId="77777777" w:rsidR="001A228B" w:rsidRDefault="00B0006C">
      <w:pPr>
        <w:pStyle w:val="SpecNote"/>
        <w:outlineLvl w:val="9"/>
      </w:pPr>
      <w:r>
        <w:t>SPEC WRITER NOTE: On projects using constant flow valves extensively include a meter kit as described below.</w:t>
      </w:r>
    </w:p>
    <w:p w14:paraId="4779BD59" w14:textId="77777777" w:rsidR="001A228B" w:rsidRDefault="001A228B">
      <w:pPr>
        <w:pStyle w:val="SpecNote"/>
        <w:outlineLvl w:val="9"/>
      </w:pPr>
    </w:p>
    <w:p w14:paraId="2461D726" w14:textId="77777777" w:rsidR="001A228B" w:rsidRDefault="00B0006C">
      <w:pPr>
        <w:pStyle w:val="Level2"/>
        <w:tabs>
          <w:tab w:val="clear" w:pos="1080"/>
        </w:tabs>
      </w:pPr>
      <w:r>
        <w:t>Provide a readout kit including flow meter, probes, hoses, flow charts and carrying case.</w:t>
      </w:r>
    </w:p>
    <w:p w14:paraId="5887A226" w14:textId="77777777" w:rsidR="001A228B" w:rsidRDefault="00B0006C">
      <w:pPr>
        <w:pStyle w:val="Level1"/>
      </w:pPr>
      <w:r>
        <w:t>Manual Radiator/Convector Valves: Brass, packless, with position indicator.</w:t>
      </w:r>
    </w:p>
    <w:p w14:paraId="6664615F" w14:textId="77777777" w:rsidR="001A228B" w:rsidRDefault="00B0006C">
      <w:pPr>
        <w:pStyle w:val="ArticleB"/>
        <w:keepLines w:val="0"/>
        <w:outlineLvl w:val="1"/>
      </w:pPr>
      <w:r>
        <w:t>WATER FLOW MEASURING DEVICES</w:t>
      </w:r>
    </w:p>
    <w:p w14:paraId="33F863FC" w14:textId="77777777" w:rsidR="001A228B" w:rsidRDefault="00B0006C">
      <w:pPr>
        <w:pStyle w:val="SpecNote"/>
        <w:outlineLvl w:val="9"/>
      </w:pPr>
      <w:r>
        <w:t>SPEC WRITER NOTE: Provide flow meters as shown in the design and coordinate the metering requirements with any on-going metering projects at the VA Facility.</w:t>
      </w:r>
    </w:p>
    <w:p w14:paraId="5B2098A8" w14:textId="77777777" w:rsidR="001A228B" w:rsidRDefault="001A228B">
      <w:pPr>
        <w:pStyle w:val="SpecNote"/>
        <w:outlineLvl w:val="9"/>
      </w:pPr>
    </w:p>
    <w:p w14:paraId="0C8D4445" w14:textId="77777777" w:rsidR="001A228B" w:rsidRDefault="00B0006C">
      <w:pPr>
        <w:pStyle w:val="Level1"/>
      </w:pPr>
      <w:r>
        <w:t>Minimum overall accuracy plus or minus 3 percent over a range of 70 to 110 percent of design flow. Select devices for not less than 110 percent of design flow rate.</w:t>
      </w:r>
    </w:p>
    <w:p w14:paraId="2280B960" w14:textId="77777777" w:rsidR="001A228B" w:rsidRDefault="00B0006C">
      <w:pPr>
        <w:pStyle w:val="Level1"/>
      </w:pPr>
      <w:r>
        <w:t>Venturi Type: Bronze, steel, or cast-iron with bronze throat, with valved pressure sensing taps upstream and at the throat.</w:t>
      </w:r>
    </w:p>
    <w:p w14:paraId="3F545517" w14:textId="77777777" w:rsidR="001A228B" w:rsidRDefault="00B0006C">
      <w:pPr>
        <w:pStyle w:val="Level1"/>
      </w:pPr>
      <w:r>
        <w:t>Wafer Type Circuit Sensor: Cast-iron wafer-type flow meter equipped with readout valves to facilitate the connecting of a differential pressure meter. Each readout valve shall be fitted with an integral check valve designed to minimize system fluid loss during the monitoring process.</w:t>
      </w:r>
    </w:p>
    <w:p w14:paraId="21513C8F" w14:textId="77777777" w:rsidR="001A228B" w:rsidRDefault="00B0006C">
      <w:pPr>
        <w:pStyle w:val="Level1"/>
      </w:pPr>
      <w:r>
        <w:t>Self-Averaging Annular Sensor Type: Brass or stainless-steel metering tube, shutoff valves and quick-coupling pressure connections. Metering tube shall be rotatable so all sensing ports may be pointed down-stream when unit is not in use.</w:t>
      </w:r>
    </w:p>
    <w:p w14:paraId="448CEE53" w14:textId="77777777" w:rsidR="001A228B" w:rsidRDefault="00B0006C">
      <w:pPr>
        <w:pStyle w:val="Level1"/>
      </w:pPr>
      <w:r>
        <w:t>Insertion Turbine Type Sensor: Section 23 09 23, DIRECT-DIGITAL CONTROL SYSTEM FOR HVAC.</w:t>
      </w:r>
    </w:p>
    <w:p w14:paraId="6D9FBEB7" w14:textId="77777777" w:rsidR="001A228B" w:rsidRDefault="00B0006C">
      <w:pPr>
        <w:pStyle w:val="Level1"/>
        <w:keepNext/>
      </w:pPr>
      <w:r>
        <w:lastRenderedPageBreak/>
        <w:t>Flow Measuring Device Identification:</w:t>
      </w:r>
    </w:p>
    <w:p w14:paraId="24646725" w14:textId="77777777" w:rsidR="001A228B" w:rsidRDefault="00B0006C">
      <w:pPr>
        <w:pStyle w:val="Level2"/>
      </w:pPr>
      <w:r>
        <w:t>Metal tag attached by chain to the device.</w:t>
      </w:r>
    </w:p>
    <w:p w14:paraId="3AD5C93D" w14:textId="77777777" w:rsidR="001A228B" w:rsidRDefault="00B0006C">
      <w:pPr>
        <w:pStyle w:val="Level2"/>
      </w:pPr>
      <w:r>
        <w:t>Include meter or equipment number, manufacturer's name, meter model, flow rate factor and design flow rate in //L/s// //gpm//.</w:t>
      </w:r>
    </w:p>
    <w:p w14:paraId="3695F7FC" w14:textId="77777777" w:rsidR="001A228B" w:rsidRDefault="00B0006C">
      <w:pPr>
        <w:pStyle w:val="Level1"/>
        <w:keepNext/>
      </w:pPr>
      <w:r>
        <w:t>Portable Water Flow Indicating Meters:</w:t>
      </w:r>
    </w:p>
    <w:p w14:paraId="32575BAF" w14:textId="77777777" w:rsidR="001A228B" w:rsidRDefault="00B0006C">
      <w:pPr>
        <w:pStyle w:val="Level2"/>
      </w:pPr>
      <w:r>
        <w:t>Minimum 152 mm (6 inch) diameter dial, forged brass body, beryllium-copper bellows designed for 1200 kPa (175 psig) working pressure at 121 degrees C (250 degrees F).</w:t>
      </w:r>
    </w:p>
    <w:p w14:paraId="5C6519F2" w14:textId="77777777" w:rsidR="001A228B" w:rsidRDefault="00B0006C">
      <w:pPr>
        <w:pStyle w:val="Level2"/>
      </w:pPr>
      <w:r>
        <w:t>Bleed and equalizing valves.</w:t>
      </w:r>
    </w:p>
    <w:p w14:paraId="2DA13CCB" w14:textId="77777777" w:rsidR="001A228B" w:rsidRDefault="00B0006C">
      <w:pPr>
        <w:pStyle w:val="Level2"/>
      </w:pPr>
      <w:r>
        <w:t>Vent and drain hose and two 3 m (10 feet) lengths of hose with quick disconnect connections.</w:t>
      </w:r>
    </w:p>
    <w:p w14:paraId="1DA61675" w14:textId="77777777" w:rsidR="001A228B" w:rsidRDefault="00B0006C">
      <w:pPr>
        <w:pStyle w:val="Level2"/>
      </w:pPr>
      <w:r>
        <w:t>Factory-fabricated carrying case with hose compartment and a bound set of capacity curves showing flow rate versus pressure differential.</w:t>
      </w:r>
    </w:p>
    <w:p w14:paraId="07B850C3" w14:textId="77777777" w:rsidR="001A228B" w:rsidRDefault="00B0006C">
      <w:pPr>
        <w:pStyle w:val="Level2"/>
      </w:pPr>
      <w:r>
        <w:t>Provide 1 portable meter for each range of differential pressure required for the installed flow devices.</w:t>
      </w:r>
    </w:p>
    <w:p w14:paraId="44FEFC8A" w14:textId="77777777" w:rsidR="001A228B" w:rsidRDefault="00B0006C">
      <w:pPr>
        <w:pStyle w:val="SpecNote"/>
        <w:outlineLvl w:val="9"/>
      </w:pPr>
      <w:r>
        <w:t>SPEC WRITER NOTE: Verify that drawings /schedule show permanent meters for main chilled water and condenser water for installations that do not include these measurements in the BAS.</w:t>
      </w:r>
    </w:p>
    <w:p w14:paraId="052B20B7" w14:textId="77777777" w:rsidR="001A228B" w:rsidRDefault="001A228B">
      <w:pPr>
        <w:pStyle w:val="SpecNote"/>
        <w:outlineLvl w:val="9"/>
      </w:pPr>
    </w:p>
    <w:p w14:paraId="6292B324" w14:textId="77777777" w:rsidR="001A228B" w:rsidRDefault="00B0006C">
      <w:pPr>
        <w:pStyle w:val="Level1"/>
      </w:pPr>
      <w:r>
        <w:t>Permanently Mounted Water Flow Indicating Meters: Minimum 152 mm (6 inch) diameter, or 457 mm (18 inch) long scale, for 120 percent of design flow rate, direct reading in //L/s// //gpm//, with 3 valve manifold and 2 shut-off valves.</w:t>
      </w:r>
    </w:p>
    <w:p w14:paraId="30EF61CB" w14:textId="77777777" w:rsidR="001A228B" w:rsidRDefault="00B0006C">
      <w:pPr>
        <w:pStyle w:val="ArticleB"/>
        <w:keepLines w:val="0"/>
        <w:outlineLvl w:val="1"/>
      </w:pPr>
      <w:r>
        <w:t>STRAINERS</w:t>
      </w:r>
    </w:p>
    <w:p w14:paraId="6A8769EE" w14:textId="77777777" w:rsidR="001A228B" w:rsidRDefault="00B0006C">
      <w:pPr>
        <w:pStyle w:val="SpecNote"/>
        <w:outlineLvl w:val="9"/>
      </w:pPr>
      <w:r>
        <w:t>SPEC WRITER NOTE: Basket strainers are normally only used in condenser water systems.</w:t>
      </w:r>
    </w:p>
    <w:p w14:paraId="67F7D0B6" w14:textId="77777777" w:rsidR="001A228B" w:rsidRDefault="001A228B">
      <w:pPr>
        <w:pStyle w:val="SpecNote"/>
        <w:outlineLvl w:val="9"/>
      </w:pPr>
    </w:p>
    <w:p w14:paraId="290EBC9F" w14:textId="77777777" w:rsidR="001A228B" w:rsidRDefault="00B0006C">
      <w:pPr>
        <w:pStyle w:val="Level1"/>
        <w:keepNext/>
      </w:pPr>
      <w:r>
        <w:t>//Basket// //Y// Type.</w:t>
      </w:r>
    </w:p>
    <w:p w14:paraId="3566E5D2" w14:textId="77777777" w:rsidR="001A228B" w:rsidRDefault="00B0006C">
      <w:pPr>
        <w:pStyle w:val="Level2"/>
      </w:pPr>
      <w:r>
        <w:t>Screens: Bronze, Monel metal or 18-8 stainless-steel, free area not less than 2-1/2 times pipe area, with perforations as follows: 1.1 mm (0.045 inch) diameter perforations for 100 mm (4 inches) and larger: 3.2 mm (1/8 inch) diameter perforations.</w:t>
      </w:r>
    </w:p>
    <w:p w14:paraId="478B7CC2" w14:textId="77777777" w:rsidR="001A228B" w:rsidRDefault="00B0006C">
      <w:pPr>
        <w:pStyle w:val="Level1"/>
      </w:pPr>
      <w:r>
        <w:t>Suction Diffusers: Specified in Section 23 21 23, HYDRONIC PUMPS.</w:t>
      </w:r>
    </w:p>
    <w:p w14:paraId="4D3E05A7" w14:textId="77777777" w:rsidR="001A228B" w:rsidRDefault="00B0006C">
      <w:pPr>
        <w:pStyle w:val="ArticleB"/>
        <w:keepLines w:val="0"/>
        <w:outlineLvl w:val="1"/>
      </w:pPr>
      <w:r>
        <w:t>FLEXIBLE CONNECTORS FOR WATER SERVICE</w:t>
      </w:r>
    </w:p>
    <w:p w14:paraId="5F6BB613" w14:textId="77777777" w:rsidR="001A228B" w:rsidRDefault="00B0006C">
      <w:pPr>
        <w:pStyle w:val="Level1"/>
        <w:keepNext/>
      </w:pPr>
      <w:r>
        <w:t>Flanged Spool Connector:</w:t>
      </w:r>
    </w:p>
    <w:p w14:paraId="4234F202" w14:textId="77777777" w:rsidR="001A228B" w:rsidRDefault="00B0006C">
      <w:pPr>
        <w:pStyle w:val="Level2"/>
      </w:pPr>
      <w:r>
        <w:t xml:space="preserve">Single arch or multiple arch type. Tube and cover shall be constructed of chlorobutyl elastomer with full faced integral </w:t>
      </w:r>
      <w:r>
        <w:lastRenderedPageBreak/>
        <w:t>flanges to provide a tight seal without gaskets. Connectors shall be internally reinforced with high strength synthetic fibers impregnated with rubber or synthetic compounds as recommended by connector manufacturer, and steel reinforcing rings.</w:t>
      </w:r>
    </w:p>
    <w:p w14:paraId="04352147" w14:textId="77777777" w:rsidR="001A228B" w:rsidRDefault="00B0006C">
      <w:pPr>
        <w:pStyle w:val="Level2"/>
        <w:keepNext/>
      </w:pPr>
      <w:r>
        <w:t>Working pressures and temperatures shall be as follows:</w:t>
      </w:r>
    </w:p>
    <w:p w14:paraId="054A5F83" w14:textId="77777777" w:rsidR="001A228B" w:rsidRDefault="00B0006C">
      <w:pPr>
        <w:pStyle w:val="Level3"/>
      </w:pPr>
      <w:r>
        <w:t>Connector sizes 50 mm to 100 mm (2 inches to 4 inches), 1137 kPa (165 psig) at 121 degrees C (250 degrees F).</w:t>
      </w:r>
    </w:p>
    <w:p w14:paraId="113ED958" w14:textId="77777777" w:rsidR="001A228B" w:rsidRDefault="00B0006C">
      <w:pPr>
        <w:pStyle w:val="Level3"/>
      </w:pPr>
      <w:r>
        <w:t>Connector sizes 127 mm to 305 mm (5 inches to 12 inches), 965 kPa (140 psig) at 121 degrees C (250 degrees F).</w:t>
      </w:r>
    </w:p>
    <w:p w14:paraId="3324B3A6" w14:textId="77777777" w:rsidR="001A228B" w:rsidRDefault="00B0006C">
      <w:pPr>
        <w:pStyle w:val="Level2"/>
      </w:pPr>
      <w:r>
        <w:t>Provide ductile iron retaining rings and control units.</w:t>
      </w:r>
    </w:p>
    <w:p w14:paraId="220CC75D" w14:textId="77777777" w:rsidR="001A228B" w:rsidRDefault="00B0006C">
      <w:pPr>
        <w:pStyle w:val="Level1"/>
      </w:pPr>
      <w:r>
        <w:t>Braided Hose: Corrugated-metal inner hose and braided outer shell.</w:t>
      </w:r>
    </w:p>
    <w:p w14:paraId="5F490F61" w14:textId="77777777" w:rsidR="001A228B" w:rsidRDefault="00B0006C">
      <w:pPr>
        <w:pStyle w:val="Level2"/>
      </w:pPr>
      <w:r>
        <w:t xml:space="preserve">Piping Up To 50 mm (2 inches): Bronze hoses and single-braid bronze sheaths with </w:t>
      </w:r>
      <w:r>
        <w:rPr>
          <w:rStyle w:val="SI"/>
          <w:color w:val="auto"/>
        </w:rPr>
        <w:t>3102 kPa at 21 degrees C (</w:t>
      </w:r>
      <w:r>
        <w:rPr>
          <w:rStyle w:val="IP"/>
          <w:color w:val="auto"/>
        </w:rPr>
        <w:t>450 psig at 70 degrees F</w:t>
      </w:r>
      <w:r>
        <w:rPr>
          <w:rStyle w:val="SI"/>
          <w:color w:val="auto"/>
        </w:rPr>
        <w:t>)</w:t>
      </w:r>
      <w:r>
        <w:t xml:space="preserve"> and </w:t>
      </w:r>
      <w:r>
        <w:rPr>
          <w:rStyle w:val="SI"/>
          <w:color w:val="auto"/>
        </w:rPr>
        <w:t>2344 kPa at 232 degrees C (</w:t>
      </w:r>
      <w:r>
        <w:rPr>
          <w:rStyle w:val="IP"/>
          <w:color w:val="auto"/>
        </w:rPr>
        <w:t>340 psig at 450 degrees F</w:t>
      </w:r>
      <w:r>
        <w:rPr>
          <w:rStyle w:val="SI"/>
          <w:color w:val="auto"/>
        </w:rPr>
        <w:t>)</w:t>
      </w:r>
      <w:r>
        <w:t xml:space="preserve"> ratings.</w:t>
      </w:r>
    </w:p>
    <w:p w14:paraId="10DFD8DA" w14:textId="77777777" w:rsidR="001A228B" w:rsidRDefault="00B0006C">
      <w:pPr>
        <w:pStyle w:val="Level2"/>
      </w:pPr>
      <w:r>
        <w:t xml:space="preserve">Piping From 65 mm (2-1/2 inches) To 100 mm (4 inches): Stainless-steel hoses and single-braid, stainless-steel sheaths with </w:t>
      </w:r>
      <w:r>
        <w:rPr>
          <w:rStyle w:val="SI"/>
          <w:color w:val="auto"/>
        </w:rPr>
        <w:t>2070 kPa at 21 degrees C (</w:t>
      </w:r>
      <w:r>
        <w:rPr>
          <w:rStyle w:val="IP"/>
          <w:color w:val="auto"/>
        </w:rPr>
        <w:t>300 psig at 70 degrees F</w:t>
      </w:r>
      <w:r>
        <w:rPr>
          <w:rStyle w:val="SI"/>
          <w:color w:val="auto"/>
        </w:rPr>
        <w:t>)</w:t>
      </w:r>
      <w:r>
        <w:t xml:space="preserve"> and </w:t>
      </w:r>
      <w:r>
        <w:rPr>
          <w:rStyle w:val="SI"/>
          <w:color w:val="auto"/>
        </w:rPr>
        <w:t>1550 kPa at 232 degrees C (</w:t>
      </w:r>
      <w:r>
        <w:rPr>
          <w:rStyle w:val="IP"/>
          <w:color w:val="auto"/>
        </w:rPr>
        <w:t>225 psig at 450 degrees F</w:t>
      </w:r>
      <w:r>
        <w:rPr>
          <w:rStyle w:val="SI"/>
          <w:color w:val="auto"/>
        </w:rPr>
        <w:t>)</w:t>
      </w:r>
      <w:r>
        <w:t xml:space="preserve"> ratings.</w:t>
      </w:r>
    </w:p>
    <w:p w14:paraId="768EEA26" w14:textId="77777777" w:rsidR="001A228B" w:rsidRDefault="00B0006C">
      <w:pPr>
        <w:pStyle w:val="Level2"/>
      </w:pPr>
      <w:r>
        <w:t xml:space="preserve">Piping From 150 mm (6 inches) and Above: Stainless-steel hoses and single-braid, stainless-steel sheaths with </w:t>
      </w:r>
      <w:r>
        <w:rPr>
          <w:rStyle w:val="SI"/>
          <w:color w:val="auto"/>
        </w:rPr>
        <w:t>1380 kPa at 21 degrees C (</w:t>
      </w:r>
      <w:r>
        <w:rPr>
          <w:rStyle w:val="IP"/>
          <w:color w:val="auto"/>
        </w:rPr>
        <w:t>200 psig at 70 degrees F</w:t>
      </w:r>
      <w:r>
        <w:rPr>
          <w:rStyle w:val="SI"/>
          <w:color w:val="auto"/>
        </w:rPr>
        <w:t>)</w:t>
      </w:r>
      <w:r>
        <w:t xml:space="preserve"> and </w:t>
      </w:r>
      <w:r>
        <w:rPr>
          <w:rStyle w:val="SI"/>
          <w:color w:val="auto"/>
        </w:rPr>
        <w:t>1000 kPa at 315 degrees C (</w:t>
      </w:r>
      <w:r>
        <w:rPr>
          <w:rStyle w:val="IP"/>
          <w:color w:val="auto"/>
        </w:rPr>
        <w:t>145 psig at 600 degrees F</w:t>
      </w:r>
      <w:r>
        <w:rPr>
          <w:rStyle w:val="SI"/>
          <w:color w:val="auto"/>
        </w:rPr>
        <w:t>)</w:t>
      </w:r>
      <w:r>
        <w:t xml:space="preserve"> ratings.</w:t>
      </w:r>
    </w:p>
    <w:p w14:paraId="63B9B488" w14:textId="77777777" w:rsidR="001A228B" w:rsidRDefault="00B0006C">
      <w:pPr>
        <w:pStyle w:val="ArticleB"/>
        <w:keepLines w:val="0"/>
        <w:outlineLvl w:val="1"/>
      </w:pPr>
      <w:r>
        <w:t>EXPANSION JOINTS</w:t>
      </w:r>
    </w:p>
    <w:p w14:paraId="664FA1A4" w14:textId="77777777" w:rsidR="001A228B" w:rsidRDefault="00B0006C">
      <w:pPr>
        <w:pStyle w:val="SpecNote"/>
        <w:outlineLvl w:val="9"/>
      </w:pPr>
      <w:r>
        <w:t>SPEC WRITER NOTE: Use bellows type for 50 mm (2 inches) and over and compensators for 50 mm (2 inches) and less.</w:t>
      </w:r>
    </w:p>
    <w:p w14:paraId="17F9016C" w14:textId="77777777" w:rsidR="001A228B" w:rsidRDefault="001A228B">
      <w:pPr>
        <w:pStyle w:val="SpecNote"/>
        <w:outlineLvl w:val="9"/>
      </w:pPr>
    </w:p>
    <w:p w14:paraId="46B854D7" w14:textId="77777777" w:rsidR="001A228B" w:rsidRDefault="00B0006C">
      <w:pPr>
        <w:pStyle w:val="Level1"/>
      </w:pPr>
      <w:r>
        <w:t>Factory built devices, inserted in the pipe lines, designed to absorb axial cyclical pipe movement which results from thermal expansion and contraction. This includes factory-built or field-fabricated guides located along the pipe lines to restrain lateral pipe motion and direct the axial pipe movement into the expansion joints.</w:t>
      </w:r>
    </w:p>
    <w:p w14:paraId="289B9652" w14:textId="77777777" w:rsidR="001A228B" w:rsidRDefault="00B0006C">
      <w:pPr>
        <w:pStyle w:val="Level1"/>
      </w:pPr>
      <w:r>
        <w:t>Manufacturing Quality Assurance: Conform to Expansion Joints Manufacturers Association (EJMA) Standards.</w:t>
      </w:r>
    </w:p>
    <w:p w14:paraId="73E295F0" w14:textId="77777777" w:rsidR="001A228B" w:rsidRDefault="00B0006C">
      <w:pPr>
        <w:pStyle w:val="Level1"/>
        <w:keepNext/>
      </w:pPr>
      <w:r>
        <w:t xml:space="preserve">Bellows </w:t>
      </w:r>
      <w:r>
        <w:noBreakHyphen/>
        <w:t xml:space="preserve"> Internally Pressurized Type:</w:t>
      </w:r>
    </w:p>
    <w:p w14:paraId="569F0355" w14:textId="77777777" w:rsidR="001A228B" w:rsidRDefault="00B0006C">
      <w:pPr>
        <w:pStyle w:val="Level2"/>
      </w:pPr>
      <w:r>
        <w:t>Multiple corrugations of Type 304 or Type A240-321 stainless-steel.</w:t>
      </w:r>
    </w:p>
    <w:p w14:paraId="2D4FCA7E" w14:textId="77777777" w:rsidR="001A228B" w:rsidRDefault="00B0006C">
      <w:pPr>
        <w:pStyle w:val="Level2"/>
      </w:pPr>
      <w:r>
        <w:t>Internal stainless-steel sleeve entire length of bellows.</w:t>
      </w:r>
    </w:p>
    <w:p w14:paraId="69180BDA" w14:textId="77777777" w:rsidR="001A228B" w:rsidRDefault="00B0006C">
      <w:pPr>
        <w:pStyle w:val="Level2"/>
      </w:pPr>
      <w:r>
        <w:t>External cast-iron equalizing rings for services exceeding 345 kPa (50 psig).</w:t>
      </w:r>
    </w:p>
    <w:p w14:paraId="5A8BA05B" w14:textId="77777777" w:rsidR="001A228B" w:rsidRDefault="00B0006C">
      <w:pPr>
        <w:pStyle w:val="Level2"/>
      </w:pPr>
      <w:r>
        <w:lastRenderedPageBreak/>
        <w:t>Welded ends.</w:t>
      </w:r>
    </w:p>
    <w:p w14:paraId="3993AE0F" w14:textId="77777777" w:rsidR="001A228B" w:rsidRDefault="00B0006C">
      <w:pPr>
        <w:pStyle w:val="Level2"/>
      </w:pPr>
      <w:r>
        <w:t>Design shall conform to standards of EJMA and ASME B31.9.</w:t>
      </w:r>
    </w:p>
    <w:p w14:paraId="7189379C" w14:textId="77777777" w:rsidR="001A228B" w:rsidRDefault="00B0006C">
      <w:pPr>
        <w:pStyle w:val="Level2"/>
      </w:pPr>
      <w:r>
        <w:t>External tie rods designed to withstand pressure thrust force upon anchor failure if one or both anchors for the joint are at change in direction of pipeline.</w:t>
      </w:r>
    </w:p>
    <w:p w14:paraId="3827446C" w14:textId="77777777" w:rsidR="001A228B" w:rsidRDefault="00B0006C">
      <w:pPr>
        <w:pStyle w:val="Level2"/>
      </w:pPr>
      <w:r>
        <w:t>Integral external cover.</w:t>
      </w:r>
    </w:p>
    <w:p w14:paraId="5578BAAD" w14:textId="77777777" w:rsidR="001A228B" w:rsidRDefault="00B0006C">
      <w:pPr>
        <w:pStyle w:val="Level1"/>
        <w:keepNext/>
      </w:pPr>
      <w:r>
        <w:t xml:space="preserve">Bellows </w:t>
      </w:r>
      <w:r>
        <w:noBreakHyphen/>
        <w:t xml:space="preserve"> Externally Pressurized Type:</w:t>
      </w:r>
    </w:p>
    <w:p w14:paraId="139E57B7" w14:textId="77777777" w:rsidR="001A228B" w:rsidRDefault="00B0006C">
      <w:pPr>
        <w:pStyle w:val="Level2"/>
      </w:pPr>
      <w:r>
        <w:t>Multiple corrugations of Type 304 stainless-steel.</w:t>
      </w:r>
    </w:p>
    <w:p w14:paraId="3C97CB4B" w14:textId="77777777" w:rsidR="001A228B" w:rsidRDefault="00B0006C">
      <w:pPr>
        <w:pStyle w:val="Level2"/>
      </w:pPr>
      <w:r>
        <w:t>Internal and external guide integral with joint.</w:t>
      </w:r>
    </w:p>
    <w:p w14:paraId="265EBE7C" w14:textId="77777777" w:rsidR="001A228B" w:rsidRDefault="00B0006C">
      <w:pPr>
        <w:pStyle w:val="Level2"/>
      </w:pPr>
      <w:r>
        <w:t>Design for external pressurization of bellows to eliminate squirm.</w:t>
      </w:r>
    </w:p>
    <w:p w14:paraId="1BBE6467" w14:textId="77777777" w:rsidR="001A228B" w:rsidRDefault="00B0006C">
      <w:pPr>
        <w:pStyle w:val="Level2"/>
      </w:pPr>
      <w:r>
        <w:t>Welded ends.</w:t>
      </w:r>
    </w:p>
    <w:p w14:paraId="721E9696" w14:textId="77777777" w:rsidR="001A228B" w:rsidRDefault="00B0006C">
      <w:pPr>
        <w:pStyle w:val="Level2"/>
      </w:pPr>
      <w:r>
        <w:t>Conform to the standards of EJMA and ASME B31.9.</w:t>
      </w:r>
    </w:p>
    <w:p w14:paraId="1A83EA29" w14:textId="77777777" w:rsidR="001A228B" w:rsidRDefault="00B0006C">
      <w:pPr>
        <w:pStyle w:val="Level2"/>
      </w:pPr>
      <w:r>
        <w:t>Threaded connection at bottom, 25 mm (1 inch) minimum, for drain or drip point.</w:t>
      </w:r>
    </w:p>
    <w:p w14:paraId="51BAEF80" w14:textId="77777777" w:rsidR="001A228B" w:rsidRDefault="00B0006C">
      <w:pPr>
        <w:pStyle w:val="Level2"/>
      </w:pPr>
      <w:r>
        <w:t>Integral external cover and internal sleeve.</w:t>
      </w:r>
    </w:p>
    <w:p w14:paraId="0B82DBB8" w14:textId="77777777" w:rsidR="001A228B" w:rsidRDefault="00B0006C">
      <w:pPr>
        <w:pStyle w:val="Level1"/>
        <w:keepNext/>
      </w:pPr>
      <w:r>
        <w:t>Expansion Compensators:</w:t>
      </w:r>
    </w:p>
    <w:p w14:paraId="3633C9A2" w14:textId="77777777" w:rsidR="001A228B" w:rsidRDefault="00B0006C">
      <w:pPr>
        <w:pStyle w:val="Level2"/>
      </w:pPr>
      <w:r>
        <w:t>Corrugated bellows, externally pressurized, stainless-steel or bronze.</w:t>
      </w:r>
    </w:p>
    <w:p w14:paraId="7BCB10A2" w14:textId="77777777" w:rsidR="001A228B" w:rsidRDefault="00B0006C">
      <w:pPr>
        <w:pStyle w:val="Level2"/>
      </w:pPr>
      <w:r>
        <w:t>Internal guides and anti-torque devices.</w:t>
      </w:r>
    </w:p>
    <w:p w14:paraId="384A0D50" w14:textId="77777777" w:rsidR="001A228B" w:rsidRDefault="00B0006C">
      <w:pPr>
        <w:pStyle w:val="Level2"/>
      </w:pPr>
      <w:r>
        <w:t>Threaded ends.</w:t>
      </w:r>
    </w:p>
    <w:p w14:paraId="0BED96A6" w14:textId="77777777" w:rsidR="001A228B" w:rsidRDefault="00B0006C">
      <w:pPr>
        <w:pStyle w:val="Level2"/>
      </w:pPr>
      <w:r>
        <w:t>External shroud.</w:t>
      </w:r>
    </w:p>
    <w:p w14:paraId="34B916F4" w14:textId="77777777" w:rsidR="001A228B" w:rsidRDefault="00B0006C">
      <w:pPr>
        <w:pStyle w:val="Level2"/>
      </w:pPr>
      <w:r>
        <w:t>Conform to standards of EJMA.</w:t>
      </w:r>
    </w:p>
    <w:p w14:paraId="3BB24E68" w14:textId="77777777" w:rsidR="001A228B" w:rsidRDefault="00B0006C">
      <w:pPr>
        <w:pStyle w:val="Level1"/>
      </w:pPr>
      <w:r>
        <w:t>Expansion Joint (Contractor’s Option): 2413 kPa (350 psig) maximum working pressure, steel pipe fitting consisting of telescoping body and slip-pipe sections, PTFE modified polyphenylene sulfide coated slide section, with welded or flanged ends, suitable for axial end movement to 75 mm (3 inch).</w:t>
      </w:r>
    </w:p>
    <w:p w14:paraId="4276B55C" w14:textId="77777777" w:rsidR="001A228B" w:rsidRDefault="00B0006C">
      <w:pPr>
        <w:pStyle w:val="Level1"/>
      </w:pPr>
      <w:r>
        <w:t>Expansion Joint Identification: Provide stamped brass or stainless-steel nameplate on each expansion joint listing the manufacturer, the allowable movement, flow direction, design pressure and temperature, date of manufacture, and identifying the expansion joint by the identification number in the contract documents.</w:t>
      </w:r>
    </w:p>
    <w:p w14:paraId="5F18727F" w14:textId="77777777" w:rsidR="001A228B" w:rsidRDefault="00B0006C">
      <w:pPr>
        <w:pStyle w:val="Level1"/>
      </w:pPr>
      <w:r>
        <w:t>Guides: Provide factory-built guides along the pipe line to permit axial movement only and to restrain lateral and angular movement. Guides shall be designed to withstand a minimum of 15 percent of the axial force which will be imposed on the expansion joints and anchors. Field-built guides shall be used if detailed in the contract documents.</w:t>
      </w:r>
    </w:p>
    <w:p w14:paraId="47ED5771" w14:textId="77777777" w:rsidR="001A228B" w:rsidRDefault="00B0006C">
      <w:pPr>
        <w:pStyle w:val="Level1"/>
      </w:pPr>
      <w:r>
        <w:lastRenderedPageBreak/>
        <w:t>Supports: Provide saddle supports and frame or hangers for heat exchanger. Mounting height shall be adjusted to facilitate gravity return of steam condensate. Construct supports from steel, weld joints.</w:t>
      </w:r>
    </w:p>
    <w:p w14:paraId="774053B4" w14:textId="77777777" w:rsidR="001A228B" w:rsidRDefault="00B0006C">
      <w:pPr>
        <w:pStyle w:val="ArticleB"/>
        <w:keepLines w:val="0"/>
        <w:outlineLvl w:val="1"/>
      </w:pPr>
      <w:r>
        <w:t>HYDRONIC SYSTEM COMPONENTS</w:t>
      </w:r>
    </w:p>
    <w:p w14:paraId="79D80F6E" w14:textId="77777777" w:rsidR="001A228B" w:rsidRDefault="00B0006C">
      <w:pPr>
        <w:pStyle w:val="Level1"/>
      </w:pPr>
      <w:r>
        <w:t>Heat Exchanger (Water to Water): Shell and tube type, U-bend removable tube bundle, heating fluid in shell, heated fluid in tubes, equipped with support cradles.</w:t>
      </w:r>
    </w:p>
    <w:p w14:paraId="70D4F6A7" w14:textId="77777777" w:rsidR="001A228B" w:rsidRDefault="00B0006C">
      <w:pPr>
        <w:pStyle w:val="Level2"/>
      </w:pPr>
      <w:r>
        <w:t>Maximum Tube Velocity: 2.3 m/s (7.5 f/s).</w:t>
      </w:r>
    </w:p>
    <w:p w14:paraId="35076313" w14:textId="77777777" w:rsidR="001A228B" w:rsidRDefault="00B0006C">
      <w:pPr>
        <w:pStyle w:val="Level2"/>
      </w:pPr>
      <w:r>
        <w:t>Tube Fouling Factor: TEMA Standards, but not less than 0.001.</w:t>
      </w:r>
    </w:p>
    <w:p w14:paraId="777093DC" w14:textId="77777777" w:rsidR="001A228B" w:rsidRDefault="00B0006C">
      <w:pPr>
        <w:pStyle w:val="Level2"/>
        <w:keepNext/>
      </w:pPr>
      <w:r>
        <w:t>Materials:</w:t>
      </w:r>
    </w:p>
    <w:p w14:paraId="34E55576" w14:textId="77777777" w:rsidR="001A228B" w:rsidRDefault="00B0006C">
      <w:pPr>
        <w:pStyle w:val="Level3"/>
      </w:pPr>
      <w:r>
        <w:t>Shell: Steel.</w:t>
      </w:r>
    </w:p>
    <w:p w14:paraId="5D0C5121" w14:textId="77777777" w:rsidR="001A228B" w:rsidRDefault="00B0006C">
      <w:pPr>
        <w:pStyle w:val="Level3"/>
      </w:pPr>
      <w:r>
        <w:t>Tube Sheet and Tube Supports: Steel or brass.</w:t>
      </w:r>
    </w:p>
    <w:p w14:paraId="3C9140D8" w14:textId="77777777" w:rsidR="001A228B" w:rsidRDefault="00B0006C">
      <w:pPr>
        <w:pStyle w:val="Level3"/>
      </w:pPr>
      <w:r>
        <w:t>Tubes: 19 mm (3/4 inch) OD copper.</w:t>
      </w:r>
    </w:p>
    <w:p w14:paraId="2B7180DA" w14:textId="77777777" w:rsidR="001A228B" w:rsidRDefault="00B0006C">
      <w:pPr>
        <w:pStyle w:val="Level3"/>
      </w:pPr>
      <w:r>
        <w:t>Head or Bonnet: Cast-iron or steel.</w:t>
      </w:r>
    </w:p>
    <w:p w14:paraId="3C68F1A1" w14:textId="77777777" w:rsidR="001A228B" w:rsidRDefault="00B0006C">
      <w:pPr>
        <w:pStyle w:val="Level2"/>
      </w:pPr>
      <w:r>
        <w:t>Construction: In accordance with ASME BPVC Section VIII for 861 kPa (125 psig) working pressure for shell and tubes. Provide manufacturer’s certified data report, Form No. U-1.</w:t>
      </w:r>
    </w:p>
    <w:p w14:paraId="210A7D70" w14:textId="77777777" w:rsidR="001A228B" w:rsidRDefault="00B0006C">
      <w:pPr>
        <w:pStyle w:val="Level1"/>
        <w:keepNext/>
      </w:pPr>
      <w:r>
        <w:t>Plate and Frame Heat Exchanger:</w:t>
      </w:r>
    </w:p>
    <w:p w14:paraId="2A7B0443" w14:textId="77777777" w:rsidR="001A228B" w:rsidRDefault="00B0006C">
      <w:pPr>
        <w:pStyle w:val="Level2"/>
      </w:pPr>
      <w:r>
        <w:t>Fixed frame with bolted removable corrugated channel plate assembly, ASME code stamped for 1034 kPa (150 psig) working pressure.</w:t>
      </w:r>
    </w:p>
    <w:p w14:paraId="4C5F3842" w14:textId="77777777" w:rsidR="001A228B" w:rsidRDefault="00B0006C">
      <w:pPr>
        <w:pStyle w:val="Level2"/>
      </w:pPr>
      <w:r>
        <w:t>Corrugated channel plates shall be type 316 or 304 stainless-steel.</w:t>
      </w:r>
    </w:p>
    <w:p w14:paraId="7BFE2579" w14:textId="77777777" w:rsidR="001A228B" w:rsidRDefault="00B0006C">
      <w:pPr>
        <w:pStyle w:val="Level2"/>
      </w:pPr>
      <w:r>
        <w:t>//Channel plate ports to be double gasketed to prevent mixing or cross-contamination of hot side and cold side fluids.// Gaskets to be EPPM.</w:t>
      </w:r>
    </w:p>
    <w:p w14:paraId="5FF08991" w14:textId="77777777" w:rsidR="001A228B" w:rsidRDefault="00B0006C">
      <w:pPr>
        <w:pStyle w:val="Level2"/>
      </w:pPr>
      <w:r>
        <w:t>Channel plate carrying bars to be carbon steel with zinc yellow chromate finish.</w:t>
      </w:r>
    </w:p>
    <w:p w14:paraId="29DA6E32" w14:textId="77777777" w:rsidR="001A228B" w:rsidRDefault="00B0006C">
      <w:pPr>
        <w:pStyle w:val="Level2"/>
      </w:pPr>
      <w:r>
        <w:t>Fixed frame plates and moveable pressure plates to be corrosion resistant epoxy painted carbon steel.</w:t>
      </w:r>
    </w:p>
    <w:p w14:paraId="3BC24AEE" w14:textId="77777777" w:rsidR="001A228B" w:rsidRDefault="00B0006C">
      <w:pPr>
        <w:pStyle w:val="Level2"/>
      </w:pPr>
      <w:r>
        <w:t>Piping connections 50 mm (2 inch) and smaller to be carbon steel NPT tappings. Piping connections 100 mm (4 inch) and larger to be studded port design to accept ANSI flange connections. Connection ports to be integral to the frame or pressure plate.</w:t>
      </w:r>
    </w:p>
    <w:p w14:paraId="27C17357" w14:textId="77777777" w:rsidR="001A228B" w:rsidRDefault="00B0006C">
      <w:pPr>
        <w:pStyle w:val="Level2"/>
      </w:pPr>
      <w:r>
        <w:t>Finished units to be provided with OSHA required, formed aluminum splash guards to enclose exterior channel plate and gasket surfaces.</w:t>
      </w:r>
    </w:p>
    <w:p w14:paraId="43729324" w14:textId="77777777" w:rsidR="001A228B" w:rsidRDefault="00B0006C">
      <w:pPr>
        <w:pStyle w:val="Level2"/>
      </w:pPr>
      <w:r>
        <w:t>Provide 2 sets of replacement gaskets and provide 1 set of wrenches for disassembly of plate type heat exchangers.</w:t>
      </w:r>
    </w:p>
    <w:p w14:paraId="1D83B14F" w14:textId="77777777" w:rsidR="001A228B" w:rsidRDefault="00B0006C">
      <w:pPr>
        <w:pStyle w:val="Level2"/>
      </w:pPr>
      <w:r>
        <w:t>Performance: As scheduled in the contract documents.</w:t>
      </w:r>
    </w:p>
    <w:p w14:paraId="6035E662" w14:textId="77777777" w:rsidR="001A228B" w:rsidRDefault="00B0006C">
      <w:pPr>
        <w:pStyle w:val="Level1"/>
      </w:pPr>
      <w:r>
        <w:lastRenderedPageBreak/>
        <w:t>Optional Heat Transfer Package: In lieu of field erected individual components, the Contractor may provide a factory or shop assembled package of converters, pumps, and other components, pre-piped and pre-wired supported on a welded steel frame or skid. Refer to Section 23 22 13, STEAM AND CONDENSATE HEATING PIPING, for additional requirements.</w:t>
      </w:r>
    </w:p>
    <w:p w14:paraId="0ED430C5" w14:textId="77777777" w:rsidR="001A228B" w:rsidRDefault="00B0006C">
      <w:pPr>
        <w:pStyle w:val="SpecNote"/>
        <w:outlineLvl w:val="9"/>
      </w:pPr>
      <w:r>
        <w:t>SPEC WRITER NOTE: If present, air purgers and separators should be located upstream of the system pump and downstream of the heat source.</w:t>
      </w:r>
    </w:p>
    <w:p w14:paraId="7D5FB002" w14:textId="77777777" w:rsidR="001A228B" w:rsidRDefault="001A228B">
      <w:pPr>
        <w:pStyle w:val="SpecNote"/>
        <w:outlineLvl w:val="9"/>
      </w:pPr>
    </w:p>
    <w:p w14:paraId="5AF030A4" w14:textId="77777777" w:rsidR="001A228B" w:rsidRDefault="00B0006C">
      <w:pPr>
        <w:pStyle w:val="Level1"/>
      </w:pPr>
      <w:r>
        <w:t>Air Purger: Cast-iron or fabricated steel, 861 kPa (125 psig) water working pressure, for in-line installation.</w:t>
      </w:r>
    </w:p>
    <w:p w14:paraId="4B86DD6B" w14:textId="77777777" w:rsidR="001A228B" w:rsidRDefault="00B0006C">
      <w:pPr>
        <w:pStyle w:val="Level1"/>
      </w:pPr>
      <w:r>
        <w:t>Tangential Air Separator: ASME BPVC Section VIII construction for 861 kPa (125 psig) working pressure, flanged tangential inlet and outlet connection, internal perforated stainless-steel air collector tube designed to direct released air into expansion tank, bottom blowdown connection. Provide Form No. U-1. If scheduled in the contract documents, provide a removable stainless-steel strainer element having 5 mm (3/16 inch) perforations and free area of not less than five times the cross-sectional area of connecting piping.</w:t>
      </w:r>
    </w:p>
    <w:p w14:paraId="0FE9238C" w14:textId="77777777" w:rsidR="001A228B" w:rsidRDefault="00B0006C">
      <w:pPr>
        <w:pStyle w:val="SpecNote"/>
        <w:outlineLvl w:val="9"/>
      </w:pPr>
      <w:r>
        <w:t>SPEC WRITER NOTE: Air control expansion tank systems are obsolete but may be used on small systems.</w:t>
      </w:r>
    </w:p>
    <w:p w14:paraId="7E0564E2" w14:textId="77777777" w:rsidR="001A228B" w:rsidRDefault="001A228B">
      <w:pPr>
        <w:pStyle w:val="SpecNote"/>
        <w:outlineLvl w:val="9"/>
      </w:pPr>
    </w:p>
    <w:p w14:paraId="2FFC26B1" w14:textId="77777777" w:rsidR="001A228B" w:rsidRDefault="00B0006C">
      <w:pPr>
        <w:pStyle w:val="Level1"/>
      </w:pPr>
      <w:r>
        <w:t>Diaphragm Type Pre-Pressurized Expansion Tank: ASME BPVC Section VIII construction for 861 kPa (125 psig) working pressure, welded steel shell, rustproof coated, with a flexible elastomeric diaphragm suitable for a maximum operating temperature of 115 degrees C (240 degrees F). Provide Form No. U-1. Tank shall be equipped with system connection, drain connection, standard air fill valve and be factory pre-charged to a minimum of 83 kPa (12 psig).</w:t>
      </w:r>
    </w:p>
    <w:p w14:paraId="7765200D" w14:textId="77777777" w:rsidR="001A228B" w:rsidRDefault="00B0006C">
      <w:pPr>
        <w:pStyle w:val="Level1"/>
      </w:pPr>
      <w:r>
        <w:t>Closed Expansion (Compression) Tank: ASME BPVC Section VIII construction for 861 kPa (125 psig) working pressure, steel, rustproof coated. Provide gauge glass, with protection guard, and angle valves with tapped openings for drain (bottom) and plugged vent (top). Provide Form No. U-1.</w:t>
      </w:r>
    </w:p>
    <w:p w14:paraId="7D8B850F" w14:textId="77777777" w:rsidR="001A228B" w:rsidRDefault="00B0006C">
      <w:pPr>
        <w:pStyle w:val="Level2"/>
        <w:keepNext/>
      </w:pPr>
      <w:r>
        <w:t>Horizontal Tank: Provide cradle supports and following accessories:</w:t>
      </w:r>
    </w:p>
    <w:p w14:paraId="6C7C97D8" w14:textId="77777777" w:rsidR="001A228B" w:rsidRDefault="00B0006C">
      <w:pPr>
        <w:pStyle w:val="Level3"/>
      </w:pPr>
      <w:r>
        <w:t xml:space="preserve">Air control tank fittings: Provide in each expansion tank to facilitate air transfer from air separator, or purger, into tank while restricting gravity circulation. Fitting shall include an integral or separate air vent tube, cut to length of about 2/3 of </w:t>
      </w:r>
      <w:r>
        <w:lastRenderedPageBreak/>
        <w:t>tank diameter, to allow venting air from the tank when establishing the initial water level in the tank.</w:t>
      </w:r>
    </w:p>
    <w:p w14:paraId="02DA1C01" w14:textId="77777777" w:rsidR="001A228B" w:rsidRDefault="00B0006C">
      <w:pPr>
        <w:pStyle w:val="Level3"/>
      </w:pPr>
      <w:r>
        <w:t>Tank Drainer-Air Charger: Shall incorporate a vent tube, cut to above 2/3 of tank diameter, and drain valve with hose connection draining and recharging with air.</w:t>
      </w:r>
    </w:p>
    <w:p w14:paraId="04710073" w14:textId="77777777" w:rsidR="001A228B" w:rsidRDefault="00B0006C">
      <w:pPr>
        <w:pStyle w:val="Level2"/>
      </w:pPr>
      <w:r>
        <w:t>Vertical Floor-Mounted Expansion Tank: Provide gauge glass, system or drain connection (bottom) and air charging (top) tappings. Provide gate valve and necessary adapters for charging system. Tank support shall consist of floor mounted base ring with drain access opening or four angle iron legs with base plates.</w:t>
      </w:r>
    </w:p>
    <w:p w14:paraId="7E2AE416" w14:textId="77777777" w:rsidR="001A228B" w:rsidRDefault="00B0006C">
      <w:pPr>
        <w:pStyle w:val="Level1"/>
      </w:pPr>
      <w:r>
        <w:t>Pressure Reducing Valve (Water): Diaphragm or bellows operated, spring loaded type, with minimum adjustable range of 28 kPa (4 psig) above and below set point. Bronze, brass or iron body and bronze, brass or stainless-steel trim, rated 861 kPa (125 psig) working pressure at 107 degrees C (225 degrees F).</w:t>
      </w:r>
    </w:p>
    <w:p w14:paraId="4E7D2C8C" w14:textId="77777777" w:rsidR="001A228B" w:rsidRDefault="00B0006C">
      <w:pPr>
        <w:pStyle w:val="Level1"/>
      </w:pPr>
      <w:r>
        <w:t>Pressure Relief Valve: Bronze or iron body and bronze or stainless-steel trim, with testing lever. Comply with ASME BPVC Section VIII and bear ASME stamp.</w:t>
      </w:r>
    </w:p>
    <w:p w14:paraId="3322DEA3" w14:textId="77777777" w:rsidR="001A228B" w:rsidRDefault="00B0006C">
      <w:pPr>
        <w:pStyle w:val="SpecNote"/>
        <w:outlineLvl w:val="9"/>
      </w:pPr>
      <w:r>
        <w:t>SPEC WRITER NOTE: Show automatic air vents on drawings. Automatic air vent should be used only on air separators and similar applications in mechanical rooms. When used, pipe outlet to floor drain to prevent damage from leaks.</w:t>
      </w:r>
    </w:p>
    <w:p w14:paraId="5BC3DCA5" w14:textId="77777777" w:rsidR="001A228B" w:rsidRDefault="001A228B">
      <w:pPr>
        <w:pStyle w:val="SpecNote"/>
        <w:outlineLvl w:val="9"/>
      </w:pPr>
    </w:p>
    <w:p w14:paraId="03F48016" w14:textId="77777777" w:rsidR="001A228B" w:rsidRDefault="00B0006C">
      <w:pPr>
        <w:pStyle w:val="Level1"/>
      </w:pPr>
      <w:r>
        <w:t>Automatic Air Vent Valves: Where shown in the contract documents, cast-iron or semi-steel body, 1034 kPa (150 psig) working pressure, stainless-steel float, valve, valve seat and mechanism, minimum 13 mm (1/2 inch) water connection and 6 mm (1/4 inch) air outlet. Air outlet shall be piped to the nearest floor drain.</w:t>
      </w:r>
    </w:p>
    <w:p w14:paraId="55E26CCF" w14:textId="77777777" w:rsidR="001A228B" w:rsidRDefault="00B0006C">
      <w:pPr>
        <w:pStyle w:val="SpecNote"/>
        <w:outlineLvl w:val="9"/>
      </w:pPr>
      <w:r>
        <w:t>SPEC WRITER NOTE: Determine if the hydronic system has adequate water volume and/or thermal mass to preclude excessive equipment cycling and other problems. If not, consider incorporating into the system a properly sized buffer tank.</w:t>
      </w:r>
    </w:p>
    <w:p w14:paraId="6A753077" w14:textId="77777777" w:rsidR="001A228B" w:rsidRDefault="001A228B">
      <w:pPr>
        <w:pStyle w:val="SpecNote"/>
        <w:outlineLvl w:val="9"/>
      </w:pPr>
    </w:p>
    <w:p w14:paraId="2CD13B52" w14:textId="77777777" w:rsidR="001A228B" w:rsidRDefault="00B0006C">
      <w:pPr>
        <w:pStyle w:val="Level1"/>
      </w:pPr>
      <w:r>
        <w:t xml:space="preserve">Buffer Tank: Buffer tank shall be constructed with a built-in baffle to allow mixing of the fluid inside the tank. Tank shall be constructed in accordance with ASME BPVC Section VIII requirements and stamped and registered with the National Board of Boiler and Pressure Vessel Inspectors. Tank shall have a working pressure of 861 kPa (125 psig) and shall come equipped with a base ring for installing the buffer tank </w:t>
      </w:r>
      <w:r>
        <w:lastRenderedPageBreak/>
        <w:t>directly on a level surface. The tank shall be furnished with two //flanged// //NPT// connections, tappings for air vent, relief valve and drain. Buffer tank shall have a capacity as indicated in the contract documents.</w:t>
      </w:r>
    </w:p>
    <w:p w14:paraId="71DD7674" w14:textId="77777777" w:rsidR="001A228B" w:rsidRDefault="00B0006C">
      <w:pPr>
        <w:pStyle w:val="ArticleB"/>
        <w:keepLines w:val="0"/>
        <w:outlineLvl w:val="1"/>
      </w:pPr>
      <w:r>
        <w:t>WATER FILTERS AND POT CHEMICAL FEEDERS</w:t>
      </w:r>
    </w:p>
    <w:p w14:paraId="58162CC9" w14:textId="77777777" w:rsidR="001A228B" w:rsidRDefault="00B0006C">
      <w:pPr>
        <w:pStyle w:val="Level1"/>
      </w:pPr>
      <w:r>
        <w:t>See Section 23 25 00, HVAC WATER TREATMENT, paragraph, CHEMICAL TREATMENT FOR CLOSED LOOP SYSTEMS.</w:t>
      </w:r>
    </w:p>
    <w:p w14:paraId="65C1038B" w14:textId="77777777" w:rsidR="001A228B" w:rsidRDefault="00B0006C">
      <w:pPr>
        <w:pStyle w:val="ArticleB"/>
        <w:keepLines w:val="0"/>
        <w:outlineLvl w:val="1"/>
      </w:pPr>
      <w:r>
        <w:t>GAUGES, PRESSURE AND COMPOUND</w:t>
      </w:r>
    </w:p>
    <w:p w14:paraId="38B1D43F" w14:textId="77777777" w:rsidR="001A228B" w:rsidRDefault="00B0006C">
      <w:pPr>
        <w:pStyle w:val="Level1"/>
      </w:pPr>
      <w:r>
        <w:t>ASME B40.100, Accuracy Grade 1A, (pressure, vacuum, or compound for air, oil or water), initial mid-scale accuracy 1 percent of scale (Qualify grade), metal or phenolic case, 114 mm (4-1/2 inches) in diameter, 6 mm (1/4 inch) NPT bottom connection, white dial with black graduations and pointer, clear glass or acrylic plastic window, suitable for board mounting. Provide red "set hand" to indicate normal working pressure.</w:t>
      </w:r>
    </w:p>
    <w:p w14:paraId="19284C2E" w14:textId="77777777" w:rsidR="001A228B" w:rsidRDefault="00B0006C">
      <w:pPr>
        <w:pStyle w:val="Level1"/>
      </w:pPr>
      <w:r>
        <w:t>Provide brass lever handle union cock. Provide brass/bronze pressure snubber for gauges in water service.</w:t>
      </w:r>
    </w:p>
    <w:p w14:paraId="39FF4BA4" w14:textId="77777777" w:rsidR="001A228B" w:rsidRDefault="00B0006C">
      <w:pPr>
        <w:pStyle w:val="Level1"/>
      </w:pPr>
      <w:r>
        <w:t>Range of Gauges: Provide range equal to at least 130 percent of normal operating range.</w:t>
      </w:r>
    </w:p>
    <w:p w14:paraId="12059EA2" w14:textId="77777777" w:rsidR="001A228B" w:rsidRDefault="00B0006C">
      <w:pPr>
        <w:pStyle w:val="Level2"/>
      </w:pPr>
      <w:r>
        <w:t>For Condenser Water Suction (Compound): 101 kPa (29.5 inches Hg) to 689 kPa (100 psig).</w:t>
      </w:r>
    </w:p>
    <w:p w14:paraId="7CA36E56" w14:textId="77777777" w:rsidR="001A228B" w:rsidRDefault="00B0006C">
      <w:pPr>
        <w:pStyle w:val="ArticleB"/>
        <w:keepLines w:val="0"/>
        <w:outlineLvl w:val="1"/>
      </w:pPr>
      <w:r>
        <w:t>PRESSURE/TEMPERATURE TEST PROVISIONS</w:t>
      </w:r>
    </w:p>
    <w:p w14:paraId="24CCD001" w14:textId="77777777" w:rsidR="001A228B" w:rsidRDefault="00B0006C">
      <w:pPr>
        <w:pStyle w:val="Level1"/>
      </w:pPr>
      <w:r>
        <w:t>Pete's Plug: 6 mm (1/4 inch) MPT by 75 mm (3 inches) long, brass body and cap, with retained safety cap, Nordel self-closing valve cores, permanently installed in piping where shown, or in lieu of pressure gauge test connections shown in the contract documents.</w:t>
      </w:r>
    </w:p>
    <w:p w14:paraId="60548C74" w14:textId="77777777" w:rsidR="001A228B" w:rsidRDefault="00B0006C">
      <w:pPr>
        <w:pStyle w:val="Level1"/>
        <w:keepNext/>
      </w:pPr>
      <w:r>
        <w:t>Provide one each of the following test items to the COR:</w:t>
      </w:r>
    </w:p>
    <w:p w14:paraId="269D3308" w14:textId="77777777" w:rsidR="001A228B" w:rsidRDefault="00B0006C">
      <w:pPr>
        <w:pStyle w:val="Level2"/>
      </w:pPr>
      <w:r>
        <w:t>6 mm (1/4 inch) FPT by 3.2 mm (1/8 inch) diameter stainless-steel pressure gauge adapter probe for extra-long test plug.</w:t>
      </w:r>
    </w:p>
    <w:p w14:paraId="77BB7B2A" w14:textId="77777777" w:rsidR="001A228B" w:rsidRDefault="00B0006C">
      <w:pPr>
        <w:pStyle w:val="Level2"/>
      </w:pPr>
      <w:r>
        <w:t>89 mm (3-1/2 inch) diameter, one percent accuracy, compound gauge, 101 kPa (29.5 inches Hg) to 689 kPa (100 psig) range.</w:t>
      </w:r>
    </w:p>
    <w:p w14:paraId="6E71027A" w14:textId="77777777" w:rsidR="001A228B" w:rsidRDefault="00B0006C">
      <w:pPr>
        <w:pStyle w:val="Level2"/>
      </w:pPr>
      <w:r>
        <w:t>0 to 104 degrees C (32 to 220 degrees F) pocket thermometer 1/2</w:t>
      </w:r>
      <w:r>
        <w:noBreakHyphen/>
        <w:t>degree accuracy, 25 mm (1 inch) dial, 127 mm (5 inch) long stainless-steel stem, plastic case.</w:t>
      </w:r>
    </w:p>
    <w:p w14:paraId="0078E4DB" w14:textId="77777777" w:rsidR="001A228B" w:rsidRDefault="00B0006C">
      <w:pPr>
        <w:pStyle w:val="ArticleB"/>
        <w:keepLines w:val="0"/>
        <w:outlineLvl w:val="1"/>
      </w:pPr>
      <w:r>
        <w:t>THERMOMETERS</w:t>
      </w:r>
    </w:p>
    <w:p w14:paraId="38F053A4" w14:textId="77777777" w:rsidR="001A228B" w:rsidRDefault="00B0006C">
      <w:pPr>
        <w:pStyle w:val="Level1"/>
      </w:pPr>
      <w:r>
        <w:t>Mercury or organic liquid filled type, red or blue column, clear plastic window, with 152 mm (6 inch) brass stem, straight, fixed or adjustable angle as required for each in reading.</w:t>
      </w:r>
    </w:p>
    <w:p w14:paraId="76C58940" w14:textId="77777777" w:rsidR="001A228B" w:rsidRDefault="00B0006C">
      <w:pPr>
        <w:pStyle w:val="Level1"/>
      </w:pPr>
      <w:r>
        <w:lastRenderedPageBreak/>
        <w:t>Case: Chrome plated brass or aluminum with enamel finish.</w:t>
      </w:r>
    </w:p>
    <w:p w14:paraId="132F5D48" w14:textId="77777777" w:rsidR="001A228B" w:rsidRDefault="00B0006C">
      <w:pPr>
        <w:pStyle w:val="Level1"/>
      </w:pPr>
      <w:r>
        <w:t>Scale: Not less than 228 mm (9 inches), range as described below, 2</w:t>
      </w:r>
      <w:r>
        <w:noBreakHyphen/>
        <w:t>degree graduations.</w:t>
      </w:r>
    </w:p>
    <w:p w14:paraId="1B1A3E8B" w14:textId="77777777" w:rsidR="001A228B" w:rsidRDefault="00B0006C">
      <w:pPr>
        <w:pStyle w:val="Level1"/>
      </w:pPr>
      <w:r>
        <w:t>Separable Socket (Well): Brass, extension neck type to clear pipe insulation.</w:t>
      </w:r>
    </w:p>
    <w:p w14:paraId="58DE147D" w14:textId="77777777" w:rsidR="001A228B" w:rsidRDefault="00B0006C">
      <w:pPr>
        <w:pStyle w:val="Level1"/>
        <w:keepNext/>
      </w:pPr>
      <w:r>
        <w:t>Scale Ranges:</w:t>
      </w:r>
    </w:p>
    <w:p w14:paraId="5AC4EFE0" w14:textId="77777777" w:rsidR="001A228B" w:rsidRDefault="00B0006C">
      <w:pPr>
        <w:pStyle w:val="Level2"/>
      </w:pPr>
      <w:r>
        <w:t>Chilled Water and Glycol-Water: 0 to 38 degrees C (32 to 100 degrees F).</w:t>
      </w:r>
    </w:p>
    <w:p w14:paraId="503356DD" w14:textId="77777777" w:rsidR="001A228B" w:rsidRDefault="00B0006C">
      <w:pPr>
        <w:pStyle w:val="Level2"/>
      </w:pPr>
      <w:r>
        <w:t>Hot Water and Glycol-Water: 38 to 93 degrees C (100 to 200 degrees F).</w:t>
      </w:r>
    </w:p>
    <w:p w14:paraId="5C984B1A" w14:textId="77777777" w:rsidR="001A228B" w:rsidRDefault="00B0006C">
      <w:pPr>
        <w:pStyle w:val="ArticleB"/>
        <w:keepLines w:val="0"/>
        <w:outlineLvl w:val="1"/>
      </w:pPr>
      <w:r>
        <w:t>FIRESTOPPING MATERIAL</w:t>
      </w:r>
    </w:p>
    <w:p w14:paraId="59861716" w14:textId="77777777" w:rsidR="001A228B" w:rsidRDefault="00B0006C">
      <w:pPr>
        <w:pStyle w:val="Level1"/>
      </w:pPr>
      <w:r>
        <w:t>Refer to Section 23 05 11, COMMON WORK RESULTS FOR HVAC.</w:t>
      </w:r>
    </w:p>
    <w:p w14:paraId="08307D63" w14:textId="77777777" w:rsidR="001A228B" w:rsidRDefault="00B0006C">
      <w:pPr>
        <w:pStyle w:val="ArticleB"/>
        <w:keepLines w:val="0"/>
        <w:outlineLvl w:val="1"/>
      </w:pPr>
      <w:r>
        <w:t>//ELECTRICAL HEAT TRACING SYSTEMS</w:t>
      </w:r>
    </w:p>
    <w:p w14:paraId="47470300" w14:textId="77777777" w:rsidR="001A228B" w:rsidRDefault="00B0006C">
      <w:pPr>
        <w:pStyle w:val="SpecNote"/>
        <w:outlineLvl w:val="9"/>
      </w:pPr>
      <w:r>
        <w:t>SPEC WRITER NOTE: Verify that the extent of freeze protection for outdoor condenser water, and chilled water piping is clearly described and that electrical drawings show power supply to heat tracing. If not required for HVAC piping, tracing may still be required for walk-in freezer, Section 11 41 21, WALK-IN COOLERS AND FREEZERS.</w:t>
      </w:r>
    </w:p>
    <w:p w14:paraId="0A4AEE25" w14:textId="77777777" w:rsidR="001A228B" w:rsidRDefault="001A228B">
      <w:pPr>
        <w:pStyle w:val="SpecNote"/>
        <w:outlineLvl w:val="9"/>
      </w:pPr>
    </w:p>
    <w:p w14:paraId="779EBE6E" w14:textId="77777777" w:rsidR="001A228B" w:rsidRDefault="00B0006C">
      <w:pPr>
        <w:pStyle w:val="Level1"/>
      </w:pPr>
      <w:r>
        <w:t>Systems shall meet requirements of NFPA 70.</w:t>
      </w:r>
    </w:p>
    <w:p w14:paraId="1FFC7C9F" w14:textId="77777777" w:rsidR="001A228B" w:rsidRDefault="00B0006C">
      <w:pPr>
        <w:pStyle w:val="Level1"/>
      </w:pPr>
      <w:r>
        <w:t>Provide tracing for outdoor piping subject to freezing temperatures below 3.3 degrees C (38 degrees F) as follows:</w:t>
      </w:r>
    </w:p>
    <w:p w14:paraId="3445A093" w14:textId="77777777" w:rsidR="001A228B" w:rsidRDefault="00B0006C">
      <w:pPr>
        <w:pStyle w:val="Level2"/>
      </w:pPr>
      <w:r>
        <w:t>//Condenser water piping for cooling towers.//</w:t>
      </w:r>
    </w:p>
    <w:p w14:paraId="6E2E05CF" w14:textId="77777777" w:rsidR="001A228B" w:rsidRDefault="00B0006C">
      <w:pPr>
        <w:pStyle w:val="Level2"/>
      </w:pPr>
      <w:r>
        <w:t>//Make-up water.//</w:t>
      </w:r>
    </w:p>
    <w:p w14:paraId="76A1D14E" w14:textId="77777777" w:rsidR="001A228B" w:rsidRDefault="00B0006C">
      <w:pPr>
        <w:pStyle w:val="Level2"/>
      </w:pPr>
      <w:r>
        <w:t>//Chilled water// //Hot water// piping at units //   // and all other areas exposed to the weather.//</w:t>
      </w:r>
    </w:p>
    <w:p w14:paraId="38E787F6" w14:textId="77777777" w:rsidR="001A228B" w:rsidRDefault="00B0006C">
      <w:pPr>
        <w:pStyle w:val="Level2"/>
      </w:pPr>
      <w:r>
        <w:t>//Domestic water lines exposed to weather.//</w:t>
      </w:r>
    </w:p>
    <w:p w14:paraId="2557AE21" w14:textId="77777777" w:rsidR="001A228B" w:rsidRDefault="00B0006C">
      <w:pPr>
        <w:pStyle w:val="Level1"/>
      </w:pPr>
      <w:r>
        <w:t>Heat tracing shall be provided to the extent shown in the contract documents(Floor plans and Elevations). Heat tracing shall extend below grade to below the defined frost line.</w:t>
      </w:r>
    </w:p>
    <w:p w14:paraId="2FBFDF96" w14:textId="77777777" w:rsidR="001A228B" w:rsidRDefault="00B0006C">
      <w:pPr>
        <w:pStyle w:val="Level1"/>
      </w:pPr>
      <w:r>
        <w:t>Heating Cable: Flexible, parallel circuit construction consisting of a continuous self-limiting resistance, conductive inner core material between two parallel copper bus wires, designed for cut-to-length at the job site and for wrapping around valves and complex fittings. Self-regulation shall prevent overheating and burnouts even where the cable overlaps itself.</w:t>
      </w:r>
    </w:p>
    <w:p w14:paraId="6EF14EC9" w14:textId="77777777" w:rsidR="001A228B" w:rsidRDefault="00B0006C">
      <w:pPr>
        <w:pStyle w:val="Level2"/>
      </w:pPr>
      <w:r>
        <w:lastRenderedPageBreak/>
        <w:t>Provide end seals at ends of circuits. Wire at the ends of the circuits is not to be tied together.</w:t>
      </w:r>
    </w:p>
    <w:p w14:paraId="3A68784B" w14:textId="77777777" w:rsidR="001A228B" w:rsidRDefault="00B0006C">
      <w:pPr>
        <w:pStyle w:val="Level2"/>
      </w:pPr>
      <w:r>
        <w:t>Provide sufficient cable, as recommended by the manufacturer, to keep the pipe surface at 2.2 degrees C (36 degrees F) minimum during winter outdoor design temperature, but not less than the following:</w:t>
      </w:r>
    </w:p>
    <w:p w14:paraId="54DBB813" w14:textId="77777777" w:rsidR="001A228B" w:rsidRDefault="00B0006C">
      <w:pPr>
        <w:pStyle w:val="Level3"/>
      </w:pPr>
      <w:r>
        <w:t>75 mm (3 inch) pipe and smaller with 25 mm (1 inch) thick insulation: 4 watts per foot of pipe.</w:t>
      </w:r>
    </w:p>
    <w:p w14:paraId="0C31A126" w14:textId="77777777" w:rsidR="001A228B" w:rsidRDefault="00B0006C">
      <w:pPr>
        <w:pStyle w:val="Level3"/>
      </w:pPr>
      <w:r>
        <w:t>100 mm (4 inch) pipe and larger 38 mm (1-1/2 inch) thick insulation: 8 watts per feet of pipe.</w:t>
      </w:r>
    </w:p>
    <w:p w14:paraId="66FFE606" w14:textId="77777777" w:rsidR="001A228B" w:rsidRDefault="00B0006C">
      <w:pPr>
        <w:pStyle w:val="SpecNote"/>
        <w:outlineLvl w:val="9"/>
      </w:pPr>
      <w:r>
        <w:t>SPEC WRITER NOTE: Coordinate the need for emergency power with project drawings (electric discipline).</w:t>
      </w:r>
    </w:p>
    <w:p w14:paraId="02286F5E" w14:textId="77777777" w:rsidR="001A228B" w:rsidRDefault="001A228B">
      <w:pPr>
        <w:pStyle w:val="SpecNote"/>
        <w:outlineLvl w:val="9"/>
      </w:pPr>
    </w:p>
    <w:p w14:paraId="64450DF0" w14:textId="77777777" w:rsidR="001A228B" w:rsidRDefault="00B0006C">
      <w:pPr>
        <w:pStyle w:val="Level1"/>
        <w:keepNext/>
      </w:pPr>
      <w:r>
        <w:t>Electrical Heating Tracing Accessories:</w:t>
      </w:r>
    </w:p>
    <w:p w14:paraId="48349126" w14:textId="77777777" w:rsidR="001A228B" w:rsidRDefault="00B0006C">
      <w:pPr>
        <w:pStyle w:val="Level2"/>
      </w:pPr>
      <w:r>
        <w:t>Power supply connection fitting and stainless-steel mounting brackets. Provide stainless-steel worm gear clamp to fasten bracket to pipe.</w:t>
      </w:r>
    </w:p>
    <w:p w14:paraId="23B12AEF" w14:textId="77777777" w:rsidR="001A228B" w:rsidRDefault="00B0006C">
      <w:pPr>
        <w:pStyle w:val="Level2"/>
      </w:pPr>
      <w:r>
        <w:t>13 mm (1/2 inch) wide fiberglass reinforced pressure sensitive cloth tape to fasten cable to pipe at 305 mm (12 inch) intervals.</w:t>
      </w:r>
    </w:p>
    <w:p w14:paraId="5EC8DB47" w14:textId="77777777" w:rsidR="001A228B" w:rsidRDefault="00B0006C">
      <w:pPr>
        <w:pStyle w:val="Level2"/>
      </w:pPr>
      <w:r>
        <w:t>Pipe surface temperature control thermostat: Cast aluminum, NEMA 4 (watertight) enclosure, 13 mm (1/2 inch) NPT conduit hub, SPST switch rated 20 amps at 480 volts ac, with capillary and copper bulb sensor. Set thermostat to maintain pipe surface temperature at not less than 1 degree C (34 degrees F).</w:t>
      </w:r>
    </w:p>
    <w:p w14:paraId="5A91256F" w14:textId="77777777" w:rsidR="001A228B" w:rsidRDefault="00B0006C">
      <w:pPr>
        <w:pStyle w:val="Level2"/>
      </w:pPr>
      <w:r>
        <w:t>Signs: Manufacturer's standard (NFPA 70), stamped "ELECTRIC TRACED" located on the insulation jacket at 3 m (10 feet) intervals along the pipe on alternating sides.</w:t>
      </w:r>
      <w:r>
        <w:rPr>
          <w:b/>
          <w:bCs/>
        </w:rPr>
        <w:t>//</w:t>
      </w:r>
    </w:p>
    <w:p w14:paraId="0D55E9B8" w14:textId="77777777" w:rsidR="001A228B" w:rsidRDefault="00B0006C">
      <w:pPr>
        <w:pStyle w:val="PART"/>
      </w:pPr>
      <w:r>
        <w:t>EXECUTION</w:t>
      </w:r>
    </w:p>
    <w:p w14:paraId="33F3FBE1" w14:textId="77777777" w:rsidR="001A228B" w:rsidRDefault="00B0006C">
      <w:pPr>
        <w:pStyle w:val="ArticleB"/>
        <w:keepLines w:val="0"/>
        <w:outlineLvl w:val="1"/>
      </w:pPr>
      <w:r>
        <w:t>INSTALLATION</w:t>
      </w:r>
    </w:p>
    <w:p w14:paraId="3212BDE2" w14:textId="77777777" w:rsidR="001A228B" w:rsidRDefault="00B0006C">
      <w:pPr>
        <w:pStyle w:val="Level1"/>
        <w:tabs>
          <w:tab w:val="clear" w:pos="720"/>
          <w:tab w:val="left" w:pos="360"/>
          <w:tab w:val="left" w:pos="810"/>
        </w:tabs>
      </w:pPr>
      <w:r>
        <w:t>If an installation is unsatisfactory to the COR, the Contractor shall correct the installation at no additional cost or time to the Government.</w:t>
      </w:r>
    </w:p>
    <w:p w14:paraId="140B4419" w14:textId="77777777" w:rsidR="001A228B" w:rsidRDefault="00B0006C">
      <w:pPr>
        <w:pStyle w:val="Level1"/>
      </w:pPr>
      <w:r>
        <w:t xml:space="preserve">The contract documents show the general arrangement of pipe and equipment but do not show all required fittings and offsets that may be necessary to connect pipes to equipment, fan-coils, coils, radiators, etc., and to coordinate with other trades. Provide all necessary fittings, offsets and pipe runs based on field measurements and at no additional cost or time to the Government. Coordinate with other trades for space available and relative location of HVAC equipment and </w:t>
      </w:r>
      <w:r>
        <w:lastRenderedPageBreak/>
        <w:t>accessories to be connected on ceiling grid. Pipe location in the contract documents shall be altered by contractor where necessary to avoid interferences and clearance difficulties.</w:t>
      </w:r>
    </w:p>
    <w:p w14:paraId="0F402104" w14:textId="77777777" w:rsidR="001A228B" w:rsidRDefault="00B0006C">
      <w:pPr>
        <w:pStyle w:val="Level1"/>
      </w:pPr>
      <w:r>
        <w:t>Store materials to avoid excessive exposure to weather or foreign materials. Keep inside of piping relatively clean during installation and protect open ends when work is not in progress.</w:t>
      </w:r>
    </w:p>
    <w:p w14:paraId="2A3F5731" w14:textId="77777777" w:rsidR="001A228B" w:rsidRDefault="00B0006C">
      <w:pPr>
        <w:pStyle w:val="Level1"/>
      </w:pPr>
      <w:r>
        <w:t>Support piping securely. Refer to PART 3, Section 23 05 11, COMMON WORK RESULTS FOR HVAC. Install heat exchangers at height sufficient to provide gravity flow of condensate to the flash tank and condensate pump.</w:t>
      </w:r>
    </w:p>
    <w:p w14:paraId="5B00CA3E" w14:textId="77777777" w:rsidR="001A228B" w:rsidRDefault="00B0006C">
      <w:pPr>
        <w:pStyle w:val="Level1"/>
      </w:pPr>
      <w:r>
        <w:t>Install piping generally parallel to walls and column center lines, unless shown otherwise in the contract documents. Space piping, including insulation, to provide 25 mm (1 inch) minimum clearance between adjacent piping or other surface. Unless shown otherwise, slope drain piping down in the direction of flow not less than 25 mm (1 inch) in 12 m (40 feet). Provide eccentric reducers to keep bottom of sloped piping flat.</w:t>
      </w:r>
    </w:p>
    <w:p w14:paraId="485B8563" w14:textId="77777777" w:rsidR="001A228B" w:rsidRDefault="00B0006C">
      <w:pPr>
        <w:pStyle w:val="Level1"/>
      </w:pPr>
      <w:r>
        <w:t>Locate and orient valves to permit proper operation and access for maintenance of packing, seat and disc. Generally, locate valve stems in overhead piping in horizontal position. Provide a union adjacent to one end of all threaded end valves. Control valves usually require reducers to connect to pipe sizes shown in the contract documents. Install butterfly valves with the valve open as recommended by the manufacturer to prevent binding of the disc in the seat.</w:t>
      </w:r>
    </w:p>
    <w:p w14:paraId="7A191123" w14:textId="77777777" w:rsidR="001A228B" w:rsidRDefault="00B0006C">
      <w:pPr>
        <w:pStyle w:val="Level1"/>
      </w:pPr>
      <w:r>
        <w:t>Offset equipment connections to allow valving off for maintenance and repair with minimal removal of piping. Provide flexibility in equipment connections and branch line take-offs with 3-elbow swing joints where noted in the contract documents.</w:t>
      </w:r>
    </w:p>
    <w:p w14:paraId="2EB35451" w14:textId="77777777" w:rsidR="001A228B" w:rsidRDefault="00B0006C">
      <w:pPr>
        <w:pStyle w:val="Level1"/>
      </w:pPr>
      <w:r>
        <w:t>Tee water piping runouts or branches into the side of mains or other branches. Avoid bull-head tees, which are two return lines entering opposite ends of a tee and exiting out the common side.</w:t>
      </w:r>
    </w:p>
    <w:p w14:paraId="30B670C8" w14:textId="77777777" w:rsidR="001A228B" w:rsidRDefault="00B0006C">
      <w:pPr>
        <w:pStyle w:val="Level1"/>
      </w:pPr>
      <w:r>
        <w:t>Provide manual or automatic air vent at all piping system high points and drain valves at all low points. Install piping to floor drains from all automatic air vents.</w:t>
      </w:r>
    </w:p>
    <w:p w14:paraId="62117BD3" w14:textId="77777777" w:rsidR="001A228B" w:rsidRDefault="00B0006C">
      <w:pPr>
        <w:pStyle w:val="Level1"/>
      </w:pPr>
      <w:r>
        <w:t>Connect piping to equipment as shown in the contract documents. Install components furnished by others such as:</w:t>
      </w:r>
    </w:p>
    <w:p w14:paraId="53C83F51" w14:textId="77777777" w:rsidR="001A228B" w:rsidRDefault="00B0006C">
      <w:pPr>
        <w:pStyle w:val="Level2"/>
      </w:pPr>
      <w:r>
        <w:t>Water treatment pot feeders and condenser water treatment systems.</w:t>
      </w:r>
    </w:p>
    <w:p w14:paraId="4431F552" w14:textId="77777777" w:rsidR="001A228B" w:rsidRDefault="00B0006C">
      <w:pPr>
        <w:pStyle w:val="Level2"/>
      </w:pPr>
      <w:r>
        <w:lastRenderedPageBreak/>
        <w:t>Flow elements (orifice unions), control valve bodies, flow switches, pressure taps with valve, and wells for sensors.</w:t>
      </w:r>
    </w:p>
    <w:p w14:paraId="4B9D1E09" w14:textId="77777777" w:rsidR="001A228B" w:rsidRDefault="00B0006C">
      <w:pPr>
        <w:pStyle w:val="Level1"/>
      </w:pPr>
      <w:r>
        <w:t>Thermometer Wells: In pipes 63 mm (2-1/2 inches) and smaller increase the pipe size to provide free area equal to the upstream pipe area.</w:t>
      </w:r>
    </w:p>
    <w:p w14:paraId="6596118A" w14:textId="77777777" w:rsidR="001A228B" w:rsidRDefault="00B0006C">
      <w:pPr>
        <w:pStyle w:val="Level1"/>
      </w:pPr>
      <w:r>
        <w:t>Firestopping: Fill openings around uninsulated piping penetrating floors or fire walls, with firestop material. For firestopping insulated piping refer to Section 23 07 11, HVAC AND BOILER PLANT INSULATION.</w:t>
      </w:r>
    </w:p>
    <w:p w14:paraId="492BC5E8" w14:textId="77777777" w:rsidR="001A228B" w:rsidRDefault="00B0006C">
      <w:pPr>
        <w:pStyle w:val="Level1"/>
      </w:pPr>
      <w:r>
        <w:t>Where copper piping is connected to steel piping, provide dielectric connections.</w:t>
      </w:r>
    </w:p>
    <w:p w14:paraId="2F5428E7" w14:textId="77777777" w:rsidR="001A228B" w:rsidRDefault="00B0006C">
      <w:pPr>
        <w:pStyle w:val="ArticleB"/>
        <w:keepLines w:val="0"/>
        <w:outlineLvl w:val="1"/>
      </w:pPr>
      <w:r>
        <w:t>PIPE JOINTS</w:t>
      </w:r>
    </w:p>
    <w:p w14:paraId="4AB1F4AB" w14:textId="77777777" w:rsidR="001A228B" w:rsidRDefault="00B0006C">
      <w:pPr>
        <w:pStyle w:val="Level1"/>
      </w:pPr>
      <w:r>
        <w:t>Welded: Beveling, spacing and other details shall conform to ASME B31.9 and AWS B2.1/B2.1M. See Welder’s qualification requirements in paragraph QUALITY ASSURANCE of Section 23 05 11, COMMON WORK RESULTS FOR HVAC.</w:t>
      </w:r>
    </w:p>
    <w:p w14:paraId="28041A4A" w14:textId="77777777" w:rsidR="001A228B" w:rsidRDefault="00B0006C">
      <w:pPr>
        <w:pStyle w:val="Level1"/>
      </w:pPr>
      <w:r>
        <w:t>Screwed: Threads shall conform to ASME B1.20.1; joint compound shall be applied to male threads only and joints made up so no more than 3 threads show. Coat exposed threads on steel pipe with joint compound, or red lead paint for corrosion protection.</w:t>
      </w:r>
    </w:p>
    <w:p w14:paraId="40715E60" w14:textId="77777777" w:rsidR="001A228B" w:rsidRDefault="00B0006C">
      <w:pPr>
        <w:pStyle w:val="Level1"/>
      </w:pPr>
      <w:r>
        <w:t>125 Pound Cast-Iron Flange (Plain Face): Mating flange shall have raised face, if any, removed to avoid overstressing the cast-iron flange.</w:t>
      </w:r>
    </w:p>
    <w:p w14:paraId="583E6C61" w14:textId="77777777" w:rsidR="001A228B" w:rsidRDefault="00B0006C">
      <w:pPr>
        <w:pStyle w:val="Level1"/>
      </w:pPr>
      <w:r>
        <w:t>Solvent Welded Joints: As recommended by the manufacturer.</w:t>
      </w:r>
    </w:p>
    <w:p w14:paraId="6DD0A778" w14:textId="77777777" w:rsidR="001A228B" w:rsidRDefault="00B0006C">
      <w:pPr>
        <w:pStyle w:val="ArticleB"/>
        <w:keepLines w:val="0"/>
        <w:outlineLvl w:val="1"/>
      </w:pPr>
      <w:r>
        <w:t>EXPANSION JOINTS (BELLOWS AND SLIP TYPE)</w:t>
      </w:r>
    </w:p>
    <w:p w14:paraId="78B58573" w14:textId="77777777" w:rsidR="001A228B" w:rsidRDefault="00B0006C">
      <w:pPr>
        <w:pStyle w:val="Level1"/>
      </w:pPr>
      <w:r>
        <w:t>Anchors and Guides: Provide type, quantity and spacing as recommended by manufacturer of expansion joint and as shown. A professional engineer shall verify in writing that anchors and guides are properly designed for forces and moments which will be imposed.</w:t>
      </w:r>
    </w:p>
    <w:p w14:paraId="66CD8B7B" w14:textId="77777777" w:rsidR="001A228B" w:rsidRDefault="00B0006C">
      <w:pPr>
        <w:pStyle w:val="Level1"/>
      </w:pPr>
      <w:r>
        <w:t>Cold Set: Provide setting of joint travel at installation as recommended by the manufacturer for the ambient temperature during the installation.</w:t>
      </w:r>
    </w:p>
    <w:p w14:paraId="766CCD84" w14:textId="77777777" w:rsidR="001A228B" w:rsidRDefault="00B0006C">
      <w:pPr>
        <w:pStyle w:val="Level1"/>
      </w:pPr>
      <w:r>
        <w:t>Preparation for Service: Remove all apparatus provided to restrain joint during shipping or installation. Representative of manufacturer shall visit the site and verify that installation is proper.</w:t>
      </w:r>
    </w:p>
    <w:p w14:paraId="47152701" w14:textId="77777777" w:rsidR="001A228B" w:rsidRDefault="00B0006C">
      <w:pPr>
        <w:pStyle w:val="Level1"/>
      </w:pPr>
      <w:r>
        <w:t>Access: Expansion joints shall be located in readily accessible space. Locate joints to permit access without removing piping or other devices. Allow clear space to permit replacement of joints and to permit access to devices for inspection of all surfaces and for adding.</w:t>
      </w:r>
    </w:p>
    <w:p w14:paraId="11863A7E" w14:textId="77777777" w:rsidR="001A228B" w:rsidRDefault="00B0006C">
      <w:pPr>
        <w:pStyle w:val="ArticleB"/>
        <w:keepLines w:val="0"/>
        <w:outlineLvl w:val="1"/>
      </w:pPr>
      <w:r>
        <w:lastRenderedPageBreak/>
        <w:t>//SEISMIC BRACING ABOVEGROUND PIPING</w:t>
      </w:r>
    </w:p>
    <w:p w14:paraId="657EA12E" w14:textId="77777777" w:rsidR="001A228B" w:rsidRDefault="00B0006C">
      <w:pPr>
        <w:pStyle w:val="Level1"/>
      </w:pPr>
      <w:r>
        <w:t>Provide in accordance with Section 13 05 41, SEISMIC RESTRAINT REQUIREMENTS FOR NON-STRUCTURAL COMPONENTS.</w:t>
      </w:r>
      <w:r>
        <w:rPr>
          <w:b/>
          <w:bCs/>
        </w:rPr>
        <w:t>//</w:t>
      </w:r>
    </w:p>
    <w:p w14:paraId="45FA3E66" w14:textId="77777777" w:rsidR="001A228B" w:rsidRDefault="00B0006C">
      <w:pPr>
        <w:pStyle w:val="ArticleB"/>
        <w:keepLines w:val="0"/>
        <w:outlineLvl w:val="1"/>
      </w:pPr>
      <w:r>
        <w:t>LEAK TESTING ABOVEGROUND PIPING</w:t>
      </w:r>
    </w:p>
    <w:p w14:paraId="2C389CFB" w14:textId="77777777" w:rsidR="001A228B" w:rsidRDefault="00B0006C">
      <w:pPr>
        <w:pStyle w:val="Level1"/>
      </w:pPr>
      <w:r>
        <w:t>Inspect all joints and connections for leaks and workmanship and make corrections as necessary, to the satisfaction of the COR. Tests shall be either of those below, or a combination, as approved by the COR.</w:t>
      </w:r>
    </w:p>
    <w:p w14:paraId="12EB1F6E" w14:textId="77777777" w:rsidR="001A228B" w:rsidRDefault="00B0006C">
      <w:pPr>
        <w:pStyle w:val="Level1"/>
      </w:pPr>
      <w:r>
        <w:t>An operating test at design pressure, and for hot systems, design maximum temperature.</w:t>
      </w:r>
    </w:p>
    <w:p w14:paraId="6121750F" w14:textId="77777777" w:rsidR="001A228B" w:rsidRDefault="00B0006C">
      <w:pPr>
        <w:pStyle w:val="Level1"/>
      </w:pPr>
      <w:r>
        <w:t>A hydrostatic test at 1.5 times design pressure. For water systems, the design maximum pressure would usually be the static head, or expansion tank maximum pressure, plus pump head. Factory tested equipment (convertors, exchangers, coils, etc.) need not be field tested. Isolate equipment where necessary to avoid excessive pressure on mechanical seals and safety devices.</w:t>
      </w:r>
    </w:p>
    <w:p w14:paraId="5B949FD5" w14:textId="77777777" w:rsidR="001A228B" w:rsidRDefault="00B0006C">
      <w:pPr>
        <w:pStyle w:val="ArticleB"/>
        <w:keepLines w:val="0"/>
        <w:outlineLvl w:val="1"/>
      </w:pPr>
      <w:r>
        <w:t>FLUSHING AND CLEANING PIPING SYSTEMS</w:t>
      </w:r>
    </w:p>
    <w:p w14:paraId="6FC490FB" w14:textId="77777777" w:rsidR="001A228B" w:rsidRDefault="00B0006C">
      <w:pPr>
        <w:pStyle w:val="Level1"/>
      </w:pPr>
      <w:r>
        <w:t>Water Piping: Clean systems as recommended by the suppliers of chemicals specified in Section 23 25 00, HVAC WATER TREATMENT.</w:t>
      </w:r>
    </w:p>
    <w:p w14:paraId="62FAEEE2" w14:textId="77777777" w:rsidR="001A228B" w:rsidRDefault="00B0006C">
      <w:pPr>
        <w:pStyle w:val="Level1"/>
      </w:pPr>
      <w:r>
        <w:t>Initial Flushing: Remove loose dirt, mill scale, metal chips, weld beads, rust, and like deleterious substances without damage to any system component. Provide temporary piping or hose to bypass coils, control valves, exchangers and other factory cleaned equipment unless acceptable means of protection are provided and subsequent inspection of hide-out areas takes place. Isolate or protect clean system components, including pumps and pressure vessels, and remove any component which may be damaged. Open all valves, drains, vents and strainers at all system levels. Remove plugs, caps, spool pieces, and components to facilitate early debris discharge from system. Sectionalize system to obtain debris carrying velocity of 1.8 m/s (5.9 f/s), if possible. Connect dead-end supply and return headers as necessary. Flush bottoms of risers. Install temporary strainers where necessary to protect down-stream equipment. Supply and remove flushing water and drainage by various type hose, temporary and permanent piping and Contractor's booster pumps. Flush until clean as approved by the COR.</w:t>
      </w:r>
    </w:p>
    <w:p w14:paraId="4FAB3E20" w14:textId="77777777" w:rsidR="001A228B" w:rsidRDefault="00B0006C">
      <w:pPr>
        <w:pStyle w:val="Level1"/>
      </w:pPr>
      <w:r>
        <w:t xml:space="preserve">Cleaning: Using products supplied in Section 23 25 00, HVAC WATER TREATMENT, circulate systems at normal temperature to remove adherent organic soil, hydrocarbons, flux, pipe mill varnish, pipe joint </w:t>
      </w:r>
      <w:r>
        <w:lastRenderedPageBreak/>
        <w:t>compounds, iron oxide, and like deleterious substances not removed by flushing, without chemical or mechanical damage to any system component. Removal of tightly adherent mill scale is not required. Keep isolated equipment which is "clean" and where dead-end debris accumulation cannot occur. Sectionalize system if possible, to circulate at velocities not less than 1.8 m/s (5.9 f/s). Circulate each section for not less than 4 hours. Blow-down all strainers or remove and clean as frequently as necessary. Drain and prepare for final flushing.</w:t>
      </w:r>
    </w:p>
    <w:p w14:paraId="777B2C49" w14:textId="77777777" w:rsidR="001A228B" w:rsidRDefault="00B0006C">
      <w:pPr>
        <w:pStyle w:val="Level1"/>
      </w:pPr>
      <w:r>
        <w:t>Final Flushing: Return systems to conditions required by initial flushing after all cleaning solution has been displaced by clean make-up. Flush all dead ends and isolated clean equipment. Gently operate all valves to dislodge any debris in valve body by throttling velocity. Flush for not less than one hour.</w:t>
      </w:r>
    </w:p>
    <w:p w14:paraId="4B5EE47B" w14:textId="77777777" w:rsidR="001A228B" w:rsidRDefault="00B0006C">
      <w:pPr>
        <w:pStyle w:val="ArticleB"/>
        <w:keepLines w:val="0"/>
        <w:outlineLvl w:val="1"/>
      </w:pPr>
      <w:r>
        <w:t>WATER TREATMENT</w:t>
      </w:r>
    </w:p>
    <w:p w14:paraId="1270152F" w14:textId="77777777" w:rsidR="001A228B" w:rsidRDefault="00B0006C">
      <w:pPr>
        <w:pStyle w:val="Level1"/>
      </w:pPr>
      <w:r>
        <w:t>Install water treatment equipment and provide water treatment system piping.</w:t>
      </w:r>
    </w:p>
    <w:p w14:paraId="70E95F06" w14:textId="77777777" w:rsidR="001A228B" w:rsidRDefault="00B0006C">
      <w:pPr>
        <w:pStyle w:val="Level1"/>
      </w:pPr>
      <w:r>
        <w:t>Close and fill system as soon as possible after final flushing to minimize corrosion.</w:t>
      </w:r>
    </w:p>
    <w:p w14:paraId="43EF56CD" w14:textId="77777777" w:rsidR="001A228B" w:rsidRDefault="00B0006C">
      <w:pPr>
        <w:pStyle w:val="Level1"/>
      </w:pPr>
      <w:r>
        <w:t>Charge systems with chemicals specified in Section 23 25 00, HVAC WATER TREATMENT.</w:t>
      </w:r>
    </w:p>
    <w:p w14:paraId="4FE1C66C" w14:textId="77777777" w:rsidR="001A228B" w:rsidRDefault="00B0006C">
      <w:pPr>
        <w:pStyle w:val="Level1"/>
      </w:pPr>
      <w:r>
        <w:t>Utilize this activity, by arrangement with the COR, for instructing VA operating personnel.</w:t>
      </w:r>
    </w:p>
    <w:p w14:paraId="2385EFCF" w14:textId="77777777" w:rsidR="001A228B" w:rsidRDefault="00B0006C">
      <w:pPr>
        <w:pStyle w:val="ArticleB"/>
        <w:keepLines w:val="0"/>
        <w:outlineLvl w:val="1"/>
      </w:pPr>
      <w:r>
        <w:t>//ELECTRIC HEAT TRACING</w:t>
      </w:r>
    </w:p>
    <w:p w14:paraId="644D921E" w14:textId="77777777" w:rsidR="001A228B" w:rsidRDefault="00B0006C">
      <w:pPr>
        <w:pStyle w:val="Level1"/>
      </w:pPr>
      <w:r>
        <w:t>Install tracing as recommended by the manufacturer.</w:t>
      </w:r>
    </w:p>
    <w:p w14:paraId="0EEB7267" w14:textId="77777777" w:rsidR="001A228B" w:rsidRDefault="00B0006C">
      <w:pPr>
        <w:pStyle w:val="Level1"/>
      </w:pPr>
      <w:r>
        <w:t>Coordinate electrical connections.</w:t>
      </w:r>
      <w:r>
        <w:rPr>
          <w:b/>
          <w:bCs/>
        </w:rPr>
        <w:t>//</w:t>
      </w:r>
    </w:p>
    <w:p w14:paraId="7990834D" w14:textId="77777777" w:rsidR="001A228B" w:rsidRDefault="00B0006C">
      <w:pPr>
        <w:pStyle w:val="ArticleB"/>
        <w:keepLines w:val="0"/>
        <w:outlineLvl w:val="1"/>
      </w:pPr>
      <w:r>
        <w:t>STARTUP AND TESTING</w:t>
      </w:r>
    </w:p>
    <w:p w14:paraId="380A0F6B" w14:textId="77777777" w:rsidR="001A228B" w:rsidRDefault="00B0006C">
      <w:pPr>
        <w:pStyle w:val="Level1"/>
      </w:pPr>
      <w:r>
        <w:t>Perform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14:paraId="74FE4BD1" w14:textId="77777777" w:rsidR="001A228B" w:rsidRDefault="00B0006C">
      <w:pPr>
        <w:pStyle w:val="Level1"/>
      </w:pPr>
      <w:r>
        <w:t>When any defects are detected, correct defects and repeat test at no additional cost or time to the Government.</w:t>
      </w:r>
    </w:p>
    <w:p w14:paraId="5AAF89DC" w14:textId="77777777" w:rsidR="001A228B" w:rsidRDefault="00B0006C">
      <w:pPr>
        <w:pStyle w:val="Level1"/>
      </w:pPr>
      <w:r>
        <w:t>//The CxA will observe startup and contractor testing of selected equipment. Coordinate the startup and contractor testing schedules with COR and CxA. Provide a minimum notice of 10 working days prior to startup and testing.//</w:t>
      </w:r>
    </w:p>
    <w:p w14:paraId="1B489D5B" w14:textId="77777777" w:rsidR="001A228B" w:rsidRDefault="00B0006C">
      <w:pPr>
        <w:pStyle w:val="Level1"/>
      </w:pPr>
      <w:r>
        <w:lastRenderedPageBreak/>
        <w:t>Adjust red set hand on pressure gauges to normal working pressure.</w:t>
      </w:r>
    </w:p>
    <w:p w14:paraId="4BC97D21" w14:textId="77777777" w:rsidR="001A228B" w:rsidRDefault="00B0006C">
      <w:pPr>
        <w:pStyle w:val="ArticleB"/>
        <w:outlineLvl w:val="1"/>
      </w:pPr>
      <w:r>
        <w:t>//COMMISSIONING</w:t>
      </w:r>
    </w:p>
    <w:p w14:paraId="0BD2495C" w14:textId="77777777" w:rsidR="001A228B" w:rsidRDefault="00B0006C">
      <w:pPr>
        <w:pStyle w:val="Level1"/>
      </w:pPr>
      <w:r>
        <w:t>Provide commissioning documentation in accordance with the requirements of Section 23 08 00, COMMISSIONING OF HVAC SYSTEMS.</w:t>
      </w:r>
    </w:p>
    <w:p w14:paraId="1D551741" w14:textId="77777777" w:rsidR="001A228B" w:rsidRDefault="00B0006C">
      <w:pPr>
        <w:pStyle w:val="Level1"/>
      </w:pPr>
      <w:r>
        <w:t>Components provided under this section of the specification will be tested as part of a larger system.</w:t>
      </w:r>
      <w:r>
        <w:rPr>
          <w:b/>
          <w:bCs/>
        </w:rPr>
        <w:t>//</w:t>
      </w:r>
    </w:p>
    <w:p w14:paraId="6469E15E" w14:textId="77777777" w:rsidR="001A228B" w:rsidRDefault="00B0006C">
      <w:pPr>
        <w:pStyle w:val="ArticleB"/>
        <w:outlineLvl w:val="1"/>
      </w:pPr>
      <w:r>
        <w:t>DEMONSTRATION AND TRAINING</w:t>
      </w:r>
    </w:p>
    <w:p w14:paraId="4CF7BB4C" w14:textId="77777777" w:rsidR="001A228B" w:rsidRDefault="00B0006C">
      <w:pPr>
        <w:pStyle w:val="Level1"/>
      </w:pPr>
      <w:r>
        <w:t>Provide services of manufacturer’s technical representative for //4// //   // hour//s// to instruct each VA personnel responsible in operation and maintenance of the system.</w:t>
      </w:r>
    </w:p>
    <w:p w14:paraId="56D93EE1" w14:textId="77777777" w:rsidR="001A228B" w:rsidRDefault="00B0006C">
      <w:pPr>
        <w:pStyle w:val="Level1"/>
      </w:pPr>
      <w:r>
        <w:t>//Submit training plans and instructor qualifications in accordance with the requirements of Section 23 08 00, COMMISSIONING OF HVAC SYSTEMS.//</w:t>
      </w:r>
    </w:p>
    <w:p w14:paraId="674E29A2" w14:textId="77777777" w:rsidR="001A228B" w:rsidRDefault="00B0006C">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1A228B">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F2DF" w14:textId="77777777" w:rsidR="0069478B" w:rsidRDefault="0069478B">
      <w:r>
        <w:separator/>
      </w:r>
    </w:p>
  </w:endnote>
  <w:endnote w:type="continuationSeparator" w:id="0">
    <w:p w14:paraId="0CB6FF15" w14:textId="77777777" w:rsidR="0069478B" w:rsidRDefault="0069478B">
      <w:r>
        <w:continuationSeparator/>
      </w:r>
    </w:p>
  </w:endnote>
  <w:endnote w:type="continuationNotice" w:id="1">
    <w:p w14:paraId="242764E2" w14:textId="77777777" w:rsidR="0069478B" w:rsidRDefault="00694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7D5A6" w14:textId="77777777" w:rsidR="001D1B7E" w:rsidRDefault="001D1B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00FE7" w14:textId="77777777" w:rsidR="001A228B" w:rsidRDefault="00B0006C">
    <w:pPr>
      <w:pStyle w:val="Footer"/>
    </w:pPr>
    <w:r>
      <w:t>23 21 13-</w:t>
    </w:r>
    <w:r>
      <w:fldChar w:fldCharType="begin"/>
    </w:r>
    <w:r>
      <w:instrText>page \* arabic</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AAB40" w14:textId="77777777" w:rsidR="001D1B7E" w:rsidRDefault="001D1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F2002" w14:textId="77777777" w:rsidR="0069478B" w:rsidRDefault="0069478B">
      <w:r>
        <w:separator/>
      </w:r>
    </w:p>
  </w:footnote>
  <w:footnote w:type="continuationSeparator" w:id="0">
    <w:p w14:paraId="73278904" w14:textId="77777777" w:rsidR="0069478B" w:rsidRDefault="0069478B">
      <w:r>
        <w:continuationSeparator/>
      </w:r>
    </w:p>
  </w:footnote>
  <w:footnote w:type="continuationNotice" w:id="1">
    <w:p w14:paraId="45C27BC8" w14:textId="77777777" w:rsidR="0069478B" w:rsidRDefault="006947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F63A" w14:textId="77777777" w:rsidR="001D1B7E" w:rsidRDefault="001D1B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96C66" w14:textId="54F55EBD" w:rsidR="001A228B" w:rsidRDefault="00B0006C">
    <w:pPr>
      <w:pStyle w:val="Header"/>
    </w:pPr>
    <w:r>
      <w:t>0</w:t>
    </w:r>
    <w:r w:rsidR="001D1B7E">
      <w:t>3</w:t>
    </w:r>
    <w:r>
      <w:t>-01-23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D4FB" w14:textId="77777777" w:rsidR="001D1B7E" w:rsidRDefault="001D1B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27396728"/>
    <w:multiLevelType w:val="hybridMultilevel"/>
    <w:tmpl w:val="C94CF43E"/>
    <w:lvl w:ilvl="0" w:tplc="99FAA3D2">
      <w:start w:val="1"/>
      <w:numFmt w:val="decimal"/>
      <w:lvlText w:val="%1."/>
      <w:lvlJc w:val="left"/>
      <w:pPr>
        <w:ind w:left="2160" w:hanging="360"/>
      </w:pPr>
      <w:rPr>
        <w:rFonts w:ascii="Courier New" w:eastAsia="Times New Roman" w:hAnsi="Courier New" w:cs="Courier New"/>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46B26130"/>
    <w:multiLevelType w:val="hybridMultilevel"/>
    <w:tmpl w:val="C97AFF68"/>
    <w:lvl w:ilvl="0" w:tplc="76528DA0">
      <w:start w:val="1"/>
      <w:numFmt w:val="decimal"/>
      <w:lvlText w:val="%1."/>
      <w:lvlJc w:val="left"/>
      <w:pPr>
        <w:ind w:left="4680" w:hanging="360"/>
      </w:p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4" w15:restartNumberingAfterBreak="0">
    <w:nsid w:val="5441053A"/>
    <w:multiLevelType w:val="hybridMultilevel"/>
    <w:tmpl w:val="40A2F782"/>
    <w:lvl w:ilvl="0" w:tplc="6A6E7C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4"/>
  </w:num>
  <w:num w:numId="3">
    <w:abstractNumId w:val="5"/>
  </w:num>
  <w:num w:numId="4">
    <w:abstractNumId w:val="2"/>
  </w:num>
  <w:num w:numId="5">
    <w:abstractNumId w:val="2"/>
  </w:num>
  <w:num w:numId="6">
    <w:abstractNumId w:val="2"/>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
  </w:num>
  <w:num w:numId="17">
    <w:abstractNumId w:val="5"/>
  </w:num>
  <w:num w:numId="18">
    <w:abstractNumId w:val="5"/>
  </w:num>
  <w:num w:numId="19">
    <w:abstractNumId w:val="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8B"/>
    <w:rsid w:val="000C33CA"/>
    <w:rsid w:val="001A228B"/>
    <w:rsid w:val="001D1B7E"/>
    <w:rsid w:val="005C4A6B"/>
    <w:rsid w:val="0069478B"/>
    <w:rsid w:val="008D2EAB"/>
    <w:rsid w:val="00B0006C"/>
    <w:rsid w:val="00BF4F8B"/>
    <w:rsid w:val="00D5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ED328"/>
  <w15:docId w15:val="{572C6735-B641-46B9-803C-CB9E72E4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auto"/>
    </w:pPr>
    <w:rPr>
      <w:rFonts w:ascii="Courier New" w:hAnsi="Courier New"/>
    </w:rPr>
  </w:style>
  <w:style w:type="paragraph" w:styleId="Heading1">
    <w:name w:val="heading 1"/>
    <w:basedOn w:val="Normal"/>
    <w:next w:val="Normal"/>
    <w:qFormat/>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numPr>
        <w:ilvl w:val="2"/>
        <w:numId w:val="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pPr>
      <w:numPr>
        <w:ilvl w:val="1"/>
        <w:numId w:val="13"/>
      </w:numPr>
    </w:pPr>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link w:val="Level1Char1"/>
    <w:pPr>
      <w:numPr>
        <w:ilvl w:val="2"/>
        <w:numId w:val="13"/>
      </w:numPr>
      <w:tabs>
        <w:tab w:val="left" w:pos="720"/>
      </w:tabs>
    </w:pPr>
  </w:style>
  <w:style w:type="paragraph" w:customStyle="1" w:styleId="SpecNormal">
    <w:name w:val="SpecNormal"/>
    <w:basedOn w:val="Normal"/>
    <w:link w:val="SpecNormalChar1"/>
    <w:pPr>
      <w:suppressAutoHyphens/>
    </w:p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2">
    <w:name w:val="Level2"/>
    <w:basedOn w:val="Level1"/>
    <w:link w:val="Level2Char1"/>
    <w:pPr>
      <w:numPr>
        <w:ilvl w:val="3"/>
      </w:numPr>
      <w:tabs>
        <w:tab w:val="clear" w:pos="720"/>
        <w:tab w:val="left" w:pos="1080"/>
      </w:tabs>
    </w:pPr>
  </w:style>
  <w:style w:type="paragraph" w:customStyle="1" w:styleId="SpecNote">
    <w:name w:val="SpecNote"/>
    <w:basedOn w:val="SpecNormal"/>
    <w:link w:val="SpecNoteChar1"/>
    <w:pPr>
      <w:spacing w:line="240" w:lineRule="auto"/>
      <w:ind w:left="4320"/>
      <w:outlineLvl w:val="0"/>
    </w:pPr>
  </w:style>
  <w:style w:type="paragraph" w:customStyle="1" w:styleId="SpecTable">
    <w:name w:val="SpecTable"/>
    <w:basedOn w:val="SpecNormal"/>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pPr>
      <w:numPr>
        <w:ilvl w:val="4"/>
      </w:numPr>
      <w:tabs>
        <w:tab w:val="clear" w:pos="1080"/>
        <w:tab w:val="left" w:pos="1440"/>
      </w:tabs>
    </w:pPr>
  </w:style>
  <w:style w:type="paragraph" w:customStyle="1" w:styleId="Level4">
    <w:name w:val="Level4"/>
    <w:basedOn w:val="Level3"/>
    <w:pPr>
      <w:numPr>
        <w:ilvl w:val="5"/>
      </w:numPr>
      <w:tabs>
        <w:tab w:val="left" w:pos="1800"/>
      </w:tabs>
    </w:pPr>
  </w:style>
  <w:style w:type="paragraph" w:customStyle="1" w:styleId="SpecTitle">
    <w:name w:val="SpecTitle"/>
    <w:basedOn w:val="SpecNormal"/>
    <w:next w:val="SpecNormal"/>
    <w:qFormat/>
    <w:pPr>
      <w:spacing w:line="240" w:lineRule="auto"/>
      <w:jc w:val="center"/>
    </w:pPr>
    <w:rPr>
      <w:b/>
      <w:caps/>
    </w:rPr>
  </w:style>
  <w:style w:type="paragraph" w:customStyle="1" w:styleId="Level5">
    <w:name w:val="Level5"/>
    <w:basedOn w:val="Level4"/>
    <w:pPr>
      <w:numPr>
        <w:ilvl w:val="6"/>
      </w:numPr>
      <w:tabs>
        <w:tab w:val="clear" w:pos="1800"/>
        <w:tab w:val="left" w:pos="2160"/>
      </w:tabs>
    </w:pPr>
  </w:style>
  <w:style w:type="paragraph" w:customStyle="1" w:styleId="Pubs">
    <w:name w:val="Pubs"/>
    <w:basedOn w:val="Level1"/>
    <w:pPr>
      <w:numPr>
        <w:ilvl w:val="0"/>
        <w:numId w:val="0"/>
      </w:num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ind w:left="2160"/>
    </w:p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pPr>
      <w:spacing w:line="240" w:lineRule="auto"/>
    </w:pPr>
    <w:rPr>
      <w:rFonts w:ascii="Segoe UI" w:hAnsi="Segoe UI" w:cs="Segoe UI"/>
      <w:sz w:val="18"/>
      <w:szCs w:val="18"/>
    </w:rPr>
  </w:style>
  <w:style w:type="paragraph" w:customStyle="1" w:styleId="StyleSpecNoteLeft3Hanging025">
    <w:name w:val="Style SpecNote + Left:  3&quot; Hanging:  0.25&quot;"/>
    <w:basedOn w:val="SpecNote"/>
    <w:pPr>
      <w:ind w:left="4680" w:hanging="360"/>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evel1Char">
    <w:name w:val="Level1 Char"/>
    <w:rPr>
      <w:rFonts w:ascii="Courier New" w:hAnsi="Courier New" w:cs="Courier New"/>
    </w:rPr>
  </w:style>
  <w:style w:type="character" w:customStyle="1" w:styleId="SpecNoteChar1">
    <w:name w:val="SpecNote Char1"/>
    <w:basedOn w:val="SpecNormalChar1"/>
    <w:link w:val="SpecNote"/>
    <w:rPr>
      <w:rFonts w:ascii="Courier New" w:hAnsi="Courier New"/>
    </w:rPr>
  </w:style>
  <w:style w:type="paragraph" w:customStyle="1" w:styleId="SpecNoteNumbered">
    <w:name w:val="SpecNote Numbered"/>
    <w:basedOn w:val="SpecNote"/>
    <w:pPr>
      <w:tabs>
        <w:tab w:val="left" w:pos="4680"/>
      </w:tabs>
      <w:ind w:left="4680" w:hanging="360"/>
      <w:outlineLvl w:val="9"/>
    </w:pPr>
  </w:style>
  <w:style w:type="paragraph" w:customStyle="1" w:styleId="StyleLevel2Hanging05">
    <w:name w:val="Style Level2 + Hanging:  0.5&quot;"/>
    <w:basedOn w:val="Level2"/>
    <w:pPr>
      <w:ind w:left="1224" w:hanging="864"/>
    </w:pPr>
  </w:style>
  <w:style w:type="character" w:styleId="Hyperlink">
    <w:name w:val="Hyperlink"/>
    <w:rPr>
      <w:color w:val="0000FF"/>
      <w:u w:val="single"/>
    </w:rPr>
  </w:style>
  <w:style w:type="character" w:customStyle="1" w:styleId="BalloonTextChar">
    <w:name w:val="Balloon Text Char"/>
    <w:link w:val="BalloonText"/>
    <w:rPr>
      <w:rFonts w:ascii="Segoe UI" w:hAnsi="Segoe UI" w:cs="Segoe UI"/>
      <w:sz w:val="18"/>
      <w:szCs w:val="18"/>
    </w:rPr>
  </w:style>
  <w:style w:type="character" w:customStyle="1" w:styleId="SpecNormalChar1">
    <w:name w:val="SpecNormal Char1"/>
    <w:link w:val="SpecNormal"/>
    <w:rPr>
      <w:rFonts w:ascii="Courier New" w:hAnsi="Courier New"/>
    </w:rPr>
  </w:style>
  <w:style w:type="character" w:customStyle="1" w:styleId="Heading2Char">
    <w:name w:val="Heading 2 Char"/>
    <w:basedOn w:val="DefaultParagraphFont"/>
    <w:link w:val="Heading2"/>
    <w:rPr>
      <w:rFonts w:ascii="Arial" w:hAnsi="Arial" w:cs="Arial"/>
      <w:b/>
      <w:bCs/>
      <w:i/>
      <w:iCs/>
      <w:sz w:val="28"/>
      <w:szCs w:val="28"/>
    </w:rPr>
  </w:style>
  <w:style w:type="character" w:customStyle="1" w:styleId="Heading3Char">
    <w:name w:val="Heading 3 Char"/>
    <w:basedOn w:val="DefaultParagraphFont"/>
    <w:link w:val="Heading3"/>
    <w:rPr>
      <w:rFonts w:ascii="Arial" w:hAnsi="Arial" w:cs="Arial"/>
      <w:b/>
      <w:bCs/>
      <w:sz w:val="26"/>
      <w:szCs w:val="26"/>
    </w:rPr>
  </w:style>
  <w:style w:type="character" w:customStyle="1" w:styleId="Level1Char1">
    <w:name w:val="Level1 Char1"/>
    <w:basedOn w:val="SpecNormalChar1"/>
    <w:link w:val="Level1"/>
    <w:rPr>
      <w:rFonts w:ascii="Courier New" w:hAnsi="Courier New"/>
    </w:rPr>
  </w:style>
  <w:style w:type="character" w:customStyle="1" w:styleId="Level2Char1">
    <w:name w:val="Level2 Char1"/>
    <w:basedOn w:val="Level1Char1"/>
    <w:link w:val="Level2"/>
    <w:rPr>
      <w:rFonts w:ascii="Courier New" w:hAnsi="Courier New"/>
    </w:rPr>
  </w:style>
  <w:style w:type="character" w:customStyle="1" w:styleId="Level3Char">
    <w:name w:val="Level3 Char"/>
    <w:basedOn w:val="Level2Char1"/>
    <w:link w:val="Level3"/>
    <w:rPr>
      <w:rFonts w:ascii="Courier New" w:hAnsi="Courier New"/>
    </w:rPr>
  </w:style>
  <w:style w:type="paragraph" w:customStyle="1" w:styleId="PART">
    <w:name w:val="PART"/>
    <w:basedOn w:val="ArticleB"/>
    <w:next w:val="ArticleB"/>
    <w:qFormat/>
    <w:pPr>
      <w:keepLines w:val="0"/>
      <w:numPr>
        <w:ilvl w:val="0"/>
      </w:numPr>
      <w:outlineLvl w:val="0"/>
    </w:pPr>
  </w:style>
  <w:style w:type="paragraph" w:customStyle="1" w:styleId="SpecNormalCentered">
    <w:name w:val="SpecNormal + Centered"/>
    <w:basedOn w:val="SpecNormal"/>
    <w:qFormat/>
    <w:pPr>
      <w:jc w:val="center"/>
    </w:pPr>
  </w:style>
  <w:style w:type="paragraph" w:customStyle="1" w:styleId="Style1">
    <w:name w:val="Style1"/>
    <w:basedOn w:val="PART"/>
    <w:next w:val="ArticleB"/>
    <w:qFormat/>
    <w:pPr>
      <w:spacing w:line="240" w:lineRule="auto"/>
    </w:pPr>
  </w:style>
  <w:style w:type="paragraph" w:customStyle="1" w:styleId="PRT">
    <w:name w:val="PRT"/>
    <w:basedOn w:val="Normal"/>
    <w:next w:val="ART"/>
    <w:pPr>
      <w:keepNext/>
      <w:numPr>
        <w:numId w:val="15"/>
      </w:numPr>
      <w:suppressAutoHyphens/>
      <w:spacing w:before="480" w:line="240" w:lineRule="auto"/>
      <w:jc w:val="both"/>
      <w:outlineLvl w:val="0"/>
    </w:pPr>
    <w:rPr>
      <w:rFonts w:ascii="Times New Roman" w:hAnsi="Times New Roman"/>
      <w:sz w:val="22"/>
    </w:rPr>
  </w:style>
  <w:style w:type="paragraph" w:customStyle="1" w:styleId="SUT">
    <w:name w:val="SUT"/>
    <w:basedOn w:val="Normal"/>
    <w:next w:val="PR1"/>
    <w:pPr>
      <w:numPr>
        <w:ilvl w:val="1"/>
        <w:numId w:val="15"/>
      </w:numPr>
      <w:suppressAutoHyphens/>
      <w:spacing w:before="240" w:line="240" w:lineRule="auto"/>
      <w:jc w:val="both"/>
      <w:outlineLvl w:val="0"/>
    </w:pPr>
    <w:rPr>
      <w:rFonts w:ascii="Times New Roman" w:hAnsi="Times New Roman"/>
      <w:sz w:val="22"/>
    </w:rPr>
  </w:style>
  <w:style w:type="paragraph" w:customStyle="1" w:styleId="DST">
    <w:name w:val="DST"/>
    <w:basedOn w:val="Normal"/>
    <w:next w:val="PR1"/>
    <w:pPr>
      <w:numPr>
        <w:ilvl w:val="2"/>
        <w:numId w:val="15"/>
      </w:numPr>
      <w:suppressAutoHyphens/>
      <w:spacing w:before="240" w:line="240" w:lineRule="auto"/>
      <w:jc w:val="both"/>
      <w:outlineLvl w:val="0"/>
    </w:pPr>
    <w:rPr>
      <w:rFonts w:ascii="Times New Roman" w:hAnsi="Times New Roman"/>
      <w:sz w:val="22"/>
    </w:rPr>
  </w:style>
  <w:style w:type="paragraph" w:customStyle="1" w:styleId="ART">
    <w:name w:val="ART"/>
    <w:basedOn w:val="Normal"/>
    <w:next w:val="PR1"/>
    <w:pPr>
      <w:keepNext/>
      <w:numPr>
        <w:ilvl w:val="3"/>
        <w:numId w:val="15"/>
      </w:numPr>
      <w:suppressAutoHyphens/>
      <w:spacing w:before="480" w:line="240" w:lineRule="auto"/>
      <w:jc w:val="both"/>
      <w:outlineLvl w:val="1"/>
    </w:pPr>
    <w:rPr>
      <w:rFonts w:ascii="Times New Roman" w:hAnsi="Times New Roman"/>
      <w:sz w:val="22"/>
    </w:rPr>
  </w:style>
  <w:style w:type="paragraph" w:customStyle="1" w:styleId="PR1">
    <w:name w:val="PR1"/>
    <w:basedOn w:val="Normal"/>
    <w:pPr>
      <w:numPr>
        <w:ilvl w:val="4"/>
        <w:numId w:val="15"/>
      </w:numPr>
      <w:suppressAutoHyphens/>
      <w:spacing w:before="240" w:line="240" w:lineRule="auto"/>
      <w:jc w:val="both"/>
      <w:outlineLvl w:val="2"/>
    </w:pPr>
    <w:rPr>
      <w:rFonts w:ascii="Times New Roman" w:hAnsi="Times New Roman"/>
      <w:sz w:val="22"/>
    </w:rPr>
  </w:style>
  <w:style w:type="paragraph" w:customStyle="1" w:styleId="PR2">
    <w:name w:val="PR2"/>
    <w:basedOn w:val="Normal"/>
    <w:pPr>
      <w:numPr>
        <w:ilvl w:val="5"/>
        <w:numId w:val="15"/>
      </w:numPr>
      <w:suppressAutoHyphens/>
      <w:spacing w:line="240" w:lineRule="auto"/>
      <w:jc w:val="both"/>
      <w:outlineLvl w:val="3"/>
    </w:pPr>
    <w:rPr>
      <w:rFonts w:ascii="Times New Roman" w:hAnsi="Times New Roman"/>
      <w:sz w:val="22"/>
    </w:rPr>
  </w:style>
  <w:style w:type="paragraph" w:customStyle="1" w:styleId="PR3">
    <w:name w:val="PR3"/>
    <w:basedOn w:val="Normal"/>
    <w:pPr>
      <w:numPr>
        <w:ilvl w:val="6"/>
        <w:numId w:val="15"/>
      </w:numPr>
      <w:suppressAutoHyphens/>
      <w:spacing w:line="240" w:lineRule="auto"/>
      <w:jc w:val="both"/>
      <w:outlineLvl w:val="4"/>
    </w:pPr>
    <w:rPr>
      <w:rFonts w:ascii="Times New Roman" w:hAnsi="Times New Roman"/>
      <w:sz w:val="22"/>
    </w:rPr>
  </w:style>
  <w:style w:type="paragraph" w:customStyle="1" w:styleId="PR4">
    <w:name w:val="PR4"/>
    <w:basedOn w:val="Normal"/>
    <w:pPr>
      <w:numPr>
        <w:ilvl w:val="7"/>
        <w:numId w:val="15"/>
      </w:numPr>
      <w:suppressAutoHyphens/>
      <w:spacing w:line="240" w:lineRule="auto"/>
      <w:jc w:val="both"/>
      <w:outlineLvl w:val="5"/>
    </w:pPr>
    <w:rPr>
      <w:rFonts w:ascii="Times New Roman" w:hAnsi="Times New Roman"/>
      <w:sz w:val="22"/>
    </w:rPr>
  </w:style>
  <w:style w:type="paragraph" w:customStyle="1" w:styleId="PR5">
    <w:name w:val="PR5"/>
    <w:basedOn w:val="Normal"/>
    <w:pPr>
      <w:numPr>
        <w:ilvl w:val="8"/>
        <w:numId w:val="15"/>
      </w:numPr>
      <w:suppressAutoHyphens/>
      <w:spacing w:line="240" w:lineRule="auto"/>
      <w:jc w:val="both"/>
      <w:outlineLvl w:val="6"/>
    </w:pPr>
    <w:rPr>
      <w:rFonts w:ascii="Times New Roman" w:hAnsi="Times New Roman"/>
      <w:sz w:val="22"/>
    </w:rPr>
  </w:style>
  <w:style w:type="character" w:customStyle="1" w:styleId="SI">
    <w:name w:val="SI"/>
    <w:rPr>
      <w:color w:val="008080"/>
    </w:rPr>
  </w:style>
  <w:style w:type="character" w:customStyle="1" w:styleId="IP">
    <w:name w:val="IP"/>
    <w:rPr>
      <w:color w:val="FF0000"/>
    </w:rPr>
  </w:style>
  <w:style w:type="paragraph" w:styleId="Revision">
    <w:name w:val="Revision"/>
    <w:hidden/>
    <w:uiPriority w:val="99"/>
    <w:semiHidden/>
    <w:rPr>
      <w:rFonts w:ascii="Courier New" w:hAnsi="Courier New"/>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716748">
      <w:bodyDiv w:val="1"/>
      <w:marLeft w:val="0"/>
      <w:marRight w:val="0"/>
      <w:marTop w:val="0"/>
      <w:marBottom w:val="0"/>
      <w:divBdr>
        <w:top w:val="none" w:sz="0" w:space="0" w:color="auto"/>
        <w:left w:val="none" w:sz="0" w:space="0" w:color="auto"/>
        <w:bottom w:val="none" w:sz="0" w:space="0" w:color="auto"/>
        <w:right w:val="none" w:sz="0" w:space="0" w:color="auto"/>
      </w:divBdr>
    </w:div>
    <w:div w:id="1620181420">
      <w:bodyDiv w:val="1"/>
      <w:marLeft w:val="0"/>
      <w:marRight w:val="0"/>
      <w:marTop w:val="0"/>
      <w:marBottom w:val="0"/>
      <w:divBdr>
        <w:top w:val="none" w:sz="0" w:space="0" w:color="auto"/>
        <w:left w:val="none" w:sz="0" w:space="0" w:color="auto"/>
        <w:bottom w:val="none" w:sz="0" w:space="0" w:color="auto"/>
        <w:right w:val="none" w:sz="0" w:space="0" w:color="auto"/>
      </w:divBdr>
    </w:div>
    <w:div w:id="174209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56B7A-845C-4994-BB38-4F4BCF38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12</TotalTime>
  <Pages>26</Pages>
  <Words>7251</Words>
  <Characters>41332</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Section 23 21 13 - HYDRONIC PIPING</vt:lpstr>
    </vt:vector>
  </TitlesOfParts>
  <Company>DVA</Company>
  <LinksUpToDate>false</LinksUpToDate>
  <CharactersWithSpaces>48487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21 13 - HYDRONIC PIPING</dc:title>
  <dc:subject>Master Construction Specifications</dc:subject>
  <dc:creator>Department of Veterans Affairs, Office of Construction and Facilities Management, Facilities Standards Service</dc:creator>
  <cp:keywords/>
  <cp:lastModifiedBy>Bunn, Elizabeth (CFM)</cp:lastModifiedBy>
  <cp:revision>3</cp:revision>
  <cp:lastPrinted>2021-11-13T19:46:00Z</cp:lastPrinted>
  <dcterms:created xsi:type="dcterms:W3CDTF">2023-02-09T11:07:00Z</dcterms:created>
  <dcterms:modified xsi:type="dcterms:W3CDTF">2023-02-15T19:53:00Z</dcterms:modified>
</cp:coreProperties>
</file>