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38225" w14:textId="77777777" w:rsidR="008262A2" w:rsidRPr="006D7FF0" w:rsidRDefault="008262A2" w:rsidP="004C4BD3">
      <w:pPr>
        <w:pStyle w:val="SpecTitle"/>
        <w:spacing w:after="0"/>
      </w:pPr>
      <w:r w:rsidRPr="006D7FF0">
        <w:t>SECTION 01 91 00</w:t>
      </w:r>
    </w:p>
    <w:p w14:paraId="618487C0" w14:textId="77777777" w:rsidR="008262A2" w:rsidRPr="006D7FF0" w:rsidRDefault="008262A2" w:rsidP="008262A2">
      <w:pPr>
        <w:pStyle w:val="SpecTitle"/>
      </w:pPr>
      <w:r w:rsidRPr="006D7FF0">
        <w:t>GENERAL COMMISSIONING REQUIREMENTS</w:t>
      </w:r>
    </w:p>
    <w:p w14:paraId="3458C770" w14:textId="77777777" w:rsidR="008262A2" w:rsidRPr="006D7FF0" w:rsidRDefault="008262A2" w:rsidP="008262A2">
      <w:pPr>
        <w:pStyle w:val="ArticleB"/>
      </w:pPr>
      <w:r>
        <w:t xml:space="preserve">PART 1 - </w:t>
      </w:r>
      <w:r w:rsidRPr="006D7FF0">
        <w:t>GENERAL</w:t>
      </w:r>
    </w:p>
    <w:p w14:paraId="4CE7EE33" w14:textId="77777777" w:rsidR="008262A2" w:rsidRPr="006D7FF0" w:rsidRDefault="008262A2" w:rsidP="008262A2">
      <w:pPr>
        <w:pStyle w:val="ArticleB"/>
      </w:pPr>
      <w:r>
        <w:t>1.1</w:t>
      </w:r>
      <w:r w:rsidR="00411FD8">
        <w:t xml:space="preserve"> </w:t>
      </w:r>
      <w:r w:rsidRPr="006D7FF0">
        <w:t>COMMISSIONING DESCRIPTION</w:t>
      </w:r>
    </w:p>
    <w:p w14:paraId="78AA048C" w14:textId="77777777" w:rsidR="008262A2" w:rsidRPr="006D7FF0" w:rsidRDefault="008262A2" w:rsidP="008262A2">
      <w:pPr>
        <w:pStyle w:val="Level1"/>
      </w:pPr>
      <w:r>
        <w:t>A.</w:t>
      </w:r>
      <w:r>
        <w:tab/>
      </w:r>
      <w:r w:rsidRPr="006D7FF0">
        <w:t>This Section 01 91 00 GENERAL COMMISSIONING REQUIREMENTS shall form the basis of the construction phase commissioning process and procedures.  The Commissioning Agent shall add, modify, and refine the commissioning procedures, as approved by the Department of Veterans Affairs (VA), to suit field conditions and actual manufacturer's equipment, incorporate test data and procedure results, and provide detailed scheduling for all commissioning tasks.</w:t>
      </w:r>
    </w:p>
    <w:p w14:paraId="2D7D6FE3" w14:textId="77777777" w:rsidR="008262A2" w:rsidRPr="006D7FF0" w:rsidRDefault="008262A2" w:rsidP="008262A2">
      <w:pPr>
        <w:pStyle w:val="Level1"/>
      </w:pPr>
      <w:r>
        <w:t>B.</w:t>
      </w:r>
      <w:r>
        <w:tab/>
      </w:r>
      <w:r w:rsidRPr="006D7FF0">
        <w:t xml:space="preserve">Various sections of the project specifications require equipment startup, testing, and adjusting services. Requirements for startup, testing, and adjusting services specified in the Division 7, Division 21, Division 22, Division 23, Division 26, Division 27, Division 28, and Division 31 series sections of these specifications are intended to be provided in coordination with the commissioning services and are not intended to duplicate services. The Contractor shall coordinate the work required by individual specification sections with the commissioning services requirements specified herein. </w:t>
      </w:r>
    </w:p>
    <w:p w14:paraId="403A2936" w14:textId="77777777" w:rsidR="008262A2" w:rsidRPr="006D7FF0" w:rsidRDefault="008262A2" w:rsidP="008262A2">
      <w:pPr>
        <w:pStyle w:val="Level1"/>
      </w:pPr>
      <w:r>
        <w:t>C.</w:t>
      </w:r>
      <w:r>
        <w:tab/>
      </w:r>
      <w:r w:rsidRPr="006D7FF0">
        <w:t xml:space="preserve">Where individual testing, adjusting, or related services are required in the project specifications and not specifically required by this commissioning requirements specification, the specified services shall be provided and copies of documentation, as required by those specifications shall be submitted to the VA and the Commissioning Agent to be indexed for future reference. </w:t>
      </w:r>
    </w:p>
    <w:p w14:paraId="124BDCFA" w14:textId="77777777" w:rsidR="008262A2" w:rsidRPr="006D7FF0" w:rsidRDefault="008262A2" w:rsidP="008262A2">
      <w:pPr>
        <w:pStyle w:val="Level1"/>
      </w:pPr>
      <w:r>
        <w:t>D.</w:t>
      </w:r>
      <w:r>
        <w:tab/>
      </w:r>
      <w:r w:rsidRPr="006D7FF0">
        <w:t>Where training or educational services for VA are required and specified in other sections of the specifications, including but not limited to Division 7, Division 8, Division 21, Division 22, Division 23, Division 26, Division 27, Division 28, and Division 31 series sections of the specification, these services are intended to be provided in addition to the training and educational services specified herein.</w:t>
      </w:r>
    </w:p>
    <w:p w14:paraId="03692CEE" w14:textId="77777777" w:rsidR="008262A2" w:rsidRPr="006D7FF0" w:rsidRDefault="008262A2" w:rsidP="008262A2">
      <w:pPr>
        <w:pStyle w:val="Level1"/>
      </w:pPr>
      <w:r>
        <w:t>E.</w:t>
      </w:r>
      <w:r>
        <w:tab/>
      </w:r>
      <w:r w:rsidRPr="006D7FF0">
        <w:t xml:space="preserve">Commissioning is a systematic process of verifying that the building systems perform interactively according to the construction documents and the VA’s operational needs. The commissioning process shall encompass and coordinate the system documentation, equipment startup, control system calibration, testing and balancing, performance testing </w:t>
      </w:r>
      <w:r w:rsidRPr="006D7FF0">
        <w:lastRenderedPageBreak/>
        <w:t>and training. Commissioning during the construction and post-occupancy phases is intended to achieve the following specific objectives according to the contract documents:</w:t>
      </w:r>
    </w:p>
    <w:p w14:paraId="74ED4C39" w14:textId="77777777" w:rsidR="008262A2" w:rsidRPr="006D7FF0" w:rsidRDefault="008262A2" w:rsidP="008262A2">
      <w:pPr>
        <w:pStyle w:val="Level2"/>
      </w:pPr>
      <w:r>
        <w:t>1.</w:t>
      </w:r>
      <w:r>
        <w:tab/>
      </w:r>
      <w:r w:rsidRPr="006D7FF0">
        <w:t>Verify that the applicable equipment and systems are installed in accordance with the contact documents and according to the manufacturer's recommendations.</w:t>
      </w:r>
    </w:p>
    <w:p w14:paraId="4E921587" w14:textId="77777777" w:rsidR="008262A2" w:rsidRPr="006D7FF0" w:rsidRDefault="008262A2" w:rsidP="008262A2">
      <w:pPr>
        <w:pStyle w:val="Level2"/>
      </w:pPr>
      <w:r>
        <w:t>2.</w:t>
      </w:r>
      <w:r>
        <w:tab/>
      </w:r>
      <w:r w:rsidRPr="006D7FF0">
        <w:t>Verify and document proper integrated performance of equipment and systems.</w:t>
      </w:r>
    </w:p>
    <w:p w14:paraId="5550A865" w14:textId="77777777" w:rsidR="008262A2" w:rsidRPr="006D7FF0" w:rsidRDefault="008262A2" w:rsidP="008262A2">
      <w:pPr>
        <w:pStyle w:val="Level2"/>
      </w:pPr>
      <w:r>
        <w:t>3.</w:t>
      </w:r>
      <w:r>
        <w:tab/>
      </w:r>
      <w:r w:rsidRPr="006D7FF0">
        <w:t>Verify that Operations &amp; Maintenance documentation is complete.</w:t>
      </w:r>
    </w:p>
    <w:p w14:paraId="1259080E" w14:textId="77777777" w:rsidR="008262A2" w:rsidRPr="006D7FF0" w:rsidRDefault="008262A2" w:rsidP="008262A2">
      <w:pPr>
        <w:pStyle w:val="Level2"/>
      </w:pPr>
      <w:r>
        <w:t>4.</w:t>
      </w:r>
      <w:r>
        <w:tab/>
      </w:r>
      <w:r w:rsidRPr="006D7FF0">
        <w:t>Verify that all components requiring servicing can be accessed, serviced and removed without disturbing nearby components including ducts, piping, cabling or wiring.</w:t>
      </w:r>
    </w:p>
    <w:p w14:paraId="7C96C0FF" w14:textId="77777777" w:rsidR="008262A2" w:rsidRPr="006D7FF0" w:rsidRDefault="008262A2" w:rsidP="008262A2">
      <w:pPr>
        <w:pStyle w:val="Level2"/>
      </w:pPr>
      <w:r>
        <w:t>5.</w:t>
      </w:r>
      <w:r>
        <w:tab/>
      </w:r>
      <w:r w:rsidRPr="006D7FF0">
        <w:t>Verify that the VA’s operating personnel are adequately trained to enable them to operate, monitor, adjust, maintain, and repair building systems in an effective and energy-efficient manner.</w:t>
      </w:r>
    </w:p>
    <w:p w14:paraId="3E76F484" w14:textId="77777777" w:rsidR="008262A2" w:rsidRPr="006D7FF0" w:rsidRDefault="008262A2" w:rsidP="008262A2">
      <w:pPr>
        <w:pStyle w:val="Level2"/>
      </w:pPr>
      <w:r>
        <w:t>6.</w:t>
      </w:r>
      <w:r>
        <w:tab/>
      </w:r>
      <w:r w:rsidRPr="006D7FF0">
        <w:t>Document the successful achievement of the commissioning objectives listed above.</w:t>
      </w:r>
    </w:p>
    <w:p w14:paraId="748F4BC9" w14:textId="77777777" w:rsidR="008262A2" w:rsidRPr="006D7FF0" w:rsidRDefault="008262A2" w:rsidP="008262A2">
      <w:pPr>
        <w:pStyle w:val="Level1"/>
      </w:pPr>
      <w:r>
        <w:t>F.</w:t>
      </w:r>
      <w:r>
        <w:tab/>
      </w:r>
      <w:r w:rsidRPr="006D7FF0">
        <w:t>The commissioning process does not take away from or reduce the responsibility of the Contractor to provide a finished and fully functioning product.</w:t>
      </w:r>
    </w:p>
    <w:p w14:paraId="385B4413" w14:textId="77777777" w:rsidR="008262A2" w:rsidRPr="006D7FF0" w:rsidRDefault="008262A2" w:rsidP="008262A2">
      <w:pPr>
        <w:pStyle w:val="ArticleB"/>
      </w:pPr>
      <w:r>
        <w:t>1.2</w:t>
      </w:r>
      <w:r w:rsidR="00411FD8">
        <w:t xml:space="preserve"> </w:t>
      </w:r>
      <w:r w:rsidRPr="006D7FF0">
        <w:t>Contractual Relationships</w:t>
      </w:r>
    </w:p>
    <w:p w14:paraId="204F4FAA" w14:textId="77777777" w:rsidR="008262A2" w:rsidRPr="006D7FF0" w:rsidRDefault="008262A2" w:rsidP="008262A2">
      <w:pPr>
        <w:pStyle w:val="Level1"/>
      </w:pPr>
      <w:r>
        <w:t>A.</w:t>
      </w:r>
      <w:r>
        <w:tab/>
      </w:r>
      <w:r w:rsidRPr="006D7FF0">
        <w:t xml:space="preserve">For this construction project, the Department of Veterans Affairs contracts with a Contractor to provide construction services.  The contracts are administered by the VA Contracting Officer and the Resident Engineer as the designated representative of the Contracting Officer.  On this project, the authority to modify the contract in any way is strictly limited to the authority of the Contracting Officer.  </w:t>
      </w:r>
    </w:p>
    <w:p w14:paraId="1DB00088" w14:textId="77777777" w:rsidR="008262A2" w:rsidRPr="006D7FF0" w:rsidRDefault="008262A2" w:rsidP="008262A2">
      <w:pPr>
        <w:pStyle w:val="Level1"/>
      </w:pPr>
      <w:r>
        <w:t>B.</w:t>
      </w:r>
      <w:r>
        <w:tab/>
      </w:r>
      <w:r w:rsidRPr="006D7FF0">
        <w:t xml:space="preserve">In this project, only two contract parties are recognized and communications on contractual issues are strictly limited to VA Resident Engineer and the Contractor.  It is the practice of the VA to require that communications between other parties to the contracts (Subcontractors and Vendors) be conducted through the Resident Engineer and Contractor.  It is also the practice of the VA that communications between other parties of the project (Commissioning Agent and Architect/Engineer) be conducted through the Resident Engineer.  </w:t>
      </w:r>
    </w:p>
    <w:p w14:paraId="041117BC" w14:textId="77777777" w:rsidR="008262A2" w:rsidRPr="006D7FF0" w:rsidRDefault="008262A2" w:rsidP="008262A2">
      <w:pPr>
        <w:pStyle w:val="Level1"/>
      </w:pPr>
      <w:r>
        <w:t>C.</w:t>
      </w:r>
      <w:r>
        <w:tab/>
      </w:r>
      <w:r w:rsidRPr="006D7FF0">
        <w:t xml:space="preserve">Whole Building Commissioning is a process that relies upon frequent and direct communications, as well as collaboration between all parties to the construction process.  By its nature, a high level of communication </w:t>
      </w:r>
      <w:r w:rsidRPr="006D7FF0">
        <w:lastRenderedPageBreak/>
        <w:t xml:space="preserve">and cooperation between the Commissioning Agent and all other parties (Architects, Engineers, Subcontractors, Vendors, third party testing agencies, etc.) is essential to the success of the Commissioning effort.  </w:t>
      </w:r>
    </w:p>
    <w:p w14:paraId="1EC82EDD" w14:textId="77777777" w:rsidR="008262A2" w:rsidRPr="006D7FF0" w:rsidRDefault="008262A2" w:rsidP="008262A2">
      <w:pPr>
        <w:pStyle w:val="Level1"/>
      </w:pPr>
      <w:r>
        <w:t>D.</w:t>
      </w:r>
      <w:r>
        <w:tab/>
      </w:r>
      <w:r w:rsidRPr="006D7FF0">
        <w:t>With these fundamental practices in mind, the commissioning process described herein has been developed to recognize that, in the execution of the Commissioning Process, the Commissioning Agent must develop effective methods to communicate with every member of the construction team involved in delivering commissioned systems while simultaneously respecting the exclusive contract authority of the Contracting Officer and Resident Engineer.   Thus, the procedures outlined in this specification must be executed within the following limitations:</w:t>
      </w:r>
    </w:p>
    <w:p w14:paraId="00BA842B" w14:textId="77777777" w:rsidR="008262A2" w:rsidRPr="006D7FF0" w:rsidRDefault="008262A2" w:rsidP="008262A2">
      <w:pPr>
        <w:pStyle w:val="Level2"/>
      </w:pPr>
      <w:r>
        <w:t>1.</w:t>
      </w:r>
      <w:r>
        <w:tab/>
      </w:r>
      <w:r w:rsidRPr="006D7FF0">
        <w:t>No communications (verbal or written) from the Commissioning Agent shall be deemed to constitute direction that modifies the terms of any contract between the Department of Veterans Affairs and the Contractor.</w:t>
      </w:r>
    </w:p>
    <w:p w14:paraId="0E6D1BB9" w14:textId="77777777" w:rsidR="008262A2" w:rsidRPr="006D7FF0" w:rsidRDefault="008262A2" w:rsidP="008262A2">
      <w:pPr>
        <w:pStyle w:val="Level2"/>
      </w:pPr>
      <w:r>
        <w:t>2.</w:t>
      </w:r>
      <w:r>
        <w:tab/>
      </w:r>
      <w:r w:rsidRPr="006D7FF0">
        <w:t xml:space="preserve">Commissioning Issues identified by the Commissioning Agent will be delivered to the Resident Engineer and copied to the designated Commissioning Representatives for the Contractor and subcontractors on the Commissioning Team for information only in order to expedite the communication process.  These issues must be understood as the professional opinion of the Commissioning Agent and as suggestions for resolution.  </w:t>
      </w:r>
    </w:p>
    <w:p w14:paraId="0ACD413B" w14:textId="77777777" w:rsidR="008262A2" w:rsidRPr="006D7FF0" w:rsidRDefault="008262A2" w:rsidP="008262A2">
      <w:pPr>
        <w:pStyle w:val="Level2"/>
      </w:pPr>
      <w:r>
        <w:t>3.</w:t>
      </w:r>
      <w:r>
        <w:tab/>
      </w:r>
      <w:r w:rsidRPr="006D7FF0">
        <w:t>In the event that any Commissioning Issues and suggested resolutions are deemed by the Resident Engineer to require either an official interpretation of the construction documents or require a modification of the contract documents, the Contracting Officer or Resident Engineer will issue an official directive to this effect.</w:t>
      </w:r>
    </w:p>
    <w:p w14:paraId="7F4C3C2D" w14:textId="77777777" w:rsidR="008262A2" w:rsidRPr="006D7FF0" w:rsidRDefault="008262A2" w:rsidP="008262A2">
      <w:pPr>
        <w:pStyle w:val="Level2"/>
      </w:pPr>
      <w:r>
        <w:t>4.</w:t>
      </w:r>
      <w:r>
        <w:tab/>
      </w:r>
      <w:r w:rsidRPr="006D7FF0">
        <w:t xml:space="preserve">All parties to the Commissioning Process shall be individually responsible for alerting the Resident Engineer of any issues that they deem to constitute a potential contract change prior to acting on these issues. </w:t>
      </w:r>
    </w:p>
    <w:p w14:paraId="2AAD7456" w14:textId="77777777" w:rsidR="008262A2" w:rsidRPr="006D7FF0" w:rsidRDefault="008262A2" w:rsidP="008262A2">
      <w:pPr>
        <w:pStyle w:val="Level2"/>
      </w:pPr>
      <w:r>
        <w:t>5.</w:t>
      </w:r>
      <w:r>
        <w:tab/>
      </w:r>
      <w:r w:rsidRPr="006D7FF0">
        <w:t>Authority for resolution or modification of design and construction issues rests solely with the Contracting Officer or Resident Engineer, with appropriate technical guidance from the Architect/Engineer and/or Commissioning Agent.</w:t>
      </w:r>
    </w:p>
    <w:p w14:paraId="5B54CB5A" w14:textId="77777777" w:rsidR="008262A2" w:rsidRPr="006D7FF0" w:rsidRDefault="008262A2" w:rsidP="008262A2">
      <w:pPr>
        <w:pStyle w:val="SpecNote"/>
      </w:pPr>
      <w:r w:rsidRPr="006D7FF0">
        <w:t xml:space="preserve">Spec Writer Note:  Edit the following paragraph to include only those related work sections that are included in the </w:t>
      </w:r>
      <w:r w:rsidRPr="006D7FF0">
        <w:lastRenderedPageBreak/>
        <w:t>contract.  Add related work references as necessary and delete any related work references not included in the contract.</w:t>
      </w:r>
    </w:p>
    <w:p w14:paraId="5F0A19CE" w14:textId="77777777" w:rsidR="008262A2" w:rsidRPr="006D7FF0" w:rsidRDefault="00140529" w:rsidP="008262A2">
      <w:pPr>
        <w:pStyle w:val="ArticleB"/>
      </w:pPr>
      <w:r>
        <w:t>1.3</w:t>
      </w:r>
      <w:r w:rsidR="00411FD8">
        <w:t xml:space="preserve"> </w:t>
      </w:r>
      <w:r w:rsidR="008262A2" w:rsidRPr="006D7FF0">
        <w:t>RELATED WORK</w:t>
      </w:r>
    </w:p>
    <w:p w14:paraId="218CD312" w14:textId="77777777" w:rsidR="008262A2" w:rsidRPr="006D7FF0" w:rsidRDefault="008262A2" w:rsidP="00DD4EDC">
      <w:pPr>
        <w:pStyle w:val="Level1"/>
        <w:numPr>
          <w:ilvl w:val="0"/>
          <w:numId w:val="7"/>
        </w:numPr>
        <w:ind w:left="720"/>
      </w:pPr>
      <w:r w:rsidRPr="006D7FF0">
        <w:t>Section 01 00 00 GENERAL REQUIREMENTS.</w:t>
      </w:r>
    </w:p>
    <w:p w14:paraId="328A2E36" w14:textId="77777777" w:rsidR="008262A2" w:rsidRPr="006D7FF0" w:rsidRDefault="008262A2" w:rsidP="00DD4EDC">
      <w:pPr>
        <w:pStyle w:val="Level1"/>
        <w:numPr>
          <w:ilvl w:val="0"/>
          <w:numId w:val="7"/>
        </w:numPr>
        <w:ind w:left="720"/>
      </w:pPr>
      <w:r w:rsidRPr="006D7FF0">
        <w:t xml:space="preserve">Section 01 32 </w:t>
      </w:r>
      <w:r w:rsidR="00140529" w:rsidRPr="006D7FF0">
        <w:t>16.01 ARCHITECTURAL</w:t>
      </w:r>
      <w:r w:rsidRPr="006D7FF0">
        <w:t xml:space="preserve"> AND ENGINEERING CPM SCHEDULES</w:t>
      </w:r>
    </w:p>
    <w:p w14:paraId="0DA9F695" w14:textId="77777777" w:rsidR="008262A2" w:rsidRPr="006D7FF0" w:rsidRDefault="008262A2" w:rsidP="00DD4EDC">
      <w:pPr>
        <w:pStyle w:val="Level1"/>
        <w:numPr>
          <w:ilvl w:val="0"/>
          <w:numId w:val="7"/>
        </w:numPr>
        <w:ind w:left="720"/>
      </w:pPr>
      <w:r w:rsidRPr="006D7FF0">
        <w:t>Section 01 32.16.15 PROJECT SCHEDULES (SMALL PROJECTS – DESIGN/BID/BUILD)</w:t>
      </w:r>
    </w:p>
    <w:p w14:paraId="4C656681" w14:textId="39BC1322" w:rsidR="008262A2" w:rsidRPr="006D7FF0" w:rsidRDefault="008262A2" w:rsidP="00DD4EDC">
      <w:pPr>
        <w:pStyle w:val="Level1"/>
        <w:numPr>
          <w:ilvl w:val="0"/>
          <w:numId w:val="7"/>
        </w:numPr>
        <w:ind w:left="720"/>
      </w:pPr>
      <w:r w:rsidRPr="006D7FF0">
        <w:t>Section 01 32.16.16 NETWORK ANALYSIS SCHEDULES (DESIGN</w:t>
      </w:r>
      <w:r w:rsidR="003B6451">
        <w:t>-</w:t>
      </w:r>
      <w:r w:rsidRPr="006D7FF0">
        <w:t>BUILD</w:t>
      </w:r>
      <w:r w:rsidR="003B6451">
        <w:t xml:space="preserve"> ONLY</w:t>
      </w:r>
      <w:r w:rsidRPr="006D7FF0">
        <w:t>)</w:t>
      </w:r>
    </w:p>
    <w:p w14:paraId="691A3B6D" w14:textId="5471F92A" w:rsidR="008262A2" w:rsidRPr="006D7FF0" w:rsidRDefault="008262A2" w:rsidP="00DD4EDC">
      <w:pPr>
        <w:pStyle w:val="Level1"/>
        <w:numPr>
          <w:ilvl w:val="0"/>
          <w:numId w:val="7"/>
        </w:numPr>
        <w:ind w:left="720"/>
      </w:pPr>
      <w:r w:rsidRPr="006D7FF0">
        <w:t xml:space="preserve">Section 01 32.16.17 </w:t>
      </w:r>
      <w:r w:rsidR="00CC1550">
        <w:t>NETWORK ANALYSIS SCHEDULES-MAJOR DESIGN/BUILD PROJECTS</w:t>
      </w:r>
    </w:p>
    <w:p w14:paraId="2E66B943" w14:textId="77777777" w:rsidR="008262A2" w:rsidRPr="006D7FF0" w:rsidRDefault="008262A2" w:rsidP="00DD4EDC">
      <w:pPr>
        <w:pStyle w:val="Level1"/>
        <w:numPr>
          <w:ilvl w:val="0"/>
          <w:numId w:val="7"/>
        </w:numPr>
        <w:ind w:left="720"/>
      </w:pPr>
      <w:r w:rsidRPr="006D7FF0">
        <w:t>Section 01 33 23 SHOP DRAWINGS, PRODUCT DATA, AND SAMPLES</w:t>
      </w:r>
    </w:p>
    <w:p w14:paraId="35DE1210" w14:textId="77777777" w:rsidR="008262A2" w:rsidRPr="006D7FF0" w:rsidRDefault="008262A2" w:rsidP="00DD4EDC">
      <w:pPr>
        <w:pStyle w:val="Level1"/>
        <w:numPr>
          <w:ilvl w:val="0"/>
          <w:numId w:val="7"/>
        </w:numPr>
        <w:ind w:left="720"/>
      </w:pPr>
      <w:r w:rsidRPr="006D7FF0">
        <w:t>Section 01 81 1</w:t>
      </w:r>
      <w:r w:rsidR="001B3A46">
        <w:t>3</w:t>
      </w:r>
      <w:r w:rsidRPr="006D7FF0">
        <w:t xml:space="preserve"> SUSTAINABLE </w:t>
      </w:r>
      <w:r w:rsidR="001B3A46">
        <w:t>CONSTRUCTION</w:t>
      </w:r>
      <w:r w:rsidR="001B3A46" w:rsidRPr="006D7FF0">
        <w:t xml:space="preserve"> </w:t>
      </w:r>
      <w:r w:rsidRPr="006D7FF0">
        <w:t>REQUIREMENTS</w:t>
      </w:r>
    </w:p>
    <w:p w14:paraId="2367B7AC" w14:textId="77777777" w:rsidR="008262A2" w:rsidRPr="006D7FF0" w:rsidRDefault="008262A2" w:rsidP="00DD4EDC">
      <w:pPr>
        <w:pStyle w:val="Level1"/>
        <w:numPr>
          <w:ilvl w:val="0"/>
          <w:numId w:val="7"/>
        </w:numPr>
        <w:ind w:left="720"/>
      </w:pPr>
      <w:r w:rsidRPr="006D7FF0">
        <w:t>Section 07 08 00 FACILITY EXTERIOR CLOSURE COMMISSIONING.</w:t>
      </w:r>
    </w:p>
    <w:p w14:paraId="5CFDFC60" w14:textId="77777777" w:rsidR="008262A2" w:rsidRPr="006D7FF0" w:rsidRDefault="008262A2" w:rsidP="00DD4EDC">
      <w:pPr>
        <w:pStyle w:val="Level1"/>
        <w:numPr>
          <w:ilvl w:val="0"/>
          <w:numId w:val="7"/>
        </w:numPr>
        <w:ind w:left="720"/>
      </w:pPr>
      <w:r w:rsidRPr="006D7FF0">
        <w:t>Section 21 08 00 COMMISSIONING OF FIRE PROTECTION SYSTEMS.</w:t>
      </w:r>
    </w:p>
    <w:p w14:paraId="16C7E63D" w14:textId="77777777" w:rsidR="008262A2" w:rsidRPr="006D7FF0" w:rsidRDefault="008262A2" w:rsidP="00DD4EDC">
      <w:pPr>
        <w:pStyle w:val="Level1"/>
        <w:numPr>
          <w:ilvl w:val="0"/>
          <w:numId w:val="7"/>
        </w:numPr>
        <w:ind w:left="720"/>
      </w:pPr>
      <w:r w:rsidRPr="006D7FF0">
        <w:t>Section 22 08 00 COMMISSIONING OF PLUMBING SYSTEMS.</w:t>
      </w:r>
    </w:p>
    <w:p w14:paraId="0DD87334" w14:textId="77777777" w:rsidR="008262A2" w:rsidRPr="006D7FF0" w:rsidRDefault="008262A2" w:rsidP="00DD4EDC">
      <w:pPr>
        <w:pStyle w:val="Level1"/>
        <w:numPr>
          <w:ilvl w:val="0"/>
          <w:numId w:val="7"/>
        </w:numPr>
        <w:ind w:left="720"/>
      </w:pPr>
      <w:r w:rsidRPr="006D7FF0">
        <w:t>Section 23 08 00 COMMISSIONING OF HVAC SYSTEMS.</w:t>
      </w:r>
    </w:p>
    <w:p w14:paraId="43C8387B" w14:textId="77777777" w:rsidR="008262A2" w:rsidRPr="006D7FF0" w:rsidRDefault="008262A2" w:rsidP="00DD4EDC">
      <w:pPr>
        <w:pStyle w:val="Level1"/>
        <w:numPr>
          <w:ilvl w:val="0"/>
          <w:numId w:val="7"/>
        </w:numPr>
        <w:ind w:left="720"/>
      </w:pPr>
      <w:r w:rsidRPr="006D7FF0">
        <w:t>Section 26 08 00 COMMISSIONING OF ELECTRICAL SYSTEMS.</w:t>
      </w:r>
    </w:p>
    <w:p w14:paraId="732B8F10" w14:textId="77777777" w:rsidR="008262A2" w:rsidRPr="006D7FF0" w:rsidRDefault="008262A2" w:rsidP="00DD4EDC">
      <w:pPr>
        <w:pStyle w:val="Level1"/>
        <w:numPr>
          <w:ilvl w:val="0"/>
          <w:numId w:val="7"/>
        </w:numPr>
        <w:ind w:left="720"/>
      </w:pPr>
      <w:r w:rsidRPr="006D7FF0">
        <w:t>Section 27 08 00 COMMISSIONING OF COMMUNICATIONS SYSTEMS.</w:t>
      </w:r>
    </w:p>
    <w:p w14:paraId="691C447B" w14:textId="7018DE3A" w:rsidR="008262A2" w:rsidRPr="006D7FF0" w:rsidRDefault="008262A2" w:rsidP="00DD4EDC">
      <w:pPr>
        <w:pStyle w:val="Level1"/>
        <w:numPr>
          <w:ilvl w:val="0"/>
          <w:numId w:val="7"/>
        </w:numPr>
        <w:ind w:left="720"/>
      </w:pPr>
      <w:r w:rsidRPr="006D7FF0">
        <w:t>Section 28 08 00 COMMISSIONING OF ELECTRONIC SAFETY AND SECURITY SYSTEMS.</w:t>
      </w:r>
    </w:p>
    <w:p w14:paraId="7C7C23A2" w14:textId="77777777" w:rsidR="008262A2" w:rsidRDefault="008262A2" w:rsidP="00DD4EDC">
      <w:pPr>
        <w:pStyle w:val="Level1"/>
        <w:numPr>
          <w:ilvl w:val="0"/>
          <w:numId w:val="7"/>
        </w:numPr>
        <w:ind w:left="720"/>
      </w:pPr>
      <w:r w:rsidRPr="006D7FF0">
        <w:t>Section 3</w:t>
      </w:r>
      <w:r w:rsidR="008C0B3E">
        <w:t>3</w:t>
      </w:r>
      <w:r w:rsidRPr="006D7FF0">
        <w:t xml:space="preserve"> 08 00 COMMISSIONING OF </w:t>
      </w:r>
      <w:r w:rsidR="008C0B3E">
        <w:t xml:space="preserve">SITE </w:t>
      </w:r>
      <w:r w:rsidRPr="006D7FF0">
        <w:t>UTILITIES.</w:t>
      </w:r>
    </w:p>
    <w:p w14:paraId="416FEED8" w14:textId="77777777" w:rsidR="00140529" w:rsidRPr="006D7FF0" w:rsidRDefault="00140529" w:rsidP="00140529">
      <w:pPr>
        <w:pStyle w:val="ArticleB"/>
      </w:pPr>
      <w:r>
        <w:t>1.4</w:t>
      </w:r>
      <w:r w:rsidR="00411FD8">
        <w:t xml:space="preserve"> </w:t>
      </w:r>
      <w:r w:rsidRPr="006D7FF0">
        <w:t>SUMMARY</w:t>
      </w:r>
    </w:p>
    <w:p w14:paraId="7E2AAB02" w14:textId="77777777" w:rsidR="00140529" w:rsidRPr="00140529" w:rsidRDefault="00140529" w:rsidP="00140529">
      <w:pPr>
        <w:pStyle w:val="Level1"/>
      </w:pPr>
      <w:r w:rsidRPr="00140529">
        <w:t>A.</w:t>
      </w:r>
      <w:r>
        <w:tab/>
      </w:r>
      <w:r w:rsidRPr="00140529">
        <w:t>This Section includes general requirements that apply to implementation of commissioning without regard to systems, subsystems, and equipment being commissioned.</w:t>
      </w:r>
    </w:p>
    <w:p w14:paraId="45EF6410" w14:textId="77777777" w:rsidR="00140529" w:rsidRPr="006D7FF0" w:rsidRDefault="00140529" w:rsidP="00140529">
      <w:pPr>
        <w:pStyle w:val="Level1"/>
      </w:pPr>
      <w:r>
        <w:t>B.</w:t>
      </w:r>
      <w:r>
        <w:tab/>
      </w:r>
      <w:r w:rsidRPr="006D7FF0">
        <w:t>The commissioning activities have been developed to support the VA requirements to meet guidelines for Federal Leadership in Environmental, Energy, and Economic Performance.</w:t>
      </w:r>
    </w:p>
    <w:p w14:paraId="0BDE88DE" w14:textId="77777777" w:rsidR="00140529" w:rsidRDefault="00140529" w:rsidP="00140529">
      <w:pPr>
        <w:pStyle w:val="SpecNote"/>
      </w:pPr>
      <w:r w:rsidRPr="006D7FF0">
        <w:t xml:space="preserve">SPEC WRITER NOTE:  Paragraph C is for LEED projects.  Paragraphs D is for Green Globes Projects.  Retain either Paragraph C or Paragraph D as appropriate.  Delete paragraph C.2 if enhanced commissioning for LEED is not included in the project.  Delete paragraph C.3 if the M&amp;V credit is not included in the project.  </w:t>
      </w:r>
    </w:p>
    <w:p w14:paraId="733551F6" w14:textId="77777777" w:rsidR="00140529" w:rsidRPr="006D7FF0" w:rsidRDefault="00140529" w:rsidP="00140529">
      <w:pPr>
        <w:pStyle w:val="Level1"/>
      </w:pPr>
      <w:r>
        <w:t>C.</w:t>
      </w:r>
      <w:r>
        <w:tab/>
      </w:r>
      <w:r w:rsidRPr="006D7FF0">
        <w:t>The commissioning activities have been developed to support the United States Green Building Council’s (USGBC) LEED ™ rating program and to support delivery of project performance in accordance with the VA requirements developed for the project to support the following credits:</w:t>
      </w:r>
    </w:p>
    <w:p w14:paraId="5F9635BD" w14:textId="77777777" w:rsidR="00140529" w:rsidRPr="006D7FF0" w:rsidRDefault="00140529" w:rsidP="00140529">
      <w:pPr>
        <w:pStyle w:val="Level2"/>
      </w:pPr>
      <w:r>
        <w:lastRenderedPageBreak/>
        <w:t>1.</w:t>
      </w:r>
      <w:r>
        <w:tab/>
      </w:r>
      <w:r w:rsidRPr="006D7FF0">
        <w:t>Commissioning activities and documentation for the LEED™ section on “Energy and Atmosphere” and the prerequisite of “Fundamental Building Systems Commissioning.”</w:t>
      </w:r>
    </w:p>
    <w:p w14:paraId="209878BE" w14:textId="77777777" w:rsidR="00140529" w:rsidRPr="006D7FF0" w:rsidRDefault="00140529" w:rsidP="00140529">
      <w:pPr>
        <w:pStyle w:val="Level2"/>
      </w:pPr>
      <w:r>
        <w:t>2.</w:t>
      </w:r>
      <w:r>
        <w:tab/>
      </w:r>
      <w:r w:rsidRPr="006D7FF0">
        <w:t xml:space="preserve">Commissioning activities and documentation for the LEED™ section on “Energy and Atmosphere” requirements for the “Enhanced Building System Commissioning” credit. </w:t>
      </w:r>
    </w:p>
    <w:p w14:paraId="145CC5C7" w14:textId="77777777" w:rsidR="00140529" w:rsidRPr="006D7FF0" w:rsidRDefault="00140529" w:rsidP="00140529">
      <w:pPr>
        <w:pStyle w:val="Level2"/>
      </w:pPr>
      <w:r>
        <w:t>3.</w:t>
      </w:r>
      <w:r>
        <w:tab/>
      </w:r>
      <w:r w:rsidRPr="006D7FF0">
        <w:t>Activities and documentation for the LEED™ section on “Measurement and Verification” requirements for the Measurement and Verification credit.</w:t>
      </w:r>
    </w:p>
    <w:p w14:paraId="461C11F9" w14:textId="77777777" w:rsidR="00140529" w:rsidRPr="006D7FF0" w:rsidRDefault="00140529" w:rsidP="00140529">
      <w:pPr>
        <w:pStyle w:val="Level1"/>
      </w:pPr>
      <w:r>
        <w:t>D.</w:t>
      </w:r>
      <w:r>
        <w:tab/>
      </w:r>
      <w:r w:rsidRPr="006D7FF0">
        <w:t>The commissioning activities have been developed to support the Green Buildings Initiative’s Green Globes rating program and to support delivery of project performance in accordance with the VA requirements developed for the project.</w:t>
      </w:r>
    </w:p>
    <w:p w14:paraId="3DEA5D84" w14:textId="77777777" w:rsidR="00140529" w:rsidRPr="006D7FF0" w:rsidRDefault="00140529" w:rsidP="00140529">
      <w:pPr>
        <w:pStyle w:val="ArticleB"/>
      </w:pPr>
      <w:r>
        <w:t>1.5</w:t>
      </w:r>
      <w:r w:rsidR="00411FD8">
        <w:t xml:space="preserve"> </w:t>
      </w:r>
      <w:r w:rsidRPr="006D7FF0">
        <w:t>ACRONYMS</w:t>
      </w:r>
    </w:p>
    <w:tbl>
      <w:tblPr>
        <w:tblW w:w="86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0"/>
        <w:gridCol w:w="7290"/>
      </w:tblGrid>
      <w:tr w:rsidR="00140529" w:rsidRPr="002D22AC" w14:paraId="53CE8878" w14:textId="77777777" w:rsidTr="00FE3BD3">
        <w:trPr>
          <w:cantSplit/>
          <w:tblHeader/>
          <w:jc w:val="center"/>
        </w:trPr>
        <w:tc>
          <w:tcPr>
            <w:tcW w:w="8640" w:type="dxa"/>
            <w:gridSpan w:val="2"/>
            <w:shd w:val="clear" w:color="auto" w:fill="D9D9D9"/>
          </w:tcPr>
          <w:p w14:paraId="6312658C" w14:textId="77777777" w:rsidR="00140529" w:rsidRPr="002D22AC" w:rsidRDefault="00140529" w:rsidP="002D22AC">
            <w:pPr>
              <w:pStyle w:val="SpecNormal"/>
              <w:rPr>
                <w:rFonts w:eastAsia="Calibri"/>
              </w:rPr>
            </w:pPr>
            <w:r w:rsidRPr="002D22AC">
              <w:rPr>
                <w:rFonts w:eastAsia="Calibri"/>
              </w:rPr>
              <w:t>List of Acronyms</w:t>
            </w:r>
          </w:p>
        </w:tc>
      </w:tr>
      <w:tr w:rsidR="00140529" w:rsidRPr="002D22AC" w14:paraId="623A4799" w14:textId="77777777" w:rsidTr="00530677">
        <w:trPr>
          <w:cantSplit/>
          <w:tblHeader/>
          <w:jc w:val="center"/>
        </w:trPr>
        <w:tc>
          <w:tcPr>
            <w:tcW w:w="1350" w:type="dxa"/>
            <w:shd w:val="clear" w:color="auto" w:fill="D9D9D9"/>
          </w:tcPr>
          <w:p w14:paraId="355650EA" w14:textId="77777777" w:rsidR="00140529" w:rsidRPr="002D22AC" w:rsidRDefault="00140529" w:rsidP="002D22AC">
            <w:pPr>
              <w:pStyle w:val="SpecNormal"/>
              <w:rPr>
                <w:rFonts w:eastAsia="Calibri"/>
              </w:rPr>
            </w:pPr>
            <w:r w:rsidRPr="002D22AC">
              <w:rPr>
                <w:rFonts w:eastAsia="Calibri"/>
              </w:rPr>
              <w:t>Acronym</w:t>
            </w:r>
          </w:p>
        </w:tc>
        <w:tc>
          <w:tcPr>
            <w:tcW w:w="7290" w:type="dxa"/>
            <w:shd w:val="clear" w:color="auto" w:fill="D9D9D9"/>
          </w:tcPr>
          <w:p w14:paraId="4B6AFB5F" w14:textId="77777777" w:rsidR="00140529" w:rsidRPr="002D22AC" w:rsidRDefault="00140529" w:rsidP="002D22AC">
            <w:pPr>
              <w:pStyle w:val="SpecNormal"/>
              <w:rPr>
                <w:rFonts w:eastAsia="Calibri"/>
              </w:rPr>
            </w:pPr>
            <w:r w:rsidRPr="002D22AC">
              <w:rPr>
                <w:rFonts w:eastAsia="Calibri"/>
              </w:rPr>
              <w:t>Meaning</w:t>
            </w:r>
          </w:p>
        </w:tc>
      </w:tr>
      <w:tr w:rsidR="00140529" w:rsidRPr="002D22AC" w14:paraId="0B9E4C85" w14:textId="77777777" w:rsidTr="00896A61">
        <w:trPr>
          <w:cantSplit/>
          <w:jc w:val="center"/>
        </w:trPr>
        <w:tc>
          <w:tcPr>
            <w:tcW w:w="1350" w:type="dxa"/>
            <w:shd w:val="clear" w:color="auto" w:fill="auto"/>
            <w:vAlign w:val="center"/>
          </w:tcPr>
          <w:p w14:paraId="70D99B7C" w14:textId="77777777" w:rsidR="00140529" w:rsidRPr="002D22AC" w:rsidRDefault="00140529" w:rsidP="00896A61">
            <w:pPr>
              <w:pStyle w:val="SpecNormal"/>
              <w:rPr>
                <w:rFonts w:eastAsia="Calibri"/>
              </w:rPr>
            </w:pPr>
            <w:r w:rsidRPr="002D22AC">
              <w:rPr>
                <w:rFonts w:eastAsia="Calibri"/>
              </w:rPr>
              <w:t>A/E</w:t>
            </w:r>
          </w:p>
        </w:tc>
        <w:tc>
          <w:tcPr>
            <w:tcW w:w="7290" w:type="dxa"/>
            <w:shd w:val="clear" w:color="auto" w:fill="auto"/>
            <w:vAlign w:val="center"/>
          </w:tcPr>
          <w:p w14:paraId="672EDB41" w14:textId="77777777" w:rsidR="00140529" w:rsidRPr="002D22AC" w:rsidRDefault="00140529" w:rsidP="00896A61">
            <w:pPr>
              <w:pStyle w:val="SpecNormal"/>
              <w:rPr>
                <w:rFonts w:eastAsia="Calibri"/>
              </w:rPr>
            </w:pPr>
            <w:r w:rsidRPr="002D22AC">
              <w:rPr>
                <w:rFonts w:eastAsia="Calibri"/>
              </w:rPr>
              <w:t>Architect / Engineer Design Team</w:t>
            </w:r>
          </w:p>
        </w:tc>
      </w:tr>
      <w:tr w:rsidR="00140529" w:rsidRPr="002D22AC" w14:paraId="4B59C2DF" w14:textId="77777777" w:rsidTr="00896A61">
        <w:trPr>
          <w:cantSplit/>
          <w:jc w:val="center"/>
        </w:trPr>
        <w:tc>
          <w:tcPr>
            <w:tcW w:w="1350" w:type="dxa"/>
            <w:shd w:val="clear" w:color="auto" w:fill="auto"/>
            <w:vAlign w:val="center"/>
          </w:tcPr>
          <w:p w14:paraId="52EA401D" w14:textId="77777777" w:rsidR="00140529" w:rsidRPr="002D22AC" w:rsidRDefault="00140529" w:rsidP="00896A61">
            <w:pPr>
              <w:pStyle w:val="SpecNormal"/>
              <w:rPr>
                <w:rFonts w:eastAsia="Calibri"/>
              </w:rPr>
            </w:pPr>
            <w:r w:rsidRPr="002D22AC">
              <w:rPr>
                <w:rFonts w:eastAsia="Calibri"/>
              </w:rPr>
              <w:t>AHJ</w:t>
            </w:r>
          </w:p>
        </w:tc>
        <w:tc>
          <w:tcPr>
            <w:tcW w:w="7290" w:type="dxa"/>
            <w:shd w:val="clear" w:color="auto" w:fill="auto"/>
            <w:vAlign w:val="center"/>
          </w:tcPr>
          <w:p w14:paraId="7FAA8268" w14:textId="77777777" w:rsidR="00140529" w:rsidRPr="002D22AC" w:rsidRDefault="00140529" w:rsidP="00896A61">
            <w:pPr>
              <w:pStyle w:val="SpecNormal"/>
              <w:rPr>
                <w:rFonts w:eastAsia="Calibri"/>
              </w:rPr>
            </w:pPr>
            <w:r w:rsidRPr="002D22AC">
              <w:rPr>
                <w:rFonts w:eastAsia="Calibri"/>
              </w:rPr>
              <w:t xml:space="preserve">Authority Having Jurisdiction </w:t>
            </w:r>
          </w:p>
        </w:tc>
      </w:tr>
      <w:tr w:rsidR="00140529" w:rsidRPr="002D22AC" w14:paraId="74F45809" w14:textId="77777777" w:rsidTr="00896A61">
        <w:trPr>
          <w:cantSplit/>
          <w:jc w:val="center"/>
        </w:trPr>
        <w:tc>
          <w:tcPr>
            <w:tcW w:w="1350" w:type="dxa"/>
            <w:shd w:val="clear" w:color="auto" w:fill="auto"/>
            <w:vAlign w:val="center"/>
          </w:tcPr>
          <w:p w14:paraId="4D95BEDA" w14:textId="77777777" w:rsidR="00140529" w:rsidRPr="002D22AC" w:rsidRDefault="00140529" w:rsidP="00896A61">
            <w:pPr>
              <w:pStyle w:val="SpecNormal"/>
              <w:rPr>
                <w:rFonts w:eastAsia="Calibri"/>
              </w:rPr>
            </w:pPr>
            <w:r w:rsidRPr="002D22AC">
              <w:rPr>
                <w:rFonts w:eastAsia="Calibri"/>
              </w:rPr>
              <w:t>ASHRAE</w:t>
            </w:r>
          </w:p>
        </w:tc>
        <w:tc>
          <w:tcPr>
            <w:tcW w:w="7290" w:type="dxa"/>
            <w:shd w:val="clear" w:color="auto" w:fill="auto"/>
            <w:vAlign w:val="center"/>
          </w:tcPr>
          <w:p w14:paraId="04C782DF" w14:textId="77777777" w:rsidR="00140529" w:rsidRPr="002D22AC" w:rsidRDefault="00140529" w:rsidP="00896A61">
            <w:pPr>
              <w:pStyle w:val="SpecNormal"/>
              <w:rPr>
                <w:rFonts w:eastAsia="Calibri"/>
              </w:rPr>
            </w:pPr>
            <w:r w:rsidRPr="002D22AC">
              <w:rPr>
                <w:rFonts w:eastAsia="Calibri"/>
              </w:rPr>
              <w:t>Association Society for Heating Air Condition and Refrigeration Engineers</w:t>
            </w:r>
          </w:p>
        </w:tc>
      </w:tr>
      <w:tr w:rsidR="00140529" w:rsidRPr="002D22AC" w14:paraId="3B51BCD3" w14:textId="77777777" w:rsidTr="00896A61">
        <w:trPr>
          <w:cantSplit/>
          <w:jc w:val="center"/>
        </w:trPr>
        <w:tc>
          <w:tcPr>
            <w:tcW w:w="1350" w:type="dxa"/>
            <w:shd w:val="clear" w:color="auto" w:fill="auto"/>
            <w:vAlign w:val="center"/>
          </w:tcPr>
          <w:p w14:paraId="5CE245DB" w14:textId="77777777" w:rsidR="00140529" w:rsidRPr="002D22AC" w:rsidRDefault="00140529" w:rsidP="00896A61">
            <w:pPr>
              <w:pStyle w:val="SpecNormal"/>
              <w:rPr>
                <w:rFonts w:eastAsia="Calibri"/>
              </w:rPr>
            </w:pPr>
            <w:r w:rsidRPr="002D22AC">
              <w:rPr>
                <w:rFonts w:eastAsia="Calibri"/>
              </w:rPr>
              <w:t>BOD</w:t>
            </w:r>
          </w:p>
        </w:tc>
        <w:tc>
          <w:tcPr>
            <w:tcW w:w="7290" w:type="dxa"/>
            <w:shd w:val="clear" w:color="auto" w:fill="auto"/>
            <w:vAlign w:val="center"/>
          </w:tcPr>
          <w:p w14:paraId="6F9ED4AC" w14:textId="77777777" w:rsidR="00140529" w:rsidRPr="002D22AC" w:rsidRDefault="00140529" w:rsidP="00896A61">
            <w:pPr>
              <w:pStyle w:val="SpecNormal"/>
              <w:rPr>
                <w:rFonts w:eastAsia="Calibri"/>
              </w:rPr>
            </w:pPr>
            <w:r w:rsidRPr="002D22AC">
              <w:rPr>
                <w:rFonts w:eastAsia="Calibri"/>
              </w:rPr>
              <w:t>Basis of Design</w:t>
            </w:r>
          </w:p>
        </w:tc>
      </w:tr>
      <w:tr w:rsidR="00140529" w:rsidRPr="002D22AC" w14:paraId="2E968F4F" w14:textId="77777777" w:rsidTr="00896A61">
        <w:trPr>
          <w:cantSplit/>
          <w:jc w:val="center"/>
        </w:trPr>
        <w:tc>
          <w:tcPr>
            <w:tcW w:w="1350" w:type="dxa"/>
            <w:shd w:val="clear" w:color="auto" w:fill="auto"/>
            <w:vAlign w:val="center"/>
          </w:tcPr>
          <w:p w14:paraId="49C5CBAF" w14:textId="77777777" w:rsidR="00140529" w:rsidRPr="002D22AC" w:rsidRDefault="00140529" w:rsidP="00896A61">
            <w:pPr>
              <w:pStyle w:val="SpecNormal"/>
              <w:rPr>
                <w:rFonts w:eastAsia="Calibri"/>
              </w:rPr>
            </w:pPr>
            <w:r w:rsidRPr="002D22AC">
              <w:rPr>
                <w:rFonts w:eastAsia="Calibri"/>
              </w:rPr>
              <w:t>BSC</w:t>
            </w:r>
          </w:p>
        </w:tc>
        <w:tc>
          <w:tcPr>
            <w:tcW w:w="7290" w:type="dxa"/>
            <w:shd w:val="clear" w:color="auto" w:fill="auto"/>
            <w:vAlign w:val="center"/>
          </w:tcPr>
          <w:p w14:paraId="4423DB08" w14:textId="77777777" w:rsidR="00140529" w:rsidRPr="002D22AC" w:rsidRDefault="00140529" w:rsidP="00896A61">
            <w:pPr>
              <w:pStyle w:val="SpecNormal"/>
              <w:rPr>
                <w:rFonts w:eastAsia="Calibri"/>
              </w:rPr>
            </w:pPr>
            <w:r w:rsidRPr="002D22AC">
              <w:rPr>
                <w:rFonts w:eastAsia="Calibri"/>
              </w:rPr>
              <w:t>Building Systems Commissioning</w:t>
            </w:r>
          </w:p>
        </w:tc>
      </w:tr>
      <w:tr w:rsidR="00140529" w:rsidRPr="002D22AC" w14:paraId="17BC7CAD" w14:textId="77777777" w:rsidTr="00896A61">
        <w:trPr>
          <w:cantSplit/>
          <w:jc w:val="center"/>
        </w:trPr>
        <w:tc>
          <w:tcPr>
            <w:tcW w:w="1350" w:type="dxa"/>
            <w:shd w:val="clear" w:color="auto" w:fill="auto"/>
            <w:vAlign w:val="center"/>
          </w:tcPr>
          <w:p w14:paraId="61049586" w14:textId="77777777" w:rsidR="00140529" w:rsidRPr="002D22AC" w:rsidRDefault="00140529" w:rsidP="00896A61">
            <w:pPr>
              <w:pStyle w:val="SpecNormal"/>
              <w:rPr>
                <w:rFonts w:eastAsia="Calibri"/>
              </w:rPr>
            </w:pPr>
            <w:r w:rsidRPr="002D22AC">
              <w:rPr>
                <w:rFonts w:eastAsia="Calibri"/>
              </w:rPr>
              <w:t>CCTV</w:t>
            </w:r>
          </w:p>
        </w:tc>
        <w:tc>
          <w:tcPr>
            <w:tcW w:w="7290" w:type="dxa"/>
            <w:shd w:val="clear" w:color="auto" w:fill="auto"/>
            <w:vAlign w:val="center"/>
          </w:tcPr>
          <w:p w14:paraId="07E92EFE" w14:textId="77777777" w:rsidR="00140529" w:rsidRPr="002D22AC" w:rsidRDefault="00140529" w:rsidP="00896A61">
            <w:pPr>
              <w:pStyle w:val="SpecNormal"/>
              <w:rPr>
                <w:rFonts w:eastAsia="Calibri"/>
              </w:rPr>
            </w:pPr>
            <w:r w:rsidRPr="002D22AC">
              <w:rPr>
                <w:rFonts w:eastAsia="Calibri"/>
              </w:rPr>
              <w:t>Closed Circuit Television</w:t>
            </w:r>
          </w:p>
        </w:tc>
      </w:tr>
      <w:tr w:rsidR="00140529" w:rsidRPr="002D22AC" w14:paraId="65D9D442" w14:textId="77777777" w:rsidTr="00896A61">
        <w:trPr>
          <w:cantSplit/>
          <w:jc w:val="center"/>
        </w:trPr>
        <w:tc>
          <w:tcPr>
            <w:tcW w:w="1350" w:type="dxa"/>
            <w:shd w:val="clear" w:color="auto" w:fill="auto"/>
            <w:vAlign w:val="center"/>
          </w:tcPr>
          <w:p w14:paraId="3507A761" w14:textId="77777777" w:rsidR="00140529" w:rsidRPr="002D22AC" w:rsidRDefault="00140529" w:rsidP="00896A61">
            <w:pPr>
              <w:pStyle w:val="SpecNormal"/>
              <w:rPr>
                <w:rFonts w:eastAsia="Calibri"/>
              </w:rPr>
            </w:pPr>
            <w:r w:rsidRPr="002D22AC">
              <w:rPr>
                <w:rFonts w:eastAsia="Calibri"/>
              </w:rPr>
              <w:t>CD</w:t>
            </w:r>
          </w:p>
        </w:tc>
        <w:tc>
          <w:tcPr>
            <w:tcW w:w="7290" w:type="dxa"/>
            <w:shd w:val="clear" w:color="auto" w:fill="auto"/>
            <w:vAlign w:val="center"/>
          </w:tcPr>
          <w:p w14:paraId="01AD065D" w14:textId="77777777" w:rsidR="00140529" w:rsidRPr="002D22AC" w:rsidRDefault="00140529" w:rsidP="00896A61">
            <w:pPr>
              <w:pStyle w:val="SpecNormal"/>
              <w:rPr>
                <w:rFonts w:eastAsia="Calibri"/>
              </w:rPr>
            </w:pPr>
            <w:r w:rsidRPr="002D22AC">
              <w:rPr>
                <w:rFonts w:eastAsia="Calibri"/>
              </w:rPr>
              <w:t>Construction Documents</w:t>
            </w:r>
          </w:p>
        </w:tc>
      </w:tr>
      <w:tr w:rsidR="00140529" w:rsidRPr="002D22AC" w14:paraId="2482AA51" w14:textId="77777777" w:rsidTr="00896A61">
        <w:trPr>
          <w:cantSplit/>
          <w:jc w:val="center"/>
        </w:trPr>
        <w:tc>
          <w:tcPr>
            <w:tcW w:w="1350" w:type="dxa"/>
            <w:shd w:val="clear" w:color="auto" w:fill="auto"/>
            <w:vAlign w:val="center"/>
          </w:tcPr>
          <w:p w14:paraId="70B0C3D7" w14:textId="77777777" w:rsidR="00140529" w:rsidRPr="002D22AC" w:rsidRDefault="00140529" w:rsidP="00896A61">
            <w:pPr>
              <w:pStyle w:val="SpecNormal"/>
              <w:rPr>
                <w:rFonts w:eastAsia="Calibri"/>
              </w:rPr>
            </w:pPr>
            <w:r w:rsidRPr="002D22AC">
              <w:rPr>
                <w:rFonts w:eastAsia="Calibri"/>
              </w:rPr>
              <w:t>CMMS</w:t>
            </w:r>
          </w:p>
        </w:tc>
        <w:tc>
          <w:tcPr>
            <w:tcW w:w="7290" w:type="dxa"/>
            <w:shd w:val="clear" w:color="auto" w:fill="auto"/>
            <w:vAlign w:val="center"/>
          </w:tcPr>
          <w:p w14:paraId="4855F41C" w14:textId="77777777" w:rsidR="00140529" w:rsidRPr="002D22AC" w:rsidRDefault="00140529" w:rsidP="00896A61">
            <w:pPr>
              <w:pStyle w:val="SpecNormal"/>
              <w:rPr>
                <w:rFonts w:eastAsia="Calibri"/>
              </w:rPr>
            </w:pPr>
            <w:r w:rsidRPr="002D22AC">
              <w:rPr>
                <w:rFonts w:eastAsia="Calibri"/>
              </w:rPr>
              <w:t>Computerized Maintenance Management System</w:t>
            </w:r>
          </w:p>
        </w:tc>
      </w:tr>
      <w:tr w:rsidR="00140529" w:rsidRPr="002D22AC" w14:paraId="620E343F" w14:textId="77777777" w:rsidTr="00896A61">
        <w:trPr>
          <w:cantSplit/>
          <w:jc w:val="center"/>
        </w:trPr>
        <w:tc>
          <w:tcPr>
            <w:tcW w:w="1350" w:type="dxa"/>
            <w:shd w:val="clear" w:color="auto" w:fill="auto"/>
            <w:vAlign w:val="center"/>
          </w:tcPr>
          <w:p w14:paraId="43CCBE97" w14:textId="77777777" w:rsidR="00140529" w:rsidRPr="002D22AC" w:rsidRDefault="00140529" w:rsidP="00896A61">
            <w:pPr>
              <w:pStyle w:val="SpecNormal"/>
              <w:rPr>
                <w:rFonts w:eastAsia="Calibri"/>
              </w:rPr>
            </w:pPr>
            <w:r w:rsidRPr="002D22AC">
              <w:rPr>
                <w:rFonts w:eastAsia="Calibri"/>
              </w:rPr>
              <w:t>CO</w:t>
            </w:r>
          </w:p>
        </w:tc>
        <w:tc>
          <w:tcPr>
            <w:tcW w:w="7290" w:type="dxa"/>
            <w:shd w:val="clear" w:color="auto" w:fill="auto"/>
            <w:vAlign w:val="center"/>
          </w:tcPr>
          <w:p w14:paraId="20B8868B" w14:textId="77777777" w:rsidR="00140529" w:rsidRPr="002D22AC" w:rsidRDefault="00140529" w:rsidP="00896A61">
            <w:pPr>
              <w:pStyle w:val="SpecNormal"/>
              <w:rPr>
                <w:rFonts w:eastAsia="Calibri"/>
              </w:rPr>
            </w:pPr>
            <w:r w:rsidRPr="002D22AC">
              <w:rPr>
                <w:rFonts w:eastAsia="Calibri"/>
              </w:rPr>
              <w:t>Contracting Officer (VA)</w:t>
            </w:r>
          </w:p>
        </w:tc>
      </w:tr>
      <w:tr w:rsidR="00140529" w:rsidRPr="002D22AC" w14:paraId="36FE9CCD" w14:textId="77777777" w:rsidTr="00896A61">
        <w:trPr>
          <w:cantSplit/>
          <w:jc w:val="center"/>
        </w:trPr>
        <w:tc>
          <w:tcPr>
            <w:tcW w:w="1350" w:type="dxa"/>
            <w:shd w:val="clear" w:color="auto" w:fill="auto"/>
            <w:vAlign w:val="center"/>
          </w:tcPr>
          <w:p w14:paraId="55F7461A" w14:textId="77777777" w:rsidR="00140529" w:rsidRPr="002D22AC" w:rsidRDefault="00140529" w:rsidP="00896A61">
            <w:pPr>
              <w:pStyle w:val="SpecNormal"/>
              <w:rPr>
                <w:rFonts w:eastAsia="Calibri"/>
              </w:rPr>
            </w:pPr>
            <w:r w:rsidRPr="002D22AC">
              <w:rPr>
                <w:rFonts w:eastAsia="Calibri"/>
              </w:rPr>
              <w:t>COR</w:t>
            </w:r>
          </w:p>
        </w:tc>
        <w:tc>
          <w:tcPr>
            <w:tcW w:w="7290" w:type="dxa"/>
            <w:shd w:val="clear" w:color="auto" w:fill="auto"/>
            <w:vAlign w:val="center"/>
          </w:tcPr>
          <w:p w14:paraId="0A493EE5" w14:textId="77777777" w:rsidR="00140529" w:rsidRPr="002D22AC" w:rsidRDefault="00140529" w:rsidP="00896A61">
            <w:pPr>
              <w:pStyle w:val="SpecNormal"/>
              <w:rPr>
                <w:rFonts w:eastAsia="Calibri"/>
              </w:rPr>
            </w:pPr>
            <w:r w:rsidRPr="002D22AC">
              <w:rPr>
                <w:rFonts w:eastAsia="Calibri"/>
              </w:rPr>
              <w:t>Contracting Officer’s Representative (see also VA-RE)</w:t>
            </w:r>
          </w:p>
        </w:tc>
      </w:tr>
      <w:tr w:rsidR="00140529" w:rsidRPr="002D22AC" w14:paraId="32905A03" w14:textId="77777777" w:rsidTr="00896A61">
        <w:trPr>
          <w:cantSplit/>
          <w:jc w:val="center"/>
        </w:trPr>
        <w:tc>
          <w:tcPr>
            <w:tcW w:w="1350" w:type="dxa"/>
            <w:shd w:val="clear" w:color="auto" w:fill="auto"/>
            <w:vAlign w:val="center"/>
          </w:tcPr>
          <w:p w14:paraId="60D2347F" w14:textId="77777777" w:rsidR="00140529" w:rsidRPr="002D22AC" w:rsidRDefault="00140529" w:rsidP="00896A61">
            <w:pPr>
              <w:pStyle w:val="SpecNormal"/>
              <w:rPr>
                <w:rFonts w:eastAsia="Calibri"/>
              </w:rPr>
            </w:pPr>
            <w:proofErr w:type="spellStart"/>
            <w:r w:rsidRPr="002D22AC">
              <w:rPr>
                <w:rFonts w:eastAsia="Calibri"/>
              </w:rPr>
              <w:t>COBie</w:t>
            </w:r>
            <w:proofErr w:type="spellEnd"/>
          </w:p>
        </w:tc>
        <w:tc>
          <w:tcPr>
            <w:tcW w:w="7290" w:type="dxa"/>
            <w:shd w:val="clear" w:color="auto" w:fill="auto"/>
            <w:vAlign w:val="center"/>
          </w:tcPr>
          <w:p w14:paraId="7B34C5AC" w14:textId="77777777" w:rsidR="00140529" w:rsidRPr="002D22AC" w:rsidRDefault="00140529" w:rsidP="00896A61">
            <w:pPr>
              <w:pStyle w:val="SpecNormal"/>
              <w:rPr>
                <w:rFonts w:eastAsia="Calibri"/>
              </w:rPr>
            </w:pPr>
            <w:r w:rsidRPr="002D22AC">
              <w:rPr>
                <w:rFonts w:eastAsia="Calibri"/>
              </w:rPr>
              <w:t>Construction Operations Building Information Exchange</w:t>
            </w:r>
          </w:p>
        </w:tc>
      </w:tr>
      <w:tr w:rsidR="00140529" w:rsidRPr="002D22AC" w14:paraId="605AFC1A" w14:textId="77777777" w:rsidTr="00896A61">
        <w:trPr>
          <w:cantSplit/>
          <w:jc w:val="center"/>
        </w:trPr>
        <w:tc>
          <w:tcPr>
            <w:tcW w:w="1350" w:type="dxa"/>
            <w:shd w:val="clear" w:color="auto" w:fill="auto"/>
            <w:vAlign w:val="center"/>
          </w:tcPr>
          <w:p w14:paraId="66D9E8C0" w14:textId="77777777" w:rsidR="00140529" w:rsidRPr="002D22AC" w:rsidRDefault="00140529" w:rsidP="00896A61">
            <w:pPr>
              <w:pStyle w:val="SpecNormal"/>
              <w:rPr>
                <w:rFonts w:eastAsia="Calibri"/>
              </w:rPr>
            </w:pPr>
            <w:r w:rsidRPr="002D22AC">
              <w:rPr>
                <w:rFonts w:eastAsia="Calibri"/>
              </w:rPr>
              <w:t>CPC</w:t>
            </w:r>
          </w:p>
        </w:tc>
        <w:tc>
          <w:tcPr>
            <w:tcW w:w="7290" w:type="dxa"/>
            <w:shd w:val="clear" w:color="auto" w:fill="auto"/>
            <w:vAlign w:val="center"/>
          </w:tcPr>
          <w:p w14:paraId="50C2E86A" w14:textId="77777777" w:rsidR="00140529" w:rsidRPr="002D22AC" w:rsidRDefault="00140529" w:rsidP="00896A61">
            <w:pPr>
              <w:pStyle w:val="SpecNormal"/>
              <w:rPr>
                <w:rFonts w:eastAsia="Calibri"/>
              </w:rPr>
            </w:pPr>
            <w:r w:rsidRPr="002D22AC">
              <w:rPr>
                <w:rFonts w:eastAsia="Calibri"/>
              </w:rPr>
              <w:t>Construction Phase Commissioning</w:t>
            </w:r>
          </w:p>
        </w:tc>
      </w:tr>
      <w:tr w:rsidR="00140529" w:rsidRPr="002D22AC" w14:paraId="29EA6309" w14:textId="77777777" w:rsidTr="00896A61">
        <w:trPr>
          <w:cantSplit/>
          <w:jc w:val="center"/>
        </w:trPr>
        <w:tc>
          <w:tcPr>
            <w:tcW w:w="1350" w:type="dxa"/>
            <w:shd w:val="clear" w:color="auto" w:fill="auto"/>
            <w:vAlign w:val="center"/>
          </w:tcPr>
          <w:p w14:paraId="1D866A3B" w14:textId="77777777" w:rsidR="00140529" w:rsidRPr="002D22AC" w:rsidRDefault="00140529" w:rsidP="00896A61">
            <w:pPr>
              <w:pStyle w:val="SpecNormal"/>
              <w:rPr>
                <w:rFonts w:eastAsia="Calibri"/>
              </w:rPr>
            </w:pPr>
            <w:r w:rsidRPr="002D22AC">
              <w:rPr>
                <w:rFonts w:eastAsia="Calibri"/>
              </w:rPr>
              <w:t>Cx</w:t>
            </w:r>
          </w:p>
        </w:tc>
        <w:tc>
          <w:tcPr>
            <w:tcW w:w="7290" w:type="dxa"/>
            <w:shd w:val="clear" w:color="auto" w:fill="auto"/>
            <w:vAlign w:val="center"/>
          </w:tcPr>
          <w:p w14:paraId="48A62BC8" w14:textId="77777777" w:rsidR="00140529" w:rsidRPr="002D22AC" w:rsidRDefault="00140529" w:rsidP="00896A61">
            <w:pPr>
              <w:pStyle w:val="SpecNormal"/>
              <w:rPr>
                <w:rFonts w:eastAsia="Calibri"/>
              </w:rPr>
            </w:pPr>
            <w:r w:rsidRPr="002D22AC">
              <w:rPr>
                <w:rFonts w:eastAsia="Calibri"/>
              </w:rPr>
              <w:t>Commissioning</w:t>
            </w:r>
          </w:p>
        </w:tc>
      </w:tr>
      <w:tr w:rsidR="00140529" w:rsidRPr="002D22AC" w14:paraId="539133F2" w14:textId="77777777" w:rsidTr="00896A61">
        <w:trPr>
          <w:cantSplit/>
          <w:jc w:val="center"/>
        </w:trPr>
        <w:tc>
          <w:tcPr>
            <w:tcW w:w="1350" w:type="dxa"/>
            <w:shd w:val="clear" w:color="auto" w:fill="auto"/>
            <w:vAlign w:val="center"/>
          </w:tcPr>
          <w:p w14:paraId="1FE61FC5" w14:textId="77777777" w:rsidR="00140529" w:rsidRPr="002D22AC" w:rsidRDefault="00140529" w:rsidP="00896A61">
            <w:pPr>
              <w:pStyle w:val="SpecNormal"/>
              <w:rPr>
                <w:rFonts w:eastAsia="Calibri"/>
              </w:rPr>
            </w:pPr>
            <w:r w:rsidRPr="002D22AC">
              <w:rPr>
                <w:rFonts w:eastAsia="Calibri"/>
              </w:rPr>
              <w:t>CxA</w:t>
            </w:r>
          </w:p>
        </w:tc>
        <w:tc>
          <w:tcPr>
            <w:tcW w:w="7290" w:type="dxa"/>
            <w:shd w:val="clear" w:color="auto" w:fill="auto"/>
            <w:vAlign w:val="center"/>
          </w:tcPr>
          <w:p w14:paraId="5A5D97B0" w14:textId="77777777" w:rsidR="00140529" w:rsidRPr="002D22AC" w:rsidRDefault="00140529" w:rsidP="00896A61">
            <w:pPr>
              <w:pStyle w:val="SpecNormal"/>
              <w:rPr>
                <w:rFonts w:eastAsia="Calibri"/>
              </w:rPr>
            </w:pPr>
            <w:r w:rsidRPr="002D22AC">
              <w:rPr>
                <w:rFonts w:eastAsia="Calibri"/>
              </w:rPr>
              <w:t>Commissioning Agent</w:t>
            </w:r>
          </w:p>
        </w:tc>
      </w:tr>
      <w:tr w:rsidR="00896A61" w:rsidRPr="002D22AC" w14:paraId="20456FD7" w14:textId="77777777" w:rsidTr="00896A61">
        <w:trPr>
          <w:cantSplit/>
          <w:jc w:val="center"/>
        </w:trPr>
        <w:tc>
          <w:tcPr>
            <w:tcW w:w="1350" w:type="dxa"/>
            <w:shd w:val="clear" w:color="auto" w:fill="auto"/>
            <w:vAlign w:val="center"/>
          </w:tcPr>
          <w:p w14:paraId="0482B22B" w14:textId="77777777" w:rsidR="00896A61" w:rsidRPr="002D22AC" w:rsidRDefault="00896A61" w:rsidP="00896A61">
            <w:pPr>
              <w:pStyle w:val="SpecNormal"/>
              <w:rPr>
                <w:rFonts w:eastAsia="Calibri"/>
              </w:rPr>
            </w:pPr>
            <w:proofErr w:type="spellStart"/>
            <w:r>
              <w:rPr>
                <w:rFonts w:eastAsia="Calibri"/>
              </w:rPr>
              <w:t>CxM</w:t>
            </w:r>
            <w:proofErr w:type="spellEnd"/>
          </w:p>
        </w:tc>
        <w:tc>
          <w:tcPr>
            <w:tcW w:w="7290" w:type="dxa"/>
            <w:shd w:val="clear" w:color="auto" w:fill="auto"/>
            <w:vAlign w:val="center"/>
          </w:tcPr>
          <w:p w14:paraId="24F9DAA3" w14:textId="77777777" w:rsidR="00896A61" w:rsidRPr="002D22AC" w:rsidRDefault="00896A61" w:rsidP="00896A61">
            <w:pPr>
              <w:pStyle w:val="SpecNormal"/>
              <w:rPr>
                <w:rFonts w:eastAsia="Calibri"/>
              </w:rPr>
            </w:pPr>
            <w:r>
              <w:rPr>
                <w:rFonts w:eastAsia="Calibri"/>
              </w:rPr>
              <w:t>Commissioning Manager</w:t>
            </w:r>
          </w:p>
        </w:tc>
      </w:tr>
      <w:tr w:rsidR="00B41202" w:rsidRPr="002D22AC" w14:paraId="16FAFFF0" w14:textId="77777777" w:rsidTr="00896A61">
        <w:trPr>
          <w:cantSplit/>
          <w:jc w:val="center"/>
        </w:trPr>
        <w:tc>
          <w:tcPr>
            <w:tcW w:w="1350" w:type="dxa"/>
            <w:shd w:val="clear" w:color="auto" w:fill="auto"/>
            <w:vAlign w:val="center"/>
          </w:tcPr>
          <w:p w14:paraId="22E04FAB" w14:textId="77777777" w:rsidR="00B41202" w:rsidRPr="002D22AC" w:rsidRDefault="00B41202" w:rsidP="00896A61">
            <w:pPr>
              <w:pStyle w:val="SpecNormal"/>
              <w:rPr>
                <w:rFonts w:eastAsia="Calibri"/>
              </w:rPr>
            </w:pPr>
            <w:proofErr w:type="spellStart"/>
            <w:r>
              <w:rPr>
                <w:rFonts w:eastAsia="Calibri"/>
              </w:rPr>
              <w:t>CxR</w:t>
            </w:r>
            <w:proofErr w:type="spellEnd"/>
          </w:p>
        </w:tc>
        <w:tc>
          <w:tcPr>
            <w:tcW w:w="7290" w:type="dxa"/>
            <w:shd w:val="clear" w:color="auto" w:fill="auto"/>
            <w:vAlign w:val="center"/>
          </w:tcPr>
          <w:p w14:paraId="125D0E51" w14:textId="77777777" w:rsidR="00B41202" w:rsidRPr="002D22AC" w:rsidRDefault="00B41202" w:rsidP="00896A61">
            <w:pPr>
              <w:pStyle w:val="SpecNormal"/>
              <w:rPr>
                <w:rFonts w:eastAsia="Calibri"/>
              </w:rPr>
            </w:pPr>
            <w:r>
              <w:rPr>
                <w:rFonts w:eastAsia="Calibri"/>
              </w:rPr>
              <w:t>Commissioning Representative</w:t>
            </w:r>
          </w:p>
        </w:tc>
      </w:tr>
      <w:tr w:rsidR="00140529" w:rsidRPr="002D22AC" w14:paraId="2E44E79E" w14:textId="77777777" w:rsidTr="00896A61">
        <w:trPr>
          <w:cantSplit/>
          <w:jc w:val="center"/>
        </w:trPr>
        <w:tc>
          <w:tcPr>
            <w:tcW w:w="1350" w:type="dxa"/>
            <w:shd w:val="clear" w:color="auto" w:fill="auto"/>
            <w:vAlign w:val="center"/>
          </w:tcPr>
          <w:p w14:paraId="36394ABE" w14:textId="77777777" w:rsidR="00140529" w:rsidRPr="002D22AC" w:rsidRDefault="00140529" w:rsidP="00896A61">
            <w:pPr>
              <w:pStyle w:val="SpecNormal"/>
              <w:rPr>
                <w:rFonts w:eastAsia="Calibri"/>
              </w:rPr>
            </w:pPr>
            <w:r w:rsidRPr="002D22AC">
              <w:rPr>
                <w:rFonts w:eastAsia="Calibri"/>
              </w:rPr>
              <w:t>DPC</w:t>
            </w:r>
          </w:p>
        </w:tc>
        <w:tc>
          <w:tcPr>
            <w:tcW w:w="7290" w:type="dxa"/>
            <w:shd w:val="clear" w:color="auto" w:fill="auto"/>
            <w:vAlign w:val="center"/>
          </w:tcPr>
          <w:p w14:paraId="4EF52979" w14:textId="77777777" w:rsidR="00140529" w:rsidRPr="002D22AC" w:rsidRDefault="00140529" w:rsidP="00896A61">
            <w:pPr>
              <w:pStyle w:val="SpecNormal"/>
              <w:rPr>
                <w:rFonts w:eastAsia="Calibri"/>
              </w:rPr>
            </w:pPr>
            <w:r w:rsidRPr="002D22AC">
              <w:rPr>
                <w:rFonts w:eastAsia="Calibri"/>
              </w:rPr>
              <w:t>Design Phase Commissioning</w:t>
            </w:r>
          </w:p>
        </w:tc>
      </w:tr>
      <w:tr w:rsidR="00140529" w:rsidRPr="002D22AC" w14:paraId="1169820A" w14:textId="77777777" w:rsidTr="00896A61">
        <w:trPr>
          <w:cantSplit/>
          <w:jc w:val="center"/>
        </w:trPr>
        <w:tc>
          <w:tcPr>
            <w:tcW w:w="1350" w:type="dxa"/>
            <w:shd w:val="clear" w:color="auto" w:fill="auto"/>
            <w:vAlign w:val="center"/>
          </w:tcPr>
          <w:p w14:paraId="24765804" w14:textId="77777777" w:rsidR="00140529" w:rsidRPr="002D22AC" w:rsidRDefault="00140529" w:rsidP="00896A61">
            <w:pPr>
              <w:pStyle w:val="SpecNormal"/>
              <w:rPr>
                <w:rFonts w:eastAsia="Calibri"/>
              </w:rPr>
            </w:pPr>
            <w:r w:rsidRPr="002D22AC">
              <w:rPr>
                <w:rFonts w:eastAsia="Calibri"/>
              </w:rPr>
              <w:t>FPT</w:t>
            </w:r>
          </w:p>
        </w:tc>
        <w:tc>
          <w:tcPr>
            <w:tcW w:w="7290" w:type="dxa"/>
            <w:shd w:val="clear" w:color="auto" w:fill="auto"/>
            <w:vAlign w:val="center"/>
          </w:tcPr>
          <w:p w14:paraId="6B1B4D18" w14:textId="77777777" w:rsidR="00140529" w:rsidRPr="002D22AC" w:rsidRDefault="00140529" w:rsidP="00896A61">
            <w:pPr>
              <w:pStyle w:val="SpecNormal"/>
              <w:rPr>
                <w:rFonts w:eastAsia="Calibri"/>
              </w:rPr>
            </w:pPr>
            <w:r w:rsidRPr="002D22AC">
              <w:rPr>
                <w:rFonts w:eastAsia="Calibri"/>
              </w:rPr>
              <w:t>Functional Performance Test</w:t>
            </w:r>
          </w:p>
        </w:tc>
      </w:tr>
      <w:tr w:rsidR="00140529" w:rsidRPr="002D22AC" w14:paraId="2FD5741D" w14:textId="77777777" w:rsidTr="00896A61">
        <w:trPr>
          <w:cantSplit/>
          <w:jc w:val="center"/>
        </w:trPr>
        <w:tc>
          <w:tcPr>
            <w:tcW w:w="1350" w:type="dxa"/>
            <w:shd w:val="clear" w:color="auto" w:fill="auto"/>
            <w:vAlign w:val="center"/>
          </w:tcPr>
          <w:p w14:paraId="17AE77E7" w14:textId="77777777" w:rsidR="00140529" w:rsidRPr="002D22AC" w:rsidRDefault="00140529" w:rsidP="00896A61">
            <w:pPr>
              <w:pStyle w:val="SpecNormal"/>
              <w:rPr>
                <w:rFonts w:eastAsia="Calibri"/>
              </w:rPr>
            </w:pPr>
            <w:r w:rsidRPr="002D22AC">
              <w:rPr>
                <w:rFonts w:eastAsia="Calibri"/>
              </w:rPr>
              <w:t>GBI-GG</w:t>
            </w:r>
          </w:p>
        </w:tc>
        <w:tc>
          <w:tcPr>
            <w:tcW w:w="7290" w:type="dxa"/>
            <w:shd w:val="clear" w:color="auto" w:fill="auto"/>
            <w:vAlign w:val="center"/>
          </w:tcPr>
          <w:p w14:paraId="1B3A8A39" w14:textId="77777777" w:rsidR="00140529" w:rsidRPr="002D22AC" w:rsidRDefault="00140529" w:rsidP="00896A61">
            <w:pPr>
              <w:pStyle w:val="SpecNormal"/>
              <w:rPr>
                <w:rFonts w:eastAsia="Calibri"/>
              </w:rPr>
            </w:pPr>
            <w:r w:rsidRPr="002D22AC">
              <w:rPr>
                <w:rFonts w:eastAsia="Calibri"/>
              </w:rPr>
              <w:t>Green Building Initiative - Green Globes</w:t>
            </w:r>
          </w:p>
        </w:tc>
      </w:tr>
      <w:tr w:rsidR="00140529" w:rsidRPr="002D22AC" w14:paraId="60852A74" w14:textId="77777777" w:rsidTr="00896A61">
        <w:trPr>
          <w:cantSplit/>
          <w:jc w:val="center"/>
        </w:trPr>
        <w:tc>
          <w:tcPr>
            <w:tcW w:w="1350" w:type="dxa"/>
            <w:shd w:val="clear" w:color="auto" w:fill="auto"/>
            <w:vAlign w:val="center"/>
          </w:tcPr>
          <w:p w14:paraId="2AD45A59" w14:textId="77777777" w:rsidR="00140529" w:rsidRPr="002D22AC" w:rsidRDefault="00140529" w:rsidP="00896A61">
            <w:pPr>
              <w:pStyle w:val="SpecNormal"/>
              <w:rPr>
                <w:rFonts w:eastAsia="Calibri"/>
              </w:rPr>
            </w:pPr>
            <w:r w:rsidRPr="002D22AC">
              <w:rPr>
                <w:rFonts w:eastAsia="Calibri"/>
              </w:rPr>
              <w:t>HVAC</w:t>
            </w:r>
          </w:p>
        </w:tc>
        <w:tc>
          <w:tcPr>
            <w:tcW w:w="7290" w:type="dxa"/>
            <w:shd w:val="clear" w:color="auto" w:fill="auto"/>
            <w:vAlign w:val="center"/>
          </w:tcPr>
          <w:p w14:paraId="2F9ACBB2" w14:textId="77777777" w:rsidR="00140529" w:rsidRPr="002D22AC" w:rsidRDefault="00140529" w:rsidP="00896A61">
            <w:pPr>
              <w:pStyle w:val="SpecNormal"/>
              <w:rPr>
                <w:rFonts w:eastAsia="Calibri"/>
              </w:rPr>
            </w:pPr>
            <w:r w:rsidRPr="002D22AC">
              <w:rPr>
                <w:rFonts w:eastAsia="Calibri"/>
              </w:rPr>
              <w:t>Heating, Ventilation, and Air Conditioning</w:t>
            </w:r>
          </w:p>
        </w:tc>
      </w:tr>
      <w:tr w:rsidR="00140529" w:rsidRPr="002D22AC" w14:paraId="05CA45ED" w14:textId="77777777" w:rsidTr="00896A61">
        <w:trPr>
          <w:cantSplit/>
          <w:jc w:val="center"/>
        </w:trPr>
        <w:tc>
          <w:tcPr>
            <w:tcW w:w="1350" w:type="dxa"/>
            <w:shd w:val="clear" w:color="auto" w:fill="auto"/>
            <w:vAlign w:val="center"/>
          </w:tcPr>
          <w:p w14:paraId="6FBA8638" w14:textId="77777777" w:rsidR="00140529" w:rsidRPr="002D22AC" w:rsidRDefault="00140529" w:rsidP="00896A61">
            <w:pPr>
              <w:pStyle w:val="SpecNormal"/>
              <w:rPr>
                <w:rFonts w:eastAsia="Calibri"/>
              </w:rPr>
            </w:pPr>
            <w:r w:rsidRPr="002D22AC">
              <w:rPr>
                <w:rFonts w:eastAsia="Calibri"/>
              </w:rPr>
              <w:lastRenderedPageBreak/>
              <w:t>LEED</w:t>
            </w:r>
          </w:p>
        </w:tc>
        <w:tc>
          <w:tcPr>
            <w:tcW w:w="7290" w:type="dxa"/>
            <w:shd w:val="clear" w:color="auto" w:fill="auto"/>
            <w:vAlign w:val="center"/>
          </w:tcPr>
          <w:p w14:paraId="61BC09A1" w14:textId="77777777" w:rsidR="00140529" w:rsidRPr="002D22AC" w:rsidRDefault="00140529" w:rsidP="00896A61">
            <w:pPr>
              <w:pStyle w:val="SpecNormal"/>
              <w:rPr>
                <w:rFonts w:eastAsia="Calibri"/>
              </w:rPr>
            </w:pPr>
            <w:r w:rsidRPr="002D22AC">
              <w:rPr>
                <w:rFonts w:eastAsia="Calibri"/>
              </w:rPr>
              <w:t>Leadership in Energy and Environmental Design</w:t>
            </w:r>
          </w:p>
        </w:tc>
      </w:tr>
      <w:tr w:rsidR="00140529" w:rsidRPr="002D22AC" w14:paraId="3911AA16" w14:textId="77777777" w:rsidTr="00896A61">
        <w:trPr>
          <w:cantSplit/>
          <w:jc w:val="center"/>
        </w:trPr>
        <w:tc>
          <w:tcPr>
            <w:tcW w:w="1350" w:type="dxa"/>
            <w:shd w:val="clear" w:color="auto" w:fill="auto"/>
            <w:vAlign w:val="center"/>
          </w:tcPr>
          <w:p w14:paraId="3BE93FCF" w14:textId="77777777" w:rsidR="00140529" w:rsidRPr="002D22AC" w:rsidRDefault="00140529" w:rsidP="00896A61">
            <w:pPr>
              <w:pStyle w:val="SpecNormal"/>
              <w:rPr>
                <w:rFonts w:eastAsia="Calibri"/>
              </w:rPr>
            </w:pPr>
            <w:r w:rsidRPr="002D22AC">
              <w:rPr>
                <w:rFonts w:eastAsia="Calibri"/>
              </w:rPr>
              <w:t>NC</w:t>
            </w:r>
          </w:p>
        </w:tc>
        <w:tc>
          <w:tcPr>
            <w:tcW w:w="7290" w:type="dxa"/>
            <w:shd w:val="clear" w:color="auto" w:fill="auto"/>
            <w:vAlign w:val="center"/>
          </w:tcPr>
          <w:p w14:paraId="7E41B034" w14:textId="77777777" w:rsidR="00140529" w:rsidRPr="002D22AC" w:rsidRDefault="00140529" w:rsidP="00896A61">
            <w:pPr>
              <w:pStyle w:val="SpecNormal"/>
              <w:rPr>
                <w:rFonts w:eastAsia="Calibri"/>
              </w:rPr>
            </w:pPr>
            <w:r w:rsidRPr="002D22AC">
              <w:rPr>
                <w:rFonts w:eastAsia="Calibri"/>
              </w:rPr>
              <w:t xml:space="preserve">Department of Veterans Affairs National </w:t>
            </w:r>
            <w:r w:rsidR="008A3ADF" w:rsidRPr="002D22AC">
              <w:rPr>
                <w:rFonts w:eastAsia="Calibri"/>
              </w:rPr>
              <w:t>Cemetery</w:t>
            </w:r>
          </w:p>
        </w:tc>
      </w:tr>
      <w:tr w:rsidR="00140529" w:rsidRPr="002D22AC" w14:paraId="35CD8531" w14:textId="77777777" w:rsidTr="00896A61">
        <w:trPr>
          <w:cantSplit/>
          <w:jc w:val="center"/>
        </w:trPr>
        <w:tc>
          <w:tcPr>
            <w:tcW w:w="1350" w:type="dxa"/>
            <w:shd w:val="clear" w:color="auto" w:fill="auto"/>
            <w:vAlign w:val="center"/>
          </w:tcPr>
          <w:p w14:paraId="75B6D6BF" w14:textId="77777777" w:rsidR="00140529" w:rsidRPr="002D22AC" w:rsidRDefault="00140529" w:rsidP="00896A61">
            <w:pPr>
              <w:pStyle w:val="SpecNormal"/>
              <w:rPr>
                <w:rFonts w:eastAsia="Calibri"/>
              </w:rPr>
            </w:pPr>
            <w:r w:rsidRPr="002D22AC">
              <w:rPr>
                <w:rFonts w:eastAsia="Calibri"/>
              </w:rPr>
              <w:t>NCA</w:t>
            </w:r>
          </w:p>
        </w:tc>
        <w:tc>
          <w:tcPr>
            <w:tcW w:w="7290" w:type="dxa"/>
            <w:shd w:val="clear" w:color="auto" w:fill="auto"/>
            <w:vAlign w:val="center"/>
          </w:tcPr>
          <w:p w14:paraId="0259458B" w14:textId="77777777" w:rsidR="00140529" w:rsidRPr="002D22AC" w:rsidRDefault="00140529" w:rsidP="00896A61">
            <w:pPr>
              <w:pStyle w:val="SpecNormal"/>
              <w:rPr>
                <w:rFonts w:eastAsia="Calibri"/>
              </w:rPr>
            </w:pPr>
            <w:r w:rsidRPr="002D22AC">
              <w:rPr>
                <w:rFonts w:eastAsia="Calibri"/>
              </w:rPr>
              <w:t xml:space="preserve">Department of Veterans Affairs National </w:t>
            </w:r>
            <w:r w:rsidR="008A3ADF" w:rsidRPr="002D22AC">
              <w:rPr>
                <w:rFonts w:eastAsia="Calibri"/>
              </w:rPr>
              <w:t>Cemetery</w:t>
            </w:r>
            <w:r w:rsidRPr="002D22AC">
              <w:rPr>
                <w:rFonts w:eastAsia="Calibri"/>
              </w:rPr>
              <w:t xml:space="preserve"> Administration</w:t>
            </w:r>
          </w:p>
        </w:tc>
      </w:tr>
      <w:tr w:rsidR="00140529" w:rsidRPr="002D22AC" w14:paraId="60AE833A" w14:textId="77777777" w:rsidTr="00896A61">
        <w:trPr>
          <w:cantSplit/>
          <w:jc w:val="center"/>
        </w:trPr>
        <w:tc>
          <w:tcPr>
            <w:tcW w:w="1350" w:type="dxa"/>
            <w:shd w:val="clear" w:color="auto" w:fill="auto"/>
            <w:vAlign w:val="center"/>
          </w:tcPr>
          <w:p w14:paraId="287B7C46" w14:textId="77777777" w:rsidR="00140529" w:rsidRPr="002D22AC" w:rsidRDefault="00140529" w:rsidP="00896A61">
            <w:pPr>
              <w:pStyle w:val="SpecNormal"/>
              <w:rPr>
                <w:rFonts w:eastAsia="Calibri"/>
              </w:rPr>
            </w:pPr>
            <w:r w:rsidRPr="002D22AC">
              <w:rPr>
                <w:rFonts w:eastAsia="Calibri"/>
              </w:rPr>
              <w:t>NEBB</w:t>
            </w:r>
          </w:p>
        </w:tc>
        <w:tc>
          <w:tcPr>
            <w:tcW w:w="7290" w:type="dxa"/>
            <w:shd w:val="clear" w:color="auto" w:fill="auto"/>
            <w:vAlign w:val="center"/>
          </w:tcPr>
          <w:p w14:paraId="245B613F" w14:textId="77777777" w:rsidR="00140529" w:rsidRPr="002D22AC" w:rsidRDefault="00140529" w:rsidP="00896A61">
            <w:pPr>
              <w:pStyle w:val="SpecNormal"/>
              <w:rPr>
                <w:rFonts w:eastAsia="Calibri"/>
              </w:rPr>
            </w:pPr>
            <w:r w:rsidRPr="002D22AC">
              <w:rPr>
                <w:rFonts w:eastAsia="Calibri"/>
              </w:rPr>
              <w:t>National Environmental Balancing Bureau</w:t>
            </w:r>
          </w:p>
        </w:tc>
      </w:tr>
      <w:tr w:rsidR="00140529" w:rsidRPr="002D22AC" w14:paraId="640A6611" w14:textId="77777777" w:rsidTr="00896A61">
        <w:trPr>
          <w:cantSplit/>
          <w:jc w:val="center"/>
        </w:trPr>
        <w:tc>
          <w:tcPr>
            <w:tcW w:w="1350" w:type="dxa"/>
            <w:shd w:val="clear" w:color="auto" w:fill="auto"/>
            <w:vAlign w:val="center"/>
          </w:tcPr>
          <w:p w14:paraId="21ED4401" w14:textId="77777777" w:rsidR="00140529" w:rsidRPr="002D22AC" w:rsidRDefault="00140529" w:rsidP="00896A61">
            <w:pPr>
              <w:pStyle w:val="SpecNormal"/>
              <w:rPr>
                <w:rFonts w:eastAsia="Calibri"/>
              </w:rPr>
            </w:pPr>
            <w:r w:rsidRPr="002D22AC">
              <w:rPr>
                <w:rFonts w:eastAsia="Calibri"/>
              </w:rPr>
              <w:t>O&amp;M</w:t>
            </w:r>
          </w:p>
        </w:tc>
        <w:tc>
          <w:tcPr>
            <w:tcW w:w="7290" w:type="dxa"/>
            <w:shd w:val="clear" w:color="auto" w:fill="auto"/>
            <w:vAlign w:val="center"/>
          </w:tcPr>
          <w:p w14:paraId="26569E7A" w14:textId="77777777" w:rsidR="00140529" w:rsidRPr="002D22AC" w:rsidRDefault="00140529" w:rsidP="00896A61">
            <w:pPr>
              <w:pStyle w:val="SpecNormal"/>
              <w:rPr>
                <w:rFonts w:eastAsia="Calibri"/>
              </w:rPr>
            </w:pPr>
            <w:r w:rsidRPr="002D22AC">
              <w:rPr>
                <w:rFonts w:eastAsia="Calibri"/>
              </w:rPr>
              <w:t>Operations &amp; Maintenance</w:t>
            </w:r>
          </w:p>
        </w:tc>
      </w:tr>
      <w:tr w:rsidR="00140529" w:rsidRPr="002D22AC" w14:paraId="4DEA604B" w14:textId="77777777" w:rsidTr="00896A61">
        <w:trPr>
          <w:cantSplit/>
          <w:jc w:val="center"/>
        </w:trPr>
        <w:tc>
          <w:tcPr>
            <w:tcW w:w="1350" w:type="dxa"/>
            <w:shd w:val="clear" w:color="auto" w:fill="auto"/>
            <w:vAlign w:val="center"/>
          </w:tcPr>
          <w:p w14:paraId="7DFA7968" w14:textId="77777777" w:rsidR="00140529" w:rsidRPr="002D22AC" w:rsidRDefault="00140529" w:rsidP="00896A61">
            <w:pPr>
              <w:pStyle w:val="SpecNormal"/>
              <w:rPr>
                <w:rFonts w:eastAsia="Calibri"/>
              </w:rPr>
            </w:pPr>
            <w:r w:rsidRPr="002D22AC">
              <w:rPr>
                <w:rFonts w:eastAsia="Calibri"/>
              </w:rPr>
              <w:t>OPR</w:t>
            </w:r>
          </w:p>
        </w:tc>
        <w:tc>
          <w:tcPr>
            <w:tcW w:w="7290" w:type="dxa"/>
            <w:shd w:val="clear" w:color="auto" w:fill="auto"/>
            <w:vAlign w:val="center"/>
          </w:tcPr>
          <w:p w14:paraId="0D1085D1" w14:textId="77777777" w:rsidR="00140529" w:rsidRPr="002D22AC" w:rsidRDefault="00140529" w:rsidP="00896A61">
            <w:pPr>
              <w:pStyle w:val="SpecNormal"/>
              <w:rPr>
                <w:rFonts w:eastAsia="Calibri"/>
              </w:rPr>
            </w:pPr>
            <w:r w:rsidRPr="002D22AC">
              <w:rPr>
                <w:rFonts w:eastAsia="Calibri"/>
              </w:rPr>
              <w:t>Owner’s Project Requirements</w:t>
            </w:r>
          </w:p>
        </w:tc>
      </w:tr>
      <w:tr w:rsidR="00140529" w:rsidRPr="002D22AC" w14:paraId="2D7FBE61" w14:textId="77777777" w:rsidTr="00896A61">
        <w:trPr>
          <w:cantSplit/>
          <w:jc w:val="center"/>
        </w:trPr>
        <w:tc>
          <w:tcPr>
            <w:tcW w:w="1350" w:type="dxa"/>
            <w:shd w:val="clear" w:color="auto" w:fill="auto"/>
            <w:vAlign w:val="center"/>
          </w:tcPr>
          <w:p w14:paraId="337CEE05" w14:textId="77777777" w:rsidR="00140529" w:rsidRPr="002D22AC" w:rsidRDefault="00140529" w:rsidP="00896A61">
            <w:pPr>
              <w:pStyle w:val="SpecNormal"/>
              <w:rPr>
                <w:rFonts w:eastAsia="Calibri"/>
              </w:rPr>
            </w:pPr>
            <w:r w:rsidRPr="002D22AC">
              <w:rPr>
                <w:rFonts w:eastAsia="Calibri"/>
              </w:rPr>
              <w:t>PFC</w:t>
            </w:r>
          </w:p>
        </w:tc>
        <w:tc>
          <w:tcPr>
            <w:tcW w:w="7290" w:type="dxa"/>
            <w:shd w:val="clear" w:color="auto" w:fill="auto"/>
            <w:vAlign w:val="center"/>
          </w:tcPr>
          <w:p w14:paraId="5AC40850" w14:textId="77777777" w:rsidR="00140529" w:rsidRPr="002D22AC" w:rsidRDefault="00140529" w:rsidP="00896A61">
            <w:pPr>
              <w:pStyle w:val="SpecNormal"/>
              <w:rPr>
                <w:rFonts w:eastAsia="Calibri"/>
              </w:rPr>
            </w:pPr>
            <w:r w:rsidRPr="002D22AC">
              <w:rPr>
                <w:rFonts w:eastAsia="Calibri"/>
              </w:rPr>
              <w:t>Pre-Functional Checklist</w:t>
            </w:r>
          </w:p>
        </w:tc>
      </w:tr>
      <w:tr w:rsidR="00140529" w:rsidRPr="002D22AC" w14:paraId="1C1F3CB2" w14:textId="77777777" w:rsidTr="00896A61">
        <w:trPr>
          <w:cantSplit/>
          <w:jc w:val="center"/>
        </w:trPr>
        <w:tc>
          <w:tcPr>
            <w:tcW w:w="1350" w:type="dxa"/>
            <w:shd w:val="clear" w:color="auto" w:fill="auto"/>
            <w:vAlign w:val="center"/>
          </w:tcPr>
          <w:p w14:paraId="18B7567F" w14:textId="77777777" w:rsidR="00140529" w:rsidRPr="002D22AC" w:rsidRDefault="00140529" w:rsidP="00896A61">
            <w:pPr>
              <w:pStyle w:val="SpecNormal"/>
              <w:rPr>
                <w:rFonts w:eastAsia="Calibri"/>
              </w:rPr>
            </w:pPr>
            <w:r w:rsidRPr="002D22AC">
              <w:rPr>
                <w:rFonts w:eastAsia="Calibri"/>
              </w:rPr>
              <w:t>PFT</w:t>
            </w:r>
          </w:p>
        </w:tc>
        <w:tc>
          <w:tcPr>
            <w:tcW w:w="7290" w:type="dxa"/>
            <w:shd w:val="clear" w:color="auto" w:fill="auto"/>
            <w:vAlign w:val="center"/>
          </w:tcPr>
          <w:p w14:paraId="4C7E1603" w14:textId="77777777" w:rsidR="00140529" w:rsidRPr="002D22AC" w:rsidRDefault="00140529" w:rsidP="00896A61">
            <w:pPr>
              <w:pStyle w:val="SpecNormal"/>
              <w:rPr>
                <w:rFonts w:eastAsia="Calibri"/>
              </w:rPr>
            </w:pPr>
            <w:r w:rsidRPr="002D22AC">
              <w:rPr>
                <w:rFonts w:eastAsia="Calibri"/>
              </w:rPr>
              <w:t>Pre-Functional Test</w:t>
            </w:r>
          </w:p>
        </w:tc>
      </w:tr>
      <w:tr w:rsidR="00140529" w:rsidRPr="002D22AC" w14:paraId="4CDA1BCC" w14:textId="77777777" w:rsidTr="00896A61">
        <w:trPr>
          <w:cantSplit/>
          <w:jc w:val="center"/>
        </w:trPr>
        <w:tc>
          <w:tcPr>
            <w:tcW w:w="1350" w:type="dxa"/>
            <w:shd w:val="clear" w:color="auto" w:fill="auto"/>
            <w:vAlign w:val="center"/>
          </w:tcPr>
          <w:p w14:paraId="756836B4" w14:textId="77777777" w:rsidR="00140529" w:rsidRPr="002D22AC" w:rsidRDefault="00140529" w:rsidP="00896A61">
            <w:pPr>
              <w:pStyle w:val="SpecNormal"/>
              <w:rPr>
                <w:rFonts w:eastAsia="Calibri"/>
              </w:rPr>
            </w:pPr>
            <w:r w:rsidRPr="002D22AC">
              <w:rPr>
                <w:rFonts w:eastAsia="Calibri"/>
              </w:rPr>
              <w:t>SD</w:t>
            </w:r>
          </w:p>
        </w:tc>
        <w:tc>
          <w:tcPr>
            <w:tcW w:w="7290" w:type="dxa"/>
            <w:shd w:val="clear" w:color="auto" w:fill="auto"/>
            <w:vAlign w:val="center"/>
          </w:tcPr>
          <w:p w14:paraId="3A078084" w14:textId="77777777" w:rsidR="00140529" w:rsidRPr="002D22AC" w:rsidRDefault="00140529" w:rsidP="00896A61">
            <w:pPr>
              <w:pStyle w:val="SpecNormal"/>
              <w:rPr>
                <w:rFonts w:eastAsia="Calibri"/>
              </w:rPr>
            </w:pPr>
            <w:r w:rsidRPr="002D22AC">
              <w:rPr>
                <w:rFonts w:eastAsia="Calibri"/>
              </w:rPr>
              <w:t>Schematic Design</w:t>
            </w:r>
          </w:p>
        </w:tc>
      </w:tr>
      <w:tr w:rsidR="00140529" w:rsidRPr="002D22AC" w14:paraId="174E6C59" w14:textId="77777777" w:rsidTr="00896A61">
        <w:trPr>
          <w:cantSplit/>
          <w:jc w:val="center"/>
        </w:trPr>
        <w:tc>
          <w:tcPr>
            <w:tcW w:w="1350" w:type="dxa"/>
            <w:shd w:val="clear" w:color="auto" w:fill="auto"/>
            <w:vAlign w:val="center"/>
          </w:tcPr>
          <w:p w14:paraId="666944C3" w14:textId="77777777" w:rsidR="00140529" w:rsidRPr="002D22AC" w:rsidRDefault="00140529" w:rsidP="00896A61">
            <w:pPr>
              <w:pStyle w:val="SpecNormal"/>
              <w:rPr>
                <w:rFonts w:eastAsia="Calibri"/>
              </w:rPr>
            </w:pPr>
            <w:r w:rsidRPr="002D22AC">
              <w:rPr>
                <w:rFonts w:eastAsia="Calibri"/>
              </w:rPr>
              <w:t>SO</w:t>
            </w:r>
          </w:p>
        </w:tc>
        <w:tc>
          <w:tcPr>
            <w:tcW w:w="7290" w:type="dxa"/>
            <w:shd w:val="clear" w:color="auto" w:fill="auto"/>
            <w:vAlign w:val="center"/>
          </w:tcPr>
          <w:p w14:paraId="6F7FDD01" w14:textId="77777777" w:rsidR="00140529" w:rsidRPr="002D22AC" w:rsidRDefault="00140529" w:rsidP="00896A61">
            <w:pPr>
              <w:pStyle w:val="SpecNormal"/>
              <w:rPr>
                <w:rFonts w:eastAsia="Calibri"/>
              </w:rPr>
            </w:pPr>
            <w:r w:rsidRPr="002D22AC">
              <w:rPr>
                <w:rFonts w:eastAsia="Calibri"/>
              </w:rPr>
              <w:t>Site Observation</w:t>
            </w:r>
          </w:p>
        </w:tc>
      </w:tr>
      <w:tr w:rsidR="00140529" w:rsidRPr="002D22AC" w14:paraId="449038B7" w14:textId="77777777" w:rsidTr="00896A61">
        <w:trPr>
          <w:cantSplit/>
          <w:jc w:val="center"/>
        </w:trPr>
        <w:tc>
          <w:tcPr>
            <w:tcW w:w="1350" w:type="dxa"/>
            <w:shd w:val="clear" w:color="auto" w:fill="auto"/>
            <w:vAlign w:val="center"/>
          </w:tcPr>
          <w:p w14:paraId="369F44E9" w14:textId="77777777" w:rsidR="00140529" w:rsidRPr="002D22AC" w:rsidRDefault="00140529" w:rsidP="00896A61">
            <w:pPr>
              <w:pStyle w:val="SpecNormal"/>
              <w:rPr>
                <w:rFonts w:eastAsia="Calibri"/>
              </w:rPr>
            </w:pPr>
            <w:r w:rsidRPr="002D22AC">
              <w:rPr>
                <w:rFonts w:eastAsia="Calibri"/>
              </w:rPr>
              <w:t>TAB</w:t>
            </w:r>
          </w:p>
        </w:tc>
        <w:tc>
          <w:tcPr>
            <w:tcW w:w="7290" w:type="dxa"/>
            <w:shd w:val="clear" w:color="auto" w:fill="auto"/>
            <w:vAlign w:val="center"/>
          </w:tcPr>
          <w:p w14:paraId="1723696D" w14:textId="77777777" w:rsidR="00140529" w:rsidRPr="002D22AC" w:rsidRDefault="00140529" w:rsidP="00896A61">
            <w:pPr>
              <w:pStyle w:val="SpecNormal"/>
              <w:rPr>
                <w:rFonts w:eastAsia="Calibri"/>
              </w:rPr>
            </w:pPr>
            <w:r w:rsidRPr="002D22AC">
              <w:rPr>
                <w:rFonts w:eastAsia="Calibri"/>
              </w:rPr>
              <w:t>Test Adjust and Balance</w:t>
            </w:r>
          </w:p>
        </w:tc>
      </w:tr>
      <w:tr w:rsidR="00140529" w:rsidRPr="002D22AC" w14:paraId="02FA76D8" w14:textId="77777777" w:rsidTr="00896A61">
        <w:trPr>
          <w:cantSplit/>
          <w:jc w:val="center"/>
        </w:trPr>
        <w:tc>
          <w:tcPr>
            <w:tcW w:w="1350" w:type="dxa"/>
            <w:shd w:val="clear" w:color="auto" w:fill="auto"/>
            <w:vAlign w:val="center"/>
          </w:tcPr>
          <w:p w14:paraId="6BDC8E35" w14:textId="77777777" w:rsidR="00140529" w:rsidRPr="002D22AC" w:rsidRDefault="00140529" w:rsidP="00896A61">
            <w:pPr>
              <w:pStyle w:val="SpecNormal"/>
              <w:rPr>
                <w:rFonts w:eastAsia="Calibri"/>
              </w:rPr>
            </w:pPr>
            <w:r w:rsidRPr="002D22AC">
              <w:rPr>
                <w:rFonts w:eastAsia="Calibri"/>
              </w:rPr>
              <w:t>VA</w:t>
            </w:r>
          </w:p>
        </w:tc>
        <w:tc>
          <w:tcPr>
            <w:tcW w:w="7290" w:type="dxa"/>
            <w:shd w:val="clear" w:color="auto" w:fill="auto"/>
            <w:vAlign w:val="center"/>
          </w:tcPr>
          <w:p w14:paraId="07487D45" w14:textId="77777777" w:rsidR="00140529" w:rsidRPr="002D22AC" w:rsidRDefault="00140529" w:rsidP="00896A61">
            <w:pPr>
              <w:pStyle w:val="SpecNormal"/>
              <w:rPr>
                <w:rFonts w:eastAsia="Calibri"/>
              </w:rPr>
            </w:pPr>
            <w:r w:rsidRPr="002D22AC">
              <w:rPr>
                <w:rFonts w:eastAsia="Calibri"/>
              </w:rPr>
              <w:t>Department of Veterans Affairs</w:t>
            </w:r>
          </w:p>
        </w:tc>
      </w:tr>
      <w:tr w:rsidR="00140529" w:rsidRPr="002D22AC" w14:paraId="6004F53D" w14:textId="77777777" w:rsidTr="00896A61">
        <w:trPr>
          <w:cantSplit/>
          <w:jc w:val="center"/>
        </w:trPr>
        <w:tc>
          <w:tcPr>
            <w:tcW w:w="1350" w:type="dxa"/>
            <w:shd w:val="clear" w:color="auto" w:fill="auto"/>
            <w:vAlign w:val="center"/>
          </w:tcPr>
          <w:p w14:paraId="5DADE77A" w14:textId="77777777" w:rsidR="00140529" w:rsidRPr="002D22AC" w:rsidRDefault="00140529" w:rsidP="00896A61">
            <w:pPr>
              <w:pStyle w:val="SpecNormal"/>
              <w:rPr>
                <w:rFonts w:eastAsia="Calibri"/>
              </w:rPr>
            </w:pPr>
            <w:r w:rsidRPr="002D22AC">
              <w:rPr>
                <w:rFonts w:eastAsia="Calibri"/>
              </w:rPr>
              <w:t>VAMC</w:t>
            </w:r>
          </w:p>
        </w:tc>
        <w:tc>
          <w:tcPr>
            <w:tcW w:w="7290" w:type="dxa"/>
            <w:shd w:val="clear" w:color="auto" w:fill="auto"/>
            <w:vAlign w:val="center"/>
          </w:tcPr>
          <w:p w14:paraId="73961733" w14:textId="77777777" w:rsidR="00140529" w:rsidRPr="002D22AC" w:rsidRDefault="00140529" w:rsidP="00896A61">
            <w:pPr>
              <w:pStyle w:val="SpecNormal"/>
              <w:rPr>
                <w:rFonts w:eastAsia="Calibri"/>
              </w:rPr>
            </w:pPr>
            <w:r w:rsidRPr="002D22AC">
              <w:rPr>
                <w:rFonts w:eastAsia="Calibri"/>
              </w:rPr>
              <w:t>VA Medical Center</w:t>
            </w:r>
          </w:p>
        </w:tc>
      </w:tr>
      <w:tr w:rsidR="00140529" w:rsidRPr="002D22AC" w14:paraId="49BBDFC1" w14:textId="77777777" w:rsidTr="00896A61">
        <w:trPr>
          <w:cantSplit/>
          <w:jc w:val="center"/>
        </w:trPr>
        <w:tc>
          <w:tcPr>
            <w:tcW w:w="1350" w:type="dxa"/>
            <w:shd w:val="clear" w:color="auto" w:fill="auto"/>
            <w:vAlign w:val="center"/>
          </w:tcPr>
          <w:p w14:paraId="39410CC9" w14:textId="77777777" w:rsidR="00140529" w:rsidRPr="002D22AC" w:rsidRDefault="00140529" w:rsidP="00896A61">
            <w:pPr>
              <w:pStyle w:val="SpecNormal"/>
              <w:rPr>
                <w:rFonts w:eastAsia="Calibri"/>
              </w:rPr>
            </w:pPr>
            <w:r w:rsidRPr="002D22AC">
              <w:rPr>
                <w:rFonts w:eastAsia="Calibri"/>
              </w:rPr>
              <w:t>VA CFM</w:t>
            </w:r>
          </w:p>
        </w:tc>
        <w:tc>
          <w:tcPr>
            <w:tcW w:w="7290" w:type="dxa"/>
            <w:shd w:val="clear" w:color="auto" w:fill="auto"/>
            <w:vAlign w:val="center"/>
          </w:tcPr>
          <w:p w14:paraId="0F945CE1" w14:textId="77777777" w:rsidR="00140529" w:rsidRPr="002D22AC" w:rsidRDefault="00140529" w:rsidP="00896A61">
            <w:pPr>
              <w:pStyle w:val="SpecNormal"/>
              <w:rPr>
                <w:rFonts w:eastAsia="Calibri"/>
              </w:rPr>
            </w:pPr>
            <w:r w:rsidRPr="002D22AC">
              <w:rPr>
                <w:rFonts w:eastAsia="Calibri"/>
              </w:rPr>
              <w:t>VA Office of Construction and Facilities Management</w:t>
            </w:r>
          </w:p>
        </w:tc>
      </w:tr>
      <w:tr w:rsidR="00140529" w:rsidRPr="002D22AC" w14:paraId="754C1EC9" w14:textId="77777777" w:rsidTr="00896A61">
        <w:trPr>
          <w:cantSplit/>
          <w:jc w:val="center"/>
        </w:trPr>
        <w:tc>
          <w:tcPr>
            <w:tcW w:w="1350" w:type="dxa"/>
            <w:shd w:val="clear" w:color="auto" w:fill="auto"/>
            <w:vAlign w:val="center"/>
          </w:tcPr>
          <w:p w14:paraId="4783DBE9" w14:textId="77777777" w:rsidR="00140529" w:rsidRPr="002D22AC" w:rsidRDefault="00140529" w:rsidP="00896A61">
            <w:pPr>
              <w:pStyle w:val="SpecNormal"/>
              <w:rPr>
                <w:rFonts w:eastAsia="Calibri"/>
              </w:rPr>
            </w:pPr>
            <w:r w:rsidRPr="002D22AC">
              <w:rPr>
                <w:rFonts w:eastAsia="Calibri"/>
              </w:rPr>
              <w:t>VACO</w:t>
            </w:r>
          </w:p>
        </w:tc>
        <w:tc>
          <w:tcPr>
            <w:tcW w:w="7290" w:type="dxa"/>
            <w:shd w:val="clear" w:color="auto" w:fill="auto"/>
            <w:vAlign w:val="center"/>
          </w:tcPr>
          <w:p w14:paraId="28984998" w14:textId="77777777" w:rsidR="00140529" w:rsidRPr="002D22AC" w:rsidRDefault="00140529" w:rsidP="00896A61">
            <w:pPr>
              <w:pStyle w:val="SpecNormal"/>
              <w:rPr>
                <w:rFonts w:eastAsia="Calibri"/>
              </w:rPr>
            </w:pPr>
            <w:r w:rsidRPr="002D22AC">
              <w:rPr>
                <w:rFonts w:eastAsia="Calibri"/>
              </w:rPr>
              <w:t>VA Central Office</w:t>
            </w:r>
          </w:p>
        </w:tc>
      </w:tr>
      <w:tr w:rsidR="00140529" w:rsidRPr="002D22AC" w14:paraId="70DB2E18" w14:textId="77777777" w:rsidTr="00896A61">
        <w:trPr>
          <w:cantSplit/>
          <w:jc w:val="center"/>
        </w:trPr>
        <w:tc>
          <w:tcPr>
            <w:tcW w:w="1350" w:type="dxa"/>
            <w:shd w:val="clear" w:color="auto" w:fill="auto"/>
            <w:vAlign w:val="center"/>
          </w:tcPr>
          <w:p w14:paraId="04460BAB" w14:textId="77777777" w:rsidR="00140529" w:rsidRPr="002D22AC" w:rsidRDefault="00140529" w:rsidP="00896A61">
            <w:pPr>
              <w:pStyle w:val="SpecNormal"/>
              <w:rPr>
                <w:rFonts w:eastAsia="Calibri"/>
              </w:rPr>
            </w:pPr>
            <w:r w:rsidRPr="002D22AC">
              <w:rPr>
                <w:rFonts w:eastAsia="Calibri"/>
              </w:rPr>
              <w:t>VA PM</w:t>
            </w:r>
          </w:p>
        </w:tc>
        <w:tc>
          <w:tcPr>
            <w:tcW w:w="7290" w:type="dxa"/>
            <w:shd w:val="clear" w:color="auto" w:fill="auto"/>
            <w:vAlign w:val="center"/>
          </w:tcPr>
          <w:p w14:paraId="0E3A6256" w14:textId="77777777" w:rsidR="00140529" w:rsidRPr="002D22AC" w:rsidRDefault="00140529" w:rsidP="00896A61">
            <w:pPr>
              <w:pStyle w:val="SpecNormal"/>
              <w:rPr>
                <w:rFonts w:eastAsia="Calibri"/>
              </w:rPr>
            </w:pPr>
            <w:r w:rsidRPr="002D22AC">
              <w:rPr>
                <w:rFonts w:eastAsia="Calibri"/>
              </w:rPr>
              <w:t>VA Project Manager</w:t>
            </w:r>
          </w:p>
        </w:tc>
      </w:tr>
      <w:tr w:rsidR="00140529" w:rsidRPr="002D22AC" w14:paraId="1CC0D7F8" w14:textId="77777777" w:rsidTr="00896A61">
        <w:trPr>
          <w:cantSplit/>
          <w:jc w:val="center"/>
        </w:trPr>
        <w:tc>
          <w:tcPr>
            <w:tcW w:w="1350" w:type="dxa"/>
            <w:shd w:val="clear" w:color="auto" w:fill="auto"/>
            <w:vAlign w:val="center"/>
          </w:tcPr>
          <w:p w14:paraId="2384390B" w14:textId="77777777" w:rsidR="00140529" w:rsidRPr="002D22AC" w:rsidRDefault="00140529" w:rsidP="00896A61">
            <w:pPr>
              <w:pStyle w:val="SpecNormal"/>
              <w:rPr>
                <w:rFonts w:eastAsia="Calibri"/>
              </w:rPr>
            </w:pPr>
            <w:r w:rsidRPr="002D22AC">
              <w:rPr>
                <w:rFonts w:eastAsia="Calibri"/>
              </w:rPr>
              <w:t>VA-RE</w:t>
            </w:r>
          </w:p>
        </w:tc>
        <w:tc>
          <w:tcPr>
            <w:tcW w:w="7290" w:type="dxa"/>
            <w:shd w:val="clear" w:color="auto" w:fill="auto"/>
            <w:vAlign w:val="center"/>
          </w:tcPr>
          <w:p w14:paraId="228D2B3F" w14:textId="77777777" w:rsidR="00140529" w:rsidRPr="002D22AC" w:rsidRDefault="00140529" w:rsidP="00896A61">
            <w:pPr>
              <w:pStyle w:val="SpecNormal"/>
              <w:rPr>
                <w:rFonts w:eastAsia="Calibri"/>
              </w:rPr>
            </w:pPr>
            <w:r w:rsidRPr="002D22AC">
              <w:rPr>
                <w:rFonts w:eastAsia="Calibri"/>
              </w:rPr>
              <w:t>VA Resident Engineer</w:t>
            </w:r>
          </w:p>
        </w:tc>
      </w:tr>
      <w:tr w:rsidR="00140529" w:rsidRPr="002D22AC" w14:paraId="6B32DC2D" w14:textId="77777777" w:rsidTr="00896A61">
        <w:trPr>
          <w:cantSplit/>
          <w:jc w:val="center"/>
        </w:trPr>
        <w:tc>
          <w:tcPr>
            <w:tcW w:w="1350" w:type="dxa"/>
            <w:shd w:val="clear" w:color="auto" w:fill="auto"/>
            <w:vAlign w:val="center"/>
          </w:tcPr>
          <w:p w14:paraId="2D2A14E5" w14:textId="77777777" w:rsidR="00140529" w:rsidRPr="002D22AC" w:rsidRDefault="00140529" w:rsidP="00896A61">
            <w:pPr>
              <w:pStyle w:val="SpecNormal"/>
              <w:rPr>
                <w:rFonts w:eastAsia="Calibri"/>
              </w:rPr>
            </w:pPr>
            <w:r w:rsidRPr="002D22AC">
              <w:rPr>
                <w:rFonts w:eastAsia="Calibri"/>
              </w:rPr>
              <w:t>USGBC</w:t>
            </w:r>
          </w:p>
        </w:tc>
        <w:tc>
          <w:tcPr>
            <w:tcW w:w="7290" w:type="dxa"/>
            <w:shd w:val="clear" w:color="auto" w:fill="auto"/>
            <w:vAlign w:val="center"/>
          </w:tcPr>
          <w:p w14:paraId="427059D3" w14:textId="77777777" w:rsidR="00140529" w:rsidRPr="002D22AC" w:rsidRDefault="00140529" w:rsidP="00896A61">
            <w:pPr>
              <w:pStyle w:val="SpecNormal"/>
              <w:rPr>
                <w:rFonts w:eastAsia="Calibri"/>
              </w:rPr>
            </w:pPr>
            <w:r w:rsidRPr="002D22AC">
              <w:rPr>
                <w:rFonts w:eastAsia="Calibri"/>
              </w:rPr>
              <w:t>United States Green Building Council</w:t>
            </w:r>
          </w:p>
        </w:tc>
      </w:tr>
    </w:tbl>
    <w:p w14:paraId="1935931A" w14:textId="77777777" w:rsidR="00140529" w:rsidRDefault="00140529" w:rsidP="00140529"/>
    <w:p w14:paraId="3758FD86" w14:textId="77777777" w:rsidR="008A3ADF" w:rsidRPr="006D7FF0" w:rsidRDefault="008A3ADF" w:rsidP="008A3ADF">
      <w:pPr>
        <w:pStyle w:val="ArticleB"/>
      </w:pPr>
      <w:r>
        <w:t>1.6</w:t>
      </w:r>
      <w:r w:rsidR="00411FD8">
        <w:t xml:space="preserve"> </w:t>
      </w:r>
      <w:r w:rsidRPr="006D7FF0">
        <w:t>DEFINITIONS</w:t>
      </w:r>
    </w:p>
    <w:p w14:paraId="6C02D68B" w14:textId="77777777" w:rsidR="008A3ADF" w:rsidRPr="006D7FF0" w:rsidRDefault="008A3ADF" w:rsidP="008A3ADF">
      <w:pPr>
        <w:pStyle w:val="Level1"/>
      </w:pPr>
      <w:r>
        <w:tab/>
      </w:r>
      <w:r w:rsidRPr="008A3ADF">
        <w:rPr>
          <w:b/>
          <w:u w:val="single"/>
        </w:rPr>
        <w:t>Acceptance Phase Commissioning:</w:t>
      </w:r>
      <w:r w:rsidRPr="006D7FF0">
        <w:t xml:space="preserve"> Commissioning tasks executed after most construction has been completed, most Site Observations and Static Tests have been completed and Pre-Functional Testing has been completed and accepted. The main commissioning activities performed during this phase are verification that the installed systems are functional by conducting Systems Functional Performance tests and Owner Training.</w:t>
      </w:r>
    </w:p>
    <w:p w14:paraId="43ED7CAB" w14:textId="77777777" w:rsidR="008A3ADF" w:rsidRPr="006D7FF0" w:rsidRDefault="008A3ADF" w:rsidP="008A3ADF">
      <w:pPr>
        <w:pStyle w:val="Level1"/>
      </w:pPr>
      <w:r>
        <w:tab/>
      </w:r>
      <w:r w:rsidRPr="008A3ADF">
        <w:rPr>
          <w:b/>
          <w:u w:val="single"/>
        </w:rPr>
        <w:t>Accuracy:</w:t>
      </w:r>
      <w:r w:rsidRPr="006D7FF0">
        <w:t xml:space="preserve"> The capability of an instrument to indicate the true value of a measured quantity. </w:t>
      </w:r>
    </w:p>
    <w:p w14:paraId="08D494CD" w14:textId="77777777" w:rsidR="008A3ADF" w:rsidRPr="006D7FF0" w:rsidRDefault="008A3ADF" w:rsidP="008A3ADF">
      <w:pPr>
        <w:pStyle w:val="Level1"/>
      </w:pPr>
      <w:r>
        <w:tab/>
      </w:r>
      <w:r w:rsidRPr="008A3ADF">
        <w:rPr>
          <w:b/>
          <w:u w:val="single"/>
        </w:rPr>
        <w:t>Back Check:</w:t>
      </w:r>
      <w:r w:rsidRPr="006D7FF0">
        <w:t xml:space="preserve">  A back check is a verification that an agreed upon solution to a design comment has been adequately addressed in a subsequent design review</w:t>
      </w:r>
    </w:p>
    <w:p w14:paraId="5E5D266E" w14:textId="77777777" w:rsidR="008A3ADF" w:rsidRPr="006D7FF0" w:rsidRDefault="008A3ADF" w:rsidP="008A3ADF">
      <w:pPr>
        <w:pStyle w:val="Level1"/>
      </w:pPr>
      <w:r>
        <w:tab/>
      </w:r>
      <w:r w:rsidRPr="008A3ADF">
        <w:rPr>
          <w:b/>
          <w:u w:val="single"/>
        </w:rPr>
        <w:t>Basis of Design (BOD):</w:t>
      </w:r>
      <w:r w:rsidRPr="006D7FF0">
        <w:t xml:space="preserve"> The Engineer’s Basis of Design is comprised of two components: the Design Criteria and the Design Narrative, these documents record the concepts, calculations, decisions, and product </w:t>
      </w:r>
      <w:r w:rsidRPr="006D7FF0">
        <w:lastRenderedPageBreak/>
        <w:t>selections used to meet the Owner’s Project Requirements (OPR) and to satisfy applicable regulatory requirements, standards, and guidelines.</w:t>
      </w:r>
    </w:p>
    <w:p w14:paraId="36983F60" w14:textId="77777777" w:rsidR="008A3ADF" w:rsidRPr="006D7FF0" w:rsidRDefault="008A3ADF" w:rsidP="008A3ADF">
      <w:pPr>
        <w:pStyle w:val="Level1"/>
      </w:pPr>
      <w:r>
        <w:tab/>
      </w:r>
      <w:r w:rsidRPr="008A3ADF">
        <w:rPr>
          <w:b/>
          <w:u w:val="single"/>
        </w:rPr>
        <w:t>Benchmarks:</w:t>
      </w:r>
      <w:r w:rsidRPr="006D7FF0">
        <w:t xml:space="preserve">  Benchmarks are the comparison of a building’s energy usage to other similar buildings and to the building </w:t>
      </w:r>
      <w:proofErr w:type="gramStart"/>
      <w:r w:rsidRPr="006D7FF0">
        <w:t>itself..</w:t>
      </w:r>
      <w:proofErr w:type="gramEnd"/>
      <w:r w:rsidRPr="006D7FF0">
        <w:t xml:space="preserve"> For example, ENERGY STAR Portfolio Manager is a frequently used and nationally recognized building energy benchmarking tool.</w:t>
      </w:r>
    </w:p>
    <w:p w14:paraId="09C4118E" w14:textId="77777777" w:rsidR="008A3ADF" w:rsidRPr="006D7FF0" w:rsidRDefault="008A3ADF" w:rsidP="008A3ADF">
      <w:pPr>
        <w:pStyle w:val="Level1"/>
      </w:pPr>
      <w:r>
        <w:tab/>
      </w:r>
      <w:r w:rsidRPr="008A3ADF">
        <w:rPr>
          <w:b/>
          <w:u w:val="single"/>
        </w:rPr>
        <w:t>Building Information Modeling (BIM):</w:t>
      </w:r>
      <w:r w:rsidRPr="006D7FF0">
        <w:t xml:space="preserve">   Building Information Modeling is a parametric database which allows a building to be designed and constructed virtually in 3D, and provides reports both in 2D views and as schedules.  This electronic information can be extracted and reused for pre-populating facility management CMMS systems. Building Systems Commissioning (BSC): NEBB acronym used to designate its commissioning program.</w:t>
      </w:r>
    </w:p>
    <w:p w14:paraId="41E23998" w14:textId="77777777" w:rsidR="008A3ADF" w:rsidRPr="006D7FF0" w:rsidRDefault="008A3ADF" w:rsidP="008A3ADF">
      <w:pPr>
        <w:pStyle w:val="Level1"/>
      </w:pPr>
      <w:r>
        <w:tab/>
      </w:r>
      <w:r w:rsidRPr="008A3ADF">
        <w:rPr>
          <w:b/>
          <w:u w:val="single"/>
        </w:rPr>
        <w:t>Calibrate:</w:t>
      </w:r>
      <w:r w:rsidRPr="006D7FF0">
        <w:t xml:space="preserve"> The act of comparing an instrument of unknown accuracy with a standard of known accuracy to detect, correlate, report, or eliminate by adjustment any variation in the accuracy of the tested instrument.</w:t>
      </w:r>
    </w:p>
    <w:p w14:paraId="1EC86139" w14:textId="77777777" w:rsidR="008A3ADF" w:rsidRPr="006D7FF0" w:rsidRDefault="008A3ADF" w:rsidP="008A3ADF">
      <w:pPr>
        <w:pStyle w:val="Level1"/>
      </w:pPr>
      <w:r>
        <w:tab/>
      </w:r>
      <w:r w:rsidRPr="008A3ADF">
        <w:rPr>
          <w:b/>
          <w:u w:val="single"/>
        </w:rPr>
        <w:t>CCTV:</w:t>
      </w:r>
      <w:r w:rsidRPr="006D7FF0">
        <w:t xml:space="preserve"> Closed circuit Television. Normally used for security surveillance and alarm detections as part of a special electrical security system.</w:t>
      </w:r>
    </w:p>
    <w:p w14:paraId="08469BDB" w14:textId="77777777" w:rsidR="008A3ADF" w:rsidRPr="006D7FF0" w:rsidRDefault="008A3ADF" w:rsidP="008A3ADF">
      <w:pPr>
        <w:pStyle w:val="Level1"/>
      </w:pPr>
      <w:r>
        <w:tab/>
      </w:r>
      <w:proofErr w:type="spellStart"/>
      <w:r w:rsidRPr="008A3ADF">
        <w:rPr>
          <w:b/>
          <w:u w:val="single"/>
        </w:rPr>
        <w:t>COBie</w:t>
      </w:r>
      <w:proofErr w:type="spellEnd"/>
      <w:r w:rsidRPr="008A3ADF">
        <w:rPr>
          <w:b/>
          <w:u w:val="single"/>
        </w:rPr>
        <w:t>:</w:t>
      </w:r>
      <w:r w:rsidRPr="006D7FF0">
        <w:t xml:space="preserve">  Construction Operations Building Information Exchange (</w:t>
      </w:r>
      <w:proofErr w:type="spellStart"/>
      <w:r w:rsidRPr="006D7FF0">
        <w:t>COBie</w:t>
      </w:r>
      <w:proofErr w:type="spellEnd"/>
      <w:r w:rsidRPr="006D7FF0">
        <w:t>) is an electronic industry data format used to transfer information developed during design, construction, and commissioning into the Computer Maintenance Management Systems (CMMS) used to operate facilities.  See the Whole Building Design Guide website for further information (http://www.wbdg.org/resources/cobie.php)</w:t>
      </w:r>
    </w:p>
    <w:p w14:paraId="17D5D35D" w14:textId="77777777" w:rsidR="008A3ADF" w:rsidRPr="006D7FF0" w:rsidRDefault="008A3ADF" w:rsidP="008A3ADF">
      <w:pPr>
        <w:pStyle w:val="Level1"/>
      </w:pPr>
      <w:r>
        <w:tab/>
      </w:r>
      <w:r w:rsidRPr="008A3ADF">
        <w:rPr>
          <w:b/>
          <w:u w:val="single"/>
        </w:rPr>
        <w:t>Commissionability:</w:t>
      </w:r>
      <w:r w:rsidRPr="006D7FF0">
        <w:t xml:space="preserve"> Defines a design component or construction process that has the necessary elements that will allow a system or component to be effectively measured, tested, operated and commissioned</w:t>
      </w:r>
    </w:p>
    <w:p w14:paraId="011A501C" w14:textId="77777777" w:rsidR="008A3ADF" w:rsidRPr="006D7FF0" w:rsidRDefault="008A3ADF" w:rsidP="008A3ADF">
      <w:pPr>
        <w:pStyle w:val="Level1"/>
      </w:pPr>
      <w:r>
        <w:tab/>
      </w:r>
      <w:r w:rsidRPr="008A3ADF">
        <w:rPr>
          <w:b/>
          <w:u w:val="single"/>
        </w:rPr>
        <w:t>Commissioning Agent (CxA):</w:t>
      </w:r>
      <w:r w:rsidRPr="006D7FF0">
        <w:t xml:space="preserve"> The qualified Commissioning Professional who administers the Cx process by managing the Cx team and overseeing the Commissioning Process. Where CxA is used in this specification it means the Commissioning Agent, members of his staff or appointed members of the commissioning team. Note that LEED uses the term Commissioning Authority in lieu of Commissioning Agent.</w:t>
      </w:r>
    </w:p>
    <w:p w14:paraId="697FF3EC" w14:textId="77777777" w:rsidR="008A3ADF" w:rsidRPr="006D7FF0" w:rsidRDefault="008A3ADF" w:rsidP="008A3ADF">
      <w:pPr>
        <w:pStyle w:val="Level1"/>
      </w:pPr>
      <w:r>
        <w:tab/>
      </w:r>
      <w:r w:rsidRPr="008A3ADF">
        <w:rPr>
          <w:b/>
          <w:u w:val="single"/>
        </w:rPr>
        <w:t>Commissioning Checklists:</w:t>
      </w:r>
      <w:r w:rsidRPr="006D7FF0">
        <w:t xml:space="preserve"> Lists of data or inspections to be verified to ensure proper system or component installation, operation, and function. Verification checklists are developed and used during all </w:t>
      </w:r>
      <w:r w:rsidRPr="006D7FF0">
        <w:lastRenderedPageBreak/>
        <w:t>phases of the commissioning process to verify that the Owner’s Project Requirements (OPR) is being achieved.</w:t>
      </w:r>
    </w:p>
    <w:p w14:paraId="6CBD95F3" w14:textId="77777777" w:rsidR="008A3ADF" w:rsidRPr="006D7FF0" w:rsidRDefault="008A3ADF" w:rsidP="008A3ADF">
      <w:pPr>
        <w:pStyle w:val="Level1"/>
      </w:pPr>
      <w:r>
        <w:tab/>
      </w:r>
      <w:r w:rsidRPr="008A3ADF">
        <w:rPr>
          <w:b/>
          <w:u w:val="single"/>
        </w:rPr>
        <w:t>Commissioning Design Review:</w:t>
      </w:r>
      <w:r w:rsidRPr="006D7FF0">
        <w:t xml:space="preserve">  The commissioning design review is a collaborative review of the design professionals design documents for items pertaining to the following: owner’s project requirements; basis of design; operability and maintainability (O&amp;M) including documentation; functionality; training; energy efficiency, control systems’ sequence of operations including building automation system features; commissioning specifications and the ability to functionally test the systems.</w:t>
      </w:r>
    </w:p>
    <w:p w14:paraId="402E8230" w14:textId="77777777" w:rsidR="008A3ADF" w:rsidRDefault="008A3ADF" w:rsidP="008A3ADF">
      <w:pPr>
        <w:pStyle w:val="Level1"/>
      </w:pPr>
      <w:r>
        <w:tab/>
      </w:r>
      <w:r w:rsidRPr="008A3ADF">
        <w:rPr>
          <w:b/>
          <w:u w:val="single"/>
        </w:rPr>
        <w:t>Commissioning Issue:</w:t>
      </w:r>
      <w:r w:rsidRPr="006D7FF0">
        <w:t xml:space="preserve"> A condition identified by the Commissioning Agent or other member of the Commissioning Team that adversely affects the commissionability, operability, maintainability, or functionality of a system, equipment, or component.  A condition that </w:t>
      </w:r>
      <w:proofErr w:type="gramStart"/>
      <w:r w:rsidRPr="006D7FF0">
        <w:t>is in conflict with</w:t>
      </w:r>
      <w:proofErr w:type="gramEnd"/>
      <w:r w:rsidRPr="006D7FF0">
        <w:t xml:space="preserve"> the Contract Documents and/or performance requirements of the installed systems and components. (See also – Commissioning Observation)</w:t>
      </w:r>
      <w:r w:rsidR="00896A61">
        <w:t>.</w:t>
      </w:r>
    </w:p>
    <w:p w14:paraId="53454F77" w14:textId="77777777" w:rsidR="00896A61" w:rsidRPr="006D7FF0" w:rsidRDefault="00896A61" w:rsidP="008A3ADF">
      <w:pPr>
        <w:pStyle w:val="Level1"/>
      </w:pPr>
      <w:r>
        <w:rPr>
          <w:b/>
        </w:rPr>
        <w:tab/>
      </w:r>
      <w:r w:rsidRPr="00896A61">
        <w:rPr>
          <w:b/>
          <w:u w:val="single"/>
        </w:rPr>
        <w:t>Commissioning Manager (</w:t>
      </w:r>
      <w:proofErr w:type="spellStart"/>
      <w:r w:rsidRPr="00896A61">
        <w:rPr>
          <w:b/>
          <w:u w:val="single"/>
        </w:rPr>
        <w:t>CxM</w:t>
      </w:r>
      <w:proofErr w:type="spellEnd"/>
      <w:r w:rsidRPr="00896A61">
        <w:rPr>
          <w:b/>
          <w:u w:val="single"/>
        </w:rPr>
        <w:t>)</w:t>
      </w:r>
      <w:r w:rsidRPr="00896A61">
        <w:rPr>
          <w:b/>
        </w:rPr>
        <w:t>:</w:t>
      </w:r>
      <w:r>
        <w:t xml:space="preserve">  A qualified individual appointed by the Contractor to manage the commissioning process on behalf of the Contractor.  </w:t>
      </w:r>
    </w:p>
    <w:p w14:paraId="250674E1" w14:textId="77777777" w:rsidR="008A3ADF" w:rsidRPr="006D7FF0" w:rsidRDefault="008A3ADF" w:rsidP="008A3ADF">
      <w:pPr>
        <w:pStyle w:val="Level1"/>
      </w:pPr>
      <w:r>
        <w:tab/>
      </w:r>
      <w:r w:rsidRPr="008A3ADF">
        <w:rPr>
          <w:b/>
          <w:u w:val="single"/>
        </w:rPr>
        <w:t>Commissioning Observation:</w:t>
      </w:r>
      <w:r w:rsidRPr="006D7FF0">
        <w:t xml:space="preserve">  An issue identified by the Commissioning Agent or other member of the Commissioning Team that does not conform to the project OPR, contract documents or standard industry best practices.  (See also Commissioning Issue)</w:t>
      </w:r>
    </w:p>
    <w:p w14:paraId="03BE9DC1" w14:textId="77777777" w:rsidR="008A3ADF" w:rsidRPr="006D7FF0" w:rsidRDefault="008A3ADF" w:rsidP="008A3ADF">
      <w:pPr>
        <w:pStyle w:val="Level1"/>
      </w:pPr>
      <w:r>
        <w:tab/>
      </w:r>
      <w:r w:rsidRPr="008A3ADF">
        <w:rPr>
          <w:b/>
          <w:u w:val="single"/>
        </w:rPr>
        <w:t>Commissioning Plan:</w:t>
      </w:r>
      <w:r w:rsidRPr="006D7FF0">
        <w:t xml:space="preserve"> A document that outlines the commissioning process, commissioning scope and defines responsibilities, processes, schedules, and the documentation requirements of the Commissioning Process.</w:t>
      </w:r>
    </w:p>
    <w:p w14:paraId="42B6A990" w14:textId="77777777" w:rsidR="008A3ADF" w:rsidRPr="006D7FF0" w:rsidRDefault="008A3ADF" w:rsidP="008A3ADF">
      <w:pPr>
        <w:pStyle w:val="Level1"/>
      </w:pPr>
      <w:r>
        <w:tab/>
      </w:r>
      <w:r w:rsidRPr="008A3ADF">
        <w:rPr>
          <w:b/>
          <w:u w:val="single"/>
        </w:rPr>
        <w:t>Commissioning Process:</w:t>
      </w:r>
      <w:r w:rsidRPr="006D7FF0">
        <w:t xml:space="preserve"> A quality focused process for enhancing the delivery of a project. The process focuses upon verifying and documenting that the facility and all of its systems, components, and assemblies are planned, designed, installed, tested, can be operated, and maintained to meet the Owner's Project Requirements.</w:t>
      </w:r>
    </w:p>
    <w:p w14:paraId="7493D8D8" w14:textId="77777777" w:rsidR="008A3ADF" w:rsidRDefault="008A3ADF" w:rsidP="008A3ADF">
      <w:pPr>
        <w:pStyle w:val="Level1"/>
      </w:pPr>
      <w:r>
        <w:tab/>
      </w:r>
      <w:r w:rsidRPr="008A3ADF">
        <w:rPr>
          <w:b/>
          <w:u w:val="single"/>
        </w:rPr>
        <w:t>Commissioning Report:</w:t>
      </w:r>
      <w:r w:rsidRPr="006D7FF0">
        <w:t xml:space="preserve"> The final commissioning document which presents the commissioning process results for the project. Cx reports include an executive summary, the commissioning plan, issue log, correspondence, and all appropriate check sheets and test forms.</w:t>
      </w:r>
    </w:p>
    <w:p w14:paraId="66F2C702" w14:textId="77777777" w:rsidR="00B41202" w:rsidRPr="00B41202" w:rsidRDefault="00B41202" w:rsidP="008A3ADF">
      <w:pPr>
        <w:pStyle w:val="Level1"/>
      </w:pPr>
      <w:r>
        <w:rPr>
          <w:b/>
        </w:rPr>
        <w:tab/>
      </w:r>
      <w:r w:rsidRPr="00370CA7">
        <w:rPr>
          <w:b/>
          <w:u w:val="single"/>
        </w:rPr>
        <w:t>Commissioning Representative (</w:t>
      </w:r>
      <w:proofErr w:type="spellStart"/>
      <w:r w:rsidRPr="00370CA7">
        <w:rPr>
          <w:b/>
          <w:u w:val="single"/>
        </w:rPr>
        <w:t>CxR</w:t>
      </w:r>
      <w:proofErr w:type="spellEnd"/>
      <w:r w:rsidRPr="00370CA7">
        <w:rPr>
          <w:b/>
          <w:u w:val="single"/>
        </w:rPr>
        <w:t>)</w:t>
      </w:r>
      <w:r>
        <w:rPr>
          <w:b/>
        </w:rPr>
        <w:t xml:space="preserve">: An individual appointed by a sub-contractor </w:t>
      </w:r>
      <w:r w:rsidR="00370CA7">
        <w:rPr>
          <w:b/>
        </w:rPr>
        <w:t xml:space="preserve">to manage the commissioning process on behalf of the sub-contractor. </w:t>
      </w:r>
    </w:p>
    <w:p w14:paraId="0AC99157" w14:textId="77777777" w:rsidR="008A3ADF" w:rsidRPr="006D7FF0" w:rsidRDefault="008A3ADF" w:rsidP="008A3ADF">
      <w:pPr>
        <w:pStyle w:val="Level1"/>
      </w:pPr>
      <w:r>
        <w:lastRenderedPageBreak/>
        <w:tab/>
      </w:r>
      <w:r w:rsidRPr="008A3ADF">
        <w:rPr>
          <w:b/>
          <w:u w:val="single"/>
        </w:rPr>
        <w:t>Commissioning Specifications:</w:t>
      </w:r>
      <w:r w:rsidRPr="006D7FF0">
        <w:t xml:space="preserve">  The contract documents that detail the objective, scope and implementation of the commissioning process as developed in the Commissioning Plan.</w:t>
      </w:r>
    </w:p>
    <w:p w14:paraId="71D96283" w14:textId="77777777" w:rsidR="008A3ADF" w:rsidRPr="006D7FF0" w:rsidRDefault="008A3ADF" w:rsidP="008A3ADF">
      <w:pPr>
        <w:pStyle w:val="Level1"/>
      </w:pPr>
      <w:r>
        <w:tab/>
      </w:r>
      <w:r w:rsidRPr="008A3ADF">
        <w:rPr>
          <w:b/>
          <w:u w:val="single"/>
        </w:rPr>
        <w:t>Commissioning Team:</w:t>
      </w:r>
      <w:r w:rsidRPr="006D7FF0">
        <w:t xml:space="preserve"> Individual team members whose coordinated actions are responsible for implementing the Commissioning Process.</w:t>
      </w:r>
    </w:p>
    <w:p w14:paraId="3BA5265D" w14:textId="77777777" w:rsidR="008A3ADF" w:rsidRPr="006D7FF0" w:rsidRDefault="008A3ADF" w:rsidP="008A3ADF">
      <w:pPr>
        <w:pStyle w:val="Level1"/>
      </w:pPr>
      <w:r>
        <w:tab/>
      </w:r>
      <w:r w:rsidRPr="008A3ADF">
        <w:rPr>
          <w:b/>
          <w:u w:val="single"/>
        </w:rPr>
        <w:t>Construction Phase Commissioning:</w:t>
      </w:r>
      <w:r w:rsidRPr="006D7FF0">
        <w:t xml:space="preserve">  All commissioning efforts executed during the construction process after the design phase and prior to the Acceptance Phase Commissioning.</w:t>
      </w:r>
    </w:p>
    <w:p w14:paraId="49BD917B" w14:textId="77777777" w:rsidR="008A3ADF" w:rsidRPr="006D7FF0" w:rsidRDefault="008A3ADF" w:rsidP="008A3ADF">
      <w:pPr>
        <w:pStyle w:val="Level1"/>
      </w:pPr>
      <w:r>
        <w:tab/>
      </w:r>
      <w:r w:rsidRPr="008A3ADF">
        <w:rPr>
          <w:b/>
          <w:u w:val="single"/>
        </w:rPr>
        <w:t>Contract Documents (CD):</w:t>
      </w:r>
      <w:r w:rsidRPr="006D7FF0">
        <w:t xml:space="preserve"> Contract documents include design and construction contracts, price agreements and procedure agreements. Contract Documents also include all final and complete drawings, specifications and all applicable contract modifications or supplements.</w:t>
      </w:r>
    </w:p>
    <w:p w14:paraId="0882F168" w14:textId="77777777" w:rsidR="008A3ADF" w:rsidRPr="006D7FF0" w:rsidRDefault="008A3ADF" w:rsidP="008A3ADF">
      <w:pPr>
        <w:pStyle w:val="Level1"/>
      </w:pPr>
      <w:r>
        <w:tab/>
      </w:r>
      <w:r w:rsidRPr="008A3ADF">
        <w:rPr>
          <w:b/>
          <w:u w:val="single"/>
        </w:rPr>
        <w:t>Construction Phase Commissioning (CPC):</w:t>
      </w:r>
      <w:r w:rsidRPr="006D7FF0">
        <w:t xml:space="preserve"> All commissioning efforts executed during the construction process after the design phase and prior to the Acceptance Phase Commissioning.</w:t>
      </w:r>
    </w:p>
    <w:p w14:paraId="2273CE77" w14:textId="77777777" w:rsidR="008A3ADF" w:rsidRPr="006D7FF0" w:rsidRDefault="008A3ADF" w:rsidP="008A3ADF">
      <w:pPr>
        <w:pStyle w:val="Level1"/>
      </w:pPr>
      <w:r>
        <w:tab/>
      </w:r>
      <w:r w:rsidRPr="008A3ADF">
        <w:rPr>
          <w:b/>
          <w:u w:val="single"/>
        </w:rPr>
        <w:t>Coordination Drawings:</w:t>
      </w:r>
      <w:r w:rsidRPr="006D7FF0">
        <w:t xml:space="preserve"> Drawings showing the work of all trades that are used to illustrate that equipment can be installed in the space allocated without compromising equipment function or access for maintenance and replacement. These drawings graphically illustrate and dimension manufacturers’ recommended maintenance clearances. On mechanical projects, coordination drawings include structural steel, ductwork, major piping and electrical conduit and show the elevations and locations of the above components.</w:t>
      </w:r>
    </w:p>
    <w:p w14:paraId="4FC48119" w14:textId="77777777" w:rsidR="008A3ADF" w:rsidRPr="006D7FF0" w:rsidRDefault="008A3ADF" w:rsidP="008A3ADF">
      <w:pPr>
        <w:pStyle w:val="Level1"/>
      </w:pPr>
      <w:r>
        <w:tab/>
      </w:r>
      <w:r w:rsidRPr="008A3ADF">
        <w:rPr>
          <w:b/>
          <w:u w:val="single"/>
        </w:rPr>
        <w:t>Data Logging:</w:t>
      </w:r>
      <w:r w:rsidRPr="006D7FF0">
        <w:t xml:space="preserve">  The monitoring and recording of temperature, flow, current, status, pressure, etc. of equipment using stand-alone data recorders.</w:t>
      </w:r>
    </w:p>
    <w:p w14:paraId="40997C11" w14:textId="77777777" w:rsidR="008A3ADF" w:rsidRPr="006D7FF0" w:rsidRDefault="008A3ADF" w:rsidP="008A3ADF">
      <w:pPr>
        <w:pStyle w:val="Level1"/>
      </w:pPr>
      <w:r>
        <w:tab/>
      </w:r>
      <w:r w:rsidRPr="008A3ADF">
        <w:rPr>
          <w:b/>
          <w:u w:val="single"/>
        </w:rPr>
        <w:t>Deferred System Test:</w:t>
      </w:r>
      <w:r w:rsidRPr="006D7FF0">
        <w:t xml:space="preserve"> Tests that cannot be completed at the end of the acceptance phase due to ambient conditions, schedule issues or other conditions preventing testing during the normal acceptance testing period.</w:t>
      </w:r>
    </w:p>
    <w:p w14:paraId="5B3965CD" w14:textId="77777777" w:rsidR="008A3ADF" w:rsidRPr="006D7FF0" w:rsidRDefault="008A3ADF" w:rsidP="008A3ADF">
      <w:pPr>
        <w:pStyle w:val="Level1"/>
      </w:pPr>
      <w:r>
        <w:tab/>
      </w:r>
      <w:r w:rsidRPr="008A3ADF">
        <w:rPr>
          <w:b/>
          <w:u w:val="single"/>
        </w:rPr>
        <w:t>Deficiency:</w:t>
      </w:r>
      <w:r w:rsidRPr="006D7FF0">
        <w:t xml:space="preserve"> See “Commissioning Issue”.</w:t>
      </w:r>
    </w:p>
    <w:p w14:paraId="44034A35" w14:textId="77777777" w:rsidR="008A3ADF" w:rsidRPr="006D7FF0" w:rsidRDefault="008A3ADF" w:rsidP="008A3ADF">
      <w:pPr>
        <w:pStyle w:val="Level1"/>
      </w:pPr>
      <w:r>
        <w:tab/>
      </w:r>
      <w:r w:rsidRPr="008A3ADF">
        <w:rPr>
          <w:b/>
          <w:u w:val="single"/>
        </w:rPr>
        <w:t>Design Criteria:</w:t>
      </w:r>
      <w:r w:rsidRPr="006D7FF0">
        <w:t xml:space="preserve"> A listing of the VA Design Criteria outlining the project design requirements, including its source. These are used during the design process to show the design elements meet the OPR.</w:t>
      </w:r>
    </w:p>
    <w:p w14:paraId="4D4299D6" w14:textId="77777777" w:rsidR="008A3ADF" w:rsidRPr="006D7FF0" w:rsidRDefault="008A3ADF" w:rsidP="008A3ADF">
      <w:pPr>
        <w:pStyle w:val="Level1"/>
      </w:pPr>
      <w:r>
        <w:tab/>
      </w:r>
      <w:r w:rsidRPr="008A3ADF">
        <w:rPr>
          <w:b/>
          <w:u w:val="single"/>
        </w:rPr>
        <w:t>Design Intent:</w:t>
      </w:r>
      <w:r w:rsidRPr="006D7FF0">
        <w:t xml:space="preserve"> The overall term that includes the OPR and the BOD. It is a detailed explanation of the ideas, concepts, and criteria that are defined by the owner to be important. The design intent documents are </w:t>
      </w:r>
      <w:r w:rsidRPr="006D7FF0">
        <w:lastRenderedPageBreak/>
        <w:t>utilized to provide a written record of these ideas, concepts and criteria.</w:t>
      </w:r>
    </w:p>
    <w:p w14:paraId="0F1484A1" w14:textId="77777777" w:rsidR="008A3ADF" w:rsidRPr="006D7FF0" w:rsidRDefault="008A3ADF" w:rsidP="008A3ADF">
      <w:pPr>
        <w:pStyle w:val="Level1"/>
      </w:pPr>
      <w:r>
        <w:tab/>
      </w:r>
      <w:r w:rsidRPr="008A3ADF">
        <w:rPr>
          <w:b/>
          <w:u w:val="single"/>
        </w:rPr>
        <w:t>Design Narrative:</w:t>
      </w:r>
      <w:r w:rsidRPr="006D7FF0">
        <w:t xml:space="preserve"> A written description of the proposed design solutions that satisfy the requirements of the OPR. </w:t>
      </w:r>
    </w:p>
    <w:p w14:paraId="2130DED2" w14:textId="77777777" w:rsidR="008A3ADF" w:rsidRPr="006D7FF0" w:rsidRDefault="008A3ADF" w:rsidP="008A3ADF">
      <w:pPr>
        <w:pStyle w:val="Level1"/>
      </w:pPr>
      <w:r>
        <w:tab/>
      </w:r>
      <w:r w:rsidRPr="008A3ADF">
        <w:rPr>
          <w:b/>
          <w:u w:val="single"/>
        </w:rPr>
        <w:t>Design Phase Commissioning (DPC):</w:t>
      </w:r>
      <w:r w:rsidRPr="006D7FF0">
        <w:t xml:space="preserve"> All commissioning tasks executed during the design phase of the project.</w:t>
      </w:r>
    </w:p>
    <w:p w14:paraId="6AE0D8F5" w14:textId="77777777" w:rsidR="008A3ADF" w:rsidRPr="006D7FF0" w:rsidRDefault="008A3ADF" w:rsidP="008A3ADF">
      <w:pPr>
        <w:pStyle w:val="Level1"/>
      </w:pPr>
      <w:r>
        <w:tab/>
      </w:r>
      <w:r w:rsidRPr="008A3ADF">
        <w:rPr>
          <w:b/>
          <w:u w:val="single"/>
        </w:rPr>
        <w:t>Environmental Systems:</w:t>
      </w:r>
      <w:r w:rsidRPr="006D7FF0">
        <w:t xml:space="preserve"> Systems that use a combination of mechanical equipment, airflow, water flow and electrical energy to provide heating, ventilating, air conditioning, humidification, and dehumidification for the purpose of human comfort or process control of temperature and humidity.</w:t>
      </w:r>
    </w:p>
    <w:p w14:paraId="4EF01176" w14:textId="77777777" w:rsidR="008A3ADF" w:rsidRPr="006D7FF0" w:rsidRDefault="008A3ADF" w:rsidP="008A3ADF">
      <w:pPr>
        <w:pStyle w:val="Level1"/>
      </w:pPr>
      <w:r>
        <w:tab/>
      </w:r>
      <w:r w:rsidRPr="008A3ADF">
        <w:rPr>
          <w:b/>
          <w:u w:val="single"/>
        </w:rPr>
        <w:t>Executive Summary:</w:t>
      </w:r>
      <w:r w:rsidRPr="006D7FF0">
        <w:t xml:space="preserve"> A section of the Commissioning report that reviews the general outcome of the project. It also includes any unresolved issues, recommendations for the resolution of unresolved issues and all deferred testing requirements.</w:t>
      </w:r>
    </w:p>
    <w:p w14:paraId="6ADAA96A" w14:textId="77777777" w:rsidR="008A3ADF" w:rsidRPr="006D7FF0" w:rsidRDefault="008A3ADF" w:rsidP="008A3ADF">
      <w:pPr>
        <w:pStyle w:val="Level1"/>
      </w:pPr>
      <w:r>
        <w:tab/>
      </w:r>
      <w:r w:rsidRPr="008A3ADF">
        <w:rPr>
          <w:b/>
          <w:u w:val="single"/>
        </w:rPr>
        <w:t>Functionality:</w:t>
      </w:r>
      <w:r w:rsidRPr="006D7FF0">
        <w:t xml:space="preserve"> This defines a design component or construction process which will allow a system or component to operate or be constructed in a manner that will produce the required outcome of the OPR.</w:t>
      </w:r>
    </w:p>
    <w:p w14:paraId="61A247A2" w14:textId="77777777" w:rsidR="008A3ADF" w:rsidRPr="006D7FF0" w:rsidRDefault="008A3ADF" w:rsidP="008A3ADF">
      <w:pPr>
        <w:pStyle w:val="Level1"/>
      </w:pPr>
      <w:r>
        <w:tab/>
      </w:r>
      <w:r w:rsidRPr="008A3ADF">
        <w:rPr>
          <w:b/>
          <w:u w:val="single"/>
        </w:rPr>
        <w:t>Functional Test Procedure (FTP):</w:t>
      </w:r>
      <w:r w:rsidRPr="006D7FF0">
        <w:t xml:space="preserve">  A written protocol that defines methods, steps, personnel, and acceptance criteria for tests conducted on components, equipment, assemblies, systems, and interfaces among systems. </w:t>
      </w:r>
    </w:p>
    <w:p w14:paraId="29A30312" w14:textId="77777777" w:rsidR="008A3ADF" w:rsidRPr="006D7FF0" w:rsidRDefault="008A3ADF" w:rsidP="008A3ADF">
      <w:pPr>
        <w:pStyle w:val="Level1"/>
      </w:pPr>
      <w:r>
        <w:tab/>
      </w:r>
      <w:r w:rsidRPr="009345F2">
        <w:rPr>
          <w:b/>
          <w:u w:val="single"/>
        </w:rPr>
        <w:t>Industry Accepted Best Practice:</w:t>
      </w:r>
      <w:r w:rsidRPr="006D7FF0">
        <w:t xml:space="preserve"> A design component or construction process that has achieved industry consensus for quality performance and functionality. Refer to the current edition of the NEBB Design Phase Commissioning Handbook for examples.</w:t>
      </w:r>
    </w:p>
    <w:p w14:paraId="6DB98E9F" w14:textId="77777777" w:rsidR="008A3ADF" w:rsidRPr="006D7FF0" w:rsidRDefault="009345F2" w:rsidP="008A3ADF">
      <w:pPr>
        <w:pStyle w:val="Level1"/>
      </w:pPr>
      <w:r>
        <w:tab/>
      </w:r>
      <w:r w:rsidR="008A3ADF" w:rsidRPr="009345F2">
        <w:rPr>
          <w:b/>
          <w:u w:val="single"/>
        </w:rPr>
        <w:t>Installation Verification:</w:t>
      </w:r>
      <w:r w:rsidR="008A3ADF" w:rsidRPr="006D7FF0">
        <w:t xml:space="preserve">  Observations or inspections that confirm the system or component has been installed in accordance with the contract documents and to industry accepted best practices.  </w:t>
      </w:r>
    </w:p>
    <w:p w14:paraId="02A155BD" w14:textId="77777777" w:rsidR="008A3ADF" w:rsidRPr="006D7FF0" w:rsidRDefault="009345F2" w:rsidP="008A3ADF">
      <w:pPr>
        <w:pStyle w:val="Level1"/>
      </w:pPr>
      <w:r>
        <w:tab/>
      </w:r>
      <w:r w:rsidR="008A3ADF" w:rsidRPr="009345F2">
        <w:rPr>
          <w:b/>
          <w:u w:val="single"/>
        </w:rPr>
        <w:t>Integrated System Testing:</w:t>
      </w:r>
      <w:r w:rsidR="008A3ADF" w:rsidRPr="006D7FF0">
        <w:t xml:space="preserve"> Integrated Systems Testing procedures entail testing of multiple integrated systems performance to verify proper functional interface between systems.  Typical Integrated Systems Testing includes verifying that building systems respond properly to loss of utility, transfer to emergency power sources, re-transfer from emergency power source to normal utility source; interface between HVAC controls and Fire Alarm systems for equipment shutdown, interface between Fire Alarm system and elevator control systems for elevator recall and shutdown; interface between Fire Alarm System and Security </w:t>
      </w:r>
      <w:r w:rsidR="008A3ADF" w:rsidRPr="006D7FF0">
        <w:lastRenderedPageBreak/>
        <w:t xml:space="preserve">Access Control Systems to control access to spaces during fire alarm conditions; and other similar tests as determined for each specific project. </w:t>
      </w:r>
      <w:r w:rsidR="008A3ADF" w:rsidRPr="006D7FF0">
        <w:cr/>
        <w:t>Issues Log: A formal and ongoing record of problems or concerns – and their resolution – that have been raised by members of the Commissioning Team during the course of the Commissioning Process.</w:t>
      </w:r>
    </w:p>
    <w:p w14:paraId="0262DD66" w14:textId="77777777" w:rsidR="008A3ADF" w:rsidRPr="006D7FF0" w:rsidRDefault="009345F2" w:rsidP="008A3ADF">
      <w:pPr>
        <w:pStyle w:val="Level1"/>
      </w:pPr>
      <w:r>
        <w:tab/>
      </w:r>
      <w:r w:rsidR="008A3ADF" w:rsidRPr="009345F2">
        <w:rPr>
          <w:b/>
          <w:u w:val="single"/>
        </w:rPr>
        <w:t>Lessons Learned Workshop:</w:t>
      </w:r>
      <w:r w:rsidR="008A3ADF" w:rsidRPr="006D7FF0">
        <w:t xml:space="preserve">  A workshop conducted to discuss and document project successes and identify opportunities for improvements for future projects.</w:t>
      </w:r>
    </w:p>
    <w:p w14:paraId="25D44C34" w14:textId="77777777" w:rsidR="008A3ADF" w:rsidRPr="006D7FF0" w:rsidRDefault="009345F2" w:rsidP="008A3ADF">
      <w:pPr>
        <w:pStyle w:val="Level1"/>
      </w:pPr>
      <w:r>
        <w:tab/>
      </w:r>
      <w:r w:rsidR="008A3ADF" w:rsidRPr="009345F2">
        <w:rPr>
          <w:b/>
          <w:u w:val="single"/>
        </w:rPr>
        <w:t>Maintainability:</w:t>
      </w:r>
      <w:r w:rsidR="008A3ADF" w:rsidRPr="006D7FF0">
        <w:t xml:space="preserve"> A design component or construction process that will allow a system or component to be effectively maintained. This includes adequate room for access to adjust and repair the equipment. Maintainability also includes components that have readily obtainable repair parts or service.</w:t>
      </w:r>
    </w:p>
    <w:p w14:paraId="5C7C2F91" w14:textId="77777777" w:rsidR="008A3ADF" w:rsidRPr="006D7FF0" w:rsidRDefault="009345F2" w:rsidP="008A3ADF">
      <w:pPr>
        <w:pStyle w:val="Level1"/>
      </w:pPr>
      <w:r>
        <w:tab/>
      </w:r>
      <w:r w:rsidR="008A3ADF" w:rsidRPr="009345F2">
        <w:rPr>
          <w:b/>
          <w:u w:val="single"/>
        </w:rPr>
        <w:t>Manual Test:</w:t>
      </w:r>
      <w:r w:rsidR="008A3ADF" w:rsidRPr="006D7FF0">
        <w:t xml:space="preserve">  Testing using hand-held instruments, immediate control system readouts or direct observation to verify performance (contrasted to analyzing monitored data taken over time to make the ‘observation’).</w:t>
      </w:r>
    </w:p>
    <w:p w14:paraId="2339A738" w14:textId="77777777" w:rsidR="008A3ADF" w:rsidRPr="006D7FF0" w:rsidRDefault="009345F2" w:rsidP="008A3ADF">
      <w:pPr>
        <w:pStyle w:val="Level1"/>
      </w:pPr>
      <w:r>
        <w:tab/>
      </w:r>
      <w:r w:rsidR="008A3ADF" w:rsidRPr="009345F2">
        <w:rPr>
          <w:b/>
          <w:u w:val="single"/>
        </w:rPr>
        <w:t>Owner’s Project Requirements (OPR):</w:t>
      </w:r>
      <w:r w:rsidR="008A3ADF" w:rsidRPr="006D7FF0">
        <w:t xml:space="preserve"> A written document that details the project requirements and the expectations of how the building and its systems will be used and operated. These include project goals, measurable performance criteria, cost considerations, benchmarks, success criteria, and supporting information.</w:t>
      </w:r>
    </w:p>
    <w:p w14:paraId="75D0C524" w14:textId="77777777" w:rsidR="008A3ADF" w:rsidRPr="006D7FF0" w:rsidRDefault="009345F2" w:rsidP="008A3ADF">
      <w:pPr>
        <w:pStyle w:val="Level1"/>
      </w:pPr>
      <w:r>
        <w:tab/>
      </w:r>
      <w:r w:rsidR="008A3ADF" w:rsidRPr="009345F2">
        <w:rPr>
          <w:b/>
          <w:u w:val="single"/>
        </w:rPr>
        <w:t>Peer Review:</w:t>
      </w:r>
      <w:r w:rsidR="008A3ADF" w:rsidRPr="006D7FF0">
        <w:t xml:space="preserve">  A formal in-depth review separate from the commissioning review processes. The level of effort and intensity is much greater than a typical commissioning facilitation or extended commissioning review.  The VA usually hires an independent third-party (called the IDIQ A/E) to conduct peer reviews.</w:t>
      </w:r>
    </w:p>
    <w:p w14:paraId="6527DFF3" w14:textId="77777777" w:rsidR="008A3ADF" w:rsidRPr="006D7FF0" w:rsidRDefault="009345F2" w:rsidP="008A3ADF">
      <w:pPr>
        <w:pStyle w:val="Level1"/>
      </w:pPr>
      <w:r>
        <w:tab/>
      </w:r>
      <w:r w:rsidR="008A3ADF" w:rsidRPr="009345F2">
        <w:rPr>
          <w:b/>
          <w:u w:val="single"/>
        </w:rPr>
        <w:t>Precision:</w:t>
      </w:r>
      <w:r w:rsidR="008A3ADF" w:rsidRPr="006D7FF0">
        <w:t xml:space="preserve"> The ability of an instrument to produce repeatable readings of the same quantity under the same conditions. The precision of an instrument refers to its ability to produce a tightly grouped set of values around the mean value of the measured quantity.</w:t>
      </w:r>
    </w:p>
    <w:p w14:paraId="45C76071" w14:textId="77777777" w:rsidR="008A3ADF" w:rsidRPr="006D7FF0" w:rsidRDefault="009345F2" w:rsidP="008A3ADF">
      <w:pPr>
        <w:pStyle w:val="Level1"/>
      </w:pPr>
      <w:r>
        <w:tab/>
      </w:r>
      <w:r w:rsidR="008A3ADF" w:rsidRPr="009345F2">
        <w:rPr>
          <w:b/>
          <w:u w:val="single"/>
        </w:rPr>
        <w:t>Pre-Design Phase Commissioning:</w:t>
      </w:r>
      <w:r w:rsidR="008A3ADF" w:rsidRPr="006D7FF0">
        <w:t xml:space="preserve">  Commissioning tasks performed prior to the commencement of design activities that includes project programming and the development of the commissioning process for the project</w:t>
      </w:r>
    </w:p>
    <w:p w14:paraId="0CCBAFDD" w14:textId="77777777" w:rsidR="008A3ADF" w:rsidRPr="006D7FF0" w:rsidRDefault="009345F2" w:rsidP="008A3ADF">
      <w:pPr>
        <w:pStyle w:val="Level1"/>
      </w:pPr>
      <w:r>
        <w:tab/>
      </w:r>
      <w:r w:rsidR="008A3ADF" w:rsidRPr="009345F2">
        <w:rPr>
          <w:b/>
          <w:u w:val="single"/>
        </w:rPr>
        <w:t>Pre-Functional Checklist (PFC):</w:t>
      </w:r>
      <w:r w:rsidR="008A3ADF" w:rsidRPr="006D7FF0">
        <w:t xml:space="preserve">  A form used by the contractor to verify that appropriate components are onsite, correctly installed, set up, calibrated, functional and ready for functional testing. </w:t>
      </w:r>
    </w:p>
    <w:p w14:paraId="7D265878" w14:textId="77777777" w:rsidR="008A3ADF" w:rsidRPr="006D7FF0" w:rsidRDefault="009345F2" w:rsidP="008A3ADF">
      <w:pPr>
        <w:pStyle w:val="Level1"/>
      </w:pPr>
      <w:r>
        <w:lastRenderedPageBreak/>
        <w:tab/>
      </w:r>
      <w:r w:rsidR="008A3ADF" w:rsidRPr="009345F2">
        <w:rPr>
          <w:b/>
          <w:u w:val="single"/>
        </w:rPr>
        <w:t>Pre-Functional Test (PFT):</w:t>
      </w:r>
      <w:r w:rsidR="008A3ADF" w:rsidRPr="006D7FF0">
        <w:t xml:space="preserve"> An inspection or test that is done before functional testing. PFT’s include installation verification and system and component start up tests.</w:t>
      </w:r>
    </w:p>
    <w:p w14:paraId="431CF3B9" w14:textId="77777777" w:rsidR="008A3ADF" w:rsidRPr="006D7FF0" w:rsidRDefault="009345F2" w:rsidP="008A3ADF">
      <w:pPr>
        <w:pStyle w:val="Level1"/>
      </w:pPr>
      <w:r>
        <w:tab/>
      </w:r>
      <w:r w:rsidR="008A3ADF" w:rsidRPr="009345F2">
        <w:rPr>
          <w:b/>
          <w:u w:val="single"/>
        </w:rPr>
        <w:t>Procedure or Protocol:</w:t>
      </w:r>
      <w:r w:rsidR="008A3ADF" w:rsidRPr="006D7FF0">
        <w:t xml:space="preserve"> A defined approach that outlines the execution of a sequence of work or operations. Procedures are used to produce repeatable and defined results.</w:t>
      </w:r>
    </w:p>
    <w:p w14:paraId="48BECB0F" w14:textId="77777777" w:rsidR="008A3ADF" w:rsidRPr="006D7FF0" w:rsidRDefault="009345F2" w:rsidP="008A3ADF">
      <w:pPr>
        <w:pStyle w:val="Level1"/>
      </w:pPr>
      <w:r>
        <w:tab/>
      </w:r>
      <w:r w:rsidR="008A3ADF" w:rsidRPr="009345F2">
        <w:rPr>
          <w:b/>
          <w:u w:val="single"/>
        </w:rPr>
        <w:t>Range:</w:t>
      </w:r>
      <w:r w:rsidR="008A3ADF" w:rsidRPr="006D7FF0">
        <w:t xml:space="preserve"> The upper and lower limits of an instrument’s ability to measure the value of a quantity for which the instrument is calibrated.</w:t>
      </w:r>
    </w:p>
    <w:p w14:paraId="5A80E9E5" w14:textId="77777777" w:rsidR="008A3ADF" w:rsidRPr="006D7FF0" w:rsidRDefault="009345F2" w:rsidP="008A3ADF">
      <w:pPr>
        <w:pStyle w:val="Level1"/>
      </w:pPr>
      <w:r>
        <w:tab/>
      </w:r>
      <w:r w:rsidR="008A3ADF" w:rsidRPr="009345F2">
        <w:rPr>
          <w:b/>
          <w:u w:val="single"/>
        </w:rPr>
        <w:t>Resolution:</w:t>
      </w:r>
      <w:r w:rsidR="008A3ADF" w:rsidRPr="006D7FF0">
        <w:t xml:space="preserve"> This word has two meanings in the Cx Process. The first refers to the smallest change in a measured variable that an instrument can detect. The second refers to the implementation of actions that correct a tested or observed deficiency.</w:t>
      </w:r>
    </w:p>
    <w:p w14:paraId="1E99E22A" w14:textId="77777777" w:rsidR="008A3ADF" w:rsidRPr="006D7FF0" w:rsidRDefault="009345F2" w:rsidP="008A3ADF">
      <w:pPr>
        <w:pStyle w:val="Level1"/>
      </w:pPr>
      <w:r>
        <w:tab/>
      </w:r>
      <w:r w:rsidR="008A3ADF" w:rsidRPr="009345F2">
        <w:rPr>
          <w:b/>
          <w:u w:val="single"/>
        </w:rPr>
        <w:t>Site Observation Visit:</w:t>
      </w:r>
      <w:r w:rsidR="008A3ADF" w:rsidRPr="006D7FF0">
        <w:t xml:space="preserve">  On-site inspections and observations made by the Commissioning Agent for the purpose of verifying component, equipment, and system installation, to observe contractor testing, equipment start-up procedures, or other purposes.</w:t>
      </w:r>
    </w:p>
    <w:p w14:paraId="10863549" w14:textId="77777777" w:rsidR="008A3ADF" w:rsidRPr="006D7FF0" w:rsidRDefault="009345F2" w:rsidP="008A3ADF">
      <w:pPr>
        <w:pStyle w:val="Level1"/>
      </w:pPr>
      <w:r>
        <w:tab/>
      </w:r>
      <w:r w:rsidR="008A3ADF" w:rsidRPr="009345F2">
        <w:rPr>
          <w:b/>
          <w:u w:val="single"/>
        </w:rPr>
        <w:t>Site Observation Reports (SO):</w:t>
      </w:r>
      <w:r w:rsidR="008A3ADF" w:rsidRPr="006D7FF0">
        <w:t xml:space="preserve"> Reports of site inspections and observations made by the Commissioning Agent. Observation reports are intended to provide early indication of an installation issue which will need correction or analysis.</w:t>
      </w:r>
    </w:p>
    <w:p w14:paraId="07B6E4B3" w14:textId="77777777" w:rsidR="008A3ADF" w:rsidRPr="006D7FF0" w:rsidRDefault="009345F2" w:rsidP="008A3ADF">
      <w:pPr>
        <w:pStyle w:val="Level1"/>
      </w:pPr>
      <w:r>
        <w:tab/>
      </w:r>
      <w:r w:rsidR="008A3ADF" w:rsidRPr="009345F2">
        <w:rPr>
          <w:b/>
          <w:u w:val="single"/>
        </w:rPr>
        <w:t>Special System Inspections:</w:t>
      </w:r>
      <w:r w:rsidR="008A3ADF" w:rsidRPr="006D7FF0">
        <w:t xml:space="preserve"> Inspections required by a local code authority prior to occupancy and are not normally a part of the commissioning process.</w:t>
      </w:r>
    </w:p>
    <w:p w14:paraId="0E705CD4" w14:textId="77777777" w:rsidR="008A3ADF" w:rsidRPr="006D7FF0" w:rsidRDefault="009345F2" w:rsidP="008A3ADF">
      <w:pPr>
        <w:pStyle w:val="Level1"/>
      </w:pPr>
      <w:r>
        <w:tab/>
      </w:r>
      <w:r w:rsidR="008A3ADF" w:rsidRPr="009345F2">
        <w:rPr>
          <w:b/>
          <w:u w:val="single"/>
        </w:rPr>
        <w:t>Static Tests:</w:t>
      </w:r>
      <w:r w:rsidR="008A3ADF" w:rsidRPr="006D7FF0">
        <w:t xml:space="preserve"> Tests or inspections that validate a specified static condition such as pressure testing. Static tests may be specification or code initiated.</w:t>
      </w:r>
    </w:p>
    <w:p w14:paraId="07A5F488" w14:textId="77777777" w:rsidR="008A3ADF" w:rsidRPr="006D7FF0" w:rsidRDefault="009345F2" w:rsidP="008A3ADF">
      <w:pPr>
        <w:pStyle w:val="Level1"/>
      </w:pPr>
      <w:r>
        <w:tab/>
      </w:r>
      <w:r w:rsidR="008A3ADF" w:rsidRPr="009345F2">
        <w:rPr>
          <w:b/>
          <w:u w:val="single"/>
        </w:rPr>
        <w:t>Start Up Tests:</w:t>
      </w:r>
      <w:r w:rsidR="008A3ADF" w:rsidRPr="006D7FF0">
        <w:t xml:space="preserve"> Tests that validate the component or system is ready for automatic operation in accordance with the manufactures requirements.</w:t>
      </w:r>
    </w:p>
    <w:p w14:paraId="04A2ABC6" w14:textId="77777777" w:rsidR="008A3ADF" w:rsidRPr="006D7FF0" w:rsidRDefault="009345F2" w:rsidP="008A3ADF">
      <w:pPr>
        <w:pStyle w:val="Level1"/>
      </w:pPr>
      <w:r>
        <w:tab/>
      </w:r>
      <w:r w:rsidR="008A3ADF" w:rsidRPr="009345F2">
        <w:rPr>
          <w:b/>
          <w:u w:val="single"/>
        </w:rPr>
        <w:t>Systems Manual:</w:t>
      </w:r>
      <w:r w:rsidR="008A3ADF" w:rsidRPr="006D7FF0">
        <w:t xml:space="preserve"> A system-focused composite document that includes all information required for the owners operators to operate the systems.</w:t>
      </w:r>
    </w:p>
    <w:p w14:paraId="6FA47E67" w14:textId="77777777" w:rsidR="008A3ADF" w:rsidRPr="006D7FF0" w:rsidRDefault="009345F2" w:rsidP="008A3ADF">
      <w:pPr>
        <w:pStyle w:val="Level1"/>
      </w:pPr>
      <w:r>
        <w:tab/>
      </w:r>
      <w:r w:rsidR="008A3ADF" w:rsidRPr="009345F2">
        <w:rPr>
          <w:b/>
          <w:u w:val="single"/>
        </w:rPr>
        <w:t>Test Procedure:</w:t>
      </w:r>
      <w:r w:rsidR="008A3ADF" w:rsidRPr="006D7FF0">
        <w:t xml:space="preserve"> A written protocol that defines methods, personnel, and expectations for tests conducted on components, equipment, assemblies, systems, and interfaces among systems.</w:t>
      </w:r>
    </w:p>
    <w:p w14:paraId="14922D75" w14:textId="77777777" w:rsidR="008A3ADF" w:rsidRPr="006D7FF0" w:rsidRDefault="009345F2" w:rsidP="008A3ADF">
      <w:pPr>
        <w:pStyle w:val="Level1"/>
      </w:pPr>
      <w:r>
        <w:tab/>
      </w:r>
      <w:r w:rsidR="008A3ADF" w:rsidRPr="009345F2">
        <w:rPr>
          <w:b/>
          <w:u w:val="single"/>
        </w:rPr>
        <w:t>Testing:</w:t>
      </w:r>
      <w:r w:rsidR="008A3ADF" w:rsidRPr="006D7FF0">
        <w:t xml:space="preserve"> The use of specialized and calibrated instruments to measure parameters such as: temperature, pressure, vapor flow, air flow, fluid flow, rotational speed, electrical characteristics, velocity, and other data in order to determine performance, operation, or function.</w:t>
      </w:r>
    </w:p>
    <w:p w14:paraId="46E694AE" w14:textId="77777777" w:rsidR="008A3ADF" w:rsidRPr="006D7FF0" w:rsidRDefault="009345F2" w:rsidP="008A3ADF">
      <w:pPr>
        <w:pStyle w:val="Level1"/>
      </w:pPr>
      <w:r>
        <w:lastRenderedPageBreak/>
        <w:tab/>
      </w:r>
      <w:r w:rsidR="008A3ADF" w:rsidRPr="009345F2">
        <w:rPr>
          <w:b/>
          <w:u w:val="single"/>
        </w:rPr>
        <w:t>Testing, Adjusting, and Balancing (TAB):</w:t>
      </w:r>
      <w:r w:rsidR="008A3ADF" w:rsidRPr="006D7FF0">
        <w:t xml:space="preserve"> A systematic process or service applied to heating, ventilating and air-conditioning (HVAC) systems and other environmental systems to achieve and document air and hydronic flow rates. The standards and procedures for providing these services are referred to as “Testing, Adjusting, and Balancing” and are described in the Procedural Standards for the Testing, Adjusting and Balancing of Environmental Systems, published by NEBB or AABC.</w:t>
      </w:r>
    </w:p>
    <w:p w14:paraId="16E2B360" w14:textId="77777777" w:rsidR="008A3ADF" w:rsidRPr="006D7FF0" w:rsidRDefault="009345F2" w:rsidP="008A3ADF">
      <w:pPr>
        <w:pStyle w:val="Level1"/>
      </w:pPr>
      <w:r>
        <w:tab/>
      </w:r>
      <w:r w:rsidR="008A3ADF" w:rsidRPr="009345F2">
        <w:rPr>
          <w:b/>
          <w:u w:val="single"/>
        </w:rPr>
        <w:t>Thermal Scans:</w:t>
      </w:r>
      <w:r w:rsidR="008A3ADF" w:rsidRPr="006D7FF0">
        <w:t xml:space="preserve"> Thermographic pictures taken with an Infrared Thermographic Camera. Thermographic pictures show the relative temperatures of objects and surfaces and are used to identify leaks, thermal bridging, thermal intrusion, electrical overload conditions, moisture containment, and insulation failure.</w:t>
      </w:r>
    </w:p>
    <w:p w14:paraId="12082D63" w14:textId="77777777" w:rsidR="008A3ADF" w:rsidRPr="006D7FF0" w:rsidRDefault="009345F2" w:rsidP="008A3ADF">
      <w:pPr>
        <w:pStyle w:val="Level1"/>
      </w:pPr>
      <w:r>
        <w:tab/>
      </w:r>
      <w:r w:rsidR="008A3ADF" w:rsidRPr="009345F2">
        <w:rPr>
          <w:b/>
          <w:u w:val="single"/>
        </w:rPr>
        <w:t>Training Plan:</w:t>
      </w:r>
      <w:r w:rsidR="008A3ADF" w:rsidRPr="006D7FF0">
        <w:t xml:space="preserve"> A written document that details, in outline form the expectations of the operator training. Training agendas should include instruction on how to obtain service, operate, startup, shutdown and maintain all systems and components of the project.</w:t>
      </w:r>
    </w:p>
    <w:p w14:paraId="5EC1FBB1" w14:textId="77777777" w:rsidR="008A3ADF" w:rsidRPr="006D7FF0" w:rsidRDefault="009345F2" w:rsidP="008A3ADF">
      <w:pPr>
        <w:pStyle w:val="Level1"/>
      </w:pPr>
      <w:r>
        <w:tab/>
      </w:r>
      <w:r w:rsidR="008A3ADF" w:rsidRPr="009345F2">
        <w:rPr>
          <w:b/>
          <w:u w:val="single"/>
        </w:rPr>
        <w:t>Trending:</w:t>
      </w:r>
      <w:r w:rsidR="008A3ADF" w:rsidRPr="006D7FF0">
        <w:t xml:space="preserve">  Monitoring over a period of time with the building automation system.</w:t>
      </w:r>
    </w:p>
    <w:p w14:paraId="52E18F24" w14:textId="77777777" w:rsidR="008A3ADF" w:rsidRPr="006D7FF0" w:rsidRDefault="009345F2" w:rsidP="008A3ADF">
      <w:pPr>
        <w:pStyle w:val="Level1"/>
      </w:pPr>
      <w:r>
        <w:tab/>
      </w:r>
      <w:r w:rsidR="008A3ADF" w:rsidRPr="009345F2">
        <w:rPr>
          <w:b/>
          <w:u w:val="single"/>
        </w:rPr>
        <w:t>Unresolved Commissioning Issue:</w:t>
      </w:r>
      <w:r w:rsidR="008A3ADF" w:rsidRPr="006D7FF0">
        <w:t xml:space="preserve">  Any Commissioning Issue that, at the time that the Final Report or the Amended Final Report is issued that has not been either resolved by the construction team or accepted by the VA.  Validation: The process by which work is verified as complete and operating correctly:</w:t>
      </w:r>
    </w:p>
    <w:p w14:paraId="323D29C0" w14:textId="77777777" w:rsidR="008A3ADF" w:rsidRPr="00530677" w:rsidRDefault="00530677" w:rsidP="00530677">
      <w:pPr>
        <w:pStyle w:val="Level2"/>
      </w:pPr>
      <w:r>
        <w:t>1.</w:t>
      </w:r>
      <w:r>
        <w:tab/>
      </w:r>
      <w:r w:rsidR="008A3ADF" w:rsidRPr="00530677">
        <w:t>First party validation occurs when a firm or individual verifying the task is the same firm or individual performing the task.</w:t>
      </w:r>
    </w:p>
    <w:p w14:paraId="6F778423" w14:textId="77777777" w:rsidR="008A3ADF" w:rsidRPr="00530677" w:rsidRDefault="00530677" w:rsidP="00530677">
      <w:pPr>
        <w:pStyle w:val="Level2"/>
      </w:pPr>
      <w:r>
        <w:t>2.</w:t>
      </w:r>
      <w:r>
        <w:tab/>
      </w:r>
      <w:r w:rsidR="008A3ADF" w:rsidRPr="00530677">
        <w:t>Second party validation occurs when the firm or individual verifying the task is under the control of the firm performing the task or has other possibilities of financial conflicts of interest in the resolution (Architects, Designers, General Contractors and Third Tier Subcontractors or Vendors).</w:t>
      </w:r>
    </w:p>
    <w:p w14:paraId="5715274D" w14:textId="77777777" w:rsidR="008A3ADF" w:rsidRPr="00530677" w:rsidRDefault="00530677" w:rsidP="00530677">
      <w:pPr>
        <w:pStyle w:val="Level2"/>
      </w:pPr>
      <w:r>
        <w:t>3.</w:t>
      </w:r>
      <w:r>
        <w:tab/>
      </w:r>
      <w:r w:rsidR="008A3ADF" w:rsidRPr="00530677">
        <w:t>Third party validation occurs when the firm verifying the task is not associated with or under control of the firm performing or designing the task.</w:t>
      </w:r>
    </w:p>
    <w:p w14:paraId="6191A716" w14:textId="77777777" w:rsidR="008A3ADF" w:rsidRPr="006D7FF0" w:rsidRDefault="009345F2" w:rsidP="008A3ADF">
      <w:pPr>
        <w:pStyle w:val="Level1"/>
      </w:pPr>
      <w:r>
        <w:tab/>
      </w:r>
      <w:r w:rsidR="008A3ADF" w:rsidRPr="009345F2">
        <w:rPr>
          <w:b/>
          <w:u w:val="single"/>
        </w:rPr>
        <w:t>Verification:</w:t>
      </w:r>
      <w:r w:rsidR="008A3ADF" w:rsidRPr="006D7FF0">
        <w:t xml:space="preserve"> The process by which specific documents, components, equipment, assemblies, systems, and interfaces among systems are confirmed to comply with the criteria described in the Owner’s Project Requirements.</w:t>
      </w:r>
    </w:p>
    <w:p w14:paraId="2BC3E956" w14:textId="77777777" w:rsidR="008A3ADF" w:rsidRPr="006D7FF0" w:rsidRDefault="009345F2" w:rsidP="008A3ADF">
      <w:pPr>
        <w:pStyle w:val="Level1"/>
      </w:pPr>
      <w:r>
        <w:lastRenderedPageBreak/>
        <w:tab/>
      </w:r>
      <w:r w:rsidR="008A3ADF" w:rsidRPr="009345F2">
        <w:rPr>
          <w:b/>
          <w:u w:val="single"/>
        </w:rPr>
        <w:t>Warranty Phase Commissioning:</w:t>
      </w:r>
      <w:r w:rsidR="008A3ADF" w:rsidRPr="006D7FF0">
        <w:t xml:space="preserve"> Commissioning efforts executed after a project has been completed and accepted by the Owner. Warranty Phase Commissioning includes follow-up on verification of system performance, measurement and verification tasks and assistance in identifying warranty issues and enforcing warranty provisions of the construction contract.</w:t>
      </w:r>
    </w:p>
    <w:p w14:paraId="15DB42C4" w14:textId="77777777" w:rsidR="008A3ADF" w:rsidRPr="006D7FF0" w:rsidRDefault="009345F2" w:rsidP="008A3ADF">
      <w:pPr>
        <w:pStyle w:val="Level1"/>
      </w:pPr>
      <w:r>
        <w:tab/>
      </w:r>
      <w:r w:rsidR="008A3ADF" w:rsidRPr="009345F2">
        <w:rPr>
          <w:b/>
          <w:u w:val="single"/>
        </w:rPr>
        <w:t>Warranty Visit:</w:t>
      </w:r>
      <w:r w:rsidR="008A3ADF" w:rsidRPr="006D7FF0">
        <w:t xml:space="preserve"> A commissioning meeting and site review where all outstanding warranty issues and deferred testing is reviewed and discussed.</w:t>
      </w:r>
    </w:p>
    <w:p w14:paraId="179D075D" w14:textId="77777777" w:rsidR="008A3ADF" w:rsidRPr="006D7FF0" w:rsidRDefault="009345F2" w:rsidP="008A3ADF">
      <w:pPr>
        <w:pStyle w:val="Level1"/>
      </w:pPr>
      <w:r>
        <w:tab/>
      </w:r>
      <w:r w:rsidR="008A3ADF" w:rsidRPr="009345F2">
        <w:rPr>
          <w:b/>
          <w:u w:val="single"/>
        </w:rPr>
        <w:t>Whole Building Commissioning:</w:t>
      </w:r>
      <w:r w:rsidR="008A3ADF" w:rsidRPr="006D7FF0">
        <w:t xml:space="preserve"> Commissioning of building systems such as Building Envelope, HVAC, Electrical, Special Electrical (Fire Alarm, Security &amp; Communications), Plumbing and Fire Protection as described in this specification.</w:t>
      </w:r>
    </w:p>
    <w:p w14:paraId="7E302A10" w14:textId="77777777" w:rsidR="009345F2" w:rsidRPr="006D7FF0" w:rsidRDefault="009345F2" w:rsidP="009345F2">
      <w:pPr>
        <w:pStyle w:val="ArticleB"/>
      </w:pPr>
      <w:r>
        <w:t>1.7</w:t>
      </w:r>
      <w:r w:rsidR="00411FD8">
        <w:t xml:space="preserve"> </w:t>
      </w:r>
      <w:r w:rsidRPr="006D7FF0">
        <w:t>SYSTEMS TO BE COMMISSIONED</w:t>
      </w:r>
    </w:p>
    <w:p w14:paraId="18CA9942" w14:textId="77777777" w:rsidR="009345F2" w:rsidRPr="006D7FF0" w:rsidRDefault="009345F2" w:rsidP="009345F2">
      <w:pPr>
        <w:pStyle w:val="Level1"/>
      </w:pPr>
      <w:r>
        <w:t>A.</w:t>
      </w:r>
      <w:r>
        <w:tab/>
      </w:r>
      <w:r w:rsidRPr="006D7FF0">
        <w:t xml:space="preserve">Commissioning of a system or systems specified for this project is part of the construction process. Documentation and testing of these systems, as well as training of the VA’s Operation and Maintenance personnel, is required in cooperation with the VA and the Commissioning Agent. </w:t>
      </w:r>
    </w:p>
    <w:p w14:paraId="2F662CC1" w14:textId="77777777" w:rsidR="009345F2" w:rsidRPr="006D7FF0" w:rsidRDefault="009345F2" w:rsidP="009345F2">
      <w:pPr>
        <w:pStyle w:val="SpecNote"/>
      </w:pPr>
      <w:r w:rsidRPr="006D7FF0">
        <w:t>SPEC WRITER NOTE:  Paragraph B should list the specific systems that will be commissioned.  Edit the list as necessary for specific projects.  The list below should match the list included in Sections XX 08 00 COMMISSIONING OF “XX” SYSTEMS included in the various Divisions’ Technical Specifications.  It is recommended that the list included in Sections XX 08 00 be developed first and then copied/pasted into the list below.  Both lists should be identical to prevent confusion.</w:t>
      </w:r>
    </w:p>
    <w:p w14:paraId="7DCFAF4B" w14:textId="77777777" w:rsidR="008A3ADF" w:rsidRPr="006D7FF0" w:rsidRDefault="008A3ADF" w:rsidP="00140529"/>
    <w:p w14:paraId="2384BF84" w14:textId="77777777" w:rsidR="00314BFD" w:rsidRDefault="00314BFD" w:rsidP="00314BFD">
      <w:pPr>
        <w:pStyle w:val="Level1"/>
      </w:pPr>
      <w:r>
        <w:t>B.</w:t>
      </w:r>
      <w:r>
        <w:tab/>
      </w:r>
      <w:r w:rsidRPr="006D7FF0">
        <w:t>The following systems will be commissioned as part of this project:</w:t>
      </w:r>
    </w:p>
    <w:p w14:paraId="36B3FAC1" w14:textId="77777777" w:rsidR="00B14724" w:rsidRPr="006D7FF0" w:rsidRDefault="00B14724" w:rsidP="00314BFD">
      <w:pPr>
        <w:pStyle w:val="Level1"/>
      </w:pPr>
    </w:p>
    <w:tbl>
      <w:tblPr>
        <w:tblW w:w="86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873"/>
        <w:gridCol w:w="5767"/>
      </w:tblGrid>
      <w:tr w:rsidR="00314BFD" w:rsidRPr="006D7FF0" w14:paraId="024FC1EA" w14:textId="77777777" w:rsidTr="008852E9">
        <w:trPr>
          <w:cantSplit/>
          <w:tblHeader/>
          <w:jc w:val="center"/>
        </w:trPr>
        <w:tc>
          <w:tcPr>
            <w:tcW w:w="10080" w:type="dxa"/>
            <w:gridSpan w:val="2"/>
            <w:tcBorders>
              <w:top w:val="single" w:sz="12" w:space="0" w:color="auto"/>
              <w:left w:val="single" w:sz="12" w:space="0" w:color="auto"/>
              <w:bottom w:val="single" w:sz="6" w:space="0" w:color="auto"/>
              <w:right w:val="single" w:sz="12" w:space="0" w:color="auto"/>
            </w:tcBorders>
            <w:shd w:val="clear" w:color="auto" w:fill="BFBFBF"/>
          </w:tcPr>
          <w:p w14:paraId="31A782C0" w14:textId="77777777" w:rsidR="00314BFD" w:rsidRPr="00B14724" w:rsidRDefault="00314BFD" w:rsidP="00314BFD">
            <w:pPr>
              <w:pStyle w:val="SpecNormal"/>
              <w:rPr>
                <w:b/>
              </w:rPr>
            </w:pPr>
            <w:r w:rsidRPr="00B14724">
              <w:rPr>
                <w:b/>
              </w:rPr>
              <w:t>Systems To Be Commissioned</w:t>
            </w:r>
          </w:p>
        </w:tc>
      </w:tr>
      <w:tr w:rsidR="00314BFD" w:rsidRPr="006D7FF0" w14:paraId="1CFC8A7B" w14:textId="77777777" w:rsidTr="008852E9">
        <w:trPr>
          <w:cantSplit/>
          <w:tblHeader/>
          <w:jc w:val="center"/>
        </w:trPr>
        <w:tc>
          <w:tcPr>
            <w:tcW w:w="3044" w:type="dxa"/>
            <w:tcBorders>
              <w:top w:val="single" w:sz="6" w:space="0" w:color="auto"/>
              <w:left w:val="single" w:sz="12" w:space="0" w:color="auto"/>
              <w:bottom w:val="single" w:sz="6" w:space="0" w:color="auto"/>
              <w:right w:val="single" w:sz="6" w:space="0" w:color="auto"/>
            </w:tcBorders>
            <w:shd w:val="clear" w:color="auto" w:fill="BFBFBF"/>
          </w:tcPr>
          <w:p w14:paraId="48CEF065" w14:textId="77777777" w:rsidR="00314BFD" w:rsidRPr="00B14724" w:rsidRDefault="00314BFD" w:rsidP="00314BFD">
            <w:pPr>
              <w:pStyle w:val="SpecNormal"/>
              <w:rPr>
                <w:b/>
              </w:rPr>
            </w:pPr>
            <w:r w:rsidRPr="00B14724">
              <w:rPr>
                <w:b/>
              </w:rPr>
              <w:t xml:space="preserve">System </w:t>
            </w:r>
          </w:p>
        </w:tc>
        <w:tc>
          <w:tcPr>
            <w:tcW w:w="7036" w:type="dxa"/>
            <w:tcBorders>
              <w:top w:val="single" w:sz="6" w:space="0" w:color="auto"/>
              <w:left w:val="single" w:sz="6" w:space="0" w:color="auto"/>
              <w:bottom w:val="single" w:sz="6" w:space="0" w:color="auto"/>
              <w:right w:val="single" w:sz="12" w:space="0" w:color="auto"/>
            </w:tcBorders>
            <w:shd w:val="clear" w:color="auto" w:fill="BFBFBF"/>
          </w:tcPr>
          <w:p w14:paraId="45E929FC" w14:textId="77777777" w:rsidR="00314BFD" w:rsidRPr="00B14724" w:rsidRDefault="00314BFD" w:rsidP="00314BFD">
            <w:pPr>
              <w:pStyle w:val="SpecNormal"/>
              <w:rPr>
                <w:b/>
              </w:rPr>
            </w:pPr>
            <w:r w:rsidRPr="00B14724">
              <w:rPr>
                <w:b/>
              </w:rPr>
              <w:t>Description</w:t>
            </w:r>
          </w:p>
        </w:tc>
      </w:tr>
      <w:tr w:rsidR="00314BFD" w:rsidRPr="006D7FF0" w14:paraId="40EBAFCC"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1F5953AC" w14:textId="77777777" w:rsidR="00314BFD" w:rsidRPr="00B14724" w:rsidRDefault="00314BFD" w:rsidP="00314BFD">
            <w:pPr>
              <w:pStyle w:val="SpecNormal"/>
              <w:rPr>
                <w:b/>
              </w:rPr>
            </w:pPr>
            <w:r w:rsidRPr="00B14724">
              <w:rPr>
                <w:b/>
              </w:rPr>
              <w:t>Building Exterior Closure</w:t>
            </w:r>
          </w:p>
        </w:tc>
      </w:tr>
      <w:tr w:rsidR="00314BFD" w:rsidRPr="006D7FF0" w14:paraId="704F988D" w14:textId="77777777" w:rsidTr="00B14724">
        <w:trPr>
          <w:cantSplit/>
          <w:jc w:val="center"/>
        </w:trPr>
        <w:tc>
          <w:tcPr>
            <w:tcW w:w="3044" w:type="dxa"/>
            <w:tcBorders>
              <w:top w:val="single" w:sz="6" w:space="0" w:color="auto"/>
            </w:tcBorders>
          </w:tcPr>
          <w:p w14:paraId="2CC3F56F" w14:textId="77777777" w:rsidR="00314BFD" w:rsidRPr="006D7FF0" w:rsidRDefault="00314BFD" w:rsidP="00314BFD">
            <w:pPr>
              <w:pStyle w:val="SpecNormal"/>
            </w:pPr>
            <w:r w:rsidRPr="006D7FF0">
              <w:t>Foundations (excluding structural)</w:t>
            </w:r>
          </w:p>
        </w:tc>
        <w:tc>
          <w:tcPr>
            <w:tcW w:w="7036" w:type="dxa"/>
            <w:tcBorders>
              <w:top w:val="single" w:sz="6" w:space="0" w:color="auto"/>
            </w:tcBorders>
          </w:tcPr>
          <w:p w14:paraId="74AB725F" w14:textId="77777777" w:rsidR="00314BFD" w:rsidRPr="006D7FF0" w:rsidRDefault="00314BFD" w:rsidP="00314BFD">
            <w:pPr>
              <w:pStyle w:val="SpecNormal"/>
            </w:pPr>
            <w:r w:rsidRPr="006D7FF0">
              <w:t>Standard, special, slab-on-grade, vapor barriers, air barriers</w:t>
            </w:r>
          </w:p>
        </w:tc>
      </w:tr>
      <w:tr w:rsidR="00314BFD" w:rsidRPr="006D7FF0" w14:paraId="2C07F281" w14:textId="77777777" w:rsidTr="00B14724">
        <w:trPr>
          <w:cantSplit/>
          <w:jc w:val="center"/>
        </w:trPr>
        <w:tc>
          <w:tcPr>
            <w:tcW w:w="3044" w:type="dxa"/>
          </w:tcPr>
          <w:p w14:paraId="389C44BF" w14:textId="77777777" w:rsidR="00314BFD" w:rsidRPr="006D7FF0" w:rsidRDefault="00314BFD" w:rsidP="00314BFD">
            <w:pPr>
              <w:pStyle w:val="SpecNormal"/>
            </w:pPr>
            <w:r w:rsidRPr="006D7FF0">
              <w:t>Basements</w:t>
            </w:r>
          </w:p>
        </w:tc>
        <w:tc>
          <w:tcPr>
            <w:tcW w:w="7036" w:type="dxa"/>
          </w:tcPr>
          <w:p w14:paraId="5E062009" w14:textId="77777777" w:rsidR="00314BFD" w:rsidRPr="006D7FF0" w:rsidRDefault="00314BFD" w:rsidP="00314BFD">
            <w:pPr>
              <w:pStyle w:val="SpecNormal"/>
            </w:pPr>
            <w:r w:rsidRPr="006D7FF0">
              <w:t>Basement walls, crawl spaces, waterproofing, drainage</w:t>
            </w:r>
          </w:p>
        </w:tc>
      </w:tr>
      <w:tr w:rsidR="00314BFD" w:rsidRPr="006D7FF0" w14:paraId="053D801C" w14:textId="77777777" w:rsidTr="00B14724">
        <w:trPr>
          <w:cantSplit/>
          <w:jc w:val="center"/>
        </w:trPr>
        <w:tc>
          <w:tcPr>
            <w:tcW w:w="3044" w:type="dxa"/>
          </w:tcPr>
          <w:p w14:paraId="47EF14A8" w14:textId="77777777" w:rsidR="00314BFD" w:rsidRPr="006D7FF0" w:rsidRDefault="00314BFD" w:rsidP="00314BFD">
            <w:pPr>
              <w:pStyle w:val="SpecNormal"/>
            </w:pPr>
            <w:r w:rsidRPr="006D7FF0">
              <w:lastRenderedPageBreak/>
              <w:t>Superstructure</w:t>
            </w:r>
          </w:p>
        </w:tc>
        <w:tc>
          <w:tcPr>
            <w:tcW w:w="7036" w:type="dxa"/>
          </w:tcPr>
          <w:p w14:paraId="39F84A0C" w14:textId="77777777" w:rsidR="00314BFD" w:rsidRPr="006D7FF0" w:rsidRDefault="00314BFD" w:rsidP="00314BFD">
            <w:pPr>
              <w:pStyle w:val="SpecNormal"/>
            </w:pPr>
            <w:r w:rsidRPr="006D7FF0">
              <w:t>Floor construction, roof construction, sunshades, connections to adjacent structures</w:t>
            </w:r>
          </w:p>
        </w:tc>
      </w:tr>
      <w:tr w:rsidR="00314BFD" w:rsidRPr="006D7FF0" w14:paraId="449FE6B3" w14:textId="77777777" w:rsidTr="00B14724">
        <w:trPr>
          <w:cantSplit/>
          <w:jc w:val="center"/>
        </w:trPr>
        <w:tc>
          <w:tcPr>
            <w:tcW w:w="3044" w:type="dxa"/>
          </w:tcPr>
          <w:p w14:paraId="23686C2B" w14:textId="77777777" w:rsidR="00314BFD" w:rsidRPr="006D7FF0" w:rsidRDefault="00314BFD" w:rsidP="00314BFD">
            <w:pPr>
              <w:pStyle w:val="SpecNormal"/>
            </w:pPr>
            <w:r w:rsidRPr="006D7FF0">
              <w:t>Exterior Closure</w:t>
            </w:r>
          </w:p>
        </w:tc>
        <w:tc>
          <w:tcPr>
            <w:tcW w:w="7036" w:type="dxa"/>
          </w:tcPr>
          <w:p w14:paraId="780A77B9" w14:textId="77777777" w:rsidR="00314BFD" w:rsidRPr="006D7FF0" w:rsidRDefault="00314BFD" w:rsidP="00314BFD">
            <w:pPr>
              <w:pStyle w:val="SpecNormal"/>
            </w:pPr>
            <w:r w:rsidRPr="006D7FF0">
              <w:t xml:space="preserve">Exterior walls, exterior windows, exterior doors, louvers, grilles and sunscreens, </w:t>
            </w:r>
          </w:p>
        </w:tc>
      </w:tr>
      <w:tr w:rsidR="00314BFD" w:rsidRPr="006D7FF0" w14:paraId="273CB48C" w14:textId="77777777" w:rsidTr="00B14724">
        <w:trPr>
          <w:cantSplit/>
          <w:jc w:val="center"/>
        </w:trPr>
        <w:tc>
          <w:tcPr>
            <w:tcW w:w="3044" w:type="dxa"/>
          </w:tcPr>
          <w:p w14:paraId="4562297C" w14:textId="77777777" w:rsidR="00314BFD" w:rsidRPr="006D7FF0" w:rsidRDefault="00314BFD" w:rsidP="00314BFD">
            <w:pPr>
              <w:pStyle w:val="SpecNormal"/>
            </w:pPr>
            <w:r w:rsidRPr="006D7FF0">
              <w:t>Roofing</w:t>
            </w:r>
          </w:p>
        </w:tc>
        <w:tc>
          <w:tcPr>
            <w:tcW w:w="7036" w:type="dxa"/>
          </w:tcPr>
          <w:p w14:paraId="61DE4652" w14:textId="77777777" w:rsidR="00314BFD" w:rsidRPr="006D7FF0" w:rsidRDefault="00314BFD" w:rsidP="00314BFD">
            <w:pPr>
              <w:pStyle w:val="SpecNormal"/>
            </w:pPr>
            <w:r w:rsidRPr="006D7FF0">
              <w:t>Roof system (including parapet), roof openings (skylights, pipe chases, ducts, equipment curbs, etc.)</w:t>
            </w:r>
          </w:p>
        </w:tc>
      </w:tr>
      <w:tr w:rsidR="00314BFD" w:rsidRPr="006D7FF0" w14:paraId="00BEDA3D" w14:textId="77777777" w:rsidTr="00B14724">
        <w:trPr>
          <w:cantSplit/>
          <w:jc w:val="center"/>
        </w:trPr>
        <w:tc>
          <w:tcPr>
            <w:tcW w:w="3044" w:type="dxa"/>
            <w:tcBorders>
              <w:bottom w:val="single" w:sz="6" w:space="0" w:color="auto"/>
            </w:tcBorders>
          </w:tcPr>
          <w:p w14:paraId="5EE722E5" w14:textId="77777777" w:rsidR="00314BFD" w:rsidRPr="006D7FF0" w:rsidRDefault="00314BFD" w:rsidP="00314BFD">
            <w:pPr>
              <w:pStyle w:val="SpecNormal"/>
            </w:pPr>
            <w:r w:rsidRPr="006D7FF0">
              <w:t>Note:</w:t>
            </w:r>
          </w:p>
        </w:tc>
        <w:tc>
          <w:tcPr>
            <w:tcW w:w="7036" w:type="dxa"/>
            <w:tcBorders>
              <w:bottom w:val="single" w:sz="6" w:space="0" w:color="auto"/>
            </w:tcBorders>
          </w:tcPr>
          <w:p w14:paraId="64328255" w14:textId="77777777" w:rsidR="00314BFD" w:rsidRPr="006D7FF0" w:rsidRDefault="00314BFD" w:rsidP="00314BFD">
            <w:pPr>
              <w:pStyle w:val="SpecNormal"/>
            </w:pPr>
            <w:r w:rsidRPr="006D7FF0">
              <w:t>The emphasis on commissioning the above building envelope systems is on control of air flow, heat flow, noise, infrared, ultraviolet, rain penetration, moisture, durability, security, reliability, constructability, maintainability, and sustainability.</w:t>
            </w:r>
          </w:p>
        </w:tc>
      </w:tr>
      <w:tr w:rsidR="00314BFD" w:rsidRPr="006D7FF0" w14:paraId="51F4CD75"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34C70418" w14:textId="77777777" w:rsidR="00314BFD" w:rsidRPr="00B14724" w:rsidRDefault="00314BFD" w:rsidP="00314BFD">
            <w:pPr>
              <w:pStyle w:val="SpecNormal"/>
              <w:rPr>
                <w:b/>
              </w:rPr>
            </w:pPr>
            <w:r w:rsidRPr="00B14724">
              <w:rPr>
                <w:b/>
              </w:rPr>
              <w:t>Specialties</w:t>
            </w:r>
          </w:p>
        </w:tc>
      </w:tr>
      <w:tr w:rsidR="00314BFD" w:rsidRPr="006D7FF0" w14:paraId="4E4F6E9E" w14:textId="77777777" w:rsidTr="00B14724">
        <w:trPr>
          <w:cantSplit/>
          <w:jc w:val="center"/>
        </w:trPr>
        <w:tc>
          <w:tcPr>
            <w:tcW w:w="3044" w:type="dxa"/>
            <w:tcBorders>
              <w:top w:val="single" w:sz="6" w:space="0" w:color="auto"/>
              <w:bottom w:val="single" w:sz="6" w:space="0" w:color="auto"/>
            </w:tcBorders>
          </w:tcPr>
          <w:p w14:paraId="377AE473" w14:textId="77777777" w:rsidR="00314BFD" w:rsidRPr="006D7FF0" w:rsidRDefault="00314BFD" w:rsidP="00314BFD">
            <w:pPr>
              <w:pStyle w:val="SpecNormal"/>
            </w:pPr>
            <w:r w:rsidRPr="006D7FF0">
              <w:t>Patient Bed Service Walls</w:t>
            </w:r>
          </w:p>
        </w:tc>
        <w:tc>
          <w:tcPr>
            <w:tcW w:w="7036" w:type="dxa"/>
            <w:tcBorders>
              <w:top w:val="single" w:sz="6" w:space="0" w:color="auto"/>
              <w:bottom w:val="single" w:sz="6" w:space="0" w:color="auto"/>
            </w:tcBorders>
          </w:tcPr>
          <w:p w14:paraId="009AD0F8" w14:textId="77777777" w:rsidR="00314BFD" w:rsidRPr="006D7FF0" w:rsidRDefault="00314BFD" w:rsidP="00314BFD">
            <w:pPr>
              <w:pStyle w:val="SpecNormal"/>
            </w:pPr>
            <w:r w:rsidRPr="006D7FF0">
              <w:t>Medical gas certification and cross check, electrical connections</w:t>
            </w:r>
          </w:p>
        </w:tc>
      </w:tr>
      <w:tr w:rsidR="00314BFD" w:rsidRPr="006D7FF0" w14:paraId="17DE3471"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585389E6" w14:textId="77777777" w:rsidR="00314BFD" w:rsidRPr="00B14724" w:rsidRDefault="00314BFD" w:rsidP="00314BFD">
            <w:pPr>
              <w:pStyle w:val="SpecNormal"/>
              <w:rPr>
                <w:b/>
              </w:rPr>
            </w:pPr>
            <w:r w:rsidRPr="00B14724">
              <w:rPr>
                <w:b/>
              </w:rPr>
              <w:t>Equipment</w:t>
            </w:r>
          </w:p>
        </w:tc>
      </w:tr>
      <w:tr w:rsidR="00314BFD" w:rsidRPr="006D7FF0" w14:paraId="2ACB34E2" w14:textId="77777777" w:rsidTr="00B14724">
        <w:trPr>
          <w:cantSplit/>
          <w:jc w:val="center"/>
        </w:trPr>
        <w:tc>
          <w:tcPr>
            <w:tcW w:w="3044" w:type="dxa"/>
            <w:tcBorders>
              <w:top w:val="single" w:sz="6" w:space="0" w:color="auto"/>
            </w:tcBorders>
          </w:tcPr>
          <w:p w14:paraId="428E9E81" w14:textId="77777777" w:rsidR="00314BFD" w:rsidRPr="006D7FF0" w:rsidRDefault="00314BFD" w:rsidP="00314BFD">
            <w:pPr>
              <w:pStyle w:val="SpecNormal"/>
            </w:pPr>
            <w:r w:rsidRPr="006D7FF0">
              <w:t>Parking Control Equipment</w:t>
            </w:r>
          </w:p>
        </w:tc>
        <w:tc>
          <w:tcPr>
            <w:tcW w:w="7036" w:type="dxa"/>
            <w:tcBorders>
              <w:top w:val="single" w:sz="6" w:space="0" w:color="auto"/>
            </w:tcBorders>
          </w:tcPr>
          <w:p w14:paraId="74639154" w14:textId="77777777" w:rsidR="00314BFD" w:rsidRPr="006D7FF0" w:rsidRDefault="00314BFD" w:rsidP="00314BFD">
            <w:pPr>
              <w:pStyle w:val="SpecNormal"/>
            </w:pPr>
            <w:r w:rsidRPr="006D7FF0">
              <w:t>Barriers</w:t>
            </w:r>
          </w:p>
        </w:tc>
      </w:tr>
      <w:tr w:rsidR="00314BFD" w:rsidRPr="006D7FF0" w14:paraId="4AF5AFF0" w14:textId="77777777" w:rsidTr="00B14724">
        <w:trPr>
          <w:cantSplit/>
          <w:jc w:val="center"/>
        </w:trPr>
        <w:tc>
          <w:tcPr>
            <w:tcW w:w="3044" w:type="dxa"/>
          </w:tcPr>
          <w:p w14:paraId="50B89532" w14:textId="77777777" w:rsidR="00314BFD" w:rsidRPr="006D7FF0" w:rsidRDefault="00314BFD" w:rsidP="00314BFD">
            <w:pPr>
              <w:pStyle w:val="SpecNormal"/>
            </w:pPr>
            <w:r w:rsidRPr="006D7FF0">
              <w:t>Laboratory Fume Hoods</w:t>
            </w:r>
          </w:p>
        </w:tc>
        <w:tc>
          <w:tcPr>
            <w:tcW w:w="7036" w:type="dxa"/>
          </w:tcPr>
          <w:p w14:paraId="544089DC" w14:textId="77777777" w:rsidR="00314BFD" w:rsidRPr="006D7FF0" w:rsidRDefault="00314BFD" w:rsidP="00314BFD">
            <w:pPr>
              <w:pStyle w:val="SpecNormal"/>
            </w:pPr>
            <w:r w:rsidRPr="006D7FF0">
              <w:t>Fume Hood Certification</w:t>
            </w:r>
          </w:p>
        </w:tc>
      </w:tr>
      <w:tr w:rsidR="00314BFD" w:rsidRPr="006D7FF0" w14:paraId="65A3C989" w14:textId="77777777" w:rsidTr="00B14724">
        <w:trPr>
          <w:cantSplit/>
          <w:jc w:val="center"/>
        </w:trPr>
        <w:tc>
          <w:tcPr>
            <w:tcW w:w="3044" w:type="dxa"/>
          </w:tcPr>
          <w:p w14:paraId="4E6B5D0F" w14:textId="77777777" w:rsidR="00314BFD" w:rsidRPr="006D7FF0" w:rsidRDefault="00314BFD" w:rsidP="00314BFD">
            <w:pPr>
              <w:pStyle w:val="SpecNormal"/>
            </w:pPr>
            <w:r w:rsidRPr="006D7FF0">
              <w:t>Biological Safety Cabinets</w:t>
            </w:r>
          </w:p>
        </w:tc>
        <w:tc>
          <w:tcPr>
            <w:tcW w:w="7036" w:type="dxa"/>
          </w:tcPr>
          <w:p w14:paraId="07DDDE3F" w14:textId="77777777" w:rsidR="00314BFD" w:rsidRPr="006D7FF0" w:rsidRDefault="00314BFD" w:rsidP="00314BFD">
            <w:pPr>
              <w:pStyle w:val="SpecNormal"/>
            </w:pPr>
            <w:r w:rsidRPr="006D7FF0">
              <w:t>Cabinet Certification</w:t>
            </w:r>
          </w:p>
        </w:tc>
      </w:tr>
      <w:tr w:rsidR="00314BFD" w:rsidRPr="006D7FF0" w14:paraId="4AD86530" w14:textId="77777777" w:rsidTr="00B14724">
        <w:trPr>
          <w:cantSplit/>
          <w:jc w:val="center"/>
        </w:trPr>
        <w:tc>
          <w:tcPr>
            <w:tcW w:w="3044" w:type="dxa"/>
            <w:tcBorders>
              <w:bottom w:val="single" w:sz="6" w:space="0" w:color="auto"/>
            </w:tcBorders>
          </w:tcPr>
          <w:p w14:paraId="577784E1" w14:textId="77777777" w:rsidR="00314BFD" w:rsidRPr="006D7FF0" w:rsidRDefault="00314BFD" w:rsidP="00314BFD">
            <w:pPr>
              <w:pStyle w:val="SpecNormal"/>
            </w:pPr>
            <w:r w:rsidRPr="006D7FF0">
              <w:t>Packaged Incinerators</w:t>
            </w:r>
          </w:p>
        </w:tc>
        <w:tc>
          <w:tcPr>
            <w:tcW w:w="7036" w:type="dxa"/>
            <w:tcBorders>
              <w:bottom w:val="single" w:sz="6" w:space="0" w:color="auto"/>
            </w:tcBorders>
          </w:tcPr>
          <w:p w14:paraId="1F318C19" w14:textId="77777777" w:rsidR="00314BFD" w:rsidRPr="006D7FF0" w:rsidRDefault="00314BFD" w:rsidP="00314BFD">
            <w:pPr>
              <w:pStyle w:val="SpecNormal"/>
            </w:pPr>
            <w:r w:rsidRPr="006D7FF0">
              <w:t>Combustion Testing, Cycle Certification</w:t>
            </w:r>
          </w:p>
        </w:tc>
      </w:tr>
      <w:tr w:rsidR="00314BFD" w:rsidRPr="006D7FF0" w14:paraId="4A6BB922"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6AAEAE90" w14:textId="77777777" w:rsidR="00314BFD" w:rsidRPr="00B14724" w:rsidRDefault="00314BFD" w:rsidP="00314BFD">
            <w:pPr>
              <w:pStyle w:val="SpecNormal"/>
              <w:rPr>
                <w:b/>
              </w:rPr>
            </w:pPr>
            <w:r w:rsidRPr="00B14724">
              <w:rPr>
                <w:b/>
              </w:rPr>
              <w:t>Conveying Equipment</w:t>
            </w:r>
          </w:p>
        </w:tc>
      </w:tr>
      <w:tr w:rsidR="00314BFD" w:rsidRPr="006D7FF0" w14:paraId="1E22A124" w14:textId="77777777" w:rsidTr="00B14724">
        <w:trPr>
          <w:cantSplit/>
          <w:jc w:val="center"/>
        </w:trPr>
        <w:tc>
          <w:tcPr>
            <w:tcW w:w="3044" w:type="dxa"/>
            <w:tcBorders>
              <w:top w:val="single" w:sz="6" w:space="0" w:color="auto"/>
            </w:tcBorders>
          </w:tcPr>
          <w:p w14:paraId="21AA19A1" w14:textId="77777777" w:rsidR="00314BFD" w:rsidRPr="006D7FF0" w:rsidRDefault="00314BFD" w:rsidP="00314BFD">
            <w:pPr>
              <w:pStyle w:val="SpecNormal"/>
            </w:pPr>
            <w:r w:rsidRPr="006D7FF0">
              <w:t>Electric Dumbwaiters</w:t>
            </w:r>
          </w:p>
        </w:tc>
        <w:tc>
          <w:tcPr>
            <w:tcW w:w="7036" w:type="dxa"/>
            <w:tcBorders>
              <w:top w:val="single" w:sz="6" w:space="0" w:color="auto"/>
            </w:tcBorders>
          </w:tcPr>
          <w:p w14:paraId="15A60BE2" w14:textId="77777777" w:rsidR="00314BFD" w:rsidRPr="006D7FF0" w:rsidRDefault="00314BFD" w:rsidP="00314BFD">
            <w:pPr>
              <w:pStyle w:val="SpecNormal"/>
            </w:pPr>
            <w:r w:rsidRPr="006D7FF0">
              <w:t>Interface with other systems (Fire Alarm, etc.) [ASTM testing and certification by others]</w:t>
            </w:r>
          </w:p>
        </w:tc>
      </w:tr>
      <w:tr w:rsidR="00314BFD" w:rsidRPr="006D7FF0" w14:paraId="60AAEB4D" w14:textId="77777777" w:rsidTr="00B14724">
        <w:trPr>
          <w:cantSplit/>
          <w:jc w:val="center"/>
        </w:trPr>
        <w:tc>
          <w:tcPr>
            <w:tcW w:w="3044" w:type="dxa"/>
          </w:tcPr>
          <w:p w14:paraId="318C92DC" w14:textId="77777777" w:rsidR="00314BFD" w:rsidRPr="006D7FF0" w:rsidRDefault="00314BFD" w:rsidP="00314BFD">
            <w:pPr>
              <w:pStyle w:val="SpecNormal"/>
            </w:pPr>
            <w:r w:rsidRPr="006D7FF0">
              <w:t>Elevators</w:t>
            </w:r>
          </w:p>
        </w:tc>
        <w:tc>
          <w:tcPr>
            <w:tcW w:w="7036" w:type="dxa"/>
          </w:tcPr>
          <w:p w14:paraId="78EABEE9" w14:textId="77777777" w:rsidR="00314BFD" w:rsidRPr="006D7FF0" w:rsidRDefault="00314BFD" w:rsidP="00314BFD">
            <w:pPr>
              <w:pStyle w:val="SpecNormal"/>
            </w:pPr>
            <w:r w:rsidRPr="006D7FF0">
              <w:t>Interface with other systems (fire alarm, etc.) [ASTM testing and certification by others]</w:t>
            </w:r>
          </w:p>
        </w:tc>
      </w:tr>
      <w:tr w:rsidR="00314BFD" w:rsidRPr="006D7FF0" w14:paraId="6EBFB2B9" w14:textId="77777777" w:rsidTr="00B14724">
        <w:trPr>
          <w:cantSplit/>
          <w:jc w:val="center"/>
        </w:trPr>
        <w:tc>
          <w:tcPr>
            <w:tcW w:w="3044" w:type="dxa"/>
          </w:tcPr>
          <w:p w14:paraId="1811D027" w14:textId="77777777" w:rsidR="00314BFD" w:rsidRPr="006D7FF0" w:rsidRDefault="00314BFD" w:rsidP="00314BFD">
            <w:pPr>
              <w:pStyle w:val="SpecNormal"/>
            </w:pPr>
            <w:r w:rsidRPr="006D7FF0">
              <w:t>Escalators</w:t>
            </w:r>
          </w:p>
        </w:tc>
        <w:tc>
          <w:tcPr>
            <w:tcW w:w="7036" w:type="dxa"/>
          </w:tcPr>
          <w:p w14:paraId="7E6B2036" w14:textId="77777777" w:rsidR="00314BFD" w:rsidRPr="006D7FF0" w:rsidRDefault="00314BFD" w:rsidP="00314BFD">
            <w:pPr>
              <w:pStyle w:val="SpecNormal"/>
            </w:pPr>
            <w:r w:rsidRPr="006D7FF0">
              <w:t>Interface with other systems (fire alarm, etc.) [ASTM testing and certification by others]</w:t>
            </w:r>
          </w:p>
        </w:tc>
      </w:tr>
      <w:tr w:rsidR="00314BFD" w:rsidRPr="006D7FF0" w14:paraId="2FA1DEAD" w14:textId="77777777" w:rsidTr="00B14724">
        <w:trPr>
          <w:cantSplit/>
          <w:jc w:val="center"/>
        </w:trPr>
        <w:tc>
          <w:tcPr>
            <w:tcW w:w="3044" w:type="dxa"/>
          </w:tcPr>
          <w:p w14:paraId="4B384DD4" w14:textId="77777777" w:rsidR="00314BFD" w:rsidRPr="006D7FF0" w:rsidRDefault="00314BFD" w:rsidP="00314BFD">
            <w:pPr>
              <w:pStyle w:val="SpecNormal"/>
            </w:pPr>
            <w:r w:rsidRPr="006D7FF0">
              <w:t>Material Delivery Systems</w:t>
            </w:r>
          </w:p>
        </w:tc>
        <w:tc>
          <w:tcPr>
            <w:tcW w:w="7036" w:type="dxa"/>
          </w:tcPr>
          <w:p w14:paraId="4A0EAA23" w14:textId="77777777" w:rsidR="00314BFD" w:rsidRPr="006D7FF0" w:rsidRDefault="00314BFD" w:rsidP="00314BFD">
            <w:pPr>
              <w:pStyle w:val="SpecNormal"/>
            </w:pPr>
            <w:r w:rsidRPr="006D7FF0">
              <w:t xml:space="preserve">Interface with other systems (fire alarm, elevators, etc.) </w:t>
            </w:r>
          </w:p>
        </w:tc>
      </w:tr>
      <w:tr w:rsidR="00314BFD" w:rsidRPr="006D7FF0" w14:paraId="3784AB87" w14:textId="77777777" w:rsidTr="00B14724">
        <w:trPr>
          <w:cantSplit/>
          <w:jc w:val="center"/>
        </w:trPr>
        <w:tc>
          <w:tcPr>
            <w:tcW w:w="3044" w:type="dxa"/>
            <w:tcBorders>
              <w:bottom w:val="single" w:sz="6" w:space="0" w:color="auto"/>
            </w:tcBorders>
          </w:tcPr>
          <w:p w14:paraId="6FE86424" w14:textId="77777777" w:rsidR="00314BFD" w:rsidRPr="006D7FF0" w:rsidRDefault="00314BFD" w:rsidP="00314BFD">
            <w:pPr>
              <w:pStyle w:val="SpecNormal"/>
            </w:pPr>
            <w:r w:rsidRPr="006D7FF0">
              <w:lastRenderedPageBreak/>
              <w:t>Pneumatic Tube Systems</w:t>
            </w:r>
          </w:p>
        </w:tc>
        <w:tc>
          <w:tcPr>
            <w:tcW w:w="7036" w:type="dxa"/>
            <w:tcBorders>
              <w:bottom w:val="single" w:sz="6" w:space="0" w:color="auto"/>
            </w:tcBorders>
          </w:tcPr>
          <w:p w14:paraId="4156BC5A" w14:textId="77777777" w:rsidR="00314BFD" w:rsidRPr="006D7FF0" w:rsidRDefault="00314BFD" w:rsidP="00314BFD">
            <w:pPr>
              <w:pStyle w:val="SpecNormal"/>
            </w:pPr>
            <w:r w:rsidRPr="006D7FF0">
              <w:t>Interface with other systems (fire alarm, etc.)</w:t>
            </w:r>
          </w:p>
        </w:tc>
      </w:tr>
      <w:tr w:rsidR="00314BFD" w:rsidRPr="006D7FF0" w14:paraId="7B2FF251"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77B523EB" w14:textId="77777777" w:rsidR="00314BFD" w:rsidRPr="00B14724" w:rsidRDefault="00314BFD" w:rsidP="00314BFD">
            <w:pPr>
              <w:pStyle w:val="SpecNormal"/>
              <w:rPr>
                <w:b/>
              </w:rPr>
            </w:pPr>
            <w:r w:rsidRPr="00B14724">
              <w:rPr>
                <w:b/>
              </w:rPr>
              <w:t>Fire Suppression</w:t>
            </w:r>
          </w:p>
        </w:tc>
      </w:tr>
      <w:tr w:rsidR="00314BFD" w:rsidRPr="006D7FF0" w14:paraId="4AD9B072" w14:textId="77777777" w:rsidTr="00B14724">
        <w:trPr>
          <w:cantSplit/>
          <w:jc w:val="center"/>
        </w:trPr>
        <w:tc>
          <w:tcPr>
            <w:tcW w:w="3044" w:type="dxa"/>
            <w:tcBorders>
              <w:top w:val="single" w:sz="6" w:space="0" w:color="auto"/>
            </w:tcBorders>
          </w:tcPr>
          <w:p w14:paraId="797008AE" w14:textId="77777777" w:rsidR="00314BFD" w:rsidRPr="006D7FF0" w:rsidRDefault="00314BFD" w:rsidP="00314BFD">
            <w:pPr>
              <w:pStyle w:val="SpecNormal"/>
            </w:pPr>
            <w:r w:rsidRPr="006D7FF0">
              <w:t>Fire Pump</w:t>
            </w:r>
          </w:p>
        </w:tc>
        <w:tc>
          <w:tcPr>
            <w:tcW w:w="7036" w:type="dxa"/>
            <w:tcBorders>
              <w:top w:val="single" w:sz="6" w:space="0" w:color="auto"/>
            </w:tcBorders>
          </w:tcPr>
          <w:p w14:paraId="5A09F3C5" w14:textId="77777777" w:rsidR="00314BFD" w:rsidRPr="006D7FF0" w:rsidRDefault="00314BFD" w:rsidP="00314BFD">
            <w:pPr>
              <w:pStyle w:val="SpecNormal"/>
            </w:pPr>
            <w:r w:rsidRPr="006D7FF0">
              <w:t>Fire Pump, jockey pump, fire pump controller/ATS</w:t>
            </w:r>
          </w:p>
        </w:tc>
      </w:tr>
      <w:tr w:rsidR="00314BFD" w:rsidRPr="006D7FF0" w14:paraId="1818B6CE" w14:textId="77777777" w:rsidTr="00B14724">
        <w:trPr>
          <w:cantSplit/>
          <w:jc w:val="center"/>
        </w:trPr>
        <w:tc>
          <w:tcPr>
            <w:tcW w:w="3044" w:type="dxa"/>
            <w:tcBorders>
              <w:top w:val="single" w:sz="6" w:space="0" w:color="auto"/>
              <w:bottom w:val="single" w:sz="6" w:space="0" w:color="auto"/>
            </w:tcBorders>
          </w:tcPr>
          <w:p w14:paraId="1C52E420" w14:textId="77777777" w:rsidR="00314BFD" w:rsidRPr="006D7FF0" w:rsidRDefault="00314BFD" w:rsidP="00314BFD">
            <w:pPr>
              <w:pStyle w:val="SpecNormal"/>
            </w:pPr>
            <w:r w:rsidRPr="006D7FF0">
              <w:t>Fire Sprinkler Systems</w:t>
            </w:r>
          </w:p>
        </w:tc>
        <w:tc>
          <w:tcPr>
            <w:tcW w:w="7036" w:type="dxa"/>
            <w:tcBorders>
              <w:top w:val="single" w:sz="6" w:space="0" w:color="auto"/>
              <w:bottom w:val="single" w:sz="6" w:space="0" w:color="auto"/>
            </w:tcBorders>
          </w:tcPr>
          <w:p w14:paraId="330669E1" w14:textId="77777777" w:rsidR="00314BFD" w:rsidRPr="006D7FF0" w:rsidRDefault="00314BFD" w:rsidP="00314BFD">
            <w:pPr>
              <w:pStyle w:val="SpecNormal"/>
            </w:pPr>
            <w:r w:rsidRPr="006D7FF0">
              <w:t>Wet pipe system, dry pipe system, pre-action system, special agent systems</w:t>
            </w:r>
          </w:p>
        </w:tc>
      </w:tr>
      <w:tr w:rsidR="00314BFD" w:rsidRPr="006D7FF0" w14:paraId="674668BF"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0729BD0E" w14:textId="77777777" w:rsidR="00314BFD" w:rsidRPr="00B14724" w:rsidRDefault="00314BFD" w:rsidP="00314BFD">
            <w:pPr>
              <w:pStyle w:val="SpecNormal"/>
              <w:rPr>
                <w:b/>
              </w:rPr>
            </w:pPr>
            <w:r w:rsidRPr="00B14724">
              <w:rPr>
                <w:b/>
              </w:rPr>
              <w:t>Plumbing</w:t>
            </w:r>
          </w:p>
        </w:tc>
      </w:tr>
      <w:tr w:rsidR="00314BFD" w:rsidRPr="006D7FF0" w14:paraId="581C74BD" w14:textId="77777777" w:rsidTr="00B14724">
        <w:trPr>
          <w:cantSplit/>
          <w:jc w:val="center"/>
        </w:trPr>
        <w:tc>
          <w:tcPr>
            <w:tcW w:w="3044" w:type="dxa"/>
            <w:tcBorders>
              <w:top w:val="single" w:sz="6" w:space="0" w:color="auto"/>
            </w:tcBorders>
          </w:tcPr>
          <w:p w14:paraId="132D5D1A" w14:textId="77777777" w:rsidR="00314BFD" w:rsidRPr="006D7FF0" w:rsidRDefault="00314BFD" w:rsidP="00314BFD">
            <w:pPr>
              <w:pStyle w:val="SpecNormal"/>
            </w:pPr>
            <w:r w:rsidRPr="006D7FF0">
              <w:t>Domestic Water Distribution</w:t>
            </w:r>
          </w:p>
        </w:tc>
        <w:tc>
          <w:tcPr>
            <w:tcW w:w="7036" w:type="dxa"/>
            <w:tcBorders>
              <w:top w:val="single" w:sz="6" w:space="0" w:color="auto"/>
            </w:tcBorders>
          </w:tcPr>
          <w:p w14:paraId="4E596FA2" w14:textId="77777777" w:rsidR="00314BFD" w:rsidRPr="006D7FF0" w:rsidRDefault="00314BFD" w:rsidP="00314BFD">
            <w:pPr>
              <w:pStyle w:val="SpecNormal"/>
            </w:pPr>
            <w:r w:rsidRPr="006D7FF0">
              <w:t>Booster pumps, backflow preventers, water softeners, potable water storage tanks</w:t>
            </w:r>
          </w:p>
        </w:tc>
      </w:tr>
      <w:tr w:rsidR="00314BFD" w:rsidRPr="006D7FF0" w14:paraId="1E2D28E6" w14:textId="77777777" w:rsidTr="00B14724">
        <w:trPr>
          <w:cantSplit/>
          <w:jc w:val="center"/>
        </w:trPr>
        <w:tc>
          <w:tcPr>
            <w:tcW w:w="3044" w:type="dxa"/>
            <w:tcBorders>
              <w:top w:val="single" w:sz="6" w:space="0" w:color="auto"/>
            </w:tcBorders>
          </w:tcPr>
          <w:p w14:paraId="56B75D29" w14:textId="77777777" w:rsidR="00314BFD" w:rsidRPr="006D7FF0" w:rsidRDefault="00314BFD" w:rsidP="00314BFD">
            <w:pPr>
              <w:pStyle w:val="SpecNormal"/>
            </w:pPr>
            <w:r w:rsidRPr="006D7FF0">
              <w:t>Domestic Hot Water Systems</w:t>
            </w:r>
          </w:p>
        </w:tc>
        <w:tc>
          <w:tcPr>
            <w:tcW w:w="7036" w:type="dxa"/>
            <w:tcBorders>
              <w:top w:val="single" w:sz="6" w:space="0" w:color="auto"/>
            </w:tcBorders>
          </w:tcPr>
          <w:p w14:paraId="537DDA51" w14:textId="77777777" w:rsidR="00314BFD" w:rsidRPr="006D7FF0" w:rsidRDefault="00314BFD" w:rsidP="00314BFD">
            <w:pPr>
              <w:pStyle w:val="SpecNormal"/>
            </w:pPr>
            <w:r w:rsidRPr="006D7FF0">
              <w:t>Water heaters**, heat exchangers, circulation pumps, point-of-use water heaters*</w:t>
            </w:r>
          </w:p>
        </w:tc>
      </w:tr>
      <w:tr w:rsidR="00314BFD" w:rsidRPr="006D7FF0" w14:paraId="46B1A6B1" w14:textId="77777777" w:rsidTr="00B14724">
        <w:trPr>
          <w:cantSplit/>
          <w:jc w:val="center"/>
        </w:trPr>
        <w:tc>
          <w:tcPr>
            <w:tcW w:w="3044" w:type="dxa"/>
            <w:tcBorders>
              <w:top w:val="single" w:sz="6" w:space="0" w:color="auto"/>
            </w:tcBorders>
          </w:tcPr>
          <w:p w14:paraId="4586C05E" w14:textId="77777777" w:rsidR="00314BFD" w:rsidRPr="006D7FF0" w:rsidRDefault="00314BFD" w:rsidP="00314BFD">
            <w:pPr>
              <w:pStyle w:val="SpecNormal"/>
            </w:pPr>
            <w:r w:rsidRPr="006D7FF0">
              <w:t>Sewerage Pump Systems</w:t>
            </w:r>
          </w:p>
        </w:tc>
        <w:tc>
          <w:tcPr>
            <w:tcW w:w="7036" w:type="dxa"/>
            <w:tcBorders>
              <w:top w:val="single" w:sz="6" w:space="0" w:color="auto"/>
            </w:tcBorders>
          </w:tcPr>
          <w:p w14:paraId="5D8EB48E" w14:textId="77777777" w:rsidR="00314BFD" w:rsidRPr="006D7FF0" w:rsidRDefault="00314BFD" w:rsidP="00314BFD">
            <w:pPr>
              <w:pStyle w:val="SpecNormal"/>
            </w:pPr>
            <w:r w:rsidRPr="006D7FF0">
              <w:t>Sewage ejectors</w:t>
            </w:r>
          </w:p>
        </w:tc>
      </w:tr>
      <w:tr w:rsidR="00314BFD" w:rsidRPr="006D7FF0" w14:paraId="351418C2" w14:textId="77777777" w:rsidTr="00B14724">
        <w:trPr>
          <w:cantSplit/>
          <w:jc w:val="center"/>
        </w:trPr>
        <w:tc>
          <w:tcPr>
            <w:tcW w:w="3044" w:type="dxa"/>
            <w:tcBorders>
              <w:top w:val="single" w:sz="6" w:space="0" w:color="auto"/>
            </w:tcBorders>
          </w:tcPr>
          <w:p w14:paraId="2854BEDA" w14:textId="77777777" w:rsidR="00314BFD" w:rsidRPr="006D7FF0" w:rsidRDefault="00314BFD" w:rsidP="00314BFD">
            <w:pPr>
              <w:pStyle w:val="SpecNormal"/>
            </w:pPr>
            <w:r w:rsidRPr="006D7FF0">
              <w:t>Wastewater Pump Systems</w:t>
            </w:r>
          </w:p>
        </w:tc>
        <w:tc>
          <w:tcPr>
            <w:tcW w:w="7036" w:type="dxa"/>
            <w:tcBorders>
              <w:top w:val="single" w:sz="6" w:space="0" w:color="auto"/>
            </w:tcBorders>
          </w:tcPr>
          <w:p w14:paraId="562A6FE9" w14:textId="77777777" w:rsidR="00314BFD" w:rsidRPr="006D7FF0" w:rsidRDefault="00314BFD" w:rsidP="00314BFD">
            <w:pPr>
              <w:pStyle w:val="SpecNormal"/>
            </w:pPr>
            <w:r w:rsidRPr="006D7FF0">
              <w:t>Sump pumps</w:t>
            </w:r>
          </w:p>
        </w:tc>
      </w:tr>
      <w:tr w:rsidR="00314BFD" w:rsidRPr="006D7FF0" w14:paraId="752FE477" w14:textId="77777777" w:rsidTr="00B14724">
        <w:trPr>
          <w:cantSplit/>
          <w:jc w:val="center"/>
        </w:trPr>
        <w:tc>
          <w:tcPr>
            <w:tcW w:w="3044" w:type="dxa"/>
            <w:tcBorders>
              <w:top w:val="single" w:sz="6" w:space="0" w:color="auto"/>
            </w:tcBorders>
          </w:tcPr>
          <w:p w14:paraId="5F069F85" w14:textId="77777777" w:rsidR="00314BFD" w:rsidRPr="006D7FF0" w:rsidRDefault="00314BFD" w:rsidP="00314BFD">
            <w:pPr>
              <w:pStyle w:val="SpecNormal"/>
            </w:pPr>
            <w:r w:rsidRPr="006D7FF0">
              <w:t>Sanitary Waste Interceptors</w:t>
            </w:r>
          </w:p>
        </w:tc>
        <w:tc>
          <w:tcPr>
            <w:tcW w:w="7036" w:type="dxa"/>
            <w:tcBorders>
              <w:top w:val="single" w:sz="6" w:space="0" w:color="auto"/>
            </w:tcBorders>
          </w:tcPr>
          <w:p w14:paraId="1C229161" w14:textId="77777777" w:rsidR="00314BFD" w:rsidRPr="006D7FF0" w:rsidRDefault="00314BFD" w:rsidP="00314BFD">
            <w:pPr>
              <w:pStyle w:val="SpecNormal"/>
            </w:pPr>
            <w:r w:rsidRPr="006D7FF0">
              <w:t>Grease interceptors, acid neutralizers</w:t>
            </w:r>
          </w:p>
        </w:tc>
      </w:tr>
      <w:tr w:rsidR="00314BFD" w:rsidRPr="006D7FF0" w14:paraId="5DAAD5FB" w14:textId="77777777" w:rsidTr="00B14724">
        <w:trPr>
          <w:cantSplit/>
          <w:jc w:val="center"/>
        </w:trPr>
        <w:tc>
          <w:tcPr>
            <w:tcW w:w="3044" w:type="dxa"/>
            <w:tcBorders>
              <w:top w:val="single" w:sz="6" w:space="0" w:color="auto"/>
            </w:tcBorders>
          </w:tcPr>
          <w:p w14:paraId="495CAC34" w14:textId="77777777" w:rsidR="00314BFD" w:rsidRPr="006D7FF0" w:rsidRDefault="00314BFD" w:rsidP="00314BFD">
            <w:pPr>
              <w:pStyle w:val="SpecNormal"/>
            </w:pPr>
            <w:r w:rsidRPr="006D7FF0">
              <w:t>General Service Air Systems</w:t>
            </w:r>
          </w:p>
        </w:tc>
        <w:tc>
          <w:tcPr>
            <w:tcW w:w="7036" w:type="dxa"/>
            <w:tcBorders>
              <w:top w:val="single" w:sz="6" w:space="0" w:color="auto"/>
            </w:tcBorders>
          </w:tcPr>
          <w:p w14:paraId="03473437" w14:textId="77777777" w:rsidR="00314BFD" w:rsidRPr="006D7FF0" w:rsidRDefault="00314BFD" w:rsidP="00314BFD">
            <w:pPr>
              <w:pStyle w:val="SpecNormal"/>
            </w:pPr>
            <w:r w:rsidRPr="006D7FF0">
              <w:t>Packaged compressor systems, air dryers, filtration</w:t>
            </w:r>
          </w:p>
        </w:tc>
      </w:tr>
      <w:tr w:rsidR="00314BFD" w:rsidRPr="006D7FF0" w14:paraId="273E78AE" w14:textId="77777777" w:rsidTr="00B14724">
        <w:trPr>
          <w:cantSplit/>
          <w:jc w:val="center"/>
        </w:trPr>
        <w:tc>
          <w:tcPr>
            <w:tcW w:w="3044" w:type="dxa"/>
            <w:tcBorders>
              <w:top w:val="single" w:sz="6" w:space="0" w:color="auto"/>
            </w:tcBorders>
          </w:tcPr>
          <w:p w14:paraId="7DDFDA45" w14:textId="77777777" w:rsidR="00314BFD" w:rsidRPr="006D7FF0" w:rsidRDefault="00314BFD" w:rsidP="00314BFD">
            <w:pPr>
              <w:pStyle w:val="SpecNormal"/>
            </w:pPr>
            <w:r w:rsidRPr="006D7FF0">
              <w:t>Medical Air Systems</w:t>
            </w:r>
          </w:p>
        </w:tc>
        <w:tc>
          <w:tcPr>
            <w:tcW w:w="7036" w:type="dxa"/>
            <w:tcBorders>
              <w:top w:val="single" w:sz="6" w:space="0" w:color="auto"/>
            </w:tcBorders>
          </w:tcPr>
          <w:p w14:paraId="0FC582FA" w14:textId="77777777" w:rsidR="00314BFD" w:rsidRPr="006D7FF0" w:rsidRDefault="00314BFD" w:rsidP="00314BFD">
            <w:pPr>
              <w:pStyle w:val="SpecNormal"/>
            </w:pPr>
            <w:r w:rsidRPr="006D7FF0">
              <w:t>Packaged medical air compressor units. Outlet certification, cross-connection verification</w:t>
            </w:r>
          </w:p>
        </w:tc>
      </w:tr>
      <w:tr w:rsidR="00314BFD" w:rsidRPr="006D7FF0" w14:paraId="1479C83D" w14:textId="77777777" w:rsidTr="00B14724">
        <w:trPr>
          <w:cantSplit/>
          <w:jc w:val="center"/>
        </w:trPr>
        <w:tc>
          <w:tcPr>
            <w:tcW w:w="3044" w:type="dxa"/>
            <w:tcBorders>
              <w:top w:val="single" w:sz="6" w:space="0" w:color="auto"/>
            </w:tcBorders>
          </w:tcPr>
          <w:p w14:paraId="22A8661B" w14:textId="77777777" w:rsidR="00314BFD" w:rsidRPr="006D7FF0" w:rsidRDefault="00314BFD" w:rsidP="00314BFD">
            <w:pPr>
              <w:pStyle w:val="SpecNormal"/>
            </w:pPr>
            <w:r w:rsidRPr="006D7FF0">
              <w:t>Medical Vacuum Systems</w:t>
            </w:r>
          </w:p>
        </w:tc>
        <w:tc>
          <w:tcPr>
            <w:tcW w:w="7036" w:type="dxa"/>
            <w:tcBorders>
              <w:top w:val="single" w:sz="6" w:space="0" w:color="auto"/>
            </w:tcBorders>
          </w:tcPr>
          <w:p w14:paraId="3161EACF" w14:textId="77777777" w:rsidR="00314BFD" w:rsidRPr="006D7FF0" w:rsidRDefault="00314BFD" w:rsidP="00314BFD">
            <w:pPr>
              <w:pStyle w:val="SpecNormal"/>
            </w:pPr>
            <w:r w:rsidRPr="006D7FF0">
              <w:t>Packaged medical vacuum units, outlet certification, cross-connection verification</w:t>
            </w:r>
          </w:p>
        </w:tc>
      </w:tr>
      <w:tr w:rsidR="00314BFD" w:rsidRPr="006D7FF0" w14:paraId="23F0BDAF" w14:textId="77777777" w:rsidTr="00B14724">
        <w:trPr>
          <w:cantSplit/>
          <w:jc w:val="center"/>
        </w:trPr>
        <w:tc>
          <w:tcPr>
            <w:tcW w:w="3044" w:type="dxa"/>
            <w:tcBorders>
              <w:top w:val="single" w:sz="6" w:space="0" w:color="auto"/>
            </w:tcBorders>
          </w:tcPr>
          <w:p w14:paraId="1F03991D" w14:textId="77777777" w:rsidR="00314BFD" w:rsidRPr="006D7FF0" w:rsidRDefault="00314BFD" w:rsidP="00314BFD">
            <w:pPr>
              <w:pStyle w:val="SpecNormal"/>
            </w:pPr>
            <w:r w:rsidRPr="006D7FF0">
              <w:t>Dental Air Systems</w:t>
            </w:r>
          </w:p>
        </w:tc>
        <w:tc>
          <w:tcPr>
            <w:tcW w:w="7036" w:type="dxa"/>
            <w:tcBorders>
              <w:top w:val="single" w:sz="6" w:space="0" w:color="auto"/>
            </w:tcBorders>
          </w:tcPr>
          <w:p w14:paraId="6815B5EA" w14:textId="77777777" w:rsidR="00314BFD" w:rsidRPr="006D7FF0" w:rsidRDefault="00314BFD" w:rsidP="00314BFD">
            <w:pPr>
              <w:pStyle w:val="SpecNormal"/>
            </w:pPr>
            <w:r w:rsidRPr="006D7FF0">
              <w:t>Packaged dental air compressor units, outlet certification, cross-connect verification</w:t>
            </w:r>
          </w:p>
        </w:tc>
      </w:tr>
      <w:tr w:rsidR="00314BFD" w:rsidRPr="006D7FF0" w14:paraId="70EFAF18" w14:textId="77777777" w:rsidTr="00B14724">
        <w:trPr>
          <w:cantSplit/>
          <w:jc w:val="center"/>
        </w:trPr>
        <w:tc>
          <w:tcPr>
            <w:tcW w:w="3044" w:type="dxa"/>
            <w:tcBorders>
              <w:top w:val="single" w:sz="6" w:space="0" w:color="auto"/>
            </w:tcBorders>
          </w:tcPr>
          <w:p w14:paraId="65A996B9" w14:textId="77777777" w:rsidR="00314BFD" w:rsidRPr="006D7FF0" w:rsidRDefault="00314BFD" w:rsidP="00314BFD">
            <w:pPr>
              <w:pStyle w:val="SpecNormal"/>
            </w:pPr>
            <w:r w:rsidRPr="006D7FF0">
              <w:t>Dental Evacuation and Vacuum Systems</w:t>
            </w:r>
          </w:p>
        </w:tc>
        <w:tc>
          <w:tcPr>
            <w:tcW w:w="7036" w:type="dxa"/>
            <w:tcBorders>
              <w:top w:val="single" w:sz="6" w:space="0" w:color="auto"/>
            </w:tcBorders>
          </w:tcPr>
          <w:p w14:paraId="3608213B" w14:textId="77777777" w:rsidR="00314BFD" w:rsidRPr="006D7FF0" w:rsidRDefault="00314BFD" w:rsidP="00314BFD">
            <w:pPr>
              <w:pStyle w:val="SpecNormal"/>
            </w:pPr>
            <w:r w:rsidRPr="006D7FF0">
              <w:t>Packaged Dental Evacuation units, packaged dental vacuum units, outlet certification, cross-connection verification</w:t>
            </w:r>
          </w:p>
        </w:tc>
      </w:tr>
      <w:tr w:rsidR="00314BFD" w:rsidRPr="006D7FF0" w14:paraId="5AFEA511" w14:textId="77777777" w:rsidTr="00B14724">
        <w:trPr>
          <w:cantSplit/>
          <w:jc w:val="center"/>
        </w:trPr>
        <w:tc>
          <w:tcPr>
            <w:tcW w:w="3044" w:type="dxa"/>
            <w:tcBorders>
              <w:top w:val="single" w:sz="6" w:space="0" w:color="auto"/>
            </w:tcBorders>
          </w:tcPr>
          <w:p w14:paraId="361D23AE" w14:textId="77777777" w:rsidR="00314BFD" w:rsidRPr="006D7FF0" w:rsidRDefault="00314BFD" w:rsidP="00314BFD">
            <w:pPr>
              <w:pStyle w:val="SpecNormal"/>
            </w:pPr>
            <w:r w:rsidRPr="006D7FF0">
              <w:t>Waste Anesthesia Gas Systems</w:t>
            </w:r>
          </w:p>
        </w:tc>
        <w:tc>
          <w:tcPr>
            <w:tcW w:w="7036" w:type="dxa"/>
            <w:tcBorders>
              <w:top w:val="single" w:sz="6" w:space="0" w:color="auto"/>
            </w:tcBorders>
          </w:tcPr>
          <w:p w14:paraId="16EE9CB6" w14:textId="77777777" w:rsidR="00314BFD" w:rsidRPr="006D7FF0" w:rsidRDefault="00314BFD" w:rsidP="00314BFD">
            <w:pPr>
              <w:pStyle w:val="SpecNormal"/>
            </w:pPr>
            <w:r w:rsidRPr="006D7FF0">
              <w:t>Packaged Waste Anesthesia Gas units, outlet certification, cross-connection verification</w:t>
            </w:r>
          </w:p>
        </w:tc>
      </w:tr>
      <w:tr w:rsidR="00314BFD" w:rsidRPr="006D7FF0" w14:paraId="13B7064D" w14:textId="77777777" w:rsidTr="00B14724">
        <w:trPr>
          <w:cantSplit/>
          <w:jc w:val="center"/>
        </w:trPr>
        <w:tc>
          <w:tcPr>
            <w:tcW w:w="3044" w:type="dxa"/>
            <w:tcBorders>
              <w:top w:val="single" w:sz="6" w:space="0" w:color="auto"/>
            </w:tcBorders>
          </w:tcPr>
          <w:p w14:paraId="760F6ACB" w14:textId="77777777" w:rsidR="00314BFD" w:rsidRPr="006D7FF0" w:rsidRDefault="00314BFD" w:rsidP="00314BFD">
            <w:pPr>
              <w:pStyle w:val="SpecNormal"/>
            </w:pPr>
            <w:r w:rsidRPr="006D7FF0">
              <w:t>Medical Gas Systems (other than Medical Air Systems)</w:t>
            </w:r>
          </w:p>
        </w:tc>
        <w:tc>
          <w:tcPr>
            <w:tcW w:w="7036" w:type="dxa"/>
            <w:tcBorders>
              <w:top w:val="single" w:sz="6" w:space="0" w:color="auto"/>
            </w:tcBorders>
          </w:tcPr>
          <w:p w14:paraId="4880E3FC" w14:textId="77777777" w:rsidR="00314BFD" w:rsidRPr="006D7FF0" w:rsidRDefault="00314BFD" w:rsidP="00314BFD">
            <w:pPr>
              <w:pStyle w:val="SpecNormal"/>
            </w:pPr>
            <w:r w:rsidRPr="006D7FF0">
              <w:t>Medical gas (oxygen, nitrogen, nitrous oxide, etc.) tank/manifold systems, outlet certification, cross-connection verification</w:t>
            </w:r>
          </w:p>
        </w:tc>
      </w:tr>
      <w:tr w:rsidR="00314BFD" w:rsidRPr="006D7FF0" w14:paraId="463C137D" w14:textId="77777777" w:rsidTr="00B14724">
        <w:trPr>
          <w:cantSplit/>
          <w:jc w:val="center"/>
        </w:trPr>
        <w:tc>
          <w:tcPr>
            <w:tcW w:w="3044" w:type="dxa"/>
            <w:tcBorders>
              <w:top w:val="single" w:sz="6" w:space="0" w:color="auto"/>
            </w:tcBorders>
          </w:tcPr>
          <w:p w14:paraId="6F7983F3" w14:textId="77777777" w:rsidR="00314BFD" w:rsidRPr="006D7FF0" w:rsidRDefault="00314BFD" w:rsidP="00314BFD">
            <w:pPr>
              <w:pStyle w:val="SpecNormal"/>
            </w:pPr>
            <w:r w:rsidRPr="006D7FF0">
              <w:t>Chemical Waste Systems</w:t>
            </w:r>
          </w:p>
        </w:tc>
        <w:tc>
          <w:tcPr>
            <w:tcW w:w="7036" w:type="dxa"/>
            <w:tcBorders>
              <w:top w:val="single" w:sz="6" w:space="0" w:color="auto"/>
            </w:tcBorders>
          </w:tcPr>
          <w:p w14:paraId="23C7E229" w14:textId="77777777" w:rsidR="00314BFD" w:rsidRPr="006D7FF0" w:rsidRDefault="00314BFD" w:rsidP="00314BFD">
            <w:pPr>
              <w:pStyle w:val="SpecNormal"/>
            </w:pPr>
            <w:r w:rsidRPr="006D7FF0">
              <w:t>Chemical storage tanks, neutralization systems, ventilation, process control</w:t>
            </w:r>
          </w:p>
        </w:tc>
      </w:tr>
      <w:tr w:rsidR="00314BFD" w:rsidRPr="006D7FF0" w14:paraId="74C2A913" w14:textId="77777777" w:rsidTr="00B14724">
        <w:trPr>
          <w:cantSplit/>
          <w:jc w:val="center"/>
        </w:trPr>
        <w:tc>
          <w:tcPr>
            <w:tcW w:w="3044" w:type="dxa"/>
            <w:tcBorders>
              <w:top w:val="single" w:sz="6" w:space="0" w:color="auto"/>
            </w:tcBorders>
          </w:tcPr>
          <w:p w14:paraId="09C47F06" w14:textId="77777777" w:rsidR="00314BFD" w:rsidRPr="006D7FF0" w:rsidRDefault="00314BFD" w:rsidP="00314BFD">
            <w:pPr>
              <w:pStyle w:val="SpecNormal"/>
            </w:pPr>
            <w:r w:rsidRPr="006D7FF0">
              <w:lastRenderedPageBreak/>
              <w:t>Reverse-Osmosis Systems</w:t>
            </w:r>
          </w:p>
        </w:tc>
        <w:tc>
          <w:tcPr>
            <w:tcW w:w="7036" w:type="dxa"/>
            <w:tcBorders>
              <w:top w:val="single" w:sz="6" w:space="0" w:color="auto"/>
            </w:tcBorders>
          </w:tcPr>
          <w:p w14:paraId="5249D023" w14:textId="77777777" w:rsidR="00314BFD" w:rsidRPr="006D7FF0" w:rsidRDefault="00314BFD" w:rsidP="00314BFD">
            <w:pPr>
              <w:pStyle w:val="SpecNormal"/>
            </w:pPr>
            <w:r w:rsidRPr="006D7FF0">
              <w:t>Packaged Reverse-Osmosis systems</w:t>
            </w:r>
          </w:p>
        </w:tc>
      </w:tr>
      <w:tr w:rsidR="00314BFD" w:rsidRPr="006D7FF0" w14:paraId="5DCC87BD" w14:textId="77777777" w:rsidTr="00B14724">
        <w:trPr>
          <w:cantSplit/>
          <w:jc w:val="center"/>
        </w:trPr>
        <w:tc>
          <w:tcPr>
            <w:tcW w:w="3044" w:type="dxa"/>
            <w:tcBorders>
              <w:top w:val="single" w:sz="6" w:space="0" w:color="auto"/>
              <w:bottom w:val="single" w:sz="6" w:space="0" w:color="auto"/>
            </w:tcBorders>
          </w:tcPr>
          <w:p w14:paraId="6ADD405A" w14:textId="77777777" w:rsidR="00314BFD" w:rsidRPr="006D7FF0" w:rsidRDefault="00314BFD" w:rsidP="00314BFD">
            <w:pPr>
              <w:pStyle w:val="SpecNormal"/>
            </w:pPr>
            <w:r w:rsidRPr="006D7FF0">
              <w:t>Water De-Alkalizing Systems</w:t>
            </w:r>
          </w:p>
        </w:tc>
        <w:tc>
          <w:tcPr>
            <w:tcW w:w="7036" w:type="dxa"/>
            <w:tcBorders>
              <w:top w:val="single" w:sz="6" w:space="0" w:color="auto"/>
              <w:bottom w:val="single" w:sz="6" w:space="0" w:color="auto"/>
            </w:tcBorders>
          </w:tcPr>
          <w:p w14:paraId="44FA9FAD" w14:textId="77777777" w:rsidR="00314BFD" w:rsidRPr="006D7FF0" w:rsidRDefault="00314BFD" w:rsidP="00314BFD">
            <w:pPr>
              <w:pStyle w:val="SpecNormal"/>
            </w:pPr>
            <w:r w:rsidRPr="006D7FF0">
              <w:t>Package Water De-Alkalizing systems</w:t>
            </w:r>
          </w:p>
        </w:tc>
      </w:tr>
      <w:tr w:rsidR="00314BFD" w:rsidRPr="006D7FF0" w14:paraId="743CD6E7"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0A8039FA" w14:textId="77777777" w:rsidR="00314BFD" w:rsidRPr="00B14724" w:rsidRDefault="00314BFD" w:rsidP="00314BFD">
            <w:pPr>
              <w:pStyle w:val="SpecNormal"/>
              <w:rPr>
                <w:b/>
              </w:rPr>
            </w:pPr>
            <w:r w:rsidRPr="00B14724">
              <w:rPr>
                <w:b/>
              </w:rPr>
              <w:t>HVAC</w:t>
            </w:r>
          </w:p>
        </w:tc>
      </w:tr>
      <w:tr w:rsidR="00314BFD" w:rsidRPr="006D7FF0" w14:paraId="5417A11D" w14:textId="77777777" w:rsidTr="00B14724">
        <w:trPr>
          <w:cantSplit/>
          <w:jc w:val="center"/>
        </w:trPr>
        <w:tc>
          <w:tcPr>
            <w:tcW w:w="3044" w:type="dxa"/>
            <w:tcBorders>
              <w:top w:val="single" w:sz="6" w:space="0" w:color="auto"/>
            </w:tcBorders>
          </w:tcPr>
          <w:p w14:paraId="5D0D46C4" w14:textId="77777777" w:rsidR="00314BFD" w:rsidRPr="006D7FF0" w:rsidRDefault="00314BFD" w:rsidP="00314BFD">
            <w:pPr>
              <w:pStyle w:val="SpecNormal"/>
            </w:pPr>
            <w:r w:rsidRPr="006D7FF0">
              <w:t>Noise and Vibration Control</w:t>
            </w:r>
          </w:p>
        </w:tc>
        <w:tc>
          <w:tcPr>
            <w:tcW w:w="7036" w:type="dxa"/>
            <w:tcBorders>
              <w:top w:val="single" w:sz="6" w:space="0" w:color="auto"/>
            </w:tcBorders>
          </w:tcPr>
          <w:p w14:paraId="6160A7F1" w14:textId="77777777" w:rsidR="00314BFD" w:rsidRPr="006D7FF0" w:rsidRDefault="00314BFD" w:rsidP="00314BFD">
            <w:pPr>
              <w:pStyle w:val="SpecNormal"/>
            </w:pPr>
            <w:r w:rsidRPr="006D7FF0">
              <w:t>Noise and vibration levels for critical equipment such as Air Handlers, Chillers, Cooling Towers, Boilers, Generators, etc. will be commissioned as part of the system commissioning</w:t>
            </w:r>
          </w:p>
        </w:tc>
      </w:tr>
      <w:tr w:rsidR="00314BFD" w:rsidRPr="006D7FF0" w14:paraId="41DC341B" w14:textId="77777777" w:rsidTr="00B14724">
        <w:trPr>
          <w:cantSplit/>
          <w:jc w:val="center"/>
        </w:trPr>
        <w:tc>
          <w:tcPr>
            <w:tcW w:w="3044" w:type="dxa"/>
            <w:tcBorders>
              <w:top w:val="single" w:sz="6" w:space="0" w:color="auto"/>
            </w:tcBorders>
          </w:tcPr>
          <w:p w14:paraId="298CCA33" w14:textId="77777777" w:rsidR="00314BFD" w:rsidRPr="006D7FF0" w:rsidRDefault="00314BFD" w:rsidP="00314BFD">
            <w:pPr>
              <w:pStyle w:val="SpecNormal"/>
            </w:pPr>
            <w:r w:rsidRPr="006D7FF0">
              <w:t>Direct Digital Control System**</w:t>
            </w:r>
          </w:p>
        </w:tc>
        <w:tc>
          <w:tcPr>
            <w:tcW w:w="7036" w:type="dxa"/>
            <w:tcBorders>
              <w:top w:val="single" w:sz="6" w:space="0" w:color="auto"/>
            </w:tcBorders>
          </w:tcPr>
          <w:p w14:paraId="1935D940" w14:textId="77777777" w:rsidR="00314BFD" w:rsidRPr="006D7FF0" w:rsidRDefault="00314BFD" w:rsidP="00314BFD">
            <w:pPr>
              <w:pStyle w:val="SpecNormal"/>
            </w:pPr>
            <w:r w:rsidRPr="006D7FF0">
              <w:t>Operator Interface Computer, Operator Work Station (including graphics, point mapping, trends, alarms), Network Communications Modules and Wiring, Integration Panels.  [DDC Control panels will be commissioned with the systems controlled by the panel]</w:t>
            </w:r>
          </w:p>
        </w:tc>
      </w:tr>
      <w:tr w:rsidR="00314BFD" w:rsidRPr="006D7FF0" w14:paraId="77A66162" w14:textId="77777777" w:rsidTr="00B14724">
        <w:trPr>
          <w:cantSplit/>
          <w:jc w:val="center"/>
        </w:trPr>
        <w:tc>
          <w:tcPr>
            <w:tcW w:w="3044" w:type="dxa"/>
            <w:tcBorders>
              <w:top w:val="single" w:sz="6" w:space="0" w:color="auto"/>
            </w:tcBorders>
          </w:tcPr>
          <w:p w14:paraId="37C7D111" w14:textId="77777777" w:rsidR="00314BFD" w:rsidRPr="006D7FF0" w:rsidRDefault="00314BFD" w:rsidP="00314BFD">
            <w:pPr>
              <w:pStyle w:val="SpecNormal"/>
            </w:pPr>
            <w:r w:rsidRPr="006D7FF0">
              <w:t>Chilled Water System**</w:t>
            </w:r>
          </w:p>
        </w:tc>
        <w:tc>
          <w:tcPr>
            <w:tcW w:w="7036" w:type="dxa"/>
            <w:tcBorders>
              <w:top w:val="single" w:sz="6" w:space="0" w:color="auto"/>
            </w:tcBorders>
          </w:tcPr>
          <w:p w14:paraId="07AC4A2D" w14:textId="77777777" w:rsidR="00314BFD" w:rsidRPr="006D7FF0" w:rsidRDefault="00314BFD" w:rsidP="00314BFD">
            <w:pPr>
              <w:pStyle w:val="SpecNormal"/>
            </w:pPr>
            <w:r w:rsidRPr="006D7FF0">
              <w:t>Chillers (centrifugal, rotary screw, air-cooled), pumps (primary, secondary, variable primary), VFDs associated with chilled water system components, DDC Control Panels (including integration with Building Control System)</w:t>
            </w:r>
          </w:p>
        </w:tc>
      </w:tr>
      <w:tr w:rsidR="00314BFD" w:rsidRPr="006D7FF0" w14:paraId="6DCA4B4A" w14:textId="77777777" w:rsidTr="00B14724">
        <w:trPr>
          <w:cantSplit/>
          <w:jc w:val="center"/>
        </w:trPr>
        <w:tc>
          <w:tcPr>
            <w:tcW w:w="3044" w:type="dxa"/>
            <w:tcBorders>
              <w:top w:val="single" w:sz="6" w:space="0" w:color="auto"/>
            </w:tcBorders>
          </w:tcPr>
          <w:p w14:paraId="44F2DFEB" w14:textId="77777777" w:rsidR="00314BFD" w:rsidRPr="006D7FF0" w:rsidRDefault="00314BFD" w:rsidP="00314BFD">
            <w:pPr>
              <w:pStyle w:val="SpecNormal"/>
            </w:pPr>
            <w:r w:rsidRPr="006D7FF0">
              <w:t>Condenser Water System**</w:t>
            </w:r>
          </w:p>
        </w:tc>
        <w:tc>
          <w:tcPr>
            <w:tcW w:w="7036" w:type="dxa"/>
            <w:tcBorders>
              <w:top w:val="single" w:sz="6" w:space="0" w:color="auto"/>
            </w:tcBorders>
          </w:tcPr>
          <w:p w14:paraId="348502D4" w14:textId="77777777" w:rsidR="00314BFD" w:rsidRPr="006D7FF0" w:rsidRDefault="00314BFD" w:rsidP="00314BFD">
            <w:pPr>
              <w:pStyle w:val="SpecNormal"/>
            </w:pPr>
            <w:r w:rsidRPr="006D7FF0">
              <w:t xml:space="preserve">Cooling Towers, Fluid Coolers, heat exchangers/economizers, pumps, VFDs associated with condenser water system components, DDC control panels. </w:t>
            </w:r>
          </w:p>
        </w:tc>
      </w:tr>
      <w:tr w:rsidR="00314BFD" w:rsidRPr="006D7FF0" w14:paraId="3C1B3B0C" w14:textId="77777777" w:rsidTr="00B14724">
        <w:trPr>
          <w:cantSplit/>
          <w:jc w:val="center"/>
        </w:trPr>
        <w:tc>
          <w:tcPr>
            <w:tcW w:w="3044" w:type="dxa"/>
            <w:tcBorders>
              <w:top w:val="single" w:sz="6" w:space="0" w:color="auto"/>
            </w:tcBorders>
          </w:tcPr>
          <w:p w14:paraId="04B752A4" w14:textId="77777777" w:rsidR="00314BFD" w:rsidRPr="006D7FF0" w:rsidRDefault="00314BFD" w:rsidP="00314BFD">
            <w:pPr>
              <w:pStyle w:val="SpecNormal"/>
            </w:pPr>
            <w:r w:rsidRPr="006D7FF0">
              <w:t>Steam/Heating Hot Water System**</w:t>
            </w:r>
          </w:p>
        </w:tc>
        <w:tc>
          <w:tcPr>
            <w:tcW w:w="7036" w:type="dxa"/>
            <w:tcBorders>
              <w:top w:val="single" w:sz="6" w:space="0" w:color="auto"/>
            </w:tcBorders>
          </w:tcPr>
          <w:p w14:paraId="07EA21B1" w14:textId="77777777" w:rsidR="00314BFD" w:rsidRPr="006D7FF0" w:rsidRDefault="00314BFD" w:rsidP="00314BFD">
            <w:pPr>
              <w:pStyle w:val="SpecNormal"/>
            </w:pPr>
            <w:r w:rsidRPr="006D7FF0">
              <w:t>Boilers, boiler feed water system, economizers/heat recovery equipment, condensate recovery, water treatment, boiler fuel system, controls, interface with facility DDC system.</w:t>
            </w:r>
          </w:p>
        </w:tc>
      </w:tr>
      <w:tr w:rsidR="00314BFD" w:rsidRPr="006D7FF0" w14:paraId="7B83A131" w14:textId="77777777" w:rsidTr="00B14724">
        <w:trPr>
          <w:cantSplit/>
          <w:jc w:val="center"/>
        </w:trPr>
        <w:tc>
          <w:tcPr>
            <w:tcW w:w="3044" w:type="dxa"/>
            <w:tcBorders>
              <w:top w:val="single" w:sz="6" w:space="0" w:color="auto"/>
            </w:tcBorders>
          </w:tcPr>
          <w:p w14:paraId="7BB51A97" w14:textId="77777777" w:rsidR="00314BFD" w:rsidRPr="006D7FF0" w:rsidRDefault="00314BFD" w:rsidP="00314BFD">
            <w:pPr>
              <w:pStyle w:val="SpecNormal"/>
            </w:pPr>
            <w:r w:rsidRPr="006D7FF0">
              <w:t>HVAC Air Handling Systems**</w:t>
            </w:r>
          </w:p>
        </w:tc>
        <w:tc>
          <w:tcPr>
            <w:tcW w:w="7036" w:type="dxa"/>
            <w:tcBorders>
              <w:top w:val="single" w:sz="6" w:space="0" w:color="auto"/>
            </w:tcBorders>
          </w:tcPr>
          <w:p w14:paraId="6DCA0DE3" w14:textId="77777777" w:rsidR="00314BFD" w:rsidRPr="006D7FF0" w:rsidRDefault="00314BFD" w:rsidP="00314BFD">
            <w:pPr>
              <w:pStyle w:val="SpecNormal"/>
            </w:pPr>
            <w:r w:rsidRPr="006D7FF0">
              <w:t>Air handling Units, packaged rooftop AHU, Outdoor Air conditioning units, humidifiers, DDC control panels</w:t>
            </w:r>
          </w:p>
        </w:tc>
      </w:tr>
      <w:tr w:rsidR="00314BFD" w:rsidRPr="006D7FF0" w14:paraId="0CE0C4A7" w14:textId="77777777" w:rsidTr="00B14724">
        <w:trPr>
          <w:cantSplit/>
          <w:jc w:val="center"/>
        </w:trPr>
        <w:tc>
          <w:tcPr>
            <w:tcW w:w="3044" w:type="dxa"/>
            <w:tcBorders>
              <w:top w:val="single" w:sz="6" w:space="0" w:color="auto"/>
            </w:tcBorders>
          </w:tcPr>
          <w:p w14:paraId="03CBCC04" w14:textId="77777777" w:rsidR="00314BFD" w:rsidRPr="006D7FF0" w:rsidRDefault="00314BFD" w:rsidP="00314BFD">
            <w:pPr>
              <w:pStyle w:val="SpecNormal"/>
            </w:pPr>
            <w:r w:rsidRPr="006D7FF0">
              <w:lastRenderedPageBreak/>
              <w:t>HVAC Ventilation/Exhaust Systems</w:t>
            </w:r>
          </w:p>
        </w:tc>
        <w:tc>
          <w:tcPr>
            <w:tcW w:w="7036" w:type="dxa"/>
            <w:tcBorders>
              <w:top w:val="single" w:sz="6" w:space="0" w:color="auto"/>
            </w:tcBorders>
          </w:tcPr>
          <w:p w14:paraId="3C5E68A1" w14:textId="77777777" w:rsidR="00314BFD" w:rsidRPr="006D7FF0" w:rsidRDefault="00314BFD" w:rsidP="00314BFD">
            <w:pPr>
              <w:pStyle w:val="SpecNormal"/>
            </w:pPr>
            <w:r w:rsidRPr="006D7FF0">
              <w:t>General exhaust, toilet exhaust, laboratory exhaust, isolation exhaust, room pressurization control systems</w:t>
            </w:r>
          </w:p>
        </w:tc>
      </w:tr>
      <w:tr w:rsidR="00314BFD" w:rsidRPr="006D7FF0" w14:paraId="2FDC5D87" w14:textId="77777777" w:rsidTr="00B14724">
        <w:trPr>
          <w:cantSplit/>
          <w:jc w:val="center"/>
        </w:trPr>
        <w:tc>
          <w:tcPr>
            <w:tcW w:w="3044" w:type="dxa"/>
            <w:tcBorders>
              <w:top w:val="single" w:sz="6" w:space="0" w:color="auto"/>
            </w:tcBorders>
          </w:tcPr>
          <w:p w14:paraId="25E4FE2E" w14:textId="77777777" w:rsidR="00314BFD" w:rsidRPr="006D7FF0" w:rsidRDefault="00314BFD" w:rsidP="00314BFD">
            <w:pPr>
              <w:pStyle w:val="SpecNormal"/>
            </w:pPr>
            <w:r w:rsidRPr="006D7FF0">
              <w:t>HVAC Energy Recovery Systems**</w:t>
            </w:r>
          </w:p>
        </w:tc>
        <w:tc>
          <w:tcPr>
            <w:tcW w:w="7036" w:type="dxa"/>
            <w:tcBorders>
              <w:top w:val="single" w:sz="6" w:space="0" w:color="auto"/>
            </w:tcBorders>
          </w:tcPr>
          <w:p w14:paraId="5CF7F770" w14:textId="77777777" w:rsidR="00314BFD" w:rsidRPr="006D7FF0" w:rsidRDefault="00314BFD" w:rsidP="00314BFD">
            <w:pPr>
              <w:pStyle w:val="SpecNormal"/>
            </w:pPr>
            <w:r w:rsidRPr="006D7FF0">
              <w:t xml:space="preserve">Heat Wheels, Heat Recovery Loops, AHU Integrated Heat Recovery </w:t>
            </w:r>
          </w:p>
        </w:tc>
      </w:tr>
      <w:tr w:rsidR="00314BFD" w:rsidRPr="006D7FF0" w14:paraId="58D1873C" w14:textId="77777777" w:rsidTr="00B14724">
        <w:trPr>
          <w:cantSplit/>
          <w:jc w:val="center"/>
        </w:trPr>
        <w:tc>
          <w:tcPr>
            <w:tcW w:w="3044" w:type="dxa"/>
            <w:tcBorders>
              <w:top w:val="single" w:sz="6" w:space="0" w:color="auto"/>
            </w:tcBorders>
          </w:tcPr>
          <w:p w14:paraId="33FCD5B7" w14:textId="77777777" w:rsidR="00314BFD" w:rsidRPr="006D7FF0" w:rsidRDefault="00314BFD" w:rsidP="00314BFD">
            <w:pPr>
              <w:pStyle w:val="SpecNormal"/>
            </w:pPr>
            <w:r w:rsidRPr="006D7FF0">
              <w:t>HVAC Terminal Unit Systems**</w:t>
            </w:r>
          </w:p>
        </w:tc>
        <w:tc>
          <w:tcPr>
            <w:tcW w:w="7036" w:type="dxa"/>
            <w:tcBorders>
              <w:top w:val="single" w:sz="6" w:space="0" w:color="auto"/>
            </w:tcBorders>
          </w:tcPr>
          <w:p w14:paraId="059FA6E0" w14:textId="77777777" w:rsidR="00314BFD" w:rsidRPr="006D7FF0" w:rsidRDefault="00314BFD" w:rsidP="00314BFD">
            <w:pPr>
              <w:pStyle w:val="SpecNormal"/>
            </w:pPr>
            <w:r w:rsidRPr="006D7FF0">
              <w:t>VAV Terminal Units, CAV terminal units, fan coil units, fin-tube radiation, unit heaters</w:t>
            </w:r>
          </w:p>
        </w:tc>
      </w:tr>
      <w:tr w:rsidR="00314BFD" w:rsidRPr="006D7FF0" w14:paraId="0F78DA95" w14:textId="77777777" w:rsidTr="00B14724">
        <w:trPr>
          <w:cantSplit/>
          <w:jc w:val="center"/>
        </w:trPr>
        <w:tc>
          <w:tcPr>
            <w:tcW w:w="3044" w:type="dxa"/>
            <w:tcBorders>
              <w:top w:val="single" w:sz="6" w:space="0" w:color="auto"/>
            </w:tcBorders>
          </w:tcPr>
          <w:p w14:paraId="793DFAE9" w14:textId="77777777" w:rsidR="00314BFD" w:rsidRPr="006D7FF0" w:rsidRDefault="00314BFD" w:rsidP="00314BFD">
            <w:pPr>
              <w:pStyle w:val="SpecNormal"/>
            </w:pPr>
            <w:r w:rsidRPr="006D7FF0">
              <w:t>Decentralized Unitary HVAC Systems*</w:t>
            </w:r>
          </w:p>
        </w:tc>
        <w:tc>
          <w:tcPr>
            <w:tcW w:w="7036" w:type="dxa"/>
            <w:tcBorders>
              <w:top w:val="single" w:sz="6" w:space="0" w:color="auto"/>
            </w:tcBorders>
          </w:tcPr>
          <w:p w14:paraId="59CFAEFC" w14:textId="77777777" w:rsidR="00314BFD" w:rsidRPr="006D7FF0" w:rsidRDefault="00314BFD" w:rsidP="00314BFD">
            <w:pPr>
              <w:pStyle w:val="SpecNormal"/>
            </w:pPr>
            <w:r w:rsidRPr="006D7FF0">
              <w:t>Split-system HVAC systems, controls, interface with facility DDC</w:t>
            </w:r>
          </w:p>
        </w:tc>
      </w:tr>
      <w:tr w:rsidR="00314BFD" w:rsidRPr="006D7FF0" w14:paraId="23E5C800" w14:textId="77777777" w:rsidTr="00B14724">
        <w:trPr>
          <w:cantSplit/>
          <w:jc w:val="center"/>
        </w:trPr>
        <w:tc>
          <w:tcPr>
            <w:tcW w:w="3044" w:type="dxa"/>
            <w:tcBorders>
              <w:top w:val="single" w:sz="6" w:space="0" w:color="auto"/>
            </w:tcBorders>
          </w:tcPr>
          <w:p w14:paraId="2A664239" w14:textId="77777777" w:rsidR="00314BFD" w:rsidRPr="006D7FF0" w:rsidRDefault="00314BFD" w:rsidP="00314BFD">
            <w:pPr>
              <w:pStyle w:val="SpecNormal"/>
            </w:pPr>
            <w:r w:rsidRPr="006D7FF0">
              <w:t>Unitary Heat Pump Systems**</w:t>
            </w:r>
          </w:p>
        </w:tc>
        <w:tc>
          <w:tcPr>
            <w:tcW w:w="7036" w:type="dxa"/>
            <w:tcBorders>
              <w:top w:val="single" w:sz="6" w:space="0" w:color="auto"/>
            </w:tcBorders>
          </w:tcPr>
          <w:p w14:paraId="3007521C" w14:textId="77777777" w:rsidR="00314BFD" w:rsidRPr="006D7FF0" w:rsidRDefault="00314BFD" w:rsidP="00314BFD">
            <w:pPr>
              <w:pStyle w:val="SpecNormal"/>
            </w:pPr>
            <w:r w:rsidRPr="006D7FF0">
              <w:t>Water-source heat pumps, controls, interface with facility DDC</w:t>
            </w:r>
          </w:p>
        </w:tc>
      </w:tr>
      <w:tr w:rsidR="00314BFD" w:rsidRPr="006D7FF0" w14:paraId="38972BBE" w14:textId="77777777" w:rsidTr="00B14724">
        <w:trPr>
          <w:cantSplit/>
          <w:jc w:val="center"/>
        </w:trPr>
        <w:tc>
          <w:tcPr>
            <w:tcW w:w="3044" w:type="dxa"/>
            <w:tcBorders>
              <w:top w:val="single" w:sz="6" w:space="0" w:color="auto"/>
            </w:tcBorders>
          </w:tcPr>
          <w:p w14:paraId="41367AF2" w14:textId="77777777" w:rsidR="00314BFD" w:rsidRPr="006D7FF0" w:rsidRDefault="00314BFD" w:rsidP="00314BFD">
            <w:pPr>
              <w:pStyle w:val="SpecNormal"/>
            </w:pPr>
            <w:r w:rsidRPr="006D7FF0">
              <w:t>Humidity Control Systems</w:t>
            </w:r>
          </w:p>
        </w:tc>
        <w:tc>
          <w:tcPr>
            <w:tcW w:w="7036" w:type="dxa"/>
            <w:tcBorders>
              <w:top w:val="single" w:sz="6" w:space="0" w:color="auto"/>
            </w:tcBorders>
          </w:tcPr>
          <w:p w14:paraId="621772AC" w14:textId="77777777" w:rsidR="00314BFD" w:rsidRPr="006D7FF0" w:rsidRDefault="00314BFD" w:rsidP="00314BFD">
            <w:pPr>
              <w:pStyle w:val="SpecNormal"/>
            </w:pPr>
            <w:r w:rsidRPr="006D7FF0">
              <w:t>Humidifiers, de-humidifiers, controls, interface with facility DDC</w:t>
            </w:r>
          </w:p>
        </w:tc>
      </w:tr>
      <w:tr w:rsidR="00314BFD" w:rsidRPr="006D7FF0" w14:paraId="168E01A8" w14:textId="77777777" w:rsidTr="00B14724">
        <w:trPr>
          <w:cantSplit/>
          <w:jc w:val="center"/>
        </w:trPr>
        <w:tc>
          <w:tcPr>
            <w:tcW w:w="3044" w:type="dxa"/>
            <w:tcBorders>
              <w:top w:val="single" w:sz="6" w:space="0" w:color="auto"/>
            </w:tcBorders>
          </w:tcPr>
          <w:p w14:paraId="1A75EA26" w14:textId="77777777" w:rsidR="00314BFD" w:rsidRPr="006D7FF0" w:rsidRDefault="00314BFD" w:rsidP="00314BFD">
            <w:pPr>
              <w:pStyle w:val="SpecNormal"/>
            </w:pPr>
            <w:r w:rsidRPr="006D7FF0">
              <w:t>Hydronic Distribution Systems</w:t>
            </w:r>
          </w:p>
        </w:tc>
        <w:tc>
          <w:tcPr>
            <w:tcW w:w="7036" w:type="dxa"/>
            <w:tcBorders>
              <w:top w:val="single" w:sz="6" w:space="0" w:color="auto"/>
            </w:tcBorders>
          </w:tcPr>
          <w:p w14:paraId="38A46A47" w14:textId="77777777" w:rsidR="00314BFD" w:rsidRPr="006D7FF0" w:rsidRDefault="00314BFD" w:rsidP="00314BFD">
            <w:pPr>
              <w:pStyle w:val="SpecNormal"/>
            </w:pPr>
            <w:r w:rsidRPr="006D7FF0">
              <w:t xml:space="preserve">Pumps, DDC control panels, heat exchangers, </w:t>
            </w:r>
          </w:p>
        </w:tc>
      </w:tr>
      <w:tr w:rsidR="00314BFD" w:rsidRPr="006D7FF0" w14:paraId="5A3C3F3D" w14:textId="77777777" w:rsidTr="00B14724">
        <w:trPr>
          <w:cantSplit/>
          <w:jc w:val="center"/>
        </w:trPr>
        <w:tc>
          <w:tcPr>
            <w:tcW w:w="3044" w:type="dxa"/>
            <w:tcBorders>
              <w:top w:val="single" w:sz="6" w:space="0" w:color="auto"/>
            </w:tcBorders>
          </w:tcPr>
          <w:p w14:paraId="60E25808" w14:textId="77777777" w:rsidR="00314BFD" w:rsidRPr="006D7FF0" w:rsidRDefault="00314BFD" w:rsidP="00314BFD">
            <w:pPr>
              <w:pStyle w:val="SpecNormal"/>
            </w:pPr>
            <w:r w:rsidRPr="006D7FF0">
              <w:t>Facility Fuel Systems</w:t>
            </w:r>
          </w:p>
        </w:tc>
        <w:tc>
          <w:tcPr>
            <w:tcW w:w="7036" w:type="dxa"/>
            <w:tcBorders>
              <w:top w:val="single" w:sz="6" w:space="0" w:color="auto"/>
            </w:tcBorders>
          </w:tcPr>
          <w:p w14:paraId="6658081D" w14:textId="77777777" w:rsidR="00314BFD" w:rsidRPr="006D7FF0" w:rsidRDefault="00314BFD" w:rsidP="00314BFD">
            <w:pPr>
              <w:pStyle w:val="SpecNormal"/>
            </w:pPr>
            <w:r w:rsidRPr="006D7FF0">
              <w:t>Boiler fuel system, generator fuel system</w:t>
            </w:r>
          </w:p>
        </w:tc>
      </w:tr>
      <w:tr w:rsidR="00314BFD" w:rsidRPr="006D7FF0" w14:paraId="21BEE33D" w14:textId="77777777" w:rsidTr="00B14724">
        <w:trPr>
          <w:cantSplit/>
          <w:jc w:val="center"/>
        </w:trPr>
        <w:tc>
          <w:tcPr>
            <w:tcW w:w="3044" w:type="dxa"/>
            <w:tcBorders>
              <w:top w:val="single" w:sz="6" w:space="0" w:color="auto"/>
            </w:tcBorders>
          </w:tcPr>
          <w:p w14:paraId="5452E6EB" w14:textId="77777777" w:rsidR="00314BFD" w:rsidRPr="006D7FF0" w:rsidRDefault="00314BFD" w:rsidP="00314BFD">
            <w:pPr>
              <w:pStyle w:val="SpecNormal"/>
            </w:pPr>
            <w:r w:rsidRPr="006D7FF0">
              <w:t>Geothermal Energy Direct Use Heating **</w:t>
            </w:r>
          </w:p>
        </w:tc>
        <w:tc>
          <w:tcPr>
            <w:tcW w:w="7036" w:type="dxa"/>
            <w:tcBorders>
              <w:top w:val="single" w:sz="6" w:space="0" w:color="auto"/>
            </w:tcBorders>
          </w:tcPr>
          <w:p w14:paraId="0B71A475" w14:textId="77777777" w:rsidR="00314BFD" w:rsidRPr="006D7FF0" w:rsidRDefault="00314BFD" w:rsidP="00314BFD">
            <w:pPr>
              <w:pStyle w:val="SpecNormal"/>
            </w:pPr>
            <w:r w:rsidRPr="006D7FF0">
              <w:t>Geothermal well, ground heat exchanger, geothermal pumps, heat exchanger, valves, instrumentation</w:t>
            </w:r>
          </w:p>
        </w:tc>
      </w:tr>
      <w:tr w:rsidR="00314BFD" w:rsidRPr="006D7FF0" w14:paraId="10E0E79E" w14:textId="77777777" w:rsidTr="00B14724">
        <w:trPr>
          <w:cantSplit/>
          <w:jc w:val="center"/>
        </w:trPr>
        <w:tc>
          <w:tcPr>
            <w:tcW w:w="3044" w:type="dxa"/>
            <w:tcBorders>
              <w:top w:val="single" w:sz="6" w:space="0" w:color="auto"/>
            </w:tcBorders>
          </w:tcPr>
          <w:p w14:paraId="3320609F" w14:textId="77777777" w:rsidR="00314BFD" w:rsidRPr="006D7FF0" w:rsidRDefault="00314BFD" w:rsidP="00314BFD">
            <w:pPr>
              <w:pStyle w:val="SpecNormal"/>
            </w:pPr>
            <w:r w:rsidRPr="006D7FF0">
              <w:t>Solar Energy Heating Systems **</w:t>
            </w:r>
          </w:p>
        </w:tc>
        <w:tc>
          <w:tcPr>
            <w:tcW w:w="7036" w:type="dxa"/>
            <w:tcBorders>
              <w:top w:val="single" w:sz="6" w:space="0" w:color="auto"/>
            </w:tcBorders>
          </w:tcPr>
          <w:p w14:paraId="7C2775D8" w14:textId="77777777" w:rsidR="00314BFD" w:rsidRPr="006D7FF0" w:rsidRDefault="00314BFD" w:rsidP="00314BFD">
            <w:pPr>
              <w:pStyle w:val="SpecNormal"/>
            </w:pPr>
            <w:r w:rsidRPr="006D7FF0">
              <w:t>Solar collectors, heat exchangers, storage tanks, solar-boosted domestic hot water heater, pumps, valves, instrumentation</w:t>
            </w:r>
          </w:p>
        </w:tc>
      </w:tr>
      <w:tr w:rsidR="00314BFD" w:rsidRPr="006D7FF0" w14:paraId="0FF39959" w14:textId="77777777" w:rsidTr="00B14724">
        <w:trPr>
          <w:cantSplit/>
          <w:jc w:val="center"/>
        </w:trPr>
        <w:tc>
          <w:tcPr>
            <w:tcW w:w="3044" w:type="dxa"/>
            <w:tcBorders>
              <w:top w:val="single" w:sz="6" w:space="0" w:color="auto"/>
            </w:tcBorders>
          </w:tcPr>
          <w:p w14:paraId="1F224D86" w14:textId="77777777" w:rsidR="00314BFD" w:rsidRPr="006D7FF0" w:rsidRDefault="00314BFD" w:rsidP="00314BFD">
            <w:pPr>
              <w:pStyle w:val="SpecNormal"/>
            </w:pPr>
            <w:r w:rsidRPr="006D7FF0">
              <w:t>Facility Fuel Gas Systems</w:t>
            </w:r>
          </w:p>
        </w:tc>
        <w:tc>
          <w:tcPr>
            <w:tcW w:w="7036" w:type="dxa"/>
            <w:tcBorders>
              <w:top w:val="single" w:sz="6" w:space="0" w:color="auto"/>
            </w:tcBorders>
          </w:tcPr>
          <w:p w14:paraId="0204DF35" w14:textId="77777777" w:rsidR="00314BFD" w:rsidRPr="006D7FF0" w:rsidRDefault="00314BFD" w:rsidP="00314BFD">
            <w:pPr>
              <w:pStyle w:val="SpecNormal"/>
            </w:pPr>
            <w:r w:rsidRPr="006D7FF0">
              <w:t>Witness Natural gas piping pressure testing, natural gas compressors and storage, propane storage</w:t>
            </w:r>
          </w:p>
        </w:tc>
      </w:tr>
      <w:tr w:rsidR="00314BFD" w:rsidRPr="006D7FF0" w14:paraId="0E50EB9F" w14:textId="77777777" w:rsidTr="00B14724">
        <w:trPr>
          <w:cantSplit/>
          <w:jc w:val="center"/>
        </w:trPr>
        <w:tc>
          <w:tcPr>
            <w:tcW w:w="3044" w:type="dxa"/>
            <w:tcBorders>
              <w:top w:val="single" w:sz="6" w:space="0" w:color="auto"/>
              <w:bottom w:val="single" w:sz="6" w:space="0" w:color="auto"/>
            </w:tcBorders>
          </w:tcPr>
          <w:p w14:paraId="0F4E9B71" w14:textId="77777777" w:rsidR="00314BFD" w:rsidRPr="006D7FF0" w:rsidRDefault="00314BFD" w:rsidP="00314BFD">
            <w:pPr>
              <w:pStyle w:val="SpecNormal"/>
            </w:pPr>
            <w:r w:rsidRPr="006D7FF0">
              <w:t>Smoke Evacuation System</w:t>
            </w:r>
          </w:p>
        </w:tc>
        <w:tc>
          <w:tcPr>
            <w:tcW w:w="7036" w:type="dxa"/>
            <w:tcBorders>
              <w:top w:val="single" w:sz="6" w:space="0" w:color="auto"/>
              <w:bottom w:val="single" w:sz="6" w:space="0" w:color="auto"/>
            </w:tcBorders>
          </w:tcPr>
          <w:p w14:paraId="55ADF9B1" w14:textId="77777777" w:rsidR="00314BFD" w:rsidRPr="006D7FF0" w:rsidRDefault="00314BFD" w:rsidP="00314BFD">
            <w:pPr>
              <w:pStyle w:val="SpecNormal"/>
            </w:pPr>
            <w:r w:rsidRPr="006D7FF0">
              <w:t>Atrium smoke evacuation, other smoke evacuation and smoke management systems, controls, interface with other systems (fire alarm), emergency operation.</w:t>
            </w:r>
          </w:p>
        </w:tc>
      </w:tr>
      <w:tr w:rsidR="00314BFD" w:rsidRPr="006D7FF0" w14:paraId="35079157"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516BF0F4" w14:textId="77777777" w:rsidR="00314BFD" w:rsidRPr="00B14724" w:rsidRDefault="00314BFD" w:rsidP="00314BFD">
            <w:pPr>
              <w:pStyle w:val="SpecNormal"/>
              <w:rPr>
                <w:b/>
              </w:rPr>
            </w:pPr>
            <w:r w:rsidRPr="00B14724">
              <w:rPr>
                <w:b/>
              </w:rPr>
              <w:t>Electrical</w:t>
            </w:r>
          </w:p>
        </w:tc>
      </w:tr>
      <w:tr w:rsidR="00314BFD" w:rsidRPr="006D7FF0" w14:paraId="55061F57" w14:textId="77777777" w:rsidTr="00B14724">
        <w:trPr>
          <w:cantSplit/>
          <w:jc w:val="center"/>
        </w:trPr>
        <w:tc>
          <w:tcPr>
            <w:tcW w:w="3044" w:type="dxa"/>
            <w:tcBorders>
              <w:top w:val="single" w:sz="6" w:space="0" w:color="auto"/>
            </w:tcBorders>
          </w:tcPr>
          <w:p w14:paraId="7E5F8221" w14:textId="77777777" w:rsidR="00314BFD" w:rsidRPr="006D7FF0" w:rsidRDefault="00314BFD" w:rsidP="00314BFD">
            <w:pPr>
              <w:pStyle w:val="SpecNormal"/>
            </w:pPr>
            <w:r w:rsidRPr="006D7FF0">
              <w:t>Medium-Voltage Electrical Distribution Systems</w:t>
            </w:r>
          </w:p>
        </w:tc>
        <w:tc>
          <w:tcPr>
            <w:tcW w:w="7036" w:type="dxa"/>
            <w:tcBorders>
              <w:top w:val="single" w:sz="6" w:space="0" w:color="auto"/>
            </w:tcBorders>
          </w:tcPr>
          <w:p w14:paraId="31102FCA" w14:textId="77777777" w:rsidR="00314BFD" w:rsidRPr="006D7FF0" w:rsidRDefault="00314BFD" w:rsidP="00314BFD">
            <w:pPr>
              <w:pStyle w:val="SpecNormal"/>
            </w:pPr>
            <w:r w:rsidRPr="006D7FF0">
              <w:t xml:space="preserve">Medium-Voltage Switchgear, Medium-Voltage Switches, Underground </w:t>
            </w:r>
            <w:proofErr w:type="spellStart"/>
            <w:r w:rsidRPr="006D7FF0">
              <w:t>ductbank</w:t>
            </w:r>
            <w:proofErr w:type="spellEnd"/>
            <w:r w:rsidRPr="006D7FF0">
              <w:t xml:space="preserve"> and distribution, Pad-Mount Transformers, Medium-Voltage Load Interrupter Switches, </w:t>
            </w:r>
          </w:p>
        </w:tc>
      </w:tr>
      <w:tr w:rsidR="00314BFD" w:rsidRPr="006D7FF0" w14:paraId="2864CB9E" w14:textId="77777777" w:rsidTr="00B14724">
        <w:trPr>
          <w:cantSplit/>
          <w:jc w:val="center"/>
        </w:trPr>
        <w:tc>
          <w:tcPr>
            <w:tcW w:w="3044" w:type="dxa"/>
            <w:tcBorders>
              <w:top w:val="single" w:sz="6" w:space="0" w:color="auto"/>
            </w:tcBorders>
          </w:tcPr>
          <w:p w14:paraId="66ED26F8" w14:textId="77777777" w:rsidR="00314BFD" w:rsidRPr="006D7FF0" w:rsidRDefault="00314BFD" w:rsidP="00314BFD">
            <w:pPr>
              <w:pStyle w:val="SpecNormal"/>
            </w:pPr>
            <w:r w:rsidRPr="006D7FF0">
              <w:lastRenderedPageBreak/>
              <w:t>Grounding &amp; Bonding Systems</w:t>
            </w:r>
          </w:p>
        </w:tc>
        <w:tc>
          <w:tcPr>
            <w:tcW w:w="7036" w:type="dxa"/>
            <w:tcBorders>
              <w:top w:val="single" w:sz="6" w:space="0" w:color="auto"/>
            </w:tcBorders>
          </w:tcPr>
          <w:p w14:paraId="32FCD42F" w14:textId="77777777" w:rsidR="00314BFD" w:rsidRPr="006D7FF0" w:rsidRDefault="00314BFD" w:rsidP="00314BFD">
            <w:pPr>
              <w:pStyle w:val="SpecNormal"/>
            </w:pPr>
            <w:r w:rsidRPr="006D7FF0">
              <w:t>Witness 3rd party testing, review reports</w:t>
            </w:r>
          </w:p>
        </w:tc>
      </w:tr>
      <w:tr w:rsidR="00314BFD" w:rsidRPr="006D7FF0" w14:paraId="5D6C18E3" w14:textId="77777777" w:rsidTr="00B14724">
        <w:trPr>
          <w:cantSplit/>
          <w:jc w:val="center"/>
        </w:trPr>
        <w:tc>
          <w:tcPr>
            <w:tcW w:w="3044" w:type="dxa"/>
            <w:tcBorders>
              <w:top w:val="single" w:sz="6" w:space="0" w:color="auto"/>
            </w:tcBorders>
          </w:tcPr>
          <w:p w14:paraId="3DE43D3F" w14:textId="77777777" w:rsidR="00314BFD" w:rsidRPr="006D7FF0" w:rsidRDefault="00314BFD" w:rsidP="00314BFD">
            <w:pPr>
              <w:pStyle w:val="SpecNormal"/>
            </w:pPr>
            <w:r w:rsidRPr="006D7FF0">
              <w:t>Electric Power Monitoring Systems</w:t>
            </w:r>
          </w:p>
        </w:tc>
        <w:tc>
          <w:tcPr>
            <w:tcW w:w="7036" w:type="dxa"/>
            <w:tcBorders>
              <w:top w:val="single" w:sz="6" w:space="0" w:color="auto"/>
            </w:tcBorders>
          </w:tcPr>
          <w:p w14:paraId="780E7359" w14:textId="77777777" w:rsidR="00314BFD" w:rsidRPr="006D7FF0" w:rsidRDefault="00314BFD" w:rsidP="00314BFD">
            <w:pPr>
              <w:pStyle w:val="SpecNormal"/>
            </w:pPr>
            <w:r w:rsidRPr="006D7FF0">
              <w:t>Metering, sub-metering, power monitoring systems, PLC control systems</w:t>
            </w:r>
          </w:p>
        </w:tc>
      </w:tr>
      <w:tr w:rsidR="00314BFD" w:rsidRPr="006D7FF0" w14:paraId="0612D499" w14:textId="77777777" w:rsidTr="00B14724">
        <w:trPr>
          <w:cantSplit/>
          <w:jc w:val="center"/>
        </w:trPr>
        <w:tc>
          <w:tcPr>
            <w:tcW w:w="3044" w:type="dxa"/>
            <w:tcBorders>
              <w:top w:val="single" w:sz="6" w:space="0" w:color="auto"/>
            </w:tcBorders>
          </w:tcPr>
          <w:p w14:paraId="1703AA8A" w14:textId="77777777" w:rsidR="00314BFD" w:rsidRPr="006D7FF0" w:rsidRDefault="00314BFD" w:rsidP="00314BFD">
            <w:pPr>
              <w:pStyle w:val="SpecNormal"/>
            </w:pPr>
            <w:r w:rsidRPr="006D7FF0">
              <w:t>Electrical System Protective Device Study</w:t>
            </w:r>
          </w:p>
        </w:tc>
        <w:tc>
          <w:tcPr>
            <w:tcW w:w="7036" w:type="dxa"/>
            <w:tcBorders>
              <w:top w:val="single" w:sz="6" w:space="0" w:color="auto"/>
            </w:tcBorders>
          </w:tcPr>
          <w:p w14:paraId="02B21D18" w14:textId="77777777" w:rsidR="00314BFD" w:rsidRPr="006D7FF0" w:rsidRDefault="00314BFD" w:rsidP="00314BFD">
            <w:pPr>
              <w:pStyle w:val="SpecNormal"/>
            </w:pPr>
            <w:r w:rsidRPr="006D7FF0">
              <w:t>Review reports, verify field settings consistent with Study</w:t>
            </w:r>
          </w:p>
        </w:tc>
      </w:tr>
      <w:tr w:rsidR="00314BFD" w:rsidRPr="006D7FF0" w14:paraId="24601047" w14:textId="77777777" w:rsidTr="00B14724">
        <w:trPr>
          <w:cantSplit/>
          <w:jc w:val="center"/>
        </w:trPr>
        <w:tc>
          <w:tcPr>
            <w:tcW w:w="3044" w:type="dxa"/>
            <w:tcBorders>
              <w:top w:val="single" w:sz="6" w:space="0" w:color="auto"/>
            </w:tcBorders>
          </w:tcPr>
          <w:p w14:paraId="1B72B1E0" w14:textId="77777777" w:rsidR="00314BFD" w:rsidRPr="006D7FF0" w:rsidRDefault="00314BFD" w:rsidP="00314BFD">
            <w:pPr>
              <w:pStyle w:val="SpecNormal"/>
            </w:pPr>
            <w:r w:rsidRPr="006D7FF0">
              <w:t>Secondary Unit Substations</w:t>
            </w:r>
          </w:p>
        </w:tc>
        <w:tc>
          <w:tcPr>
            <w:tcW w:w="7036" w:type="dxa"/>
            <w:tcBorders>
              <w:top w:val="single" w:sz="6" w:space="0" w:color="auto"/>
            </w:tcBorders>
          </w:tcPr>
          <w:p w14:paraId="1A1EA301" w14:textId="77777777" w:rsidR="00314BFD" w:rsidRPr="006D7FF0" w:rsidRDefault="00314BFD" w:rsidP="00314BFD">
            <w:pPr>
              <w:pStyle w:val="SpecNormal"/>
            </w:pPr>
            <w:r w:rsidRPr="006D7FF0">
              <w:t xml:space="preserve">Medium-voltage components, transformers, low-voltage distribution, verify breaker testing results (injection current, etc) </w:t>
            </w:r>
          </w:p>
        </w:tc>
      </w:tr>
      <w:tr w:rsidR="00314BFD" w:rsidRPr="006D7FF0" w14:paraId="35AE2E48" w14:textId="77777777" w:rsidTr="00B14724">
        <w:trPr>
          <w:cantSplit/>
          <w:jc w:val="center"/>
        </w:trPr>
        <w:tc>
          <w:tcPr>
            <w:tcW w:w="3044" w:type="dxa"/>
            <w:tcBorders>
              <w:top w:val="single" w:sz="6" w:space="0" w:color="auto"/>
            </w:tcBorders>
          </w:tcPr>
          <w:p w14:paraId="145D4AC0" w14:textId="77777777" w:rsidR="00314BFD" w:rsidRPr="006D7FF0" w:rsidRDefault="00314BFD" w:rsidP="00314BFD">
            <w:pPr>
              <w:pStyle w:val="SpecNormal"/>
            </w:pPr>
            <w:r w:rsidRPr="006D7FF0">
              <w:t>Low-Voltage Distribution System</w:t>
            </w:r>
          </w:p>
        </w:tc>
        <w:tc>
          <w:tcPr>
            <w:tcW w:w="7036" w:type="dxa"/>
            <w:tcBorders>
              <w:top w:val="single" w:sz="6" w:space="0" w:color="auto"/>
            </w:tcBorders>
          </w:tcPr>
          <w:p w14:paraId="5A096680" w14:textId="77777777" w:rsidR="00314BFD" w:rsidRPr="006D7FF0" w:rsidRDefault="00314BFD" w:rsidP="00314BFD">
            <w:pPr>
              <w:pStyle w:val="SpecNormal"/>
            </w:pPr>
            <w:r w:rsidRPr="006D7FF0">
              <w:t>Normal power distribution system, Life-safety power distribution system, critical power distribution system, equipment power distribution system, switchboards, distribution panels, panelboards, verify breaker testing results (injection current, etc)</w:t>
            </w:r>
          </w:p>
        </w:tc>
      </w:tr>
      <w:tr w:rsidR="00314BFD" w:rsidRPr="006D7FF0" w14:paraId="769DF11A" w14:textId="77777777" w:rsidTr="00B14724">
        <w:trPr>
          <w:cantSplit/>
          <w:jc w:val="center"/>
        </w:trPr>
        <w:tc>
          <w:tcPr>
            <w:tcW w:w="3044" w:type="dxa"/>
            <w:tcBorders>
              <w:top w:val="single" w:sz="6" w:space="0" w:color="auto"/>
            </w:tcBorders>
          </w:tcPr>
          <w:p w14:paraId="76323FFE" w14:textId="77777777" w:rsidR="00314BFD" w:rsidRPr="006D7FF0" w:rsidRDefault="00314BFD" w:rsidP="00314BFD">
            <w:pPr>
              <w:pStyle w:val="SpecNormal"/>
            </w:pPr>
            <w:r w:rsidRPr="006D7FF0">
              <w:t>Emergency Power Generation Systems</w:t>
            </w:r>
          </w:p>
        </w:tc>
        <w:tc>
          <w:tcPr>
            <w:tcW w:w="7036" w:type="dxa"/>
            <w:tcBorders>
              <w:top w:val="single" w:sz="6" w:space="0" w:color="auto"/>
            </w:tcBorders>
          </w:tcPr>
          <w:p w14:paraId="00CDEA30" w14:textId="77777777" w:rsidR="00314BFD" w:rsidRPr="006D7FF0" w:rsidRDefault="00314BFD" w:rsidP="00314BFD">
            <w:pPr>
              <w:pStyle w:val="SpecNormal"/>
            </w:pPr>
            <w:r w:rsidRPr="006D7FF0">
              <w:t>Generators, Generator paralleling switchgear, automatic transfer switches, PLC and other control systems</w:t>
            </w:r>
          </w:p>
        </w:tc>
      </w:tr>
      <w:tr w:rsidR="00314BFD" w:rsidRPr="006D7FF0" w14:paraId="10CCD5D5" w14:textId="77777777" w:rsidTr="00B14724">
        <w:trPr>
          <w:cantSplit/>
          <w:jc w:val="center"/>
        </w:trPr>
        <w:tc>
          <w:tcPr>
            <w:tcW w:w="3044" w:type="dxa"/>
            <w:tcBorders>
              <w:top w:val="single" w:sz="6" w:space="0" w:color="auto"/>
            </w:tcBorders>
          </w:tcPr>
          <w:p w14:paraId="24375F18" w14:textId="77777777" w:rsidR="00314BFD" w:rsidRPr="006D7FF0" w:rsidRDefault="00314BFD" w:rsidP="00314BFD">
            <w:pPr>
              <w:pStyle w:val="SpecNormal"/>
            </w:pPr>
            <w:r w:rsidRPr="006D7FF0">
              <w:t>Lighting &amp; Lighting Control** Systems</w:t>
            </w:r>
          </w:p>
        </w:tc>
        <w:tc>
          <w:tcPr>
            <w:tcW w:w="7036" w:type="dxa"/>
            <w:tcBorders>
              <w:top w:val="single" w:sz="6" w:space="0" w:color="auto"/>
            </w:tcBorders>
          </w:tcPr>
          <w:p w14:paraId="7B47E944" w14:textId="77777777" w:rsidR="00314BFD" w:rsidRPr="006D7FF0" w:rsidRDefault="00314BFD" w:rsidP="00314BFD">
            <w:pPr>
              <w:pStyle w:val="SpecNormal"/>
            </w:pPr>
            <w:r w:rsidRPr="006D7FF0">
              <w:t>Emergency lighting, occupancy sensors, lighting control systems, architectural dimming systems, theatrical dimming systems, exterior lighting and controls</w:t>
            </w:r>
          </w:p>
        </w:tc>
      </w:tr>
      <w:tr w:rsidR="00314BFD" w:rsidRPr="006D7FF0" w14:paraId="38C32CB6" w14:textId="77777777" w:rsidTr="00B14724">
        <w:trPr>
          <w:cantSplit/>
          <w:jc w:val="center"/>
        </w:trPr>
        <w:tc>
          <w:tcPr>
            <w:tcW w:w="3044" w:type="dxa"/>
            <w:tcBorders>
              <w:top w:val="single" w:sz="6" w:space="0" w:color="auto"/>
            </w:tcBorders>
          </w:tcPr>
          <w:p w14:paraId="1D34173C" w14:textId="77777777" w:rsidR="00314BFD" w:rsidRPr="006D7FF0" w:rsidRDefault="00314BFD" w:rsidP="00314BFD">
            <w:pPr>
              <w:pStyle w:val="SpecNormal"/>
            </w:pPr>
            <w:r w:rsidRPr="006D7FF0">
              <w:t>Cathodic Protection Systems</w:t>
            </w:r>
          </w:p>
        </w:tc>
        <w:tc>
          <w:tcPr>
            <w:tcW w:w="7036" w:type="dxa"/>
            <w:tcBorders>
              <w:top w:val="single" w:sz="6" w:space="0" w:color="auto"/>
            </w:tcBorders>
          </w:tcPr>
          <w:p w14:paraId="726C1DE1" w14:textId="77777777" w:rsidR="00314BFD" w:rsidRPr="006D7FF0" w:rsidRDefault="00314BFD" w:rsidP="00314BFD">
            <w:pPr>
              <w:pStyle w:val="SpecNormal"/>
            </w:pPr>
            <w:r w:rsidRPr="006D7FF0">
              <w:t>Review 3rd party testing results.</w:t>
            </w:r>
          </w:p>
        </w:tc>
      </w:tr>
      <w:tr w:rsidR="00314BFD" w:rsidRPr="006D7FF0" w14:paraId="43269B73" w14:textId="77777777" w:rsidTr="00B14724">
        <w:trPr>
          <w:cantSplit/>
          <w:jc w:val="center"/>
        </w:trPr>
        <w:tc>
          <w:tcPr>
            <w:tcW w:w="3044" w:type="dxa"/>
            <w:tcBorders>
              <w:top w:val="single" w:sz="6" w:space="0" w:color="auto"/>
            </w:tcBorders>
          </w:tcPr>
          <w:p w14:paraId="32971237" w14:textId="77777777" w:rsidR="00314BFD" w:rsidRPr="006D7FF0" w:rsidRDefault="00314BFD" w:rsidP="00314BFD">
            <w:pPr>
              <w:pStyle w:val="SpecNormal"/>
            </w:pPr>
            <w:r w:rsidRPr="006D7FF0">
              <w:t>Lightning Protection System</w:t>
            </w:r>
          </w:p>
        </w:tc>
        <w:tc>
          <w:tcPr>
            <w:tcW w:w="7036" w:type="dxa"/>
            <w:tcBorders>
              <w:top w:val="single" w:sz="6" w:space="0" w:color="auto"/>
            </w:tcBorders>
          </w:tcPr>
          <w:p w14:paraId="68A2A87C" w14:textId="77777777" w:rsidR="00314BFD" w:rsidRPr="006D7FF0" w:rsidRDefault="00314BFD" w:rsidP="00314BFD">
            <w:pPr>
              <w:pStyle w:val="SpecNormal"/>
            </w:pPr>
            <w:r w:rsidRPr="006D7FF0">
              <w:t>Witness 3rd party testing, review reports</w:t>
            </w:r>
          </w:p>
        </w:tc>
      </w:tr>
      <w:tr w:rsidR="00314BFD" w:rsidRPr="006D7FF0" w14:paraId="1D60C8FC" w14:textId="77777777" w:rsidTr="00B14724">
        <w:trPr>
          <w:cantSplit/>
          <w:jc w:val="center"/>
        </w:trPr>
        <w:tc>
          <w:tcPr>
            <w:tcW w:w="3044" w:type="dxa"/>
            <w:tcBorders>
              <w:top w:val="single" w:sz="6" w:space="0" w:color="auto"/>
              <w:bottom w:val="single" w:sz="6" w:space="0" w:color="auto"/>
            </w:tcBorders>
          </w:tcPr>
          <w:p w14:paraId="3B267507" w14:textId="77777777" w:rsidR="00314BFD" w:rsidRPr="006D7FF0" w:rsidRDefault="00314BFD" w:rsidP="00314BFD">
            <w:pPr>
              <w:pStyle w:val="SpecNormal"/>
            </w:pPr>
          </w:p>
        </w:tc>
        <w:tc>
          <w:tcPr>
            <w:tcW w:w="7036" w:type="dxa"/>
            <w:tcBorders>
              <w:top w:val="single" w:sz="6" w:space="0" w:color="auto"/>
              <w:bottom w:val="single" w:sz="6" w:space="0" w:color="auto"/>
            </w:tcBorders>
          </w:tcPr>
          <w:p w14:paraId="4D6456BF" w14:textId="77777777" w:rsidR="00314BFD" w:rsidRPr="006D7FF0" w:rsidRDefault="00314BFD" w:rsidP="00314BFD">
            <w:pPr>
              <w:pStyle w:val="SpecNormal"/>
            </w:pPr>
          </w:p>
        </w:tc>
      </w:tr>
      <w:tr w:rsidR="00314BFD" w:rsidRPr="006D7FF0" w14:paraId="3B804380"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250B3F18" w14:textId="77777777" w:rsidR="00314BFD" w:rsidRPr="00B14724" w:rsidRDefault="00314BFD" w:rsidP="00314BFD">
            <w:pPr>
              <w:pStyle w:val="SpecNormal"/>
              <w:rPr>
                <w:b/>
              </w:rPr>
            </w:pPr>
            <w:r w:rsidRPr="00B14724">
              <w:rPr>
                <w:b/>
              </w:rPr>
              <w:t>Communications</w:t>
            </w:r>
          </w:p>
        </w:tc>
      </w:tr>
      <w:tr w:rsidR="00314BFD" w:rsidRPr="006D7FF0" w14:paraId="608C1E86" w14:textId="77777777" w:rsidTr="00B14724">
        <w:trPr>
          <w:cantSplit/>
          <w:jc w:val="center"/>
        </w:trPr>
        <w:tc>
          <w:tcPr>
            <w:tcW w:w="3044" w:type="dxa"/>
            <w:tcBorders>
              <w:top w:val="single" w:sz="6" w:space="0" w:color="auto"/>
            </w:tcBorders>
          </w:tcPr>
          <w:p w14:paraId="42AA5FCA" w14:textId="77777777" w:rsidR="00314BFD" w:rsidRPr="006D7FF0" w:rsidRDefault="00314BFD" w:rsidP="00314BFD">
            <w:pPr>
              <w:pStyle w:val="SpecNormal"/>
            </w:pPr>
            <w:r w:rsidRPr="006D7FF0">
              <w:t>Grounding &amp; Bonding System</w:t>
            </w:r>
          </w:p>
        </w:tc>
        <w:tc>
          <w:tcPr>
            <w:tcW w:w="7036" w:type="dxa"/>
            <w:tcBorders>
              <w:top w:val="single" w:sz="6" w:space="0" w:color="auto"/>
            </w:tcBorders>
          </w:tcPr>
          <w:p w14:paraId="1D299D81" w14:textId="77777777" w:rsidR="00314BFD" w:rsidRPr="006D7FF0" w:rsidRDefault="00314BFD" w:rsidP="00314BFD">
            <w:pPr>
              <w:pStyle w:val="SpecNormal"/>
            </w:pPr>
            <w:r w:rsidRPr="006D7FF0">
              <w:t>Witness 3rd party testing, review reports</w:t>
            </w:r>
          </w:p>
        </w:tc>
      </w:tr>
      <w:tr w:rsidR="00314BFD" w:rsidRPr="006D7FF0" w14:paraId="49A1AE10" w14:textId="77777777" w:rsidTr="00B14724">
        <w:trPr>
          <w:cantSplit/>
          <w:jc w:val="center"/>
        </w:trPr>
        <w:tc>
          <w:tcPr>
            <w:tcW w:w="3044" w:type="dxa"/>
            <w:tcBorders>
              <w:top w:val="single" w:sz="6" w:space="0" w:color="auto"/>
            </w:tcBorders>
          </w:tcPr>
          <w:p w14:paraId="7A7BF183" w14:textId="77777777" w:rsidR="00314BFD" w:rsidRPr="006D7FF0" w:rsidRDefault="00314BFD" w:rsidP="00314BFD">
            <w:pPr>
              <w:pStyle w:val="SpecNormal"/>
            </w:pPr>
            <w:r w:rsidRPr="006D7FF0">
              <w:t>Structured Cabling System</w:t>
            </w:r>
          </w:p>
        </w:tc>
        <w:tc>
          <w:tcPr>
            <w:tcW w:w="7036" w:type="dxa"/>
            <w:tcBorders>
              <w:top w:val="single" w:sz="6" w:space="0" w:color="auto"/>
            </w:tcBorders>
          </w:tcPr>
          <w:p w14:paraId="7FED31F0" w14:textId="77777777" w:rsidR="00314BFD" w:rsidRPr="006D7FF0" w:rsidRDefault="00314BFD" w:rsidP="00314BFD">
            <w:pPr>
              <w:pStyle w:val="SpecNormal"/>
            </w:pPr>
            <w:r w:rsidRPr="006D7FF0">
              <w:t>Witness 3rd party testing, review reports</w:t>
            </w:r>
          </w:p>
        </w:tc>
      </w:tr>
      <w:tr w:rsidR="00314BFD" w:rsidRPr="006D7FF0" w14:paraId="4DA13F05" w14:textId="77777777" w:rsidTr="00B14724">
        <w:trPr>
          <w:cantSplit/>
          <w:jc w:val="center"/>
        </w:trPr>
        <w:tc>
          <w:tcPr>
            <w:tcW w:w="3044" w:type="dxa"/>
            <w:tcBorders>
              <w:top w:val="single" w:sz="6" w:space="0" w:color="auto"/>
            </w:tcBorders>
          </w:tcPr>
          <w:p w14:paraId="5A9F689D" w14:textId="77777777" w:rsidR="00314BFD" w:rsidRPr="006D7FF0" w:rsidRDefault="00314BFD" w:rsidP="00314BFD">
            <w:pPr>
              <w:pStyle w:val="SpecNormal"/>
            </w:pPr>
            <w:r w:rsidRPr="006D7FF0">
              <w:lastRenderedPageBreak/>
              <w:t>Master Antenna Television System</w:t>
            </w:r>
          </w:p>
        </w:tc>
        <w:tc>
          <w:tcPr>
            <w:tcW w:w="7036" w:type="dxa"/>
            <w:tcBorders>
              <w:top w:val="single" w:sz="6" w:space="0" w:color="auto"/>
            </w:tcBorders>
          </w:tcPr>
          <w:p w14:paraId="307D2FD8" w14:textId="77777777" w:rsidR="00314BFD" w:rsidRPr="006D7FF0" w:rsidRDefault="00314BFD" w:rsidP="00314BFD">
            <w:pPr>
              <w:pStyle w:val="SpecNormal"/>
            </w:pPr>
            <w:r w:rsidRPr="006D7FF0">
              <w:t>Witness 3rd party testing, review reports</w:t>
            </w:r>
          </w:p>
        </w:tc>
      </w:tr>
      <w:tr w:rsidR="00314BFD" w:rsidRPr="006D7FF0" w14:paraId="06630AE5" w14:textId="77777777" w:rsidTr="00B14724">
        <w:trPr>
          <w:cantSplit/>
          <w:jc w:val="center"/>
        </w:trPr>
        <w:tc>
          <w:tcPr>
            <w:tcW w:w="3044" w:type="dxa"/>
            <w:tcBorders>
              <w:top w:val="single" w:sz="6" w:space="0" w:color="auto"/>
            </w:tcBorders>
          </w:tcPr>
          <w:p w14:paraId="3DFB7C95" w14:textId="77777777" w:rsidR="00314BFD" w:rsidRPr="006D7FF0" w:rsidRDefault="00314BFD" w:rsidP="00314BFD">
            <w:pPr>
              <w:pStyle w:val="SpecNormal"/>
            </w:pPr>
            <w:r w:rsidRPr="006D7FF0">
              <w:t>Public Address &amp; Mass Notification Systems</w:t>
            </w:r>
          </w:p>
        </w:tc>
        <w:tc>
          <w:tcPr>
            <w:tcW w:w="7036" w:type="dxa"/>
            <w:tcBorders>
              <w:top w:val="single" w:sz="6" w:space="0" w:color="auto"/>
            </w:tcBorders>
          </w:tcPr>
          <w:p w14:paraId="73E72AD4" w14:textId="77777777" w:rsidR="00314BFD" w:rsidRPr="006D7FF0" w:rsidRDefault="00314BFD" w:rsidP="00314BFD">
            <w:pPr>
              <w:pStyle w:val="SpecNormal"/>
            </w:pPr>
            <w:r w:rsidRPr="006D7FF0">
              <w:t>Witness 3rd party testing, review reports</w:t>
            </w:r>
          </w:p>
        </w:tc>
      </w:tr>
      <w:tr w:rsidR="00314BFD" w:rsidRPr="006D7FF0" w14:paraId="088379A2" w14:textId="77777777" w:rsidTr="00B14724">
        <w:trPr>
          <w:cantSplit/>
          <w:jc w:val="center"/>
        </w:trPr>
        <w:tc>
          <w:tcPr>
            <w:tcW w:w="3044" w:type="dxa"/>
            <w:tcBorders>
              <w:top w:val="single" w:sz="6" w:space="0" w:color="auto"/>
            </w:tcBorders>
          </w:tcPr>
          <w:p w14:paraId="20A59AAE" w14:textId="77777777" w:rsidR="00314BFD" w:rsidRPr="006D7FF0" w:rsidRDefault="00314BFD" w:rsidP="00314BFD">
            <w:pPr>
              <w:pStyle w:val="SpecNormal"/>
            </w:pPr>
            <w:r w:rsidRPr="006D7FF0">
              <w:t>Intercom &amp; Program Systems</w:t>
            </w:r>
          </w:p>
        </w:tc>
        <w:tc>
          <w:tcPr>
            <w:tcW w:w="7036" w:type="dxa"/>
            <w:tcBorders>
              <w:top w:val="single" w:sz="6" w:space="0" w:color="auto"/>
            </w:tcBorders>
          </w:tcPr>
          <w:p w14:paraId="0C2BD47D" w14:textId="77777777" w:rsidR="00314BFD" w:rsidRPr="006D7FF0" w:rsidRDefault="00314BFD" w:rsidP="00314BFD">
            <w:pPr>
              <w:pStyle w:val="SpecNormal"/>
            </w:pPr>
            <w:r w:rsidRPr="006D7FF0">
              <w:t>Witness 3rd party testing, review reports</w:t>
            </w:r>
          </w:p>
        </w:tc>
      </w:tr>
      <w:tr w:rsidR="00314BFD" w:rsidRPr="006D7FF0" w14:paraId="306D0449" w14:textId="77777777" w:rsidTr="00B14724">
        <w:trPr>
          <w:cantSplit/>
          <w:jc w:val="center"/>
        </w:trPr>
        <w:tc>
          <w:tcPr>
            <w:tcW w:w="3044" w:type="dxa"/>
            <w:tcBorders>
              <w:top w:val="single" w:sz="6" w:space="0" w:color="auto"/>
            </w:tcBorders>
          </w:tcPr>
          <w:p w14:paraId="36DDF480" w14:textId="77777777" w:rsidR="00314BFD" w:rsidRPr="006D7FF0" w:rsidRDefault="00314BFD" w:rsidP="00314BFD">
            <w:pPr>
              <w:pStyle w:val="SpecNormal"/>
            </w:pPr>
            <w:r w:rsidRPr="006D7FF0">
              <w:t>Nurse Call &amp; Code Blue Systems</w:t>
            </w:r>
          </w:p>
        </w:tc>
        <w:tc>
          <w:tcPr>
            <w:tcW w:w="7036" w:type="dxa"/>
            <w:tcBorders>
              <w:top w:val="single" w:sz="6" w:space="0" w:color="auto"/>
            </w:tcBorders>
          </w:tcPr>
          <w:p w14:paraId="7BF99243" w14:textId="77777777" w:rsidR="00314BFD" w:rsidRPr="006D7FF0" w:rsidRDefault="00314BFD" w:rsidP="00314BFD">
            <w:pPr>
              <w:pStyle w:val="SpecNormal"/>
            </w:pPr>
            <w:r w:rsidRPr="006D7FF0">
              <w:t>Witness 3rd party testing, review reports</w:t>
            </w:r>
          </w:p>
        </w:tc>
      </w:tr>
      <w:tr w:rsidR="00314BFD" w:rsidRPr="006D7FF0" w14:paraId="03C9121A" w14:textId="77777777" w:rsidTr="00B14724">
        <w:trPr>
          <w:cantSplit/>
          <w:jc w:val="center"/>
        </w:trPr>
        <w:tc>
          <w:tcPr>
            <w:tcW w:w="3044" w:type="dxa"/>
            <w:tcBorders>
              <w:top w:val="single" w:sz="6" w:space="0" w:color="auto"/>
            </w:tcBorders>
          </w:tcPr>
          <w:p w14:paraId="614A2661" w14:textId="77777777" w:rsidR="00314BFD" w:rsidRPr="006D7FF0" w:rsidRDefault="00314BFD" w:rsidP="00314BFD">
            <w:pPr>
              <w:pStyle w:val="SpecNormal"/>
            </w:pPr>
            <w:r w:rsidRPr="006D7FF0">
              <w:t>Security Emergency Call Systems</w:t>
            </w:r>
          </w:p>
        </w:tc>
        <w:tc>
          <w:tcPr>
            <w:tcW w:w="7036" w:type="dxa"/>
            <w:tcBorders>
              <w:top w:val="single" w:sz="6" w:space="0" w:color="auto"/>
            </w:tcBorders>
          </w:tcPr>
          <w:p w14:paraId="74AF4A7A" w14:textId="77777777" w:rsidR="00314BFD" w:rsidRPr="006D7FF0" w:rsidRDefault="00314BFD" w:rsidP="00314BFD">
            <w:pPr>
              <w:pStyle w:val="SpecNormal"/>
            </w:pPr>
            <w:r w:rsidRPr="006D7FF0">
              <w:t>Witness 3rd party testing, review reports</w:t>
            </w:r>
          </w:p>
        </w:tc>
      </w:tr>
      <w:tr w:rsidR="00314BFD" w:rsidRPr="006D7FF0" w14:paraId="21DE0802" w14:textId="77777777" w:rsidTr="00B14724">
        <w:trPr>
          <w:cantSplit/>
          <w:jc w:val="center"/>
        </w:trPr>
        <w:tc>
          <w:tcPr>
            <w:tcW w:w="3044" w:type="dxa"/>
            <w:tcBorders>
              <w:top w:val="single" w:sz="6" w:space="0" w:color="auto"/>
              <w:bottom w:val="single" w:sz="6" w:space="0" w:color="auto"/>
            </w:tcBorders>
          </w:tcPr>
          <w:p w14:paraId="53C81296" w14:textId="77777777" w:rsidR="00314BFD" w:rsidRPr="006D7FF0" w:rsidRDefault="00314BFD" w:rsidP="00314BFD">
            <w:pPr>
              <w:pStyle w:val="SpecNormal"/>
            </w:pPr>
            <w:r w:rsidRPr="006D7FF0">
              <w:t>Duress Alarm Systems</w:t>
            </w:r>
          </w:p>
        </w:tc>
        <w:tc>
          <w:tcPr>
            <w:tcW w:w="7036" w:type="dxa"/>
            <w:tcBorders>
              <w:top w:val="single" w:sz="6" w:space="0" w:color="auto"/>
              <w:bottom w:val="single" w:sz="6" w:space="0" w:color="auto"/>
            </w:tcBorders>
          </w:tcPr>
          <w:p w14:paraId="3D7DE59A" w14:textId="77777777" w:rsidR="00314BFD" w:rsidRPr="006D7FF0" w:rsidRDefault="00314BFD" w:rsidP="00314BFD">
            <w:pPr>
              <w:pStyle w:val="SpecNormal"/>
            </w:pPr>
            <w:r w:rsidRPr="006D7FF0">
              <w:t>Witness 3rd party testing, review reports</w:t>
            </w:r>
          </w:p>
        </w:tc>
      </w:tr>
      <w:tr w:rsidR="00314BFD" w:rsidRPr="006D7FF0" w14:paraId="5B4E5EED"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5DE5FE01" w14:textId="77777777" w:rsidR="00314BFD" w:rsidRPr="00B14724" w:rsidRDefault="00314BFD" w:rsidP="00314BFD">
            <w:pPr>
              <w:pStyle w:val="SpecNormal"/>
              <w:rPr>
                <w:b/>
              </w:rPr>
            </w:pPr>
            <w:r w:rsidRPr="00B14724">
              <w:rPr>
                <w:b/>
              </w:rPr>
              <w:t>Electronic Safety and Security</w:t>
            </w:r>
          </w:p>
        </w:tc>
      </w:tr>
      <w:tr w:rsidR="00314BFD" w:rsidRPr="006D7FF0" w14:paraId="52C89D87" w14:textId="77777777" w:rsidTr="00B14724">
        <w:trPr>
          <w:cantSplit/>
          <w:jc w:val="center"/>
        </w:trPr>
        <w:tc>
          <w:tcPr>
            <w:tcW w:w="3044" w:type="dxa"/>
            <w:tcBorders>
              <w:top w:val="single" w:sz="6" w:space="0" w:color="auto"/>
            </w:tcBorders>
          </w:tcPr>
          <w:p w14:paraId="689C9FE2" w14:textId="77777777" w:rsidR="00314BFD" w:rsidRPr="006D7FF0" w:rsidRDefault="00314BFD" w:rsidP="00314BFD">
            <w:pPr>
              <w:pStyle w:val="SpecNormal"/>
            </w:pPr>
            <w:r w:rsidRPr="006D7FF0">
              <w:t>Grounding &amp; Bonding</w:t>
            </w:r>
          </w:p>
        </w:tc>
        <w:tc>
          <w:tcPr>
            <w:tcW w:w="7036" w:type="dxa"/>
            <w:tcBorders>
              <w:top w:val="single" w:sz="6" w:space="0" w:color="auto"/>
            </w:tcBorders>
          </w:tcPr>
          <w:p w14:paraId="5BAE8F9F" w14:textId="77777777" w:rsidR="00314BFD" w:rsidRPr="006D7FF0" w:rsidRDefault="00314BFD" w:rsidP="00314BFD">
            <w:pPr>
              <w:pStyle w:val="SpecNormal"/>
            </w:pPr>
            <w:r w:rsidRPr="006D7FF0">
              <w:t>Witness 3rd party testing, review reports</w:t>
            </w:r>
          </w:p>
        </w:tc>
      </w:tr>
      <w:tr w:rsidR="00314BFD" w:rsidRPr="006D7FF0" w14:paraId="4145D64B" w14:textId="77777777" w:rsidTr="00B14724">
        <w:trPr>
          <w:cantSplit/>
          <w:jc w:val="center"/>
        </w:trPr>
        <w:tc>
          <w:tcPr>
            <w:tcW w:w="3044" w:type="dxa"/>
            <w:tcBorders>
              <w:top w:val="single" w:sz="6" w:space="0" w:color="auto"/>
            </w:tcBorders>
          </w:tcPr>
          <w:p w14:paraId="75502AEB" w14:textId="77777777" w:rsidR="00314BFD" w:rsidRPr="006D7FF0" w:rsidRDefault="00314BFD" w:rsidP="00314BFD">
            <w:pPr>
              <w:pStyle w:val="SpecNormal"/>
            </w:pPr>
            <w:r w:rsidRPr="006D7FF0">
              <w:t>Physical Access Control Systems</w:t>
            </w:r>
          </w:p>
        </w:tc>
        <w:tc>
          <w:tcPr>
            <w:tcW w:w="7036" w:type="dxa"/>
            <w:tcBorders>
              <w:top w:val="single" w:sz="6" w:space="0" w:color="auto"/>
            </w:tcBorders>
          </w:tcPr>
          <w:p w14:paraId="1F8B6246" w14:textId="77777777" w:rsidR="00314BFD" w:rsidRPr="006D7FF0" w:rsidRDefault="00314BFD" w:rsidP="00314BFD">
            <w:pPr>
              <w:pStyle w:val="SpecNormal"/>
            </w:pPr>
            <w:r w:rsidRPr="006D7FF0">
              <w:t>Witness 3rd party testing, review reports</w:t>
            </w:r>
          </w:p>
        </w:tc>
      </w:tr>
      <w:tr w:rsidR="00314BFD" w:rsidRPr="006D7FF0" w14:paraId="359710F4" w14:textId="77777777" w:rsidTr="00B14724">
        <w:trPr>
          <w:cantSplit/>
          <w:jc w:val="center"/>
        </w:trPr>
        <w:tc>
          <w:tcPr>
            <w:tcW w:w="3044" w:type="dxa"/>
            <w:tcBorders>
              <w:top w:val="single" w:sz="6" w:space="0" w:color="auto"/>
            </w:tcBorders>
          </w:tcPr>
          <w:p w14:paraId="2F3AE44C" w14:textId="77777777" w:rsidR="00314BFD" w:rsidRPr="006D7FF0" w:rsidRDefault="00314BFD" w:rsidP="00314BFD">
            <w:pPr>
              <w:pStyle w:val="SpecNormal"/>
            </w:pPr>
            <w:r w:rsidRPr="006D7FF0">
              <w:t>Access Control Systems</w:t>
            </w:r>
          </w:p>
        </w:tc>
        <w:tc>
          <w:tcPr>
            <w:tcW w:w="7036" w:type="dxa"/>
            <w:tcBorders>
              <w:top w:val="single" w:sz="6" w:space="0" w:color="auto"/>
            </w:tcBorders>
          </w:tcPr>
          <w:p w14:paraId="0155046A" w14:textId="77777777" w:rsidR="00314BFD" w:rsidRPr="006D7FF0" w:rsidRDefault="00314BFD" w:rsidP="00314BFD">
            <w:pPr>
              <w:pStyle w:val="SpecNormal"/>
            </w:pPr>
            <w:r w:rsidRPr="006D7FF0">
              <w:t>Witness 3rd party testing, review reports</w:t>
            </w:r>
          </w:p>
        </w:tc>
      </w:tr>
      <w:tr w:rsidR="00314BFD" w:rsidRPr="006D7FF0" w14:paraId="21123CAB" w14:textId="77777777" w:rsidTr="00B14724">
        <w:trPr>
          <w:cantSplit/>
          <w:jc w:val="center"/>
        </w:trPr>
        <w:tc>
          <w:tcPr>
            <w:tcW w:w="3044" w:type="dxa"/>
            <w:tcBorders>
              <w:top w:val="single" w:sz="6" w:space="0" w:color="auto"/>
            </w:tcBorders>
          </w:tcPr>
          <w:p w14:paraId="7F722E30" w14:textId="77777777" w:rsidR="00314BFD" w:rsidRPr="006D7FF0" w:rsidRDefault="00314BFD" w:rsidP="00314BFD">
            <w:pPr>
              <w:pStyle w:val="SpecNormal"/>
            </w:pPr>
            <w:r w:rsidRPr="006D7FF0">
              <w:t>Security Access Detection Systems</w:t>
            </w:r>
          </w:p>
        </w:tc>
        <w:tc>
          <w:tcPr>
            <w:tcW w:w="7036" w:type="dxa"/>
            <w:tcBorders>
              <w:top w:val="single" w:sz="6" w:space="0" w:color="auto"/>
            </w:tcBorders>
          </w:tcPr>
          <w:p w14:paraId="5A62F307" w14:textId="77777777" w:rsidR="00314BFD" w:rsidRPr="006D7FF0" w:rsidRDefault="00314BFD" w:rsidP="00314BFD">
            <w:pPr>
              <w:pStyle w:val="SpecNormal"/>
            </w:pPr>
            <w:r w:rsidRPr="006D7FF0">
              <w:t>Witness 3rd party testing, review reports</w:t>
            </w:r>
          </w:p>
        </w:tc>
      </w:tr>
      <w:tr w:rsidR="00314BFD" w:rsidRPr="006D7FF0" w14:paraId="4F9297E1" w14:textId="77777777" w:rsidTr="00B14724">
        <w:trPr>
          <w:cantSplit/>
          <w:jc w:val="center"/>
        </w:trPr>
        <w:tc>
          <w:tcPr>
            <w:tcW w:w="3044" w:type="dxa"/>
            <w:tcBorders>
              <w:top w:val="single" w:sz="6" w:space="0" w:color="auto"/>
            </w:tcBorders>
          </w:tcPr>
          <w:p w14:paraId="53AE3FE4" w14:textId="77777777" w:rsidR="00314BFD" w:rsidRPr="006D7FF0" w:rsidRDefault="00314BFD" w:rsidP="00314BFD">
            <w:pPr>
              <w:pStyle w:val="SpecNormal"/>
            </w:pPr>
            <w:r w:rsidRPr="006D7FF0">
              <w:t>Video Surveillance System</w:t>
            </w:r>
          </w:p>
        </w:tc>
        <w:tc>
          <w:tcPr>
            <w:tcW w:w="7036" w:type="dxa"/>
            <w:tcBorders>
              <w:top w:val="single" w:sz="6" w:space="0" w:color="auto"/>
            </w:tcBorders>
          </w:tcPr>
          <w:p w14:paraId="5ED5EA83" w14:textId="77777777" w:rsidR="00314BFD" w:rsidRPr="006D7FF0" w:rsidRDefault="00314BFD" w:rsidP="00314BFD">
            <w:pPr>
              <w:pStyle w:val="SpecNormal"/>
            </w:pPr>
            <w:r w:rsidRPr="006D7FF0">
              <w:t>Witness 3rd party testing, review reports</w:t>
            </w:r>
          </w:p>
        </w:tc>
      </w:tr>
      <w:tr w:rsidR="00314BFD" w:rsidRPr="006D7FF0" w14:paraId="6BEC3653" w14:textId="77777777" w:rsidTr="00B14724">
        <w:trPr>
          <w:cantSplit/>
          <w:jc w:val="center"/>
        </w:trPr>
        <w:tc>
          <w:tcPr>
            <w:tcW w:w="3044" w:type="dxa"/>
            <w:tcBorders>
              <w:top w:val="single" w:sz="6" w:space="0" w:color="auto"/>
            </w:tcBorders>
          </w:tcPr>
          <w:p w14:paraId="45D968FB" w14:textId="77777777" w:rsidR="00314BFD" w:rsidRPr="006D7FF0" w:rsidRDefault="00314BFD" w:rsidP="00314BFD">
            <w:pPr>
              <w:pStyle w:val="SpecNormal"/>
            </w:pPr>
            <w:r w:rsidRPr="006D7FF0">
              <w:t>Electronic Personal Protection System</w:t>
            </w:r>
          </w:p>
        </w:tc>
        <w:tc>
          <w:tcPr>
            <w:tcW w:w="7036" w:type="dxa"/>
            <w:tcBorders>
              <w:top w:val="single" w:sz="6" w:space="0" w:color="auto"/>
            </w:tcBorders>
          </w:tcPr>
          <w:p w14:paraId="409D41A5" w14:textId="77777777" w:rsidR="00314BFD" w:rsidRPr="006D7FF0" w:rsidRDefault="00314BFD" w:rsidP="00314BFD">
            <w:pPr>
              <w:pStyle w:val="SpecNormal"/>
            </w:pPr>
            <w:r w:rsidRPr="006D7FF0">
              <w:t>Witness 3rd party testing, review reports</w:t>
            </w:r>
          </w:p>
        </w:tc>
      </w:tr>
      <w:tr w:rsidR="00314BFD" w:rsidRPr="006D7FF0" w14:paraId="00CD9E84" w14:textId="77777777" w:rsidTr="00B14724">
        <w:trPr>
          <w:cantSplit/>
          <w:jc w:val="center"/>
        </w:trPr>
        <w:tc>
          <w:tcPr>
            <w:tcW w:w="3044" w:type="dxa"/>
            <w:tcBorders>
              <w:top w:val="single" w:sz="6" w:space="0" w:color="auto"/>
              <w:bottom w:val="single" w:sz="6" w:space="0" w:color="auto"/>
            </w:tcBorders>
          </w:tcPr>
          <w:p w14:paraId="5FECF0C2" w14:textId="77777777" w:rsidR="00314BFD" w:rsidRPr="006D7FF0" w:rsidRDefault="00314BFD" w:rsidP="00314BFD">
            <w:pPr>
              <w:pStyle w:val="SpecNormal"/>
            </w:pPr>
            <w:r w:rsidRPr="006D7FF0">
              <w:t>Fire Detection and Alarm System</w:t>
            </w:r>
          </w:p>
        </w:tc>
        <w:tc>
          <w:tcPr>
            <w:tcW w:w="7036" w:type="dxa"/>
            <w:tcBorders>
              <w:top w:val="single" w:sz="6" w:space="0" w:color="auto"/>
              <w:bottom w:val="single" w:sz="6" w:space="0" w:color="auto"/>
            </w:tcBorders>
          </w:tcPr>
          <w:p w14:paraId="1FDD1DD1" w14:textId="77777777" w:rsidR="00314BFD" w:rsidRPr="006D7FF0" w:rsidRDefault="00314BFD" w:rsidP="00314BFD">
            <w:pPr>
              <w:pStyle w:val="SpecNormal"/>
            </w:pPr>
            <w:r w:rsidRPr="006D7FF0">
              <w:t>100% device acceptance testing, battery draw-down test, verify system monitoring, verify interface with other systems.</w:t>
            </w:r>
          </w:p>
        </w:tc>
      </w:tr>
      <w:tr w:rsidR="00314BFD" w:rsidRPr="006D7FF0" w14:paraId="1857553E"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6B46DB48" w14:textId="77777777" w:rsidR="00314BFD" w:rsidRPr="00B14724" w:rsidRDefault="00314BFD" w:rsidP="00314BFD">
            <w:pPr>
              <w:pStyle w:val="SpecNormal"/>
              <w:rPr>
                <w:b/>
              </w:rPr>
            </w:pPr>
            <w:r w:rsidRPr="00B14724">
              <w:rPr>
                <w:b/>
              </w:rPr>
              <w:t>Renewable Energy Sources</w:t>
            </w:r>
          </w:p>
        </w:tc>
      </w:tr>
      <w:tr w:rsidR="00314BFD" w:rsidRPr="006D7FF0" w14:paraId="257C5269" w14:textId="77777777" w:rsidTr="00B14724">
        <w:trPr>
          <w:cantSplit/>
          <w:jc w:val="center"/>
        </w:trPr>
        <w:tc>
          <w:tcPr>
            <w:tcW w:w="3044" w:type="dxa"/>
            <w:tcBorders>
              <w:top w:val="single" w:sz="6" w:space="0" w:color="auto"/>
            </w:tcBorders>
          </w:tcPr>
          <w:p w14:paraId="696DE2BE" w14:textId="77777777" w:rsidR="00314BFD" w:rsidRPr="006D7FF0" w:rsidRDefault="00314BFD" w:rsidP="00314BFD">
            <w:pPr>
              <w:pStyle w:val="SpecNormal"/>
            </w:pPr>
            <w:r w:rsidRPr="006D7FF0">
              <w:t>Geothermal Energy Electrical Generation Systems **</w:t>
            </w:r>
          </w:p>
        </w:tc>
        <w:tc>
          <w:tcPr>
            <w:tcW w:w="7036" w:type="dxa"/>
            <w:tcBorders>
              <w:top w:val="single" w:sz="6" w:space="0" w:color="auto"/>
            </w:tcBorders>
          </w:tcPr>
          <w:p w14:paraId="37A08E35" w14:textId="77777777" w:rsidR="00314BFD" w:rsidRPr="006D7FF0" w:rsidRDefault="00314BFD" w:rsidP="00314BFD">
            <w:pPr>
              <w:pStyle w:val="SpecNormal"/>
            </w:pPr>
            <w:r w:rsidRPr="006D7FF0">
              <w:t>Geothermal well, DC-AC Inverters, storage batteries, turbine generator modules, switchgear, combiner boxes, instrumentation, monitoring and control systems</w:t>
            </w:r>
          </w:p>
        </w:tc>
      </w:tr>
      <w:tr w:rsidR="00314BFD" w:rsidRPr="006D7FF0" w14:paraId="5DD07953" w14:textId="77777777" w:rsidTr="00B14724">
        <w:trPr>
          <w:cantSplit/>
          <w:jc w:val="center"/>
        </w:trPr>
        <w:tc>
          <w:tcPr>
            <w:tcW w:w="3044" w:type="dxa"/>
            <w:tcBorders>
              <w:top w:val="single" w:sz="6" w:space="0" w:color="auto"/>
            </w:tcBorders>
          </w:tcPr>
          <w:p w14:paraId="2D7240BD" w14:textId="77777777" w:rsidR="00314BFD" w:rsidRPr="006D7FF0" w:rsidRDefault="00314BFD" w:rsidP="00314BFD">
            <w:pPr>
              <w:pStyle w:val="SpecNormal"/>
            </w:pPr>
            <w:r w:rsidRPr="006D7FF0">
              <w:t>Solar Energy Electrical Power Generation Systems **</w:t>
            </w:r>
          </w:p>
        </w:tc>
        <w:tc>
          <w:tcPr>
            <w:tcW w:w="7036" w:type="dxa"/>
            <w:tcBorders>
              <w:top w:val="single" w:sz="6" w:space="0" w:color="auto"/>
            </w:tcBorders>
          </w:tcPr>
          <w:p w14:paraId="132A6E27" w14:textId="77777777" w:rsidR="00314BFD" w:rsidRPr="006D7FF0" w:rsidRDefault="00314BFD" w:rsidP="00314BFD">
            <w:pPr>
              <w:pStyle w:val="SpecNormal"/>
            </w:pPr>
            <w:r w:rsidRPr="006D7FF0">
              <w:t>Solar collector modules, DC-AC inverter, storage batteries, combiners, Switchgear, instrumentation, monitoring and control systems</w:t>
            </w:r>
          </w:p>
        </w:tc>
      </w:tr>
      <w:tr w:rsidR="00314BFD" w:rsidRPr="006D7FF0" w14:paraId="3970E551" w14:textId="77777777" w:rsidTr="00B14724">
        <w:trPr>
          <w:cantSplit/>
          <w:jc w:val="center"/>
        </w:trPr>
        <w:tc>
          <w:tcPr>
            <w:tcW w:w="3044" w:type="dxa"/>
            <w:tcBorders>
              <w:top w:val="single" w:sz="6" w:space="0" w:color="auto"/>
            </w:tcBorders>
          </w:tcPr>
          <w:p w14:paraId="21CB56F8" w14:textId="77777777" w:rsidR="00314BFD" w:rsidRPr="006D7FF0" w:rsidRDefault="00314BFD" w:rsidP="00314BFD">
            <w:pPr>
              <w:pStyle w:val="SpecNormal"/>
            </w:pPr>
            <w:r w:rsidRPr="006D7FF0">
              <w:lastRenderedPageBreak/>
              <w:t>Wind Energy Electrical Power Generation Systems **</w:t>
            </w:r>
          </w:p>
        </w:tc>
        <w:tc>
          <w:tcPr>
            <w:tcW w:w="7036" w:type="dxa"/>
            <w:tcBorders>
              <w:top w:val="single" w:sz="6" w:space="0" w:color="auto"/>
            </w:tcBorders>
          </w:tcPr>
          <w:p w14:paraId="10D43E90" w14:textId="77777777" w:rsidR="00314BFD" w:rsidRPr="006D7FF0" w:rsidRDefault="00314BFD" w:rsidP="00314BFD">
            <w:pPr>
              <w:pStyle w:val="SpecNormal"/>
            </w:pPr>
            <w:r w:rsidRPr="006D7FF0">
              <w:t>Wind Turbines, DC-AC inverter, storage batteries, combiners, switchgear, instrumentation, monitoring and control systems</w:t>
            </w:r>
          </w:p>
        </w:tc>
      </w:tr>
      <w:tr w:rsidR="00314BFD" w:rsidRPr="006D7FF0" w14:paraId="373F7037" w14:textId="77777777" w:rsidTr="00B14724">
        <w:trPr>
          <w:cantSplit/>
          <w:jc w:val="center"/>
        </w:trPr>
        <w:tc>
          <w:tcPr>
            <w:tcW w:w="3044" w:type="dxa"/>
            <w:tcBorders>
              <w:top w:val="single" w:sz="6" w:space="0" w:color="auto"/>
              <w:bottom w:val="single" w:sz="6" w:space="0" w:color="auto"/>
            </w:tcBorders>
          </w:tcPr>
          <w:p w14:paraId="3B1A2772" w14:textId="77777777" w:rsidR="00314BFD" w:rsidRPr="006D7FF0" w:rsidRDefault="00314BFD" w:rsidP="00314BFD">
            <w:pPr>
              <w:pStyle w:val="SpecNormal"/>
            </w:pPr>
          </w:p>
        </w:tc>
        <w:tc>
          <w:tcPr>
            <w:tcW w:w="7036" w:type="dxa"/>
            <w:tcBorders>
              <w:top w:val="single" w:sz="6" w:space="0" w:color="auto"/>
              <w:bottom w:val="single" w:sz="6" w:space="0" w:color="auto"/>
            </w:tcBorders>
          </w:tcPr>
          <w:p w14:paraId="75682424" w14:textId="77777777" w:rsidR="00314BFD" w:rsidRPr="006D7FF0" w:rsidRDefault="00314BFD" w:rsidP="00314BFD">
            <w:pPr>
              <w:pStyle w:val="SpecNormal"/>
            </w:pPr>
          </w:p>
        </w:tc>
      </w:tr>
      <w:tr w:rsidR="00314BFD" w:rsidRPr="00B14724" w14:paraId="58AAA160"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17C0C0A1" w14:textId="77777777" w:rsidR="00314BFD" w:rsidRPr="00B14724" w:rsidRDefault="00314BFD" w:rsidP="00314BFD">
            <w:pPr>
              <w:pStyle w:val="SpecNormal"/>
              <w:rPr>
                <w:b/>
              </w:rPr>
            </w:pPr>
            <w:r w:rsidRPr="00B14724">
              <w:rPr>
                <w:b/>
              </w:rPr>
              <w:t>Site Utilities</w:t>
            </w:r>
          </w:p>
        </w:tc>
      </w:tr>
      <w:tr w:rsidR="00314BFD" w:rsidRPr="006D7FF0" w14:paraId="2C0C2BB9" w14:textId="77777777" w:rsidTr="00B14724">
        <w:trPr>
          <w:cantSplit/>
          <w:jc w:val="center"/>
        </w:trPr>
        <w:tc>
          <w:tcPr>
            <w:tcW w:w="3044" w:type="dxa"/>
            <w:tcBorders>
              <w:top w:val="single" w:sz="6" w:space="0" w:color="auto"/>
            </w:tcBorders>
          </w:tcPr>
          <w:p w14:paraId="24FDC541" w14:textId="77777777" w:rsidR="00314BFD" w:rsidRPr="006D7FF0" w:rsidRDefault="00314BFD" w:rsidP="00314BFD">
            <w:pPr>
              <w:pStyle w:val="SpecNormal"/>
            </w:pPr>
            <w:r w:rsidRPr="006D7FF0">
              <w:t>Water Utilities</w:t>
            </w:r>
          </w:p>
        </w:tc>
        <w:tc>
          <w:tcPr>
            <w:tcW w:w="7036" w:type="dxa"/>
            <w:tcBorders>
              <w:top w:val="single" w:sz="6" w:space="0" w:color="auto"/>
            </w:tcBorders>
          </w:tcPr>
          <w:p w14:paraId="36851F3D" w14:textId="77777777" w:rsidR="00314BFD" w:rsidRPr="006D7FF0" w:rsidRDefault="00314BFD" w:rsidP="00314BFD">
            <w:pPr>
              <w:pStyle w:val="SpecNormal"/>
            </w:pPr>
            <w:r w:rsidRPr="006D7FF0">
              <w:t>City Water Service Entrance, Backflow Prevention, Pressure Control, Booster Pumps, Irrigation Systems</w:t>
            </w:r>
          </w:p>
        </w:tc>
      </w:tr>
      <w:tr w:rsidR="00314BFD" w:rsidRPr="006D7FF0" w14:paraId="2F898704" w14:textId="77777777" w:rsidTr="00B14724">
        <w:trPr>
          <w:cantSplit/>
          <w:jc w:val="center"/>
        </w:trPr>
        <w:tc>
          <w:tcPr>
            <w:tcW w:w="3044" w:type="dxa"/>
            <w:tcBorders>
              <w:top w:val="single" w:sz="6" w:space="0" w:color="auto"/>
            </w:tcBorders>
          </w:tcPr>
          <w:p w14:paraId="69F61366" w14:textId="77777777" w:rsidR="00314BFD" w:rsidRPr="006D7FF0" w:rsidRDefault="00314BFD" w:rsidP="00314BFD">
            <w:pPr>
              <w:pStyle w:val="SpecNormal"/>
            </w:pPr>
            <w:r w:rsidRPr="006D7FF0">
              <w:t>Sanitary Sewerage Utilities</w:t>
            </w:r>
          </w:p>
        </w:tc>
        <w:tc>
          <w:tcPr>
            <w:tcW w:w="7036" w:type="dxa"/>
            <w:tcBorders>
              <w:top w:val="single" w:sz="6" w:space="0" w:color="auto"/>
            </w:tcBorders>
          </w:tcPr>
          <w:p w14:paraId="20531CEE" w14:textId="77777777" w:rsidR="00314BFD" w:rsidRPr="006D7FF0" w:rsidRDefault="00314BFD" w:rsidP="00314BFD">
            <w:pPr>
              <w:pStyle w:val="SpecNormal"/>
            </w:pPr>
            <w:r w:rsidRPr="006D7FF0">
              <w:t>City Sanitary Connection, Waste Treatment Systems</w:t>
            </w:r>
          </w:p>
        </w:tc>
      </w:tr>
      <w:tr w:rsidR="00314BFD" w:rsidRPr="006D7FF0" w14:paraId="27D03562" w14:textId="77777777" w:rsidTr="00B14724">
        <w:trPr>
          <w:cantSplit/>
          <w:jc w:val="center"/>
        </w:trPr>
        <w:tc>
          <w:tcPr>
            <w:tcW w:w="3044" w:type="dxa"/>
            <w:tcBorders>
              <w:top w:val="single" w:sz="6" w:space="0" w:color="auto"/>
            </w:tcBorders>
          </w:tcPr>
          <w:p w14:paraId="4A0D72E7" w14:textId="77777777" w:rsidR="00314BFD" w:rsidRPr="006D7FF0" w:rsidRDefault="00314BFD" w:rsidP="00314BFD">
            <w:pPr>
              <w:pStyle w:val="SpecNormal"/>
            </w:pPr>
            <w:r w:rsidRPr="006D7FF0">
              <w:t>Storm Drainage Utilities</w:t>
            </w:r>
          </w:p>
        </w:tc>
        <w:tc>
          <w:tcPr>
            <w:tcW w:w="7036" w:type="dxa"/>
            <w:tcBorders>
              <w:top w:val="single" w:sz="6" w:space="0" w:color="auto"/>
            </w:tcBorders>
          </w:tcPr>
          <w:p w14:paraId="00FDE894" w14:textId="77777777" w:rsidR="00314BFD" w:rsidRPr="006D7FF0" w:rsidRDefault="00314BFD" w:rsidP="00314BFD">
            <w:pPr>
              <w:pStyle w:val="SpecNormal"/>
            </w:pPr>
            <w:r w:rsidRPr="006D7FF0">
              <w:t>City Storm Water Connection, Site Storm Water Distribution</w:t>
            </w:r>
          </w:p>
        </w:tc>
      </w:tr>
      <w:tr w:rsidR="00314BFD" w:rsidRPr="006D7FF0" w14:paraId="3B9476EC" w14:textId="77777777" w:rsidTr="00B14724">
        <w:trPr>
          <w:cantSplit/>
          <w:jc w:val="center"/>
        </w:trPr>
        <w:tc>
          <w:tcPr>
            <w:tcW w:w="3044" w:type="dxa"/>
            <w:tcBorders>
              <w:top w:val="single" w:sz="6" w:space="0" w:color="auto"/>
            </w:tcBorders>
          </w:tcPr>
          <w:p w14:paraId="799CAC3E" w14:textId="77777777" w:rsidR="00314BFD" w:rsidRPr="006D7FF0" w:rsidRDefault="00314BFD" w:rsidP="00314BFD">
            <w:pPr>
              <w:pStyle w:val="SpecNormal"/>
            </w:pPr>
            <w:r w:rsidRPr="006D7FF0">
              <w:t>Energy Distribution Utilities</w:t>
            </w:r>
          </w:p>
        </w:tc>
        <w:tc>
          <w:tcPr>
            <w:tcW w:w="7036" w:type="dxa"/>
            <w:tcBorders>
              <w:top w:val="single" w:sz="6" w:space="0" w:color="auto"/>
            </w:tcBorders>
          </w:tcPr>
          <w:p w14:paraId="0A88C259" w14:textId="77777777" w:rsidR="00314BFD" w:rsidRPr="006D7FF0" w:rsidRDefault="00314BFD" w:rsidP="00314BFD">
            <w:pPr>
              <w:pStyle w:val="SpecNormal"/>
            </w:pPr>
            <w:r w:rsidRPr="006D7FF0">
              <w:t>Connection to Third Party Energy (Steam, High Temp Hot Water, Chilled Water) Supply Systems, Metering, Pressure Control</w:t>
            </w:r>
          </w:p>
        </w:tc>
      </w:tr>
      <w:tr w:rsidR="00314BFD" w:rsidRPr="006D7FF0" w14:paraId="2764A3C5" w14:textId="77777777" w:rsidTr="00B14724">
        <w:trPr>
          <w:cantSplit/>
          <w:jc w:val="center"/>
        </w:trPr>
        <w:tc>
          <w:tcPr>
            <w:tcW w:w="3044" w:type="dxa"/>
            <w:tcBorders>
              <w:top w:val="single" w:sz="6" w:space="0" w:color="auto"/>
              <w:bottom w:val="single" w:sz="6" w:space="0" w:color="auto"/>
            </w:tcBorders>
          </w:tcPr>
          <w:p w14:paraId="49A3041D" w14:textId="77777777" w:rsidR="00314BFD" w:rsidRPr="006D7FF0" w:rsidRDefault="00314BFD" w:rsidP="00314BFD">
            <w:pPr>
              <w:pStyle w:val="SpecNormal"/>
            </w:pPr>
          </w:p>
        </w:tc>
        <w:tc>
          <w:tcPr>
            <w:tcW w:w="7036" w:type="dxa"/>
            <w:tcBorders>
              <w:top w:val="single" w:sz="6" w:space="0" w:color="auto"/>
              <w:bottom w:val="single" w:sz="6" w:space="0" w:color="auto"/>
            </w:tcBorders>
          </w:tcPr>
          <w:p w14:paraId="0DE1B836" w14:textId="77777777" w:rsidR="00314BFD" w:rsidRPr="006D7FF0" w:rsidRDefault="00314BFD" w:rsidP="00314BFD">
            <w:pPr>
              <w:pStyle w:val="SpecNormal"/>
            </w:pPr>
          </w:p>
        </w:tc>
      </w:tr>
      <w:tr w:rsidR="00314BFD" w:rsidRPr="006D7FF0" w14:paraId="17A30BBD"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5AEB803A" w14:textId="77777777" w:rsidR="00314BFD" w:rsidRPr="00B14724" w:rsidRDefault="00314BFD" w:rsidP="00314BFD">
            <w:pPr>
              <w:pStyle w:val="SpecNormal"/>
              <w:rPr>
                <w:b/>
              </w:rPr>
            </w:pPr>
            <w:r w:rsidRPr="00B14724">
              <w:rPr>
                <w:b/>
              </w:rPr>
              <w:t>Transportation</w:t>
            </w:r>
          </w:p>
        </w:tc>
      </w:tr>
      <w:tr w:rsidR="00314BFD" w:rsidRPr="006D7FF0" w14:paraId="3B34EC62" w14:textId="77777777" w:rsidTr="00B14724">
        <w:trPr>
          <w:cantSplit/>
          <w:jc w:val="center"/>
        </w:trPr>
        <w:tc>
          <w:tcPr>
            <w:tcW w:w="3044" w:type="dxa"/>
            <w:tcBorders>
              <w:top w:val="single" w:sz="6" w:space="0" w:color="auto"/>
              <w:bottom w:val="single" w:sz="6" w:space="0" w:color="auto"/>
            </w:tcBorders>
          </w:tcPr>
          <w:p w14:paraId="6505FCE4" w14:textId="77777777" w:rsidR="00314BFD" w:rsidRPr="006D7FF0" w:rsidRDefault="00314BFD" w:rsidP="00314BFD">
            <w:pPr>
              <w:pStyle w:val="SpecNormal"/>
            </w:pPr>
            <w:r w:rsidRPr="006D7FF0">
              <w:t>Active Traffic Barrier Systems</w:t>
            </w:r>
          </w:p>
        </w:tc>
        <w:tc>
          <w:tcPr>
            <w:tcW w:w="7036" w:type="dxa"/>
            <w:tcBorders>
              <w:top w:val="single" w:sz="6" w:space="0" w:color="auto"/>
              <w:bottom w:val="single" w:sz="6" w:space="0" w:color="auto"/>
            </w:tcBorders>
          </w:tcPr>
          <w:p w14:paraId="31C3AF9D" w14:textId="77777777" w:rsidR="00314BFD" w:rsidRPr="006D7FF0" w:rsidRDefault="00314BFD" w:rsidP="00314BFD">
            <w:pPr>
              <w:pStyle w:val="SpecNormal"/>
            </w:pPr>
            <w:r w:rsidRPr="006D7FF0">
              <w:t>Witness 3rd party testing</w:t>
            </w:r>
          </w:p>
        </w:tc>
      </w:tr>
      <w:tr w:rsidR="00314BFD" w:rsidRPr="006D7FF0" w14:paraId="2B130AAF"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785D36FA" w14:textId="77777777" w:rsidR="00314BFD" w:rsidRPr="00B14724" w:rsidRDefault="00314BFD" w:rsidP="00314BFD">
            <w:pPr>
              <w:pStyle w:val="SpecNormal"/>
              <w:rPr>
                <w:b/>
              </w:rPr>
            </w:pPr>
            <w:r w:rsidRPr="00B14724">
              <w:rPr>
                <w:b/>
              </w:rPr>
              <w:t>Integrated Systems Tests</w:t>
            </w:r>
          </w:p>
        </w:tc>
      </w:tr>
      <w:tr w:rsidR="00314BFD" w:rsidRPr="006D7FF0" w14:paraId="590E82A0" w14:textId="77777777" w:rsidTr="00B14724">
        <w:trPr>
          <w:cantSplit/>
          <w:jc w:val="center"/>
        </w:trPr>
        <w:tc>
          <w:tcPr>
            <w:tcW w:w="3044" w:type="dxa"/>
            <w:tcBorders>
              <w:top w:val="single" w:sz="6" w:space="0" w:color="auto"/>
            </w:tcBorders>
          </w:tcPr>
          <w:p w14:paraId="148DAAC7" w14:textId="77777777" w:rsidR="00314BFD" w:rsidRPr="006D7FF0" w:rsidRDefault="00314BFD" w:rsidP="00314BFD">
            <w:pPr>
              <w:pStyle w:val="SpecNormal"/>
            </w:pPr>
            <w:r w:rsidRPr="006D7FF0">
              <w:t>Loss of Power Response</w:t>
            </w:r>
          </w:p>
        </w:tc>
        <w:tc>
          <w:tcPr>
            <w:tcW w:w="7036" w:type="dxa"/>
            <w:tcBorders>
              <w:top w:val="single" w:sz="6" w:space="0" w:color="auto"/>
            </w:tcBorders>
          </w:tcPr>
          <w:p w14:paraId="19DD478C" w14:textId="77777777" w:rsidR="00314BFD" w:rsidRPr="006D7FF0" w:rsidRDefault="00314BFD" w:rsidP="00314BFD">
            <w:pPr>
              <w:pStyle w:val="SpecNormal"/>
            </w:pPr>
            <w:r w:rsidRPr="006D7FF0">
              <w:t>Loss of power to building, loss of power to campus, restoration of power to building, restoration of power to campus.</w:t>
            </w:r>
          </w:p>
        </w:tc>
      </w:tr>
      <w:tr w:rsidR="00314BFD" w:rsidRPr="006D7FF0" w14:paraId="0519A36D" w14:textId="77777777" w:rsidTr="00B14724">
        <w:trPr>
          <w:cantSplit/>
          <w:jc w:val="center"/>
        </w:trPr>
        <w:tc>
          <w:tcPr>
            <w:tcW w:w="3044" w:type="dxa"/>
            <w:tcBorders>
              <w:top w:val="single" w:sz="6" w:space="0" w:color="auto"/>
              <w:bottom w:val="single" w:sz="6" w:space="0" w:color="auto"/>
            </w:tcBorders>
          </w:tcPr>
          <w:p w14:paraId="1CB619E1" w14:textId="77777777" w:rsidR="00314BFD" w:rsidRPr="006D7FF0" w:rsidRDefault="00314BFD" w:rsidP="00314BFD">
            <w:pPr>
              <w:pStyle w:val="SpecNormal"/>
            </w:pPr>
            <w:r w:rsidRPr="006D7FF0">
              <w:t>Fire Alarm Response</w:t>
            </w:r>
          </w:p>
        </w:tc>
        <w:tc>
          <w:tcPr>
            <w:tcW w:w="7036" w:type="dxa"/>
            <w:tcBorders>
              <w:top w:val="single" w:sz="6" w:space="0" w:color="auto"/>
              <w:bottom w:val="single" w:sz="6" w:space="0" w:color="auto"/>
            </w:tcBorders>
          </w:tcPr>
          <w:p w14:paraId="110B99D8" w14:textId="77777777" w:rsidR="00314BFD" w:rsidRPr="006D7FF0" w:rsidRDefault="00314BFD" w:rsidP="00314BFD">
            <w:pPr>
              <w:pStyle w:val="SpecNormal"/>
            </w:pPr>
            <w:r w:rsidRPr="006D7FF0">
              <w:t>Integrated System Response to Fire Alarm Condition and Return to Normal</w:t>
            </w:r>
          </w:p>
        </w:tc>
      </w:tr>
      <w:tr w:rsidR="00314BFD" w:rsidRPr="006D7FF0" w14:paraId="50D9DA05"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439F49AA" w14:textId="77777777" w:rsidR="00314BFD" w:rsidRPr="00B14724" w:rsidRDefault="00314BFD" w:rsidP="00314BFD">
            <w:pPr>
              <w:pStyle w:val="SpecNormal"/>
              <w:rPr>
                <w:b/>
              </w:rPr>
            </w:pPr>
            <w:r w:rsidRPr="00B14724">
              <w:rPr>
                <w:b/>
              </w:rPr>
              <w:t>Table Notes</w:t>
            </w:r>
          </w:p>
        </w:tc>
      </w:tr>
      <w:tr w:rsidR="00314BFD" w:rsidRPr="006D7FF0" w14:paraId="6C296DEC" w14:textId="77777777" w:rsidTr="00B14724">
        <w:trPr>
          <w:cantSplit/>
          <w:jc w:val="center"/>
        </w:trPr>
        <w:tc>
          <w:tcPr>
            <w:tcW w:w="10080" w:type="dxa"/>
            <w:gridSpan w:val="2"/>
            <w:tcBorders>
              <w:top w:val="single" w:sz="6" w:space="0" w:color="auto"/>
            </w:tcBorders>
          </w:tcPr>
          <w:p w14:paraId="508DD4CC" w14:textId="77777777" w:rsidR="00314BFD" w:rsidRPr="006D7FF0" w:rsidRDefault="00314BFD" w:rsidP="00314BFD">
            <w:pPr>
              <w:pStyle w:val="SpecNormal"/>
            </w:pPr>
            <w:r w:rsidRPr="006D7FF0">
              <w:t xml:space="preserve">** Denotes systems that LEED requires to be commissioned to comply with the </w:t>
            </w:r>
            <w:r w:rsidR="00B14724">
              <w:t xml:space="preserve">LEED </w:t>
            </w:r>
            <w:r w:rsidRPr="006D7FF0">
              <w:t>Fundamental Commissioning pre-requisite.</w:t>
            </w:r>
          </w:p>
        </w:tc>
      </w:tr>
    </w:tbl>
    <w:p w14:paraId="0C6AF272" w14:textId="77777777" w:rsidR="00D45911" w:rsidRDefault="00D45911" w:rsidP="00683792"/>
    <w:p w14:paraId="7DE3AEB1" w14:textId="77777777" w:rsidR="00B14724" w:rsidRPr="00B900AD" w:rsidRDefault="00B14724" w:rsidP="00B14724">
      <w:pPr>
        <w:pStyle w:val="ArticleB"/>
      </w:pPr>
      <w:r>
        <w:t>1.8</w:t>
      </w:r>
      <w:r w:rsidR="00411FD8">
        <w:t xml:space="preserve"> </w:t>
      </w:r>
      <w:r w:rsidRPr="00B900AD">
        <w:t>COMMISSIONING TEAM</w:t>
      </w:r>
    </w:p>
    <w:p w14:paraId="22B1ADBF" w14:textId="77777777" w:rsidR="00B14724" w:rsidRPr="00B900AD" w:rsidRDefault="00B14724" w:rsidP="00B14724">
      <w:pPr>
        <w:pStyle w:val="Level1"/>
      </w:pPr>
      <w:r>
        <w:t>A.</w:t>
      </w:r>
      <w:r>
        <w:tab/>
      </w:r>
      <w:r w:rsidRPr="00B900AD">
        <w:t xml:space="preserve">The commissioning team shall consist of, but not be limited to, representatives of Contractor, including Project Superintendent and subcontractors, installers, schedulers, suppliers, and specialists </w:t>
      </w:r>
      <w:r w:rsidRPr="00B900AD">
        <w:lastRenderedPageBreak/>
        <w:t>deemed appropriate by the Department of Veterans Affairs (VA) and Commissioning Agent.</w:t>
      </w:r>
    </w:p>
    <w:p w14:paraId="15632C2A" w14:textId="77777777" w:rsidR="00B14724" w:rsidRPr="00B900AD" w:rsidRDefault="00B14724" w:rsidP="00B14724">
      <w:pPr>
        <w:pStyle w:val="Level1"/>
      </w:pPr>
      <w:r>
        <w:t>B.</w:t>
      </w:r>
      <w:r>
        <w:tab/>
      </w:r>
      <w:r w:rsidRPr="00B900AD">
        <w:t xml:space="preserve">Members Appointed by Contractor:  </w:t>
      </w:r>
    </w:p>
    <w:p w14:paraId="18A20E71" w14:textId="77777777" w:rsidR="00B14724" w:rsidRPr="00B900AD" w:rsidRDefault="00B14724" w:rsidP="00B14724">
      <w:pPr>
        <w:pStyle w:val="Level2"/>
      </w:pPr>
      <w:r>
        <w:t>1.</w:t>
      </w:r>
      <w:r>
        <w:tab/>
      </w:r>
      <w:r w:rsidRPr="00B900AD">
        <w:t xml:space="preserve">Contractor’ Commissioning Manager:  The designated person, company, or entity that plans, schedules and coordinates the commissioning activities for the construction team.  </w:t>
      </w:r>
    </w:p>
    <w:p w14:paraId="1C10CDF5" w14:textId="77777777" w:rsidR="00B14724" w:rsidRDefault="00B14724" w:rsidP="00B14724">
      <w:pPr>
        <w:pStyle w:val="Level2"/>
      </w:pPr>
      <w:r>
        <w:t>2.</w:t>
      </w:r>
      <w:r>
        <w:tab/>
      </w:r>
      <w:r w:rsidRPr="00B900AD">
        <w:t>Contractor’s Commissioning Representative(s):  Individual(s), each having authority to act on behalf of the entity he or she represents, explicitly organized to implement the commissioning process through coordinated actions.</w:t>
      </w:r>
    </w:p>
    <w:p w14:paraId="4BB9FFBA" w14:textId="77777777" w:rsidR="00B14724" w:rsidRPr="00B900AD" w:rsidRDefault="00B14724" w:rsidP="00B14724">
      <w:pPr>
        <w:pStyle w:val="Level1"/>
      </w:pPr>
      <w:r>
        <w:t>C.</w:t>
      </w:r>
      <w:r>
        <w:tab/>
      </w:r>
      <w:r w:rsidRPr="00B900AD">
        <w:t>Members Appointed by VA:</w:t>
      </w:r>
    </w:p>
    <w:p w14:paraId="3994669A" w14:textId="77777777" w:rsidR="00B14724" w:rsidRPr="00B900AD" w:rsidRDefault="00B14724" w:rsidP="00B14724">
      <w:pPr>
        <w:pStyle w:val="Level2"/>
      </w:pPr>
      <w:r>
        <w:t>1.</w:t>
      </w:r>
      <w:r>
        <w:tab/>
      </w:r>
      <w:r w:rsidRPr="00B900AD">
        <w:t>Commissioning Agent:  The designated person, company, or entity that plans, schedules, and coordinates the commissioning team to implement the commissioning process.  The VA will engage the CxA under a separate contract.</w:t>
      </w:r>
    </w:p>
    <w:p w14:paraId="0D30E83B" w14:textId="77777777" w:rsidR="00B14724" w:rsidRPr="00B900AD" w:rsidRDefault="00B14724" w:rsidP="00B14724">
      <w:pPr>
        <w:pStyle w:val="Level2"/>
      </w:pPr>
      <w:r>
        <w:t>2.</w:t>
      </w:r>
      <w:r>
        <w:tab/>
      </w:r>
      <w:r w:rsidRPr="00B900AD">
        <w:t>User: Representatives of the facility user and operation and maintenance personnel.</w:t>
      </w:r>
    </w:p>
    <w:p w14:paraId="2849E172" w14:textId="77777777" w:rsidR="00B14724" w:rsidRDefault="00B14724" w:rsidP="00B14724">
      <w:pPr>
        <w:pStyle w:val="Level2"/>
      </w:pPr>
      <w:r>
        <w:t>3.</w:t>
      </w:r>
      <w:r>
        <w:tab/>
      </w:r>
      <w:r w:rsidRPr="00B900AD">
        <w:t>A/E:  Representative of the Architect and engineering design professionals.</w:t>
      </w:r>
    </w:p>
    <w:p w14:paraId="355AAD3A" w14:textId="77777777" w:rsidR="00855E83" w:rsidRPr="00B900AD" w:rsidRDefault="00855E83" w:rsidP="00855E83">
      <w:pPr>
        <w:pStyle w:val="ArticleB"/>
      </w:pPr>
      <w:r>
        <w:t>1.9</w:t>
      </w:r>
      <w:r w:rsidR="00411FD8">
        <w:t xml:space="preserve"> </w:t>
      </w:r>
      <w:r w:rsidRPr="00B900AD">
        <w:t>VA'S COMMISSIONING RESPONSIBILITIES</w:t>
      </w:r>
    </w:p>
    <w:p w14:paraId="72B4699A" w14:textId="77777777" w:rsidR="0004064E" w:rsidRPr="00350B3E" w:rsidRDefault="0004064E" w:rsidP="0004064E">
      <w:pPr>
        <w:pStyle w:val="Level1"/>
      </w:pPr>
      <w:r>
        <w:t>A.</w:t>
      </w:r>
      <w:r>
        <w:tab/>
      </w:r>
      <w:r w:rsidRPr="00350B3E">
        <w:t xml:space="preserve">Appoint an individual, company or firm to act as the Commissioning Agent.  </w:t>
      </w:r>
    </w:p>
    <w:p w14:paraId="0E44297E" w14:textId="77777777" w:rsidR="0004064E" w:rsidRPr="00350B3E" w:rsidRDefault="0004064E" w:rsidP="0004064E">
      <w:pPr>
        <w:pStyle w:val="Level1"/>
      </w:pPr>
      <w:r>
        <w:t>B.</w:t>
      </w:r>
      <w:r>
        <w:tab/>
      </w:r>
      <w:r w:rsidRPr="00350B3E">
        <w:t>Assign operation and maintenance personnel and schedule them to participate in commissioning team activities including, but not limited to, the following:</w:t>
      </w:r>
    </w:p>
    <w:p w14:paraId="67F873A7" w14:textId="77777777" w:rsidR="0004064E" w:rsidRPr="00350B3E" w:rsidRDefault="0004064E" w:rsidP="0004064E">
      <w:pPr>
        <w:pStyle w:val="Level2"/>
      </w:pPr>
      <w:r>
        <w:t>1.</w:t>
      </w:r>
      <w:r>
        <w:tab/>
      </w:r>
      <w:r w:rsidRPr="00350B3E">
        <w:t>Coordination meetings.</w:t>
      </w:r>
    </w:p>
    <w:p w14:paraId="4179C64E" w14:textId="77777777" w:rsidR="0004064E" w:rsidRPr="00350B3E" w:rsidRDefault="0004064E" w:rsidP="0004064E">
      <w:pPr>
        <w:pStyle w:val="Level2"/>
      </w:pPr>
      <w:r>
        <w:t>2.</w:t>
      </w:r>
      <w:r>
        <w:tab/>
      </w:r>
      <w:r w:rsidRPr="00350B3E">
        <w:t>Training in operation and maintenance of systems, subsystems, and equipment.</w:t>
      </w:r>
    </w:p>
    <w:p w14:paraId="77B962BE" w14:textId="77777777" w:rsidR="0004064E" w:rsidRPr="00350B3E" w:rsidRDefault="0004064E" w:rsidP="0004064E">
      <w:pPr>
        <w:pStyle w:val="Level2"/>
      </w:pPr>
      <w:r>
        <w:t>3.</w:t>
      </w:r>
      <w:r>
        <w:tab/>
      </w:r>
      <w:r w:rsidRPr="00350B3E">
        <w:t>Testing meetings.</w:t>
      </w:r>
    </w:p>
    <w:p w14:paraId="1E0E0D02" w14:textId="77777777" w:rsidR="0004064E" w:rsidRPr="00350B3E" w:rsidRDefault="0004064E" w:rsidP="0004064E">
      <w:pPr>
        <w:pStyle w:val="Level2"/>
      </w:pPr>
      <w:r>
        <w:t>4.</w:t>
      </w:r>
      <w:r>
        <w:tab/>
      </w:r>
      <w:r w:rsidRPr="00350B3E">
        <w:t>Witness and assist in Systems Functional Performance Testing.</w:t>
      </w:r>
    </w:p>
    <w:p w14:paraId="1C15D47B" w14:textId="77777777" w:rsidR="0004064E" w:rsidRPr="00350B3E" w:rsidRDefault="0004064E" w:rsidP="0004064E">
      <w:pPr>
        <w:pStyle w:val="Level2"/>
      </w:pPr>
      <w:r>
        <w:t>5.</w:t>
      </w:r>
      <w:r>
        <w:tab/>
      </w:r>
      <w:r w:rsidRPr="00350B3E">
        <w:t>Demonstration of operation of systems, subsystems, and equipment.</w:t>
      </w:r>
    </w:p>
    <w:p w14:paraId="0C85227E" w14:textId="77777777" w:rsidR="0004064E" w:rsidRPr="00350B3E" w:rsidRDefault="0004064E" w:rsidP="0004064E">
      <w:pPr>
        <w:pStyle w:val="Level1"/>
      </w:pPr>
      <w:r>
        <w:t>C.</w:t>
      </w:r>
      <w:r>
        <w:tab/>
      </w:r>
      <w:r w:rsidRPr="00350B3E">
        <w:t>Provide the Construction Documents, prepared by Architect and approved by VA, to the Commissioning Agent and for use in managing the commissioning process, developing the commissioning plan, systems manuals, and reviewing the operation and maintenance training plan.</w:t>
      </w:r>
    </w:p>
    <w:p w14:paraId="6A88EAE7" w14:textId="77777777" w:rsidR="0004064E" w:rsidRPr="00350B3E" w:rsidRDefault="0004064E" w:rsidP="0004064E">
      <w:pPr>
        <w:pStyle w:val="ArticleB"/>
      </w:pPr>
      <w:r>
        <w:t>1.10</w:t>
      </w:r>
      <w:r w:rsidR="00411FD8">
        <w:t xml:space="preserve"> </w:t>
      </w:r>
      <w:r w:rsidRPr="00350B3E">
        <w:t>CONTRACTOR'S COMMISSIONING RESPONSIBILITIES</w:t>
      </w:r>
    </w:p>
    <w:p w14:paraId="21A8836D" w14:textId="77777777" w:rsidR="0004064E" w:rsidRPr="00350B3E" w:rsidRDefault="0004064E" w:rsidP="0004064E">
      <w:pPr>
        <w:pStyle w:val="Level1"/>
      </w:pPr>
      <w:r>
        <w:t>A.</w:t>
      </w:r>
      <w:r>
        <w:tab/>
      </w:r>
      <w:r w:rsidRPr="00350B3E">
        <w:t xml:space="preserve">The Contractor shall assign a Commissioning Manager to manage commissioning activities of the Contractor, and subcontractors. </w:t>
      </w:r>
    </w:p>
    <w:p w14:paraId="58C6A877" w14:textId="77777777" w:rsidR="0004064E" w:rsidRPr="00350B3E" w:rsidRDefault="0004064E" w:rsidP="0004064E">
      <w:pPr>
        <w:pStyle w:val="Level1"/>
      </w:pPr>
      <w:r>
        <w:lastRenderedPageBreak/>
        <w:t>B.</w:t>
      </w:r>
      <w:r>
        <w:tab/>
      </w:r>
      <w:r w:rsidRPr="00350B3E">
        <w:t>The Contractor shall ensure that the commissioning responsibilities outlined in these specifications are included in all subcontracts and that subcontractors comply with the requirements of these specifications.</w:t>
      </w:r>
    </w:p>
    <w:p w14:paraId="5839BC17" w14:textId="77777777" w:rsidR="0004064E" w:rsidRPr="00350B3E" w:rsidRDefault="0004064E" w:rsidP="0004064E">
      <w:pPr>
        <w:pStyle w:val="Level1"/>
      </w:pPr>
      <w:r>
        <w:t>C.</w:t>
      </w:r>
      <w:r>
        <w:tab/>
      </w:r>
      <w:r w:rsidRPr="00350B3E">
        <w:t>The Contractor shall ensure that each installing subcontractor shall assign representatives with expertise and authority to act on behalf of the subcontractor and schedule them to participate in and perform commissioning team activities including, but not limited to, the following:</w:t>
      </w:r>
    </w:p>
    <w:p w14:paraId="39F1968C" w14:textId="77777777" w:rsidR="0004064E" w:rsidRPr="00350B3E" w:rsidRDefault="0004064E" w:rsidP="0004064E">
      <w:pPr>
        <w:pStyle w:val="Level2"/>
      </w:pPr>
      <w:r>
        <w:t>1.</w:t>
      </w:r>
      <w:r>
        <w:tab/>
      </w:r>
      <w:r w:rsidRPr="00350B3E">
        <w:t>Participate in commissioning coordination meetings.</w:t>
      </w:r>
    </w:p>
    <w:p w14:paraId="04294AAF" w14:textId="77777777" w:rsidR="0004064E" w:rsidRPr="00350B3E" w:rsidRDefault="0004064E" w:rsidP="0004064E">
      <w:pPr>
        <w:pStyle w:val="Level2"/>
      </w:pPr>
      <w:r>
        <w:t>2.</w:t>
      </w:r>
      <w:r>
        <w:tab/>
      </w:r>
      <w:r w:rsidRPr="00350B3E">
        <w:t>Conduct operation and maintenance training sessions in accordance with approved training plans.</w:t>
      </w:r>
    </w:p>
    <w:p w14:paraId="3F22DC8A" w14:textId="77777777" w:rsidR="0004064E" w:rsidRPr="00350B3E" w:rsidRDefault="0004064E" w:rsidP="0004064E">
      <w:pPr>
        <w:pStyle w:val="Level2"/>
      </w:pPr>
      <w:r>
        <w:t>3.</w:t>
      </w:r>
      <w:r>
        <w:tab/>
      </w:r>
      <w:r w:rsidRPr="00350B3E">
        <w:t>Verify that Work is complete and systems are operational according to the Contract Documents, including calibration of instrumentation and controls.</w:t>
      </w:r>
    </w:p>
    <w:p w14:paraId="3773601E" w14:textId="77777777" w:rsidR="0004064E" w:rsidRPr="00350B3E" w:rsidRDefault="0004064E" w:rsidP="0004064E">
      <w:pPr>
        <w:pStyle w:val="Level2"/>
      </w:pPr>
      <w:r>
        <w:t>4.</w:t>
      </w:r>
      <w:r>
        <w:tab/>
      </w:r>
      <w:r w:rsidRPr="00350B3E">
        <w:t>Evaluate commissioning issues and commissioning observations identified in the Commissioning Issues Log, field reports, test reports or other commissioning documents. In collaboration with entity responsible for system and equipment installation, recommend corrective action.</w:t>
      </w:r>
    </w:p>
    <w:p w14:paraId="603B2B66" w14:textId="77777777" w:rsidR="0004064E" w:rsidRPr="00350B3E" w:rsidRDefault="0004064E" w:rsidP="0004064E">
      <w:pPr>
        <w:pStyle w:val="Level2"/>
      </w:pPr>
      <w:r>
        <w:t>5.</w:t>
      </w:r>
      <w:r>
        <w:tab/>
      </w:r>
      <w:r w:rsidRPr="00350B3E">
        <w:t>Review and comment on commissioning documentation.</w:t>
      </w:r>
    </w:p>
    <w:p w14:paraId="58FCD35A" w14:textId="77777777" w:rsidR="0004064E" w:rsidRPr="00350B3E" w:rsidRDefault="0004064E" w:rsidP="0004064E">
      <w:pPr>
        <w:pStyle w:val="Level2"/>
      </w:pPr>
      <w:r>
        <w:t>6.</w:t>
      </w:r>
      <w:r>
        <w:tab/>
      </w:r>
      <w:r w:rsidRPr="00350B3E">
        <w:t>Participate in meetings to coordinate Systems Functional Performance Testing.</w:t>
      </w:r>
    </w:p>
    <w:p w14:paraId="764501BA" w14:textId="77777777" w:rsidR="0004064E" w:rsidRPr="00350B3E" w:rsidRDefault="0004064E" w:rsidP="0004064E">
      <w:pPr>
        <w:pStyle w:val="Level2"/>
      </w:pPr>
      <w:r>
        <w:t>7.</w:t>
      </w:r>
      <w:r>
        <w:tab/>
      </w:r>
      <w:r w:rsidRPr="00350B3E">
        <w:t xml:space="preserve">Provide schedule for operation and maintenance data submittals, equipment startup, and testing to Commissioning Agent for incorporation into the commissioning plan.  </w:t>
      </w:r>
    </w:p>
    <w:p w14:paraId="50603B33" w14:textId="77777777" w:rsidR="0004064E" w:rsidRPr="00350B3E" w:rsidRDefault="0004064E" w:rsidP="0004064E">
      <w:pPr>
        <w:pStyle w:val="Level2"/>
      </w:pPr>
      <w:r>
        <w:t>8.</w:t>
      </w:r>
      <w:r>
        <w:tab/>
      </w:r>
      <w:r w:rsidRPr="00350B3E">
        <w:t>Provide information to the Commissioning Agent for developing commissioning plan.</w:t>
      </w:r>
    </w:p>
    <w:p w14:paraId="16CBEC78" w14:textId="77777777" w:rsidR="0004064E" w:rsidRPr="00350B3E" w:rsidRDefault="0004064E" w:rsidP="0004064E">
      <w:pPr>
        <w:pStyle w:val="Level2"/>
      </w:pPr>
      <w:r>
        <w:t>9.</w:t>
      </w:r>
      <w:r>
        <w:tab/>
      </w:r>
      <w:r w:rsidRPr="00350B3E">
        <w:t>Participate in training sessions for VA's operation and maintenance personnel.</w:t>
      </w:r>
    </w:p>
    <w:p w14:paraId="283B8260" w14:textId="77777777" w:rsidR="0004064E" w:rsidRPr="00350B3E" w:rsidRDefault="0004064E" w:rsidP="0004064E">
      <w:pPr>
        <w:pStyle w:val="Level2"/>
      </w:pPr>
      <w:r>
        <w:t xml:space="preserve">10. </w:t>
      </w:r>
      <w:r w:rsidRPr="00350B3E">
        <w:t>Provide technicians who are familiar with the construction and operation of installed systems and who shall develop specific test procedures to conduct Systems Functional Performance Testing of installed systems.</w:t>
      </w:r>
    </w:p>
    <w:p w14:paraId="0E055AFE" w14:textId="77777777" w:rsidR="0004064E" w:rsidRPr="00350B3E" w:rsidRDefault="0004064E" w:rsidP="0004064E">
      <w:pPr>
        <w:pStyle w:val="ArticleB"/>
      </w:pPr>
      <w:r>
        <w:t>1.11</w:t>
      </w:r>
      <w:r w:rsidR="00411FD8">
        <w:t xml:space="preserve"> </w:t>
      </w:r>
      <w:r w:rsidRPr="00350B3E">
        <w:t>COMMISSIONING AGENT’S RESPONSIBILITIES</w:t>
      </w:r>
    </w:p>
    <w:p w14:paraId="7E808C00" w14:textId="77777777" w:rsidR="0004064E" w:rsidRPr="00350B3E" w:rsidRDefault="0004064E" w:rsidP="0004064E">
      <w:pPr>
        <w:pStyle w:val="Level1"/>
      </w:pPr>
      <w:r>
        <w:t>A.</w:t>
      </w:r>
      <w:r>
        <w:tab/>
      </w:r>
      <w:r w:rsidRPr="00350B3E">
        <w:t>Organize and lead the commissioning team.</w:t>
      </w:r>
    </w:p>
    <w:p w14:paraId="2487D204" w14:textId="77777777" w:rsidR="0004064E" w:rsidRPr="00350B3E" w:rsidRDefault="0004064E" w:rsidP="0004064E">
      <w:pPr>
        <w:pStyle w:val="Level1"/>
      </w:pPr>
      <w:r>
        <w:t>B.</w:t>
      </w:r>
      <w:r>
        <w:tab/>
      </w:r>
      <w:r w:rsidRPr="00350B3E">
        <w:t xml:space="preserve">Prepare the commissioning plan.  See Paragraph 1.11-A of this specification Section for further information.   </w:t>
      </w:r>
    </w:p>
    <w:p w14:paraId="09909A3B" w14:textId="77777777" w:rsidR="0004064E" w:rsidRPr="00350B3E" w:rsidRDefault="0004064E" w:rsidP="0004064E">
      <w:pPr>
        <w:pStyle w:val="Level1"/>
      </w:pPr>
      <w:r>
        <w:lastRenderedPageBreak/>
        <w:t>C.</w:t>
      </w:r>
      <w:r>
        <w:tab/>
      </w:r>
      <w:r w:rsidRPr="00350B3E">
        <w:t>Review and comment on selected submittals from the Contractor for general conformance with the Construction Documents.  Review and comment on the ability to test and operate the system and/or equipment, including providing gages, controls and other components required to operate, maintain, and test the system.  Review and comment on performance expectations of systems and equipment and interfaces between systems relating to the Construction Documents.</w:t>
      </w:r>
    </w:p>
    <w:p w14:paraId="0B797472" w14:textId="77777777" w:rsidR="0004064E" w:rsidRPr="00350B3E" w:rsidRDefault="0004064E" w:rsidP="0004064E">
      <w:pPr>
        <w:pStyle w:val="Level1"/>
      </w:pPr>
      <w:r>
        <w:t>D.</w:t>
      </w:r>
      <w:r>
        <w:tab/>
      </w:r>
      <w:r w:rsidRPr="00350B3E">
        <w:t>At the beginning of the construction phase, conduct an initial construction phase coordination meeting for the purpose of reviewing the commissioning activities and establishing tentative schedules for operation and maintenance submittals; operation and maintenance training sessions; TAB Work; Pre-Functional Checklists, Systems Functional Performance Testing; and project completion.</w:t>
      </w:r>
    </w:p>
    <w:p w14:paraId="4D74F6EE" w14:textId="77777777" w:rsidR="0004064E" w:rsidRPr="00350B3E" w:rsidRDefault="0004064E" w:rsidP="0004064E">
      <w:pPr>
        <w:pStyle w:val="Level1"/>
      </w:pPr>
      <w:r>
        <w:t>E.</w:t>
      </w:r>
      <w:r>
        <w:tab/>
      </w:r>
      <w:r w:rsidRPr="00350B3E">
        <w:t>Convene commissioning team meetings for the purpose of coordination, communication, and conflict resolution; discuss status of the commissioning processes.  Responsibilities include arranging for facilities, preparing agenda and attendance lists, and notifying participants.  The Commissioning Agent shall prepare and distribute minutes to commissioning team members and attendees within five workdays of the commissioning meeting.</w:t>
      </w:r>
    </w:p>
    <w:p w14:paraId="1B31E72C" w14:textId="77777777" w:rsidR="0004064E" w:rsidRPr="00350B3E" w:rsidRDefault="0004064E" w:rsidP="0004064E">
      <w:pPr>
        <w:pStyle w:val="Level1"/>
      </w:pPr>
      <w:r>
        <w:t>F.</w:t>
      </w:r>
      <w:r>
        <w:tab/>
      </w:r>
      <w:r w:rsidRPr="00350B3E">
        <w:t>Observe construction and report progress, observations and issues.    Observe systems and equipment installation for adequate accessibility for maintenance and component replacement or repair, and for general conformance with the Construction Documents.</w:t>
      </w:r>
    </w:p>
    <w:p w14:paraId="647E4D3D" w14:textId="77777777" w:rsidR="0004064E" w:rsidRPr="00350B3E" w:rsidRDefault="0004064E" w:rsidP="0004064E">
      <w:pPr>
        <w:pStyle w:val="Level1"/>
      </w:pPr>
      <w:r>
        <w:t>G.</w:t>
      </w:r>
      <w:r>
        <w:tab/>
      </w:r>
      <w:r w:rsidRPr="00350B3E">
        <w:t>Prepare Project specific Pre-Functional Checklists and Systems Functional Performance Test procedures.</w:t>
      </w:r>
    </w:p>
    <w:p w14:paraId="5C65F739" w14:textId="77777777" w:rsidR="0004064E" w:rsidRPr="00350B3E" w:rsidRDefault="0004064E" w:rsidP="0004064E">
      <w:pPr>
        <w:pStyle w:val="Level1"/>
      </w:pPr>
      <w:r>
        <w:t>H.</w:t>
      </w:r>
      <w:r>
        <w:tab/>
      </w:r>
      <w:r w:rsidRPr="00350B3E">
        <w:t xml:space="preserve">Coordinate Systems Functional Performance Testing schedule with the Contractor.  </w:t>
      </w:r>
    </w:p>
    <w:p w14:paraId="4ECA2C49" w14:textId="77777777" w:rsidR="0004064E" w:rsidRPr="00350B3E" w:rsidRDefault="0004064E" w:rsidP="0004064E">
      <w:pPr>
        <w:pStyle w:val="Level1"/>
      </w:pPr>
      <w:r>
        <w:t>I.</w:t>
      </w:r>
      <w:r>
        <w:tab/>
      </w:r>
      <w:r w:rsidRPr="00350B3E">
        <w:t xml:space="preserve">Witness selected systems startups.  </w:t>
      </w:r>
    </w:p>
    <w:p w14:paraId="3D11B98C" w14:textId="77777777" w:rsidR="0004064E" w:rsidRPr="00350B3E" w:rsidRDefault="0004064E" w:rsidP="0004064E">
      <w:pPr>
        <w:pStyle w:val="Level1"/>
      </w:pPr>
      <w:r>
        <w:t>J.</w:t>
      </w:r>
      <w:r>
        <w:tab/>
      </w:r>
      <w:r w:rsidRPr="00350B3E">
        <w:t xml:space="preserve">Verify selected Pre-Functional Checklists completed and submitted by the Contractor.  </w:t>
      </w:r>
    </w:p>
    <w:p w14:paraId="6C07FF35" w14:textId="77777777" w:rsidR="0004064E" w:rsidRPr="00350B3E" w:rsidRDefault="0004064E" w:rsidP="0004064E">
      <w:pPr>
        <w:pStyle w:val="Level1"/>
      </w:pPr>
      <w:r>
        <w:t>K.</w:t>
      </w:r>
      <w:r>
        <w:tab/>
      </w:r>
      <w:r w:rsidRPr="00350B3E">
        <w:t>Witness and document Systems Functional Performance Testing.</w:t>
      </w:r>
    </w:p>
    <w:p w14:paraId="09D67BCF" w14:textId="77777777" w:rsidR="0004064E" w:rsidRPr="00350B3E" w:rsidRDefault="0004064E" w:rsidP="0004064E">
      <w:pPr>
        <w:pStyle w:val="Level1"/>
      </w:pPr>
      <w:r>
        <w:t>L.</w:t>
      </w:r>
      <w:r>
        <w:tab/>
      </w:r>
      <w:r w:rsidRPr="00350B3E">
        <w:t>Compile test data, inspection reports, and certificates and include them in the systems manual and commissioning report.</w:t>
      </w:r>
    </w:p>
    <w:p w14:paraId="045868E1" w14:textId="77777777" w:rsidR="0004064E" w:rsidRPr="00350B3E" w:rsidRDefault="0004064E" w:rsidP="0004064E">
      <w:pPr>
        <w:pStyle w:val="SpecNote"/>
      </w:pPr>
      <w:r w:rsidRPr="00350B3E">
        <w:t>Spec Writer’s Note:  Coordinate the specification reference in Para J below with the specific project spec section dealing with O&amp;M Data requirements.</w:t>
      </w:r>
    </w:p>
    <w:p w14:paraId="4EBC2773" w14:textId="77777777" w:rsidR="0004064E" w:rsidRPr="00350B3E" w:rsidRDefault="0004064E" w:rsidP="0004064E"/>
    <w:p w14:paraId="23424AF5" w14:textId="77777777" w:rsidR="0004064E" w:rsidRPr="00350B3E" w:rsidRDefault="0004064E" w:rsidP="0004064E">
      <w:pPr>
        <w:pStyle w:val="Level1"/>
      </w:pPr>
      <w:r>
        <w:lastRenderedPageBreak/>
        <w:t>M.</w:t>
      </w:r>
      <w:r>
        <w:tab/>
      </w:r>
      <w:r w:rsidRPr="00350B3E">
        <w:t>Review and comment on operation and maintenance (O&amp;M) documentation and systems manual outline for compliance with the Contract Documents.  Operation and maintenance documentation requirements are specified in Paragraph 1.25, Section 01 00 00 GENERAL REQUIREMENTS.</w:t>
      </w:r>
    </w:p>
    <w:p w14:paraId="41426D39" w14:textId="77777777" w:rsidR="0004064E" w:rsidRPr="00350B3E" w:rsidRDefault="0004064E" w:rsidP="0004064E">
      <w:pPr>
        <w:pStyle w:val="Level1"/>
      </w:pPr>
    </w:p>
    <w:p w14:paraId="2C6503D7" w14:textId="77777777" w:rsidR="0004064E" w:rsidRPr="00350B3E" w:rsidRDefault="0004064E" w:rsidP="0004064E">
      <w:pPr>
        <w:pStyle w:val="Level1"/>
      </w:pPr>
      <w:r>
        <w:t>N.</w:t>
      </w:r>
      <w:r>
        <w:tab/>
      </w:r>
      <w:r w:rsidRPr="00350B3E">
        <w:t>Review operation and maintenance training program developed by the Contractor.  Verify training plans provide qualified instructors to conduct operation and maintenance training.</w:t>
      </w:r>
    </w:p>
    <w:p w14:paraId="3A512AAB" w14:textId="77777777" w:rsidR="0004064E" w:rsidRPr="00350B3E" w:rsidRDefault="0004064E" w:rsidP="0004064E">
      <w:pPr>
        <w:pStyle w:val="Level1"/>
      </w:pPr>
      <w:r>
        <w:t>O.</w:t>
      </w:r>
      <w:r>
        <w:tab/>
      </w:r>
      <w:r w:rsidRPr="00350B3E">
        <w:t>Prepare commissioning Field Observation Reports.</w:t>
      </w:r>
    </w:p>
    <w:p w14:paraId="56DEBA9C" w14:textId="77777777" w:rsidR="0004064E" w:rsidRPr="00350B3E" w:rsidRDefault="0004064E" w:rsidP="0004064E">
      <w:pPr>
        <w:pStyle w:val="Level1"/>
      </w:pPr>
      <w:r>
        <w:t>P.</w:t>
      </w:r>
      <w:r>
        <w:tab/>
      </w:r>
      <w:r w:rsidRPr="00350B3E">
        <w:t>Prepare the Final Commissioning Report.</w:t>
      </w:r>
    </w:p>
    <w:p w14:paraId="39A9E05E" w14:textId="77777777" w:rsidR="0004064E" w:rsidRPr="00350B3E" w:rsidRDefault="0004064E" w:rsidP="0004064E">
      <w:pPr>
        <w:pStyle w:val="Level1"/>
      </w:pPr>
      <w:r>
        <w:t>Q.</w:t>
      </w:r>
      <w:r>
        <w:tab/>
      </w:r>
      <w:r w:rsidRPr="00350B3E">
        <w:t>Return to the site at 10 months into the 12 month warranty period and review with facility staff the current building operation and the condition of outstanding issues related to the original and seasonal Systems Functional Performance Testing. Also interview facility staff and identify problems or concerns they have operating the building as originally intended. Make suggestions for improvements and for recording these changes in the O&amp;M manuals. Identify areas that may come under warranty or under the original construction contract. Assist facility staff in developing reports, documents and requests for services to remedy outstanding problems.</w:t>
      </w:r>
    </w:p>
    <w:p w14:paraId="45114CFE" w14:textId="77777777" w:rsidR="0004064E" w:rsidRPr="00350B3E" w:rsidRDefault="0004064E" w:rsidP="0004064E">
      <w:pPr>
        <w:pStyle w:val="Level1"/>
      </w:pPr>
      <w:r>
        <w:t>R.</w:t>
      </w:r>
      <w:r>
        <w:tab/>
      </w:r>
      <w:r w:rsidRPr="00350B3E">
        <w:t>Assemble the final commissioning documentation, including the Final Commissioning Report and Addendum to the Final Commissioning Report.</w:t>
      </w:r>
    </w:p>
    <w:p w14:paraId="43C373C1" w14:textId="77777777" w:rsidR="00660A56" w:rsidRPr="00350B3E" w:rsidRDefault="00660A56" w:rsidP="00660A56">
      <w:pPr>
        <w:pStyle w:val="ArticleB"/>
      </w:pPr>
      <w:r>
        <w:t>1.12</w:t>
      </w:r>
      <w:r w:rsidR="00411FD8">
        <w:t xml:space="preserve"> </w:t>
      </w:r>
      <w:r w:rsidRPr="00350B3E">
        <w:t>COMMISSIONING DOCUMENTATION</w:t>
      </w:r>
    </w:p>
    <w:p w14:paraId="3C3C97E4" w14:textId="77777777" w:rsidR="00660A56" w:rsidRPr="00350B3E" w:rsidRDefault="00660A56" w:rsidP="00660A56">
      <w:pPr>
        <w:pStyle w:val="Level1"/>
      </w:pPr>
      <w:r>
        <w:t>A.</w:t>
      </w:r>
      <w:r>
        <w:tab/>
      </w:r>
      <w:r w:rsidRPr="00350B3E">
        <w:t>Commissioning Plan:  A document, prepared by Commissioning Agent, that outlines the schedule, allocation of resources, and documentation requirements of the commissioning process, and shall include, but is not limited, to the following:</w:t>
      </w:r>
    </w:p>
    <w:p w14:paraId="7B9BEB6D" w14:textId="77777777" w:rsidR="00660A56" w:rsidRPr="00350B3E" w:rsidRDefault="00660A56" w:rsidP="00660A56">
      <w:pPr>
        <w:pStyle w:val="Level2"/>
      </w:pPr>
      <w:r>
        <w:t>1.</w:t>
      </w:r>
      <w:r>
        <w:tab/>
      </w:r>
      <w:r w:rsidRPr="00350B3E">
        <w:t>Plan for delivery and review of submittals, systems manuals, and other documents and reports.  Identification of the relationship of these documents to other functions and a detailed description of submittals that are required to support the commissioning processes.  Submittal dates shall include the latest date approved submittals must be received without adversely affecting commissioning plan.</w:t>
      </w:r>
    </w:p>
    <w:p w14:paraId="27A3C07E" w14:textId="77777777" w:rsidR="00660A56" w:rsidRPr="00350B3E" w:rsidRDefault="00660A56" w:rsidP="00660A56">
      <w:pPr>
        <w:pStyle w:val="Level2"/>
      </w:pPr>
      <w:r>
        <w:t>2.</w:t>
      </w:r>
      <w:r>
        <w:tab/>
      </w:r>
      <w:r w:rsidRPr="00350B3E">
        <w:t>Description of the organization, layout, and content of commissioning documentation (including systems manual) and a detailed description of documents to be provided along with identification of responsible parties.</w:t>
      </w:r>
    </w:p>
    <w:p w14:paraId="501C5A0B" w14:textId="77777777" w:rsidR="00660A56" w:rsidRPr="00350B3E" w:rsidRDefault="00660A56" w:rsidP="00660A56">
      <w:pPr>
        <w:pStyle w:val="Level2"/>
      </w:pPr>
      <w:r>
        <w:t>3.</w:t>
      </w:r>
      <w:r>
        <w:tab/>
      </w:r>
      <w:r w:rsidRPr="00350B3E">
        <w:t>Identification of systems and equipment to be commissioned.</w:t>
      </w:r>
    </w:p>
    <w:p w14:paraId="6AB741A5" w14:textId="77777777" w:rsidR="00660A56" w:rsidRPr="00350B3E" w:rsidRDefault="00660A56" w:rsidP="00660A56">
      <w:pPr>
        <w:pStyle w:val="Level2"/>
      </w:pPr>
      <w:r>
        <w:lastRenderedPageBreak/>
        <w:t>4.</w:t>
      </w:r>
      <w:r>
        <w:tab/>
      </w:r>
      <w:r w:rsidRPr="00350B3E">
        <w:t>Schedule of Commissioning Coordination meetings.</w:t>
      </w:r>
    </w:p>
    <w:p w14:paraId="135E3521" w14:textId="77777777" w:rsidR="00660A56" w:rsidRPr="00350B3E" w:rsidRDefault="00660A56" w:rsidP="00660A56">
      <w:pPr>
        <w:pStyle w:val="Level2"/>
      </w:pPr>
      <w:r>
        <w:t>5.</w:t>
      </w:r>
      <w:r>
        <w:tab/>
      </w:r>
      <w:r w:rsidRPr="00350B3E">
        <w:t>Identification of items that must be completed before the next operation can proceed.</w:t>
      </w:r>
    </w:p>
    <w:p w14:paraId="2028F2D4" w14:textId="77777777" w:rsidR="00660A56" w:rsidRPr="00350B3E" w:rsidRDefault="00660A56" w:rsidP="00660A56">
      <w:pPr>
        <w:pStyle w:val="Level2"/>
      </w:pPr>
      <w:r>
        <w:t>6.</w:t>
      </w:r>
      <w:r>
        <w:tab/>
      </w:r>
      <w:r w:rsidRPr="00350B3E">
        <w:t>Description of responsibilities of commissioning team members.</w:t>
      </w:r>
    </w:p>
    <w:p w14:paraId="5DF87F90" w14:textId="77777777" w:rsidR="00660A56" w:rsidRPr="00350B3E" w:rsidRDefault="00660A56" w:rsidP="00660A56">
      <w:pPr>
        <w:pStyle w:val="Level2"/>
      </w:pPr>
      <w:r>
        <w:t>7.</w:t>
      </w:r>
      <w:r>
        <w:tab/>
      </w:r>
      <w:r w:rsidRPr="00350B3E">
        <w:t>Description of observations to be made.</w:t>
      </w:r>
    </w:p>
    <w:p w14:paraId="21429B45" w14:textId="77777777" w:rsidR="00660A56" w:rsidRPr="00350B3E" w:rsidRDefault="00660A56" w:rsidP="00660A56">
      <w:pPr>
        <w:pStyle w:val="Level2"/>
      </w:pPr>
      <w:r>
        <w:t>8.</w:t>
      </w:r>
      <w:r>
        <w:tab/>
      </w:r>
      <w:r w:rsidRPr="00350B3E">
        <w:t>Description of requirements for operation and maintenance training.</w:t>
      </w:r>
    </w:p>
    <w:p w14:paraId="134B6562" w14:textId="77777777" w:rsidR="00660A56" w:rsidRPr="00350B3E" w:rsidRDefault="00660A56" w:rsidP="00660A56">
      <w:pPr>
        <w:pStyle w:val="Level2"/>
      </w:pPr>
      <w:r>
        <w:t>9.</w:t>
      </w:r>
      <w:r>
        <w:tab/>
      </w:r>
      <w:r w:rsidRPr="00350B3E">
        <w:t>Schedule for commissioning activities with dates coordinated with overall construction schedule.</w:t>
      </w:r>
    </w:p>
    <w:p w14:paraId="4E7D26BC" w14:textId="77777777" w:rsidR="00660A56" w:rsidRPr="00350B3E" w:rsidRDefault="00660A56" w:rsidP="00660A56">
      <w:pPr>
        <w:pStyle w:val="Level2"/>
      </w:pPr>
      <w:r>
        <w:t xml:space="preserve">10. </w:t>
      </w:r>
      <w:r w:rsidRPr="00350B3E">
        <w:t>Process and schedule for documenting changes on a continuous basis to appear in Project Record Documents.</w:t>
      </w:r>
    </w:p>
    <w:p w14:paraId="3243D4BD" w14:textId="77777777" w:rsidR="00660A56" w:rsidRPr="00350B3E" w:rsidRDefault="00660A56" w:rsidP="00660A56">
      <w:pPr>
        <w:pStyle w:val="Level2"/>
      </w:pPr>
      <w:r>
        <w:t xml:space="preserve">11. </w:t>
      </w:r>
      <w:r w:rsidRPr="00350B3E">
        <w:t>Process and schedule for completing prestart and startup checklists for systems, subsystems, and equipment to be verified and tested.</w:t>
      </w:r>
    </w:p>
    <w:p w14:paraId="6F451359" w14:textId="77777777" w:rsidR="00660A56" w:rsidRPr="00350B3E" w:rsidRDefault="00660A56" w:rsidP="00660A56">
      <w:pPr>
        <w:pStyle w:val="Level2"/>
      </w:pPr>
      <w:r>
        <w:t xml:space="preserve">12. </w:t>
      </w:r>
      <w:r w:rsidRPr="00350B3E">
        <w:t xml:space="preserve">Preliminary Systems Functional Performance Test procedures.  </w:t>
      </w:r>
    </w:p>
    <w:p w14:paraId="4804427B" w14:textId="77777777" w:rsidR="00660A56" w:rsidRPr="00350B3E" w:rsidRDefault="00660A56" w:rsidP="00660A56">
      <w:pPr>
        <w:pStyle w:val="Level1"/>
      </w:pPr>
      <w:r>
        <w:t>B.</w:t>
      </w:r>
      <w:r>
        <w:tab/>
      </w:r>
      <w:r w:rsidRPr="00350B3E">
        <w:t>Systems Functional Performance Test Procedures:  The Commissioning Agent will develop Systems Functional Performance Test Procedures for each system to be commissioned, including subsystems, or equipment and interfaces or interlocks with other systems.  Systems Functional Performance Test Procedures will include a separate entry, with space for comments, for each item to be tested.  Preliminary Systems Functional Performance Test Procedures will be provided to the VA, Architect/Engineer, and Contractor for review and comment.  The Systems Performance Test Procedure will include test procedures for each mode of operation and provide space to indicate whether the mode under test responded as required.  Each System Functional Performance Test procedure, regardless of system, subsystem, or equipment being tested, shall include, but not be limited to, the following:</w:t>
      </w:r>
    </w:p>
    <w:p w14:paraId="667739FB" w14:textId="77777777" w:rsidR="00660A56" w:rsidRPr="00350B3E" w:rsidRDefault="00660A56" w:rsidP="00660A56">
      <w:pPr>
        <w:pStyle w:val="Level2"/>
      </w:pPr>
      <w:r>
        <w:t>1.</w:t>
      </w:r>
      <w:r>
        <w:tab/>
      </w:r>
      <w:r w:rsidRPr="00350B3E">
        <w:t>Name and identification code of tested system.</w:t>
      </w:r>
    </w:p>
    <w:p w14:paraId="06F82F19" w14:textId="77777777" w:rsidR="00660A56" w:rsidRPr="00350B3E" w:rsidRDefault="00660A56" w:rsidP="00660A56">
      <w:pPr>
        <w:pStyle w:val="Level2"/>
      </w:pPr>
      <w:r>
        <w:t>2.</w:t>
      </w:r>
      <w:r>
        <w:tab/>
      </w:r>
      <w:r w:rsidRPr="00350B3E">
        <w:t>Test number.</w:t>
      </w:r>
    </w:p>
    <w:p w14:paraId="7A338E8C" w14:textId="77777777" w:rsidR="00660A56" w:rsidRPr="00350B3E" w:rsidRDefault="00660A56" w:rsidP="00660A56">
      <w:pPr>
        <w:pStyle w:val="Level2"/>
      </w:pPr>
      <w:r>
        <w:t>3.</w:t>
      </w:r>
      <w:r>
        <w:tab/>
      </w:r>
      <w:r w:rsidRPr="00350B3E">
        <w:t>Time and date of test.</w:t>
      </w:r>
    </w:p>
    <w:p w14:paraId="26F0811B" w14:textId="77777777" w:rsidR="00660A56" w:rsidRPr="00350B3E" w:rsidRDefault="00660A56" w:rsidP="00660A56">
      <w:pPr>
        <w:pStyle w:val="Level2"/>
      </w:pPr>
      <w:r>
        <w:t>4.</w:t>
      </w:r>
      <w:r>
        <w:tab/>
      </w:r>
      <w:r w:rsidRPr="00350B3E">
        <w:t>Indication of whether the record is for a first test or retest following correction of a problem or issue.</w:t>
      </w:r>
    </w:p>
    <w:p w14:paraId="7395A02E" w14:textId="77777777" w:rsidR="00660A56" w:rsidRPr="00350B3E" w:rsidRDefault="00660A56" w:rsidP="00660A56">
      <w:pPr>
        <w:pStyle w:val="Level2"/>
      </w:pPr>
      <w:r>
        <w:t>5.</w:t>
      </w:r>
      <w:r>
        <w:tab/>
      </w:r>
      <w:r w:rsidRPr="00350B3E">
        <w:t>Dated signatures of the person performing test and of the witness, if applicable.</w:t>
      </w:r>
    </w:p>
    <w:p w14:paraId="4E2EE777" w14:textId="77777777" w:rsidR="00660A56" w:rsidRPr="00350B3E" w:rsidRDefault="00660A56" w:rsidP="00660A56">
      <w:pPr>
        <w:pStyle w:val="Level2"/>
      </w:pPr>
      <w:r>
        <w:t>6.</w:t>
      </w:r>
      <w:r>
        <w:tab/>
      </w:r>
      <w:r w:rsidRPr="00350B3E">
        <w:t>Individuals present for test.</w:t>
      </w:r>
    </w:p>
    <w:p w14:paraId="7872A9A7" w14:textId="77777777" w:rsidR="00660A56" w:rsidRPr="00350B3E" w:rsidRDefault="00660A56" w:rsidP="00660A56">
      <w:pPr>
        <w:pStyle w:val="Level2"/>
      </w:pPr>
      <w:r>
        <w:t>7.</w:t>
      </w:r>
      <w:r>
        <w:tab/>
      </w:r>
      <w:r w:rsidRPr="00350B3E">
        <w:t>Observations and Issues.</w:t>
      </w:r>
    </w:p>
    <w:p w14:paraId="61E35B4F" w14:textId="77777777" w:rsidR="00660A56" w:rsidRPr="00350B3E" w:rsidRDefault="00660A56" w:rsidP="00660A56">
      <w:pPr>
        <w:pStyle w:val="Level2"/>
      </w:pPr>
      <w:r>
        <w:t>8.</w:t>
      </w:r>
      <w:r>
        <w:tab/>
      </w:r>
      <w:r w:rsidRPr="00350B3E">
        <w:t>Issue number, if any, generated as the result of test.</w:t>
      </w:r>
    </w:p>
    <w:p w14:paraId="6A32D86A" w14:textId="77777777" w:rsidR="00660A56" w:rsidRPr="00350B3E" w:rsidRDefault="00660A56" w:rsidP="00660A56">
      <w:pPr>
        <w:pStyle w:val="Level1"/>
      </w:pPr>
      <w:r>
        <w:t>C.</w:t>
      </w:r>
      <w:r>
        <w:tab/>
      </w:r>
      <w:r w:rsidRPr="00350B3E">
        <w:t xml:space="preserve">Pre-Functional Checklists:  The Commissioning Agent will prepare Pre-Functional Checklists.  Pre-Functional Checklists shall be completed </w:t>
      </w:r>
      <w:r w:rsidRPr="00350B3E">
        <w:lastRenderedPageBreak/>
        <w:t>and signed by the Contractor, verifying that systems, subsystems, equipment, and associated controls are ready for testing.  The Commissioning Agent will spot check Pre-Functional Checklists to verify accuracy and readiness for testing.  Inaccurate or incomplete Pre-Functional Checklists shall be returned to the Contractor for correction and resubmission.</w:t>
      </w:r>
    </w:p>
    <w:p w14:paraId="3BA537DE" w14:textId="77777777" w:rsidR="00660A56" w:rsidRPr="00350B3E" w:rsidRDefault="00660A56" w:rsidP="00660A56">
      <w:pPr>
        <w:pStyle w:val="Level1"/>
      </w:pPr>
      <w:r>
        <w:t>D.</w:t>
      </w:r>
      <w:r>
        <w:tab/>
      </w:r>
      <w:r w:rsidRPr="00350B3E">
        <w:t>Test and Inspection Reports:  The Commissioning Agent will record test data, observations, and measurements on Systems Functional Performance Test Procedure.  The report will also include recommendation for system acceptance or non-acceptance.  Photographs, forms, and other means appropriate for the application shall be included with data.  Commissioning Agent Will compile test and inspection reports and test and inspection certificates and include them in systems manual and commissioning report.</w:t>
      </w:r>
    </w:p>
    <w:p w14:paraId="4C5D25ED" w14:textId="77777777" w:rsidR="00660A56" w:rsidRPr="00350B3E" w:rsidRDefault="00660A56" w:rsidP="00660A56">
      <w:pPr>
        <w:pStyle w:val="SpecNote"/>
      </w:pPr>
      <w:r w:rsidRPr="00350B3E">
        <w:t xml:space="preserve">Spec Writer Note:  Modify Para E below to include a reference to other paragraph(s) that may be included to require that the Contractor is liable for any costs incurred by the VA for retesting.  These costs may include additional fees to the Commissioning Agent and/or A/E. </w:t>
      </w:r>
    </w:p>
    <w:p w14:paraId="2C84CC9E" w14:textId="77777777" w:rsidR="00660A56" w:rsidRPr="00350B3E" w:rsidRDefault="00660A56" w:rsidP="00660A56"/>
    <w:p w14:paraId="7DAA82DD" w14:textId="77777777" w:rsidR="00660A56" w:rsidRPr="00350B3E" w:rsidRDefault="00660A56" w:rsidP="00660A56">
      <w:pPr>
        <w:pStyle w:val="Level1"/>
      </w:pPr>
      <w:r>
        <w:t>E.</w:t>
      </w:r>
      <w:r>
        <w:tab/>
      </w:r>
      <w:r w:rsidRPr="00350B3E">
        <w:t xml:space="preserve">Corrective Action Documents:  The Commissioning Agent will document corrective action taken for systems and equipment that fail tests.  The documentation will include any required modifications to systems and equipment and/or revisions to test procedures, if any.  The Commissioning Agent will witness and document any retesting of systems and/or equipment requiring corrective action and document retest results. </w:t>
      </w:r>
    </w:p>
    <w:p w14:paraId="116B64B4" w14:textId="77777777" w:rsidR="00660A56" w:rsidRPr="00350B3E" w:rsidRDefault="00660A56" w:rsidP="00660A56">
      <w:pPr>
        <w:pStyle w:val="Level1"/>
      </w:pPr>
      <w:r>
        <w:t>F.</w:t>
      </w:r>
      <w:r>
        <w:tab/>
      </w:r>
      <w:r w:rsidRPr="00350B3E">
        <w:t>Commissioning Issues Log:  The Commissioning Agent will prepare and maintain Commissioning Issues Log that describes Commissioning Issues and Commissioning Observations that are identified during the Commissioning process.  These observations and issues include, but are not limited to, those that are at variance with the Contract Documents.  The Commissioning Issues Log will identify and track issues as they are encountered, the party responsible for resolution, progress toward resolution, and document how the issue was resolved.  The Master Commissioning Issues Log will also track the status of unresolved issues.</w:t>
      </w:r>
    </w:p>
    <w:p w14:paraId="60031026" w14:textId="77777777" w:rsidR="00660A56" w:rsidRPr="00350B3E" w:rsidRDefault="00660A56" w:rsidP="00660A56">
      <w:pPr>
        <w:pStyle w:val="Level2"/>
      </w:pPr>
      <w:r>
        <w:t>1.</w:t>
      </w:r>
      <w:r>
        <w:tab/>
      </w:r>
      <w:r w:rsidRPr="00350B3E">
        <w:t xml:space="preserve">Creating </w:t>
      </w:r>
      <w:proofErr w:type="gramStart"/>
      <w:r w:rsidRPr="00350B3E">
        <w:t>an</w:t>
      </w:r>
      <w:proofErr w:type="gramEnd"/>
      <w:r w:rsidRPr="00350B3E">
        <w:t xml:space="preserve"> Commissioning Issues Log Entry:</w:t>
      </w:r>
    </w:p>
    <w:p w14:paraId="708F7BEF" w14:textId="77777777" w:rsidR="00660A56" w:rsidRPr="00350B3E" w:rsidRDefault="00660A56" w:rsidP="00660A56">
      <w:pPr>
        <w:pStyle w:val="Level3"/>
      </w:pPr>
      <w:r>
        <w:lastRenderedPageBreak/>
        <w:t>a.</w:t>
      </w:r>
      <w:r>
        <w:tab/>
      </w:r>
      <w:r w:rsidRPr="00350B3E">
        <w:t>Identify the issue with unique numeric or alphanumeric identifier by which the issue may be tracked.</w:t>
      </w:r>
    </w:p>
    <w:p w14:paraId="4B9282E0" w14:textId="77777777" w:rsidR="00660A56" w:rsidRPr="00350B3E" w:rsidRDefault="00660A56" w:rsidP="00660A56">
      <w:pPr>
        <w:pStyle w:val="Level3"/>
      </w:pPr>
      <w:r>
        <w:t>b.</w:t>
      </w:r>
      <w:r>
        <w:tab/>
      </w:r>
      <w:r w:rsidRPr="00350B3E">
        <w:t>Assign a descriptive title for the issue.</w:t>
      </w:r>
    </w:p>
    <w:p w14:paraId="4EB39960" w14:textId="77777777" w:rsidR="00660A56" w:rsidRPr="00350B3E" w:rsidRDefault="006A4E33" w:rsidP="00660A56">
      <w:pPr>
        <w:pStyle w:val="Level3"/>
      </w:pPr>
      <w:r>
        <w:t>c.</w:t>
      </w:r>
      <w:r>
        <w:tab/>
      </w:r>
      <w:r w:rsidR="00660A56" w:rsidRPr="00350B3E">
        <w:t>Identify date and time of the issue.</w:t>
      </w:r>
    </w:p>
    <w:p w14:paraId="5B0FD516" w14:textId="77777777" w:rsidR="00660A56" w:rsidRPr="00350B3E" w:rsidRDefault="006A4E33" w:rsidP="00660A56">
      <w:pPr>
        <w:pStyle w:val="Level3"/>
      </w:pPr>
      <w:r>
        <w:t>d</w:t>
      </w:r>
      <w:r w:rsidR="00660A56">
        <w:t>.</w:t>
      </w:r>
      <w:r w:rsidR="00660A56">
        <w:tab/>
      </w:r>
      <w:r w:rsidR="00660A56" w:rsidRPr="00350B3E">
        <w:t>Identify test number of test being performed at the time of the observation, if applicable, for cross reference.</w:t>
      </w:r>
    </w:p>
    <w:p w14:paraId="096E8556" w14:textId="77777777" w:rsidR="00660A56" w:rsidRPr="00350B3E" w:rsidRDefault="006A4E33" w:rsidP="00660A56">
      <w:pPr>
        <w:pStyle w:val="Level3"/>
      </w:pPr>
      <w:r>
        <w:t>e</w:t>
      </w:r>
      <w:r w:rsidR="00660A56">
        <w:t>.</w:t>
      </w:r>
      <w:r w:rsidR="00660A56">
        <w:tab/>
      </w:r>
      <w:r w:rsidR="00660A56" w:rsidRPr="00350B3E">
        <w:t>Identify system, subsystem, and equipment to which the issue applies.</w:t>
      </w:r>
    </w:p>
    <w:p w14:paraId="6FFDEDA2" w14:textId="77777777" w:rsidR="00660A56" w:rsidRPr="00350B3E" w:rsidRDefault="00660A56" w:rsidP="00660A56">
      <w:pPr>
        <w:pStyle w:val="Level3"/>
      </w:pPr>
      <w:r>
        <w:t>f.</w:t>
      </w:r>
      <w:r>
        <w:tab/>
      </w:r>
      <w:r w:rsidRPr="00350B3E">
        <w:t>Identify location of system, subsystem, and equipment.</w:t>
      </w:r>
    </w:p>
    <w:p w14:paraId="7B92654C" w14:textId="77777777" w:rsidR="00660A56" w:rsidRPr="00350B3E" w:rsidRDefault="00660A56" w:rsidP="00660A56">
      <w:pPr>
        <w:pStyle w:val="Level3"/>
      </w:pPr>
      <w:r>
        <w:t>g.</w:t>
      </w:r>
      <w:r>
        <w:tab/>
      </w:r>
      <w:r w:rsidRPr="00350B3E">
        <w:t>Include information that may be helpful in diagnosing or evaluating the issue.</w:t>
      </w:r>
    </w:p>
    <w:p w14:paraId="3A4501C8" w14:textId="77777777" w:rsidR="00660A56" w:rsidRPr="00350B3E" w:rsidRDefault="00660A56" w:rsidP="00660A56">
      <w:pPr>
        <w:pStyle w:val="Level3"/>
      </w:pPr>
      <w:r>
        <w:t>h.</w:t>
      </w:r>
      <w:r>
        <w:tab/>
      </w:r>
      <w:r w:rsidRPr="00350B3E">
        <w:t>Note recommended corrective action.</w:t>
      </w:r>
    </w:p>
    <w:p w14:paraId="04622229" w14:textId="77777777" w:rsidR="00660A56" w:rsidRPr="00350B3E" w:rsidRDefault="00660A56" w:rsidP="00660A56">
      <w:pPr>
        <w:pStyle w:val="Level3"/>
      </w:pPr>
      <w:r>
        <w:t>i.</w:t>
      </w:r>
      <w:r>
        <w:tab/>
      </w:r>
      <w:r w:rsidRPr="00350B3E">
        <w:t>Identify commissioning team member responsible for corrective action.</w:t>
      </w:r>
    </w:p>
    <w:p w14:paraId="43C543D4" w14:textId="77777777" w:rsidR="00660A56" w:rsidRPr="00350B3E" w:rsidRDefault="00660A56" w:rsidP="00660A56">
      <w:pPr>
        <w:pStyle w:val="Level3"/>
      </w:pPr>
      <w:r>
        <w:t>j.</w:t>
      </w:r>
      <w:r>
        <w:tab/>
      </w:r>
      <w:r w:rsidRPr="00350B3E">
        <w:t>Identify expected date of correction.</w:t>
      </w:r>
    </w:p>
    <w:p w14:paraId="01C7FA0E" w14:textId="77777777" w:rsidR="00660A56" w:rsidRPr="00350B3E" w:rsidRDefault="00660A56" w:rsidP="00660A56">
      <w:pPr>
        <w:pStyle w:val="Level3"/>
      </w:pPr>
      <w:r>
        <w:t>k.</w:t>
      </w:r>
      <w:r>
        <w:tab/>
      </w:r>
      <w:r w:rsidRPr="00350B3E">
        <w:t>Identify person that identified the issue.</w:t>
      </w:r>
    </w:p>
    <w:p w14:paraId="6FD09CFC" w14:textId="77777777" w:rsidR="00660A56" w:rsidRPr="00350B3E" w:rsidRDefault="006A4E33" w:rsidP="006A4E33">
      <w:pPr>
        <w:pStyle w:val="Level2"/>
      </w:pPr>
      <w:r>
        <w:t>2</w:t>
      </w:r>
      <w:r w:rsidR="00660A56">
        <w:t>.</w:t>
      </w:r>
      <w:r w:rsidR="00660A56">
        <w:tab/>
      </w:r>
      <w:r w:rsidR="00660A56" w:rsidRPr="00350B3E">
        <w:t>Documenting Issue Resolution:</w:t>
      </w:r>
    </w:p>
    <w:p w14:paraId="31236EB4" w14:textId="77777777" w:rsidR="00660A56" w:rsidRPr="00350B3E" w:rsidRDefault="006A4E33" w:rsidP="00660A56">
      <w:pPr>
        <w:pStyle w:val="Level3"/>
      </w:pPr>
      <w:r>
        <w:t>a.</w:t>
      </w:r>
      <w:r>
        <w:tab/>
      </w:r>
      <w:r w:rsidR="00660A56" w:rsidRPr="00350B3E">
        <w:t>Log date correction is completed or the issue is resolved.</w:t>
      </w:r>
    </w:p>
    <w:p w14:paraId="375AC33C" w14:textId="77777777" w:rsidR="00660A56" w:rsidRPr="00350B3E" w:rsidRDefault="006A4E33" w:rsidP="00660A56">
      <w:pPr>
        <w:pStyle w:val="Level3"/>
      </w:pPr>
      <w:r>
        <w:t>b</w:t>
      </w:r>
      <w:r w:rsidR="00660A56">
        <w:t>.</w:t>
      </w:r>
      <w:r w:rsidR="00660A56">
        <w:tab/>
      </w:r>
      <w:r w:rsidR="00660A56" w:rsidRPr="00350B3E">
        <w:t>Describe corrective action or resolution taken.  Include description of diagnostic steps taken to determine root cause of the issue, if any.</w:t>
      </w:r>
    </w:p>
    <w:p w14:paraId="3000B874" w14:textId="77777777" w:rsidR="00660A56" w:rsidRPr="00350B3E" w:rsidRDefault="006A4E33" w:rsidP="00660A56">
      <w:pPr>
        <w:pStyle w:val="Level3"/>
      </w:pPr>
      <w:r>
        <w:t>c</w:t>
      </w:r>
      <w:r w:rsidR="00660A56">
        <w:t>.</w:t>
      </w:r>
      <w:r w:rsidR="00660A56">
        <w:tab/>
      </w:r>
      <w:r w:rsidR="00660A56" w:rsidRPr="00350B3E">
        <w:t>Identify changes to the Contract Documents that may require action.</w:t>
      </w:r>
    </w:p>
    <w:p w14:paraId="26B103F2" w14:textId="77777777" w:rsidR="00660A56" w:rsidRPr="00350B3E" w:rsidRDefault="006A4E33" w:rsidP="00660A56">
      <w:pPr>
        <w:pStyle w:val="Level3"/>
      </w:pPr>
      <w:r>
        <w:t>d</w:t>
      </w:r>
      <w:r w:rsidR="00660A56">
        <w:t>.</w:t>
      </w:r>
      <w:r w:rsidR="00660A56">
        <w:tab/>
      </w:r>
      <w:r w:rsidR="00660A56" w:rsidRPr="00350B3E">
        <w:t>State that correction was completed and system, subsystem, and equipment are ready for retest, if applicable.</w:t>
      </w:r>
    </w:p>
    <w:p w14:paraId="6FF13187" w14:textId="77777777" w:rsidR="00660A56" w:rsidRPr="00350B3E" w:rsidRDefault="006A4E33" w:rsidP="00660A56">
      <w:pPr>
        <w:pStyle w:val="Level3"/>
      </w:pPr>
      <w:r>
        <w:t>e</w:t>
      </w:r>
      <w:r w:rsidR="00660A56">
        <w:t>.</w:t>
      </w:r>
      <w:r w:rsidR="00660A56">
        <w:tab/>
      </w:r>
      <w:r w:rsidR="00660A56" w:rsidRPr="00350B3E">
        <w:t>Identify person(s) who corrected or resolved the issue.</w:t>
      </w:r>
    </w:p>
    <w:p w14:paraId="13060759" w14:textId="77777777" w:rsidR="00660A56" w:rsidRPr="00350B3E" w:rsidRDefault="006A4E33" w:rsidP="00660A56">
      <w:pPr>
        <w:pStyle w:val="Level3"/>
      </w:pPr>
      <w:r>
        <w:t>f</w:t>
      </w:r>
      <w:r w:rsidR="00660A56">
        <w:t>.</w:t>
      </w:r>
      <w:r w:rsidR="00660A56">
        <w:tab/>
      </w:r>
      <w:r w:rsidR="00660A56" w:rsidRPr="00350B3E">
        <w:t>Identify person(s) verifying the issue resolution.</w:t>
      </w:r>
    </w:p>
    <w:p w14:paraId="6954AC2F" w14:textId="77777777" w:rsidR="00660A56" w:rsidRPr="00350B3E" w:rsidRDefault="006A4E33" w:rsidP="006A4E33">
      <w:pPr>
        <w:pStyle w:val="Level1"/>
      </w:pPr>
      <w:r>
        <w:t>G.</w:t>
      </w:r>
      <w:r>
        <w:tab/>
      </w:r>
      <w:r w:rsidR="00660A56" w:rsidRPr="00350B3E">
        <w:t xml:space="preserve">Final Commissioning Report:  The Commissioning Agent will document results of the commissioning process, including unresolved issues, and performance of systems, subsystems, and equipment.  The Commissioning Report will indicate whether systems, subsystems, and equipment have been properly installed and are performing according to the Contract Documents.  This report will be used by the Department of Veterans Affairs when determining that systems will be accepted.  This report will be used to evaluate systems, subsystems, and equipment and will serve as a future reference document during VA occupancy and operation.  It shall describe components and performance that exceed requirements of the Contract Documents and those that do not meet requirements of </w:t>
      </w:r>
      <w:r w:rsidR="00660A56" w:rsidRPr="00350B3E">
        <w:lastRenderedPageBreak/>
        <w:t>the Contract Documents.  The commissioning report will include, but is not limited to, the following:</w:t>
      </w:r>
    </w:p>
    <w:p w14:paraId="705E7285" w14:textId="77777777" w:rsidR="00660A56" w:rsidRPr="00350B3E" w:rsidRDefault="006A4E33" w:rsidP="006A4E33">
      <w:pPr>
        <w:pStyle w:val="Level2"/>
      </w:pPr>
      <w:r>
        <w:t>1.</w:t>
      </w:r>
      <w:r>
        <w:tab/>
      </w:r>
      <w:r w:rsidR="00660A56" w:rsidRPr="00350B3E">
        <w:t>Lists and explanations of substitutions; compromises; variances with the Contract Documents; record of conditions; and, if appropriate, recommendations for resolution.  Design Narrative documentation maintained by the Commissioning Agent.</w:t>
      </w:r>
    </w:p>
    <w:p w14:paraId="725C4449" w14:textId="77777777" w:rsidR="00660A56" w:rsidRPr="00350B3E" w:rsidRDefault="006A4E33" w:rsidP="006A4E33">
      <w:pPr>
        <w:pStyle w:val="Level2"/>
      </w:pPr>
      <w:r>
        <w:t>2.</w:t>
      </w:r>
      <w:r>
        <w:tab/>
      </w:r>
      <w:r w:rsidR="00660A56" w:rsidRPr="00350B3E">
        <w:t>Commissioning plan.</w:t>
      </w:r>
    </w:p>
    <w:p w14:paraId="58B49AFB" w14:textId="77777777" w:rsidR="00660A56" w:rsidRPr="00350B3E" w:rsidRDefault="006A4E33" w:rsidP="006A4E33">
      <w:pPr>
        <w:pStyle w:val="Level2"/>
      </w:pPr>
      <w:r>
        <w:t>3.</w:t>
      </w:r>
      <w:r>
        <w:tab/>
      </w:r>
      <w:r w:rsidR="00660A56" w:rsidRPr="00350B3E">
        <w:t>Pre-Functional Checklists completed by the Contractor, with annotation of the Commissioning Agent review and spot check.</w:t>
      </w:r>
    </w:p>
    <w:p w14:paraId="23AA6FC5" w14:textId="77777777" w:rsidR="00660A56" w:rsidRPr="00350B3E" w:rsidRDefault="006A4E33" w:rsidP="006A4E33">
      <w:pPr>
        <w:pStyle w:val="Level2"/>
      </w:pPr>
      <w:r>
        <w:t>4.</w:t>
      </w:r>
      <w:r>
        <w:tab/>
      </w:r>
      <w:r w:rsidR="00660A56" w:rsidRPr="00350B3E">
        <w:t xml:space="preserve">Systems Functional Performance Test Procedures, with annotation of test results and test completion.  </w:t>
      </w:r>
    </w:p>
    <w:p w14:paraId="5C8E9136" w14:textId="77777777" w:rsidR="00660A56" w:rsidRPr="00350B3E" w:rsidRDefault="006A4E33" w:rsidP="006A4E33">
      <w:pPr>
        <w:pStyle w:val="Level2"/>
      </w:pPr>
      <w:r>
        <w:t>5,</w:t>
      </w:r>
      <w:r>
        <w:tab/>
      </w:r>
      <w:r w:rsidR="00660A56" w:rsidRPr="00350B3E">
        <w:t>Commissioning Issues Log.</w:t>
      </w:r>
    </w:p>
    <w:p w14:paraId="6465AABE" w14:textId="77777777" w:rsidR="00660A56" w:rsidRPr="00350B3E" w:rsidRDefault="006A4E33" w:rsidP="006A4E33">
      <w:pPr>
        <w:pStyle w:val="Level2"/>
      </w:pPr>
      <w:r>
        <w:t>6.</w:t>
      </w:r>
      <w:r>
        <w:tab/>
      </w:r>
      <w:r w:rsidR="00660A56" w:rsidRPr="00350B3E">
        <w:t xml:space="preserve">Listing of deferred and </w:t>
      </w:r>
      <w:proofErr w:type="gramStart"/>
      <w:r w:rsidR="00660A56" w:rsidRPr="00350B3E">
        <w:t>off season</w:t>
      </w:r>
      <w:proofErr w:type="gramEnd"/>
      <w:r w:rsidR="00660A56" w:rsidRPr="00350B3E">
        <w:t xml:space="preserve"> test(s) not performed, including the schedule for their completion.</w:t>
      </w:r>
    </w:p>
    <w:p w14:paraId="2B542AF8" w14:textId="77777777" w:rsidR="00660A56" w:rsidRPr="00350B3E" w:rsidRDefault="006A4E33" w:rsidP="006A4E33">
      <w:pPr>
        <w:pStyle w:val="Level1"/>
      </w:pPr>
      <w:r>
        <w:t>H.</w:t>
      </w:r>
      <w:r>
        <w:tab/>
      </w:r>
      <w:r w:rsidR="00660A56" w:rsidRPr="00350B3E">
        <w:t>Addendum to Final Commissioning Report:  The Commissioning Agent will prepare an Addendum to the Final Commissioning Report near the end of the Warranty Period.  The Addendum will indicate whether systems, subsystems, and equipment are complete and continue to perform according to the Contract Documents.  The Addendum to the Final Commissioning Report shall include, but is not limited to, the following:</w:t>
      </w:r>
    </w:p>
    <w:p w14:paraId="57012DCE" w14:textId="77777777" w:rsidR="00660A56" w:rsidRPr="00350B3E" w:rsidRDefault="006A4E33" w:rsidP="006A4E33">
      <w:pPr>
        <w:pStyle w:val="Level2"/>
      </w:pPr>
      <w:r>
        <w:t>1.</w:t>
      </w:r>
      <w:r>
        <w:tab/>
      </w:r>
      <w:r w:rsidR="00660A56" w:rsidRPr="00350B3E">
        <w:t xml:space="preserve">Documentation of deferred and off season test(s) results. </w:t>
      </w:r>
    </w:p>
    <w:p w14:paraId="63471D23" w14:textId="77777777" w:rsidR="00660A56" w:rsidRPr="00350B3E" w:rsidRDefault="006A4E33" w:rsidP="006A4E33">
      <w:pPr>
        <w:pStyle w:val="Level2"/>
      </w:pPr>
      <w:r>
        <w:t>2.</w:t>
      </w:r>
      <w:r>
        <w:tab/>
      </w:r>
      <w:r w:rsidR="00660A56" w:rsidRPr="00350B3E">
        <w:t xml:space="preserve">Completed Systems Functional Performance Test Procedures for off season test(s). </w:t>
      </w:r>
    </w:p>
    <w:p w14:paraId="3A35B7BC" w14:textId="77777777" w:rsidR="00660A56" w:rsidRPr="00350B3E" w:rsidRDefault="006A4E33" w:rsidP="006A4E33">
      <w:pPr>
        <w:pStyle w:val="Level2"/>
      </w:pPr>
      <w:r>
        <w:t>3.</w:t>
      </w:r>
      <w:r>
        <w:tab/>
      </w:r>
      <w:r w:rsidR="00660A56" w:rsidRPr="00350B3E">
        <w:t>Documentation that unresolved system performance issues have been resolved.</w:t>
      </w:r>
    </w:p>
    <w:p w14:paraId="39D66FFA" w14:textId="77777777" w:rsidR="00660A56" w:rsidRPr="00350B3E" w:rsidRDefault="006A4E33" w:rsidP="006A4E33">
      <w:pPr>
        <w:pStyle w:val="Level2"/>
      </w:pPr>
      <w:r>
        <w:t>4.</w:t>
      </w:r>
      <w:r>
        <w:tab/>
      </w:r>
      <w:r w:rsidR="00660A56" w:rsidRPr="00350B3E">
        <w:t>Updated Commissioning Issues Log, including status of unresolved issues.</w:t>
      </w:r>
    </w:p>
    <w:p w14:paraId="7292AB00" w14:textId="77777777" w:rsidR="00660A56" w:rsidRPr="00350B3E" w:rsidRDefault="006A4E33" w:rsidP="006A4E33">
      <w:pPr>
        <w:pStyle w:val="Level2"/>
      </w:pPr>
      <w:r>
        <w:t>5.</w:t>
      </w:r>
      <w:r>
        <w:tab/>
      </w:r>
      <w:r w:rsidR="00660A56" w:rsidRPr="00350B3E">
        <w:t xml:space="preserve">Identification of potential Warranty Claims to be corrected by the Contractor. </w:t>
      </w:r>
    </w:p>
    <w:p w14:paraId="7FB70F64" w14:textId="77777777" w:rsidR="00660A56" w:rsidRPr="00350B3E" w:rsidRDefault="006A4E33" w:rsidP="006A4E33">
      <w:pPr>
        <w:pStyle w:val="Level1"/>
      </w:pPr>
      <w:r>
        <w:t>I.</w:t>
      </w:r>
      <w:r>
        <w:tab/>
      </w:r>
      <w:r w:rsidR="00660A56" w:rsidRPr="00350B3E">
        <w:t>Systems Manual:  The Commissioning Agent will gather required information and compile the Systems Manual.  The Systems Manual will include, but is not limited to, the following:</w:t>
      </w:r>
    </w:p>
    <w:p w14:paraId="2CD65ADA" w14:textId="77777777" w:rsidR="00660A56" w:rsidRPr="00350B3E" w:rsidRDefault="006A4E33" w:rsidP="006A4E33">
      <w:pPr>
        <w:pStyle w:val="Level2"/>
      </w:pPr>
      <w:r>
        <w:t>1.</w:t>
      </w:r>
      <w:r>
        <w:tab/>
      </w:r>
      <w:r w:rsidR="00660A56" w:rsidRPr="00350B3E">
        <w:t>Design Narrative, including system narratives, schematics, single-line diagrams, flow diagrams, equipment schedules, and changes made throughout the Project.</w:t>
      </w:r>
    </w:p>
    <w:p w14:paraId="366829D9" w14:textId="77777777" w:rsidR="00660A56" w:rsidRPr="00350B3E" w:rsidRDefault="006A4E33" w:rsidP="006A4E33">
      <w:pPr>
        <w:pStyle w:val="Level2"/>
      </w:pPr>
      <w:r>
        <w:t>2.</w:t>
      </w:r>
      <w:r>
        <w:tab/>
      </w:r>
      <w:r w:rsidR="00660A56" w:rsidRPr="00350B3E">
        <w:t>Reference to Final Commissioning Plan.</w:t>
      </w:r>
    </w:p>
    <w:p w14:paraId="551A3CB4" w14:textId="77777777" w:rsidR="00660A56" w:rsidRPr="00350B3E" w:rsidRDefault="006A4E33" w:rsidP="006A4E33">
      <w:pPr>
        <w:pStyle w:val="Level2"/>
      </w:pPr>
      <w:r>
        <w:t>3.</w:t>
      </w:r>
      <w:r>
        <w:tab/>
      </w:r>
      <w:r w:rsidR="00660A56" w:rsidRPr="00350B3E">
        <w:t>Reference to Final Commissioning Report.</w:t>
      </w:r>
    </w:p>
    <w:p w14:paraId="6A979B2E" w14:textId="77777777" w:rsidR="00660A56" w:rsidRPr="00350B3E" w:rsidRDefault="006A4E33" w:rsidP="006A4E33">
      <w:pPr>
        <w:pStyle w:val="Level2"/>
      </w:pPr>
      <w:r>
        <w:lastRenderedPageBreak/>
        <w:t>4.</w:t>
      </w:r>
      <w:r>
        <w:tab/>
      </w:r>
      <w:r w:rsidR="00660A56" w:rsidRPr="00350B3E">
        <w:t>Approved Operation and Maintenance Data as submitted by the Contractor.</w:t>
      </w:r>
    </w:p>
    <w:p w14:paraId="55293317" w14:textId="77777777" w:rsidR="006A4E33" w:rsidRPr="00350B3E" w:rsidRDefault="006A4E33" w:rsidP="006A4E33">
      <w:pPr>
        <w:pStyle w:val="ArticleB"/>
      </w:pPr>
      <w:r>
        <w:t>1.13</w:t>
      </w:r>
      <w:r w:rsidR="00411FD8">
        <w:t xml:space="preserve"> </w:t>
      </w:r>
      <w:r w:rsidRPr="00350B3E">
        <w:t>SUBMITTALS</w:t>
      </w:r>
    </w:p>
    <w:p w14:paraId="2899CB1B" w14:textId="77777777" w:rsidR="006A4E33" w:rsidRPr="00350B3E" w:rsidRDefault="006A4E33" w:rsidP="006A4E33">
      <w:pPr>
        <w:pStyle w:val="Level1"/>
      </w:pPr>
      <w:r>
        <w:t>A.</w:t>
      </w:r>
      <w:r>
        <w:tab/>
      </w:r>
      <w:r w:rsidRPr="00350B3E">
        <w:t>Preliminary Commissioning Plan Submittal:  The Commissioning Agent has prepared a Preliminary Commissioning Plan based on the final Construction Documents.  The Preliminary Commissioning Plan is included as an Appendix to this specification section.  The Preliminary Commissioning Plan is provided for information only.  It contains preliminary information about the following commissioning activities:</w:t>
      </w:r>
    </w:p>
    <w:p w14:paraId="2F1184CE" w14:textId="77777777" w:rsidR="006A4E33" w:rsidRPr="00350B3E" w:rsidRDefault="006A4E33" w:rsidP="006A4E33">
      <w:pPr>
        <w:pStyle w:val="Level2"/>
      </w:pPr>
      <w:r>
        <w:t>1.</w:t>
      </w:r>
      <w:r>
        <w:tab/>
      </w:r>
      <w:r w:rsidRPr="00350B3E">
        <w:t>The Commissioning Team: A list of commissioning team members by organization.</w:t>
      </w:r>
    </w:p>
    <w:p w14:paraId="4E209CF1" w14:textId="77777777" w:rsidR="006A4E33" w:rsidRPr="00350B3E" w:rsidRDefault="006A4E33" w:rsidP="006A4E33">
      <w:pPr>
        <w:pStyle w:val="Level2"/>
      </w:pPr>
      <w:r>
        <w:t>2.</w:t>
      </w:r>
      <w:r>
        <w:tab/>
      </w:r>
      <w:r w:rsidRPr="00350B3E">
        <w:t xml:space="preserve">Systems to be commissioned.  A detailed list of systems to be commissioned for the project.  This list also provides preliminary information on systems/equipment submittals to be reviewed by the Commissioning Agent; preliminary information on Pre-Functional Checklists that are to be completed; preliminary information on Systems Performance Testing, including information on testing sample size (where authorized by the VA). </w:t>
      </w:r>
    </w:p>
    <w:p w14:paraId="543195AD" w14:textId="77777777" w:rsidR="006A4E33" w:rsidRPr="00350B3E" w:rsidRDefault="006A4E33" w:rsidP="006A4E33">
      <w:pPr>
        <w:pStyle w:val="Level2"/>
      </w:pPr>
      <w:r>
        <w:t>3.</w:t>
      </w:r>
      <w:r>
        <w:tab/>
      </w:r>
      <w:r w:rsidRPr="00350B3E">
        <w:t>Commissioning Team Roles and Responsibilities: Preliminary roles and responsibilities for each Commissioning Team member.</w:t>
      </w:r>
    </w:p>
    <w:p w14:paraId="0D47FCAC" w14:textId="77777777" w:rsidR="006A4E33" w:rsidRPr="00350B3E" w:rsidRDefault="006A4E33" w:rsidP="006A4E33">
      <w:pPr>
        <w:pStyle w:val="Level2"/>
      </w:pPr>
      <w:r>
        <w:t>4.</w:t>
      </w:r>
      <w:r>
        <w:tab/>
      </w:r>
      <w:r w:rsidRPr="00350B3E">
        <w:t>Commissioning Documents: A preliminary list of commissioning-related documents, include identification of the parties responsible for preparation, review, approval, and action on each document.</w:t>
      </w:r>
    </w:p>
    <w:p w14:paraId="1DB4F867" w14:textId="77777777" w:rsidR="006A4E33" w:rsidRPr="00350B3E" w:rsidRDefault="006A4E33" w:rsidP="006A4E33">
      <w:pPr>
        <w:pStyle w:val="Level2"/>
      </w:pPr>
      <w:r>
        <w:t>5.</w:t>
      </w:r>
      <w:r>
        <w:tab/>
      </w:r>
      <w:r w:rsidRPr="00350B3E">
        <w:t xml:space="preserve">Commissioning Activities Schedule:  Identification of Commissioning Activities, including Systems Functional Testing, the expected duration and predecessors for the activity. </w:t>
      </w:r>
    </w:p>
    <w:p w14:paraId="42AA3772" w14:textId="77777777" w:rsidR="006A4E33" w:rsidRPr="00350B3E" w:rsidRDefault="006A4E33" w:rsidP="006A4E33">
      <w:pPr>
        <w:pStyle w:val="Level2"/>
      </w:pPr>
      <w:r>
        <w:t>6.</w:t>
      </w:r>
      <w:r>
        <w:tab/>
      </w:r>
      <w:r w:rsidRPr="00350B3E">
        <w:t>Pre-Functional Checklists:  Preliminary Pre-Functional Checklists for equipment, components, subsystems, and systems to be commissioned.  These Preliminary Pre-Functional Checklists provide guidance on the level of detailed information the Contractor shall include on the final submission.</w:t>
      </w:r>
    </w:p>
    <w:p w14:paraId="171DFAD1" w14:textId="77777777" w:rsidR="006A4E33" w:rsidRPr="00350B3E" w:rsidRDefault="006A4E33" w:rsidP="006A4E33">
      <w:pPr>
        <w:pStyle w:val="Level2"/>
      </w:pPr>
      <w:r>
        <w:t>7.</w:t>
      </w:r>
      <w:r>
        <w:tab/>
      </w:r>
      <w:r w:rsidRPr="00350B3E">
        <w:t xml:space="preserve">Systems Functional Performance Test Procedures:  Preliminary step-by-step System Functional Performance Test Procedures to be used during Systems Functional Performance Testing.  These Preliminary Systems Functional Performance procedures provide information on the level of testing rigor, and the level of Contractor support required during performance of system’s testing.   </w:t>
      </w:r>
    </w:p>
    <w:p w14:paraId="742BD4B4" w14:textId="77777777" w:rsidR="006A4E33" w:rsidRPr="00350B3E" w:rsidRDefault="006A4E33" w:rsidP="006A4E33">
      <w:pPr>
        <w:pStyle w:val="Level1"/>
      </w:pPr>
      <w:r>
        <w:lastRenderedPageBreak/>
        <w:t>B.</w:t>
      </w:r>
      <w:r>
        <w:tab/>
      </w:r>
      <w:r w:rsidRPr="00350B3E">
        <w:t xml:space="preserve">Final Commissioning Plan Submittal:  Based on the Final Construction Documents and the Contractor’s project team, the Commissioning Agent will prepare the Final Commissioning Plan as described in this section.  The Commissioning Agent will submit three hard copies and three sets of electronic files of Final Commissioning Plan.  The Contractor shall review the Commissioning Plan and provide any comments to the VA.  The Commissioning Agent will incorporate review comments into the Final Commissioning Plan as directed by the VA.  </w:t>
      </w:r>
    </w:p>
    <w:p w14:paraId="508BE0BF" w14:textId="77777777" w:rsidR="006A4E33" w:rsidRPr="00350B3E" w:rsidRDefault="006A4E33" w:rsidP="006A4E33">
      <w:pPr>
        <w:pStyle w:val="Level1"/>
      </w:pPr>
      <w:r>
        <w:t>C.</w:t>
      </w:r>
      <w:r>
        <w:tab/>
      </w:r>
      <w:r w:rsidRPr="00350B3E">
        <w:t xml:space="preserve">Systems Functional Performance Test Procedure:  The Commissioning Agent will submit preliminary Systems Functional Performance Test Procedures to the Contractor, and the VA for review and comment.  The Contractor shall return review comments to the VA and the Commissioning Agent.  The VA will also return review comments to the Commissioning Agent. The Commissioning Agent will incorporate review comments into the Final Systems Functional Test Procedures to be used in Systems Functional Performance Testing.  </w:t>
      </w:r>
    </w:p>
    <w:p w14:paraId="2139D3D5" w14:textId="77777777" w:rsidR="006A4E33" w:rsidRPr="00350B3E" w:rsidRDefault="006A4E33" w:rsidP="006A4E33">
      <w:pPr>
        <w:pStyle w:val="Level1"/>
      </w:pPr>
      <w:r>
        <w:t>D.</w:t>
      </w:r>
      <w:r>
        <w:tab/>
      </w:r>
      <w:r w:rsidRPr="00350B3E">
        <w:t>Pre-Functional Checklists:  The Commissioning Agent will submit Pre-Functional Checklists to be completed by the Contractor.</w:t>
      </w:r>
    </w:p>
    <w:p w14:paraId="4280610E" w14:textId="77777777" w:rsidR="006A4E33" w:rsidRPr="00350B3E" w:rsidRDefault="006A4E33" w:rsidP="006A4E33">
      <w:pPr>
        <w:pStyle w:val="Level1"/>
      </w:pPr>
      <w:r>
        <w:t>E.</w:t>
      </w:r>
      <w:r>
        <w:tab/>
      </w:r>
      <w:r w:rsidRPr="00350B3E">
        <w:t>Test and Inspection Reports:  The Commissioning Agent will submit test and inspection reports to the VA with copies to the Contractor and the Architect/Engineer.</w:t>
      </w:r>
    </w:p>
    <w:p w14:paraId="52182549" w14:textId="77777777" w:rsidR="006A4E33" w:rsidRPr="00350B3E" w:rsidRDefault="006A4E33" w:rsidP="006A4E33">
      <w:pPr>
        <w:pStyle w:val="Level1"/>
      </w:pPr>
      <w:r>
        <w:t>F.</w:t>
      </w:r>
      <w:r>
        <w:tab/>
      </w:r>
      <w:r w:rsidRPr="00350B3E">
        <w:t xml:space="preserve">Corrective Action Documents:  The Commissioning Agent will submit corrective action documents to the VA Resident Engineer with copies to the Contractor and Architect.  </w:t>
      </w:r>
    </w:p>
    <w:p w14:paraId="035B3B23" w14:textId="77777777" w:rsidR="006A4E33" w:rsidRPr="00350B3E" w:rsidRDefault="006A4E33" w:rsidP="006A4E33">
      <w:pPr>
        <w:pStyle w:val="Level1"/>
      </w:pPr>
      <w:r>
        <w:t>G.</w:t>
      </w:r>
      <w:r>
        <w:tab/>
      </w:r>
      <w:r w:rsidRPr="00350B3E">
        <w:t>Preliminary Commissioning Report Submittal:  The Commissioning Agent will submit three electronic copies of the preliminary commissioning report.  One electronic copy, with review comments, will be returned to the Commissioning Agent for preparation of the final submittal.</w:t>
      </w:r>
    </w:p>
    <w:p w14:paraId="5DF86A7B" w14:textId="77777777" w:rsidR="006A4E33" w:rsidRPr="00350B3E" w:rsidRDefault="006A4E33" w:rsidP="006A4E33">
      <w:pPr>
        <w:pStyle w:val="Level1"/>
      </w:pPr>
      <w:r>
        <w:t>H.</w:t>
      </w:r>
      <w:r>
        <w:tab/>
      </w:r>
      <w:r w:rsidRPr="00350B3E">
        <w:t xml:space="preserve">Final Commissioning Report Submittal:  The Commissioning Agent will submit four sets of electronically formatted information of the final commissioning report to the VA.  The final submittal will incorporate comments as directed by the VA.  </w:t>
      </w:r>
    </w:p>
    <w:p w14:paraId="1E19D670" w14:textId="77777777" w:rsidR="006A4E33" w:rsidRPr="00350B3E" w:rsidRDefault="006A4E33" w:rsidP="006A4E33">
      <w:pPr>
        <w:pStyle w:val="Level1"/>
      </w:pPr>
      <w:r>
        <w:t>I.</w:t>
      </w:r>
      <w:r>
        <w:tab/>
      </w:r>
      <w:r w:rsidRPr="00350B3E">
        <w:t>Data for Commissioning:</w:t>
      </w:r>
    </w:p>
    <w:p w14:paraId="604453C9" w14:textId="77777777" w:rsidR="006A4E33" w:rsidRPr="00350B3E" w:rsidRDefault="006A4E33" w:rsidP="006A4E33">
      <w:pPr>
        <w:pStyle w:val="Level2"/>
      </w:pPr>
      <w:r>
        <w:t>1.</w:t>
      </w:r>
      <w:r>
        <w:tab/>
      </w:r>
      <w:r w:rsidRPr="00350B3E">
        <w:t>The Commissioning Agent will request in writing from the Contractor specific information needed about each piece of commissioned equipment or system to fulfill requirements of the Commissioning Plan.</w:t>
      </w:r>
    </w:p>
    <w:p w14:paraId="384F42B3" w14:textId="77777777" w:rsidR="006A4E33" w:rsidRPr="00350B3E" w:rsidRDefault="006A4E33" w:rsidP="006A4E33">
      <w:pPr>
        <w:pStyle w:val="Level2"/>
      </w:pPr>
      <w:r>
        <w:lastRenderedPageBreak/>
        <w:t>2.</w:t>
      </w:r>
      <w:r>
        <w:tab/>
      </w:r>
      <w:r w:rsidRPr="00350B3E">
        <w:t>The Commissioning Agent may request further documentation as is necessary for the commissioning process or to support other VA data collection requirements, including Construction Operations Building Information Exchange (COBIE), Building Information Modeling (BIM), etc.</w:t>
      </w:r>
    </w:p>
    <w:p w14:paraId="53BEB075" w14:textId="77777777" w:rsidR="006A4E33" w:rsidRPr="00350B3E" w:rsidRDefault="006A4E33" w:rsidP="006A4E33">
      <w:pPr>
        <w:pStyle w:val="ArticleB"/>
      </w:pPr>
      <w:r>
        <w:t>1.14</w:t>
      </w:r>
      <w:r w:rsidR="00411FD8">
        <w:t xml:space="preserve"> </w:t>
      </w:r>
      <w:r w:rsidRPr="00350B3E">
        <w:t>COMMISSIONING PROCESS</w:t>
      </w:r>
    </w:p>
    <w:p w14:paraId="558453C4" w14:textId="77777777" w:rsidR="006A4E33" w:rsidRPr="00350B3E" w:rsidRDefault="009B178A" w:rsidP="009B178A">
      <w:pPr>
        <w:pStyle w:val="Level1"/>
      </w:pPr>
      <w:r>
        <w:t>A.</w:t>
      </w:r>
      <w:r>
        <w:tab/>
      </w:r>
      <w:r w:rsidR="006A4E33" w:rsidRPr="00350B3E">
        <w:t>The Commissioning Agent will be responsible for the overall management of the commissioning process as well as coordinating scheduling of commissioning tasks with the VA and the Contractor.  As directed by the VA, the Contractor shall incorporate Commissioning tasks, including, but not limited to, Systems Functional Performance Testing (including predecessors) with the Master Construction Schedule.</w:t>
      </w:r>
    </w:p>
    <w:p w14:paraId="508E692F" w14:textId="77777777" w:rsidR="006A4E33" w:rsidRDefault="006A4E33" w:rsidP="009B178A">
      <w:pPr>
        <w:pStyle w:val="SpecNote"/>
      </w:pPr>
      <w:r w:rsidRPr="00350B3E">
        <w:t>Spec writer’s note:  Coordinate the number of days listed in the following paragraphs with the VA Resident Engineer.</w:t>
      </w:r>
    </w:p>
    <w:p w14:paraId="026607E5" w14:textId="77777777" w:rsidR="00E91A74" w:rsidRPr="00350B3E" w:rsidRDefault="00E91A74" w:rsidP="009B178A">
      <w:pPr>
        <w:pStyle w:val="SpecNote"/>
      </w:pPr>
    </w:p>
    <w:p w14:paraId="1F498B2C" w14:textId="77777777" w:rsidR="006A4E33" w:rsidRPr="00350B3E" w:rsidRDefault="009B178A" w:rsidP="009B178A">
      <w:pPr>
        <w:pStyle w:val="Level1"/>
      </w:pPr>
      <w:r>
        <w:t>B.</w:t>
      </w:r>
      <w:r>
        <w:tab/>
      </w:r>
      <w:r w:rsidR="006A4E33" w:rsidRPr="00350B3E">
        <w:t>Within //XX// days of contract award, the Contractor shall designate a specific individual as the Commissioning Manager (</w:t>
      </w:r>
      <w:proofErr w:type="spellStart"/>
      <w:r w:rsidR="006A4E33" w:rsidRPr="00350B3E">
        <w:t>C</w:t>
      </w:r>
      <w:r w:rsidR="00896A61">
        <w:t>x</w:t>
      </w:r>
      <w:r w:rsidR="006A4E33" w:rsidRPr="00350B3E">
        <w:t>M</w:t>
      </w:r>
      <w:proofErr w:type="spellEnd"/>
      <w:r w:rsidR="006A4E33" w:rsidRPr="00350B3E">
        <w:t>) to manage and lead the commissioning effort on behalf of the Contractor. The Commissioning Manager shall be the single point of contact and communications for all commissioning related services by the Contractor.</w:t>
      </w:r>
    </w:p>
    <w:p w14:paraId="636CEC8E" w14:textId="77777777" w:rsidR="006A4E33" w:rsidRPr="00350B3E" w:rsidRDefault="009B178A" w:rsidP="009B178A">
      <w:pPr>
        <w:pStyle w:val="Level1"/>
      </w:pPr>
      <w:r>
        <w:t>C.</w:t>
      </w:r>
      <w:r>
        <w:tab/>
      </w:r>
      <w:r w:rsidR="006A4E33" w:rsidRPr="00350B3E">
        <w:t>Within //XX// days of contract award, the Contractor shall ensure that each subcontractor designates specific individuals as Commissioning Representatives (</w:t>
      </w:r>
      <w:r w:rsidR="00370CA7">
        <w:t>CXR</w:t>
      </w:r>
      <w:r w:rsidR="006A4E33" w:rsidRPr="00350B3E">
        <w:t>) to be responsible for commissioning related tasks. The Contractor shall ensure the designated Commissioning Representatives participate in the commissioning process as team members providing commissioning testing services, equipment operation, adjustments, and corrections if necessary. The Contractor shall ensure that all Commissioning Representatives shall have sufficient authority to direct their respective staff to provide the services required, and to speak on behalf of their organizations in all commissioning related contractual matters.</w:t>
      </w:r>
    </w:p>
    <w:p w14:paraId="64BBDEB2" w14:textId="77777777" w:rsidR="009B178A" w:rsidRPr="00350B3E" w:rsidRDefault="009B178A" w:rsidP="009B178A">
      <w:pPr>
        <w:pStyle w:val="ArticleB"/>
      </w:pPr>
      <w:r>
        <w:t>1.15</w:t>
      </w:r>
      <w:r w:rsidR="00411FD8">
        <w:t xml:space="preserve"> </w:t>
      </w:r>
      <w:r w:rsidRPr="00350B3E">
        <w:t>QUALITY ASSURANCE</w:t>
      </w:r>
    </w:p>
    <w:p w14:paraId="165B4E13" w14:textId="77777777" w:rsidR="009B178A" w:rsidRPr="00350B3E" w:rsidRDefault="009B178A" w:rsidP="009B178A">
      <w:pPr>
        <w:pStyle w:val="Level1"/>
      </w:pPr>
      <w:r>
        <w:t>A.</w:t>
      </w:r>
      <w:r>
        <w:tab/>
      </w:r>
      <w:r w:rsidRPr="00350B3E">
        <w:t>Instructor Qualifications: Factory authorized service representatives shall be experienced in training, operation, and maintenance procedures for installed systems, subsystems, and equipment.</w:t>
      </w:r>
    </w:p>
    <w:p w14:paraId="47CEE899" w14:textId="77777777" w:rsidR="009B178A" w:rsidRPr="00350B3E" w:rsidRDefault="009B178A" w:rsidP="009B178A">
      <w:pPr>
        <w:pStyle w:val="Level1"/>
      </w:pPr>
      <w:r>
        <w:t>B.</w:t>
      </w:r>
      <w:r>
        <w:tab/>
      </w:r>
      <w:r w:rsidRPr="00350B3E">
        <w:t xml:space="preserve">Test Equipment Calibration:  The Contractor shall comply with test equipment manufacturer's calibration procedures and intervals.  </w:t>
      </w:r>
      <w:r w:rsidRPr="00350B3E">
        <w:lastRenderedPageBreak/>
        <w:t>Recalibrate test instruments immediately whenever instruments have been repaired following damage or dropping.  Affix calibration tags to test instruments.  Instruments shall have been calibrated within six months prior to use.</w:t>
      </w:r>
    </w:p>
    <w:p w14:paraId="67BE0A2D" w14:textId="77777777" w:rsidR="003B1C5E" w:rsidRPr="00350B3E" w:rsidRDefault="003B1C5E" w:rsidP="003B1C5E">
      <w:pPr>
        <w:pStyle w:val="ArticleB"/>
      </w:pPr>
      <w:r>
        <w:t>1.16</w:t>
      </w:r>
      <w:r w:rsidR="00411FD8">
        <w:t xml:space="preserve"> </w:t>
      </w:r>
      <w:r w:rsidRPr="00350B3E">
        <w:t>COORDINATION</w:t>
      </w:r>
    </w:p>
    <w:p w14:paraId="00993CF7" w14:textId="77777777" w:rsidR="003B1C5E" w:rsidRPr="00350B3E" w:rsidRDefault="003B1C5E" w:rsidP="003B1C5E">
      <w:pPr>
        <w:pStyle w:val="Level1"/>
      </w:pPr>
      <w:r>
        <w:t>A.</w:t>
      </w:r>
      <w:r>
        <w:tab/>
      </w:r>
      <w:r w:rsidRPr="00350B3E">
        <w:t>Management:  The Commissioning Agent will coordinate the commissioning activities with the VA and Contractor.  The Commissioning Agent will submit commissioning documents and information to the VA. All commissioning team members shall work together to fulfill their contracted responsibilities and meet the objectives of the contract documents.</w:t>
      </w:r>
    </w:p>
    <w:p w14:paraId="11C47054" w14:textId="77777777" w:rsidR="003B1C5E" w:rsidRPr="00350B3E" w:rsidRDefault="003B1C5E" w:rsidP="003B1C5E">
      <w:pPr>
        <w:pStyle w:val="Level1"/>
      </w:pPr>
      <w:r>
        <w:t>B.</w:t>
      </w:r>
      <w:r>
        <w:tab/>
      </w:r>
      <w:r w:rsidRPr="00350B3E">
        <w:t xml:space="preserve">Scheduling:  The Contractor shall work with the Commissioning Agent and the VA to incorporate the commissioning activities into the construction schedule. The Commissioning Agent will provide sufficient information (including, but not limited to, tasks, durations and predecessors) on commissioning activities to allow the Contractor and the VA to schedule commissioning activities. All parties shall address scheduling issues and make necessary notifications in a timely manner in order to expedite the project and the commissioning process.  The Contractor shall update the Master Construction as directed by the VA. </w:t>
      </w:r>
    </w:p>
    <w:p w14:paraId="3815FA85" w14:textId="77777777" w:rsidR="003B1C5E" w:rsidRPr="00350B3E" w:rsidRDefault="003B1C5E" w:rsidP="003B1C5E">
      <w:pPr>
        <w:pStyle w:val="Level1"/>
      </w:pPr>
      <w:r>
        <w:t>C.</w:t>
      </w:r>
      <w:r>
        <w:tab/>
      </w:r>
      <w:r w:rsidRPr="00350B3E">
        <w:t xml:space="preserve">Initial Schedule of Commissioning Events:  The Commissioning Agent will provide the initial schedule of primary commissioning events in the Commissioning Plan and at the commissioning coordination meetings. The Commissioning Plan will provide a format for this schedule. As construction progresses, more detailed schedules will be developed by the Contractor with information from the Commissioning Agent. </w:t>
      </w:r>
    </w:p>
    <w:p w14:paraId="3E38818B" w14:textId="77777777" w:rsidR="003B1C5E" w:rsidRPr="00350B3E" w:rsidRDefault="003B1C5E" w:rsidP="003B1C5E">
      <w:pPr>
        <w:pStyle w:val="Level1"/>
      </w:pPr>
      <w:r>
        <w:t>D.</w:t>
      </w:r>
      <w:r>
        <w:tab/>
      </w:r>
      <w:r w:rsidRPr="00350B3E">
        <w:t>Commissioning Coordinating Meetings:  The Commissioning Agent will conduct periodic Commissioning Coordination Meetings of the commissioning team to review status of commissioning activities, to discuss scheduling conflicts, and to discuss upcoming commissioning process activities.</w:t>
      </w:r>
    </w:p>
    <w:p w14:paraId="18CE7CBA" w14:textId="77777777" w:rsidR="003B1C5E" w:rsidRPr="00350B3E" w:rsidRDefault="003B1C5E" w:rsidP="003B1C5E">
      <w:pPr>
        <w:pStyle w:val="Level1"/>
      </w:pPr>
      <w:r>
        <w:t>E.</w:t>
      </w:r>
      <w:r>
        <w:tab/>
      </w:r>
      <w:r w:rsidRPr="00350B3E">
        <w:t xml:space="preserve">Pretesting Meetings:  The Commissioning Agent will conduct pretest meetings of the commissioning team to review startup reports, Pre-Functional Checklist results, Systems Functional Performance Testing procedures, testing personnel and instrumentation requirements.  </w:t>
      </w:r>
    </w:p>
    <w:p w14:paraId="4493AD22" w14:textId="77777777" w:rsidR="003B1C5E" w:rsidRPr="00350B3E" w:rsidRDefault="003B1C5E" w:rsidP="003B1C5E">
      <w:pPr>
        <w:pStyle w:val="Level1"/>
      </w:pPr>
      <w:r>
        <w:t>F.</w:t>
      </w:r>
      <w:r>
        <w:tab/>
      </w:r>
      <w:r w:rsidRPr="00350B3E">
        <w:t xml:space="preserve">Systems Functional Performance Testing Coordination:  The Contractor shall coordinate testing activities to accommodate required quality assurance and control services with a minimum of delay and to avoid </w:t>
      </w:r>
      <w:r w:rsidRPr="00350B3E">
        <w:lastRenderedPageBreak/>
        <w:t>necessity of removing and replacing construction to accommodate testing and inspecting.  The Contractor shall coordinate the schedule times for tests, inspections, obtaining samples, and similar activities.</w:t>
      </w:r>
    </w:p>
    <w:p w14:paraId="7065C8B7" w14:textId="77777777" w:rsidR="003B1C5E" w:rsidRPr="00350B3E" w:rsidRDefault="003B1C5E" w:rsidP="003B1C5E">
      <w:pPr>
        <w:pStyle w:val="ArticleB"/>
      </w:pPr>
      <w:r>
        <w:t xml:space="preserve">PART 2 - </w:t>
      </w:r>
      <w:r w:rsidRPr="00350B3E">
        <w:t>PRODUCTS</w:t>
      </w:r>
    </w:p>
    <w:p w14:paraId="0BD20CBE" w14:textId="77777777" w:rsidR="003B1C5E" w:rsidRPr="00350B3E" w:rsidRDefault="003B1C5E" w:rsidP="003B1C5E">
      <w:pPr>
        <w:pStyle w:val="ArticleB"/>
      </w:pPr>
      <w:r>
        <w:t>2.1</w:t>
      </w:r>
      <w:r w:rsidR="00411FD8">
        <w:t xml:space="preserve"> </w:t>
      </w:r>
      <w:r w:rsidRPr="00350B3E">
        <w:t>TEST EQUIPMENT</w:t>
      </w:r>
    </w:p>
    <w:p w14:paraId="143F9D08" w14:textId="77777777" w:rsidR="003B1C5E" w:rsidRPr="00350B3E" w:rsidRDefault="003B1C5E" w:rsidP="003B1C5E">
      <w:pPr>
        <w:pStyle w:val="Level1"/>
      </w:pPr>
      <w:r>
        <w:t>A.</w:t>
      </w:r>
      <w:r>
        <w:tab/>
      </w:r>
      <w:r w:rsidRPr="00350B3E">
        <w:t>The Contractor shall provide all standard and specialized testing equipment required to perform Systems Functional Performance Testing.  Test equipment required for Systems Functional Performance Testing will be identified in the detailed System Functional Performance Test Procedure prepared by the Commissioning Agent.</w:t>
      </w:r>
    </w:p>
    <w:p w14:paraId="677804BC" w14:textId="77777777" w:rsidR="003B1C5E" w:rsidRPr="00350B3E" w:rsidRDefault="003B1C5E" w:rsidP="003B1C5E">
      <w:pPr>
        <w:pStyle w:val="Level1"/>
      </w:pPr>
      <w:r>
        <w:t>B.</w:t>
      </w:r>
      <w:r>
        <w:tab/>
      </w:r>
      <w:r w:rsidRPr="00350B3E">
        <w:t xml:space="preserve">Data logging equipment and software required to test equipment shall be provided by the Contractor. </w:t>
      </w:r>
    </w:p>
    <w:p w14:paraId="025A8F6B" w14:textId="77777777" w:rsidR="003B1C5E" w:rsidRDefault="003B1C5E" w:rsidP="003B1C5E">
      <w:pPr>
        <w:pStyle w:val="Level1"/>
      </w:pPr>
      <w:r>
        <w:t>C.</w:t>
      </w:r>
      <w:r>
        <w:tab/>
      </w:r>
      <w:r w:rsidRPr="00350B3E">
        <w:t xml:space="preserve">All testing equipment shall be of sufficient quality and accuracy to test and/or measure system performance with the tolerances specified in the Specifications. If not otherwise noted, the following minimum requirements apply: Temperature sensors and digital thermometers shall have a certified calibration within the past year to an accuracy of 0.5 </w:t>
      </w:r>
      <w:proofErr w:type="spellStart"/>
      <w:r w:rsidRPr="003B1C5E">
        <w:rPr>
          <w:vertAlign w:val="superscript"/>
        </w:rPr>
        <w:t>o</w:t>
      </w:r>
      <w:r w:rsidRPr="00350B3E">
        <w:t>C</w:t>
      </w:r>
      <w:proofErr w:type="spellEnd"/>
      <w:r w:rsidRPr="00350B3E">
        <w:t xml:space="preserve"> (1.0 </w:t>
      </w:r>
      <w:proofErr w:type="spellStart"/>
      <w:r w:rsidRPr="003B1C5E">
        <w:rPr>
          <w:vertAlign w:val="superscript"/>
        </w:rPr>
        <w:t>o</w:t>
      </w:r>
      <w:r w:rsidRPr="00350B3E">
        <w:t>F</w:t>
      </w:r>
      <w:proofErr w:type="spellEnd"/>
      <w:r w:rsidRPr="00350B3E">
        <w:t xml:space="preserve">) and a resolution of + or - 0.1 </w:t>
      </w:r>
      <w:proofErr w:type="spellStart"/>
      <w:r w:rsidRPr="003B1C5E">
        <w:rPr>
          <w:vertAlign w:val="superscript"/>
        </w:rPr>
        <w:t>o</w:t>
      </w:r>
      <w:r w:rsidRPr="00350B3E">
        <w:t>C</w:t>
      </w:r>
      <w:proofErr w:type="spellEnd"/>
      <w:r w:rsidRPr="00350B3E">
        <w:t xml:space="preserve"> (0.2 </w:t>
      </w:r>
      <w:proofErr w:type="spellStart"/>
      <w:r w:rsidRPr="003B1C5E">
        <w:rPr>
          <w:vertAlign w:val="superscript"/>
        </w:rPr>
        <w:t>o</w:t>
      </w:r>
      <w:r w:rsidRPr="00350B3E">
        <w:t>F</w:t>
      </w:r>
      <w:proofErr w:type="spellEnd"/>
      <w:r w:rsidRPr="00350B3E">
        <w:t>). Pressure sensors shall have an accuracy of + or - 2.0% of the value range being measured (not full range of meter) and have been calibrated within the last year. All equipment shall be calibrated according to the manufacturer's recommended intervals and following any repairs to the equipment. Calibration tags shall be affixed or certificates readily available.</w:t>
      </w:r>
    </w:p>
    <w:p w14:paraId="673CBDA8" w14:textId="77777777" w:rsidR="00834645" w:rsidRDefault="00834645" w:rsidP="003B1C5E">
      <w:pPr>
        <w:pStyle w:val="Level1"/>
      </w:pPr>
    </w:p>
    <w:p w14:paraId="2044C24F" w14:textId="77777777" w:rsidR="00834645" w:rsidRDefault="00834645" w:rsidP="003B1C5E">
      <w:pPr>
        <w:pStyle w:val="Level1"/>
        <w:sectPr w:rsidR="00834645">
          <w:headerReference w:type="default" r:id="rId7"/>
          <w:footerReference w:type="default" r:id="rId8"/>
          <w:endnotePr>
            <w:numFmt w:val="decimal"/>
          </w:endnotePr>
          <w:pgSz w:w="12240" w:h="15840"/>
          <w:pgMar w:top="1440" w:right="1440" w:bottom="1440" w:left="1440" w:header="720" w:footer="720" w:gutter="0"/>
          <w:pgNumType w:start="1"/>
          <w:cols w:space="720"/>
          <w:noEndnote/>
        </w:sectPr>
      </w:pPr>
    </w:p>
    <w:p w14:paraId="08DF06E0" w14:textId="77777777" w:rsidR="00F61173" w:rsidRDefault="00F61173" w:rsidP="003B1C5E">
      <w:pPr>
        <w:pStyle w:val="Level1"/>
      </w:pPr>
    </w:p>
    <w:p w14:paraId="6F177F5C" w14:textId="77777777" w:rsidR="00F61173" w:rsidRPr="00985F6A" w:rsidRDefault="00F61173" w:rsidP="00F61173">
      <w:pPr>
        <w:pStyle w:val="ArticleB"/>
      </w:pPr>
      <w:r>
        <w:t xml:space="preserve">PART 3 - </w:t>
      </w:r>
      <w:r w:rsidRPr="00985F6A">
        <w:t>EXECUTION</w:t>
      </w:r>
    </w:p>
    <w:p w14:paraId="737DF144" w14:textId="77777777" w:rsidR="00F61173" w:rsidRPr="00985F6A" w:rsidRDefault="00F61173" w:rsidP="00F61173">
      <w:pPr>
        <w:pStyle w:val="ArticleB"/>
      </w:pPr>
      <w:r>
        <w:t>3.1</w:t>
      </w:r>
      <w:r w:rsidR="00411FD8">
        <w:t xml:space="preserve"> </w:t>
      </w:r>
      <w:r w:rsidRPr="00985F6A">
        <w:t>COMMISSIONING PROCESS ROLES AND RESPONSIBILITIES</w:t>
      </w:r>
    </w:p>
    <w:p w14:paraId="419DBFDB" w14:textId="77777777" w:rsidR="00F61173" w:rsidRDefault="00F61173" w:rsidP="00F61173">
      <w:pPr>
        <w:pStyle w:val="Level1"/>
      </w:pPr>
      <w:r>
        <w:t>A.</w:t>
      </w:r>
      <w:r>
        <w:tab/>
      </w:r>
      <w:r w:rsidRPr="00985F6A">
        <w:t>The following table outlines the roles and responsibilities for the Commissioning Team members during the Construction Phase:</w:t>
      </w:r>
    </w:p>
    <w:p w14:paraId="5BD5FBAA" w14:textId="77777777" w:rsidR="008C7C55" w:rsidRDefault="008C7C55" w:rsidP="008C7C55">
      <w:pPr>
        <w:pStyle w:val="SpecNote"/>
      </w:pPr>
      <w:r>
        <w:t>Spec Writer’s Notes:  Edit the following tables to describe the roles and responsibilities for each commissioning team member for each of the commissioning tasks</w:t>
      </w:r>
      <w:r w:rsidR="00293FAC">
        <w:t xml:space="preserve"> as appropriate for the project.</w:t>
      </w:r>
      <w:r>
        <w:t xml:space="preserve">  </w:t>
      </w:r>
    </w:p>
    <w:p w14:paraId="3B24910F" w14:textId="77777777" w:rsidR="00834645" w:rsidRDefault="00834645" w:rsidP="00F61173"/>
    <w:tbl>
      <w:tblPr>
        <w:tblW w:w="12644"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07"/>
        <w:gridCol w:w="4957"/>
        <w:gridCol w:w="852"/>
        <w:gridCol w:w="745"/>
        <w:gridCol w:w="654"/>
        <w:gridCol w:w="699"/>
        <w:gridCol w:w="641"/>
        <w:gridCol w:w="2189"/>
      </w:tblGrid>
      <w:tr w:rsidR="00F61173" w:rsidRPr="00985F6A" w14:paraId="2311F0AB" w14:textId="77777777" w:rsidTr="00834645">
        <w:trPr>
          <w:cantSplit/>
          <w:trHeight w:val="300"/>
          <w:tblHeader/>
        </w:trPr>
        <w:tc>
          <w:tcPr>
            <w:tcW w:w="6864" w:type="dxa"/>
            <w:gridSpan w:val="2"/>
            <w:shd w:val="clear" w:color="auto" w:fill="D9D9D9"/>
            <w:noWrap/>
            <w:vAlign w:val="bottom"/>
            <w:hideMark/>
          </w:tcPr>
          <w:p w14:paraId="04DDC04C" w14:textId="77777777" w:rsidR="00F61173" w:rsidRPr="00834645" w:rsidRDefault="00F61173" w:rsidP="00F61173">
            <w:pPr>
              <w:pStyle w:val="SpecNormal"/>
              <w:rPr>
                <w:b/>
              </w:rPr>
            </w:pPr>
            <w:r w:rsidRPr="00834645">
              <w:rPr>
                <w:b/>
              </w:rPr>
              <w:t>Construction Phase</w:t>
            </w:r>
          </w:p>
        </w:tc>
        <w:tc>
          <w:tcPr>
            <w:tcW w:w="3591" w:type="dxa"/>
            <w:gridSpan w:val="5"/>
            <w:vMerge w:val="restart"/>
          </w:tcPr>
          <w:p w14:paraId="4A26E0E7" w14:textId="77777777" w:rsidR="00F61173" w:rsidRPr="00985F6A" w:rsidRDefault="00F61173" w:rsidP="00F61173">
            <w:pPr>
              <w:pStyle w:val="SpecNormal"/>
            </w:pPr>
            <w:r w:rsidRPr="00985F6A">
              <w:t>CxA = Commissioning Agent</w:t>
            </w:r>
          </w:p>
          <w:p w14:paraId="508EC7B9" w14:textId="77777777" w:rsidR="00F61173" w:rsidRPr="00985F6A" w:rsidRDefault="00F61173" w:rsidP="00F61173">
            <w:pPr>
              <w:pStyle w:val="SpecNormal"/>
            </w:pPr>
            <w:r w:rsidRPr="00985F6A">
              <w:t>RE = Resident Engineer</w:t>
            </w:r>
          </w:p>
          <w:p w14:paraId="1090DAD4" w14:textId="77777777" w:rsidR="00F61173" w:rsidRPr="00985F6A" w:rsidRDefault="00F61173" w:rsidP="00F61173">
            <w:pPr>
              <w:pStyle w:val="SpecNormal"/>
            </w:pPr>
            <w:r w:rsidRPr="00985F6A">
              <w:t>A/E = Design Arch/Engineer</w:t>
            </w:r>
          </w:p>
          <w:p w14:paraId="2027A998" w14:textId="77777777" w:rsidR="00F61173" w:rsidRPr="00985F6A" w:rsidRDefault="00F61173" w:rsidP="00F61173">
            <w:pPr>
              <w:pStyle w:val="SpecNormal"/>
            </w:pPr>
            <w:r w:rsidRPr="00985F6A">
              <w:t>PC = Prime Contractor</w:t>
            </w:r>
          </w:p>
          <w:p w14:paraId="2CA1F700" w14:textId="77777777" w:rsidR="00F61173" w:rsidRPr="00985F6A" w:rsidRDefault="00F61173" w:rsidP="00F61173">
            <w:pPr>
              <w:pStyle w:val="SpecNormal"/>
            </w:pPr>
            <w:r w:rsidRPr="00985F6A">
              <w:t>O&amp;M = Gov’t Facility O&amp;M</w:t>
            </w:r>
          </w:p>
        </w:tc>
        <w:tc>
          <w:tcPr>
            <w:tcW w:w="2189" w:type="dxa"/>
            <w:vMerge w:val="restart"/>
          </w:tcPr>
          <w:p w14:paraId="5C8D791D" w14:textId="77777777" w:rsidR="00F61173" w:rsidRPr="00985F6A" w:rsidRDefault="00F61173" w:rsidP="00F61173">
            <w:pPr>
              <w:pStyle w:val="SpecNormal"/>
            </w:pPr>
            <w:r w:rsidRPr="00985F6A">
              <w:t>L = Lead</w:t>
            </w:r>
          </w:p>
          <w:p w14:paraId="3A6C3DA1" w14:textId="77777777" w:rsidR="00F61173" w:rsidRPr="00985F6A" w:rsidRDefault="00F61173" w:rsidP="00F61173">
            <w:pPr>
              <w:pStyle w:val="SpecNormal"/>
            </w:pPr>
            <w:r w:rsidRPr="00985F6A">
              <w:t>P = Participate</w:t>
            </w:r>
          </w:p>
          <w:p w14:paraId="65851923" w14:textId="77777777" w:rsidR="00F61173" w:rsidRPr="00985F6A" w:rsidRDefault="00F61173" w:rsidP="00F61173">
            <w:pPr>
              <w:pStyle w:val="SpecNormal"/>
            </w:pPr>
            <w:r w:rsidRPr="00985F6A">
              <w:t>A = Approve</w:t>
            </w:r>
          </w:p>
          <w:p w14:paraId="3E2230C7" w14:textId="77777777" w:rsidR="00F61173" w:rsidRPr="00985F6A" w:rsidRDefault="00F61173" w:rsidP="00F61173">
            <w:pPr>
              <w:pStyle w:val="SpecNormal"/>
            </w:pPr>
            <w:r w:rsidRPr="00985F6A">
              <w:t>R = Review</w:t>
            </w:r>
          </w:p>
          <w:p w14:paraId="40B60CB2" w14:textId="77777777" w:rsidR="00F61173" w:rsidRPr="00985F6A" w:rsidRDefault="00F61173" w:rsidP="00F61173">
            <w:pPr>
              <w:pStyle w:val="SpecNormal"/>
            </w:pPr>
            <w:r w:rsidRPr="00985F6A">
              <w:t xml:space="preserve">O = Optional </w:t>
            </w:r>
          </w:p>
        </w:tc>
      </w:tr>
      <w:tr w:rsidR="00F61173" w:rsidRPr="00985F6A" w14:paraId="016F38C2" w14:textId="77777777" w:rsidTr="00834645">
        <w:trPr>
          <w:cantSplit/>
          <w:trHeight w:val="300"/>
          <w:tblHeader/>
        </w:trPr>
        <w:tc>
          <w:tcPr>
            <w:tcW w:w="6864" w:type="dxa"/>
            <w:gridSpan w:val="2"/>
            <w:shd w:val="clear" w:color="auto" w:fill="D9D9D9"/>
            <w:noWrap/>
            <w:vAlign w:val="center"/>
          </w:tcPr>
          <w:p w14:paraId="024A8819" w14:textId="77777777" w:rsidR="00F61173" w:rsidRPr="00985F6A" w:rsidRDefault="00F61173" w:rsidP="00F61173">
            <w:pPr>
              <w:pStyle w:val="SpecNormal"/>
            </w:pPr>
            <w:r w:rsidRPr="00985F6A">
              <w:t>Commissioning Roles &amp; Responsibilities</w:t>
            </w:r>
          </w:p>
        </w:tc>
        <w:tc>
          <w:tcPr>
            <w:tcW w:w="3591" w:type="dxa"/>
            <w:gridSpan w:val="5"/>
            <w:vMerge/>
          </w:tcPr>
          <w:p w14:paraId="0053CE80" w14:textId="77777777" w:rsidR="00F61173" w:rsidRPr="00985F6A" w:rsidRDefault="00F61173" w:rsidP="00F61173">
            <w:pPr>
              <w:pStyle w:val="SpecNormal"/>
            </w:pPr>
          </w:p>
        </w:tc>
        <w:tc>
          <w:tcPr>
            <w:tcW w:w="2189" w:type="dxa"/>
            <w:vMerge/>
          </w:tcPr>
          <w:p w14:paraId="2A25A672" w14:textId="77777777" w:rsidR="00F61173" w:rsidRPr="00985F6A" w:rsidRDefault="00F61173" w:rsidP="00F61173">
            <w:pPr>
              <w:pStyle w:val="SpecNormal"/>
            </w:pPr>
          </w:p>
        </w:tc>
      </w:tr>
      <w:tr w:rsidR="00F61173" w:rsidRPr="00985F6A" w14:paraId="387DD51B" w14:textId="77777777" w:rsidTr="00834645">
        <w:trPr>
          <w:cantSplit/>
          <w:trHeight w:val="300"/>
          <w:tblHeader/>
        </w:trPr>
        <w:tc>
          <w:tcPr>
            <w:tcW w:w="1907" w:type="dxa"/>
            <w:shd w:val="clear" w:color="auto" w:fill="D9D9D9"/>
            <w:noWrap/>
            <w:vAlign w:val="bottom"/>
            <w:hideMark/>
          </w:tcPr>
          <w:p w14:paraId="22E1096D" w14:textId="77777777" w:rsidR="00F61173" w:rsidRPr="00985F6A" w:rsidRDefault="00F61173" w:rsidP="00F61173">
            <w:pPr>
              <w:pStyle w:val="SpecNormal"/>
            </w:pPr>
            <w:r w:rsidRPr="00985F6A">
              <w:t>Category</w:t>
            </w:r>
          </w:p>
        </w:tc>
        <w:tc>
          <w:tcPr>
            <w:tcW w:w="4957" w:type="dxa"/>
            <w:shd w:val="clear" w:color="auto" w:fill="D9D9D9"/>
            <w:noWrap/>
            <w:vAlign w:val="bottom"/>
            <w:hideMark/>
          </w:tcPr>
          <w:p w14:paraId="2E334EC0" w14:textId="77777777" w:rsidR="00F61173" w:rsidRPr="00985F6A" w:rsidRDefault="00F61173" w:rsidP="00F61173">
            <w:pPr>
              <w:pStyle w:val="SpecNormal"/>
            </w:pPr>
            <w:r w:rsidRPr="00985F6A">
              <w:t>Task Description</w:t>
            </w:r>
          </w:p>
        </w:tc>
        <w:tc>
          <w:tcPr>
            <w:tcW w:w="852" w:type="dxa"/>
            <w:shd w:val="clear" w:color="auto" w:fill="auto"/>
            <w:noWrap/>
            <w:vAlign w:val="bottom"/>
          </w:tcPr>
          <w:p w14:paraId="0160EAEA" w14:textId="77777777" w:rsidR="00F61173" w:rsidRPr="00985F6A" w:rsidRDefault="00F61173" w:rsidP="00F61173">
            <w:pPr>
              <w:pStyle w:val="SpecNormal"/>
            </w:pPr>
            <w:r w:rsidRPr="00985F6A">
              <w:t>CxA</w:t>
            </w:r>
          </w:p>
        </w:tc>
        <w:tc>
          <w:tcPr>
            <w:tcW w:w="745" w:type="dxa"/>
            <w:shd w:val="clear" w:color="auto" w:fill="auto"/>
            <w:noWrap/>
            <w:vAlign w:val="bottom"/>
          </w:tcPr>
          <w:p w14:paraId="7E20D5F4" w14:textId="77777777" w:rsidR="00F61173" w:rsidRPr="00985F6A" w:rsidRDefault="00F61173" w:rsidP="00F61173">
            <w:pPr>
              <w:pStyle w:val="SpecNormal"/>
            </w:pPr>
            <w:r w:rsidRPr="00985F6A">
              <w:t>RE</w:t>
            </w:r>
          </w:p>
        </w:tc>
        <w:tc>
          <w:tcPr>
            <w:tcW w:w="654" w:type="dxa"/>
            <w:vAlign w:val="bottom"/>
          </w:tcPr>
          <w:p w14:paraId="4CBCEA03" w14:textId="77777777" w:rsidR="00F61173" w:rsidRPr="00985F6A" w:rsidRDefault="00F61173" w:rsidP="00F61173">
            <w:pPr>
              <w:pStyle w:val="SpecNormal"/>
            </w:pPr>
            <w:r w:rsidRPr="00985F6A">
              <w:t>A/E</w:t>
            </w:r>
          </w:p>
        </w:tc>
        <w:tc>
          <w:tcPr>
            <w:tcW w:w="699" w:type="dxa"/>
            <w:shd w:val="clear" w:color="auto" w:fill="auto"/>
            <w:noWrap/>
            <w:vAlign w:val="bottom"/>
          </w:tcPr>
          <w:p w14:paraId="066A6629" w14:textId="77777777" w:rsidR="00F61173" w:rsidRPr="00985F6A" w:rsidRDefault="00F61173" w:rsidP="00F61173">
            <w:pPr>
              <w:pStyle w:val="SpecNormal"/>
            </w:pPr>
            <w:r w:rsidRPr="00985F6A">
              <w:t>PC</w:t>
            </w:r>
          </w:p>
        </w:tc>
        <w:tc>
          <w:tcPr>
            <w:tcW w:w="641" w:type="dxa"/>
            <w:vAlign w:val="bottom"/>
          </w:tcPr>
          <w:p w14:paraId="3ADDEA0B" w14:textId="77777777" w:rsidR="00F61173" w:rsidRPr="00985F6A" w:rsidRDefault="00F61173" w:rsidP="00F61173">
            <w:pPr>
              <w:pStyle w:val="SpecNormal"/>
            </w:pPr>
            <w:r w:rsidRPr="00985F6A">
              <w:t>O&amp;M</w:t>
            </w:r>
          </w:p>
        </w:tc>
        <w:tc>
          <w:tcPr>
            <w:tcW w:w="2189" w:type="dxa"/>
            <w:vAlign w:val="bottom"/>
          </w:tcPr>
          <w:p w14:paraId="6E6875D8" w14:textId="77777777" w:rsidR="00F61173" w:rsidRPr="00985F6A" w:rsidRDefault="00F61173" w:rsidP="00F61173">
            <w:pPr>
              <w:pStyle w:val="SpecNormal"/>
            </w:pPr>
            <w:r w:rsidRPr="00985F6A">
              <w:t>Notes</w:t>
            </w:r>
          </w:p>
        </w:tc>
      </w:tr>
      <w:tr w:rsidR="00F61173" w:rsidRPr="00985F6A" w14:paraId="76FDB777" w14:textId="77777777" w:rsidTr="00834645">
        <w:trPr>
          <w:cantSplit/>
          <w:trHeight w:val="300"/>
        </w:trPr>
        <w:tc>
          <w:tcPr>
            <w:tcW w:w="1907" w:type="dxa"/>
            <w:vMerge w:val="restart"/>
            <w:shd w:val="clear" w:color="auto" w:fill="auto"/>
            <w:noWrap/>
          </w:tcPr>
          <w:p w14:paraId="4E654D8A" w14:textId="77777777" w:rsidR="00F61173" w:rsidRPr="00985F6A" w:rsidRDefault="00F61173" w:rsidP="00F61173">
            <w:pPr>
              <w:pStyle w:val="SpecNormal"/>
              <w:spacing w:line="240" w:lineRule="auto"/>
            </w:pPr>
            <w:r w:rsidRPr="00985F6A">
              <w:t>Meetings</w:t>
            </w:r>
          </w:p>
        </w:tc>
        <w:tc>
          <w:tcPr>
            <w:tcW w:w="4957" w:type="dxa"/>
            <w:shd w:val="clear" w:color="auto" w:fill="auto"/>
            <w:noWrap/>
          </w:tcPr>
          <w:p w14:paraId="1F5C9415" w14:textId="77777777" w:rsidR="00F61173" w:rsidRPr="00985F6A" w:rsidRDefault="00F61173" w:rsidP="00F61173">
            <w:pPr>
              <w:pStyle w:val="SpecNormal"/>
              <w:spacing w:line="240" w:lineRule="auto"/>
            </w:pPr>
            <w:r w:rsidRPr="00985F6A">
              <w:t>Construction Commissioning Kick Off meeting</w:t>
            </w:r>
          </w:p>
        </w:tc>
        <w:tc>
          <w:tcPr>
            <w:tcW w:w="852" w:type="dxa"/>
            <w:shd w:val="clear" w:color="auto" w:fill="auto"/>
            <w:noWrap/>
            <w:vAlign w:val="center"/>
            <w:hideMark/>
          </w:tcPr>
          <w:p w14:paraId="3DA9A127" w14:textId="77777777" w:rsidR="00F61173" w:rsidRPr="00985F6A" w:rsidRDefault="00F61173" w:rsidP="00F61173">
            <w:pPr>
              <w:pStyle w:val="SpecNormal"/>
            </w:pPr>
            <w:r w:rsidRPr="00985F6A">
              <w:t>L</w:t>
            </w:r>
          </w:p>
        </w:tc>
        <w:tc>
          <w:tcPr>
            <w:tcW w:w="745" w:type="dxa"/>
            <w:shd w:val="clear" w:color="auto" w:fill="auto"/>
            <w:noWrap/>
            <w:vAlign w:val="center"/>
            <w:hideMark/>
          </w:tcPr>
          <w:p w14:paraId="2F981F80" w14:textId="77777777" w:rsidR="00F61173" w:rsidRPr="00985F6A" w:rsidRDefault="00F61173" w:rsidP="00F61173">
            <w:pPr>
              <w:pStyle w:val="SpecNormal"/>
            </w:pPr>
            <w:r w:rsidRPr="00985F6A">
              <w:t>A</w:t>
            </w:r>
          </w:p>
        </w:tc>
        <w:tc>
          <w:tcPr>
            <w:tcW w:w="654" w:type="dxa"/>
            <w:vAlign w:val="center"/>
          </w:tcPr>
          <w:p w14:paraId="79FD2C2A" w14:textId="77777777" w:rsidR="00F61173" w:rsidRPr="00985F6A" w:rsidRDefault="00F61173" w:rsidP="00F61173">
            <w:pPr>
              <w:pStyle w:val="SpecNormal"/>
            </w:pPr>
            <w:r w:rsidRPr="00985F6A">
              <w:t>P</w:t>
            </w:r>
          </w:p>
        </w:tc>
        <w:tc>
          <w:tcPr>
            <w:tcW w:w="699" w:type="dxa"/>
            <w:shd w:val="clear" w:color="auto" w:fill="auto"/>
            <w:noWrap/>
            <w:vAlign w:val="center"/>
            <w:hideMark/>
          </w:tcPr>
          <w:p w14:paraId="00945015" w14:textId="77777777" w:rsidR="00F61173" w:rsidRPr="00985F6A" w:rsidRDefault="00F61173" w:rsidP="00F61173">
            <w:pPr>
              <w:pStyle w:val="SpecNormal"/>
            </w:pPr>
            <w:r w:rsidRPr="00985F6A">
              <w:t>P</w:t>
            </w:r>
          </w:p>
        </w:tc>
        <w:tc>
          <w:tcPr>
            <w:tcW w:w="641" w:type="dxa"/>
            <w:vAlign w:val="center"/>
          </w:tcPr>
          <w:p w14:paraId="54D0DCD1" w14:textId="77777777" w:rsidR="00F61173" w:rsidRPr="00985F6A" w:rsidRDefault="00F61173" w:rsidP="00F61173">
            <w:pPr>
              <w:pStyle w:val="SpecNormal"/>
            </w:pPr>
            <w:r w:rsidRPr="00985F6A">
              <w:t>O</w:t>
            </w:r>
          </w:p>
        </w:tc>
        <w:tc>
          <w:tcPr>
            <w:tcW w:w="2189" w:type="dxa"/>
            <w:vAlign w:val="center"/>
          </w:tcPr>
          <w:p w14:paraId="6BB417B0" w14:textId="77777777" w:rsidR="00F61173" w:rsidRPr="00985F6A" w:rsidRDefault="00F61173" w:rsidP="00F61173">
            <w:pPr>
              <w:pStyle w:val="SpecNormal"/>
            </w:pPr>
          </w:p>
        </w:tc>
      </w:tr>
      <w:tr w:rsidR="00F61173" w:rsidRPr="00985F6A" w14:paraId="72782AA1" w14:textId="77777777" w:rsidTr="00834645">
        <w:trPr>
          <w:cantSplit/>
          <w:trHeight w:val="300"/>
        </w:trPr>
        <w:tc>
          <w:tcPr>
            <w:tcW w:w="1907" w:type="dxa"/>
            <w:vMerge/>
            <w:shd w:val="clear" w:color="auto" w:fill="auto"/>
            <w:noWrap/>
            <w:hideMark/>
          </w:tcPr>
          <w:p w14:paraId="7E744C3C" w14:textId="77777777" w:rsidR="00F61173" w:rsidRPr="00985F6A" w:rsidRDefault="00F61173" w:rsidP="00F61173">
            <w:pPr>
              <w:pStyle w:val="SpecNormal"/>
              <w:spacing w:line="240" w:lineRule="auto"/>
            </w:pPr>
          </w:p>
        </w:tc>
        <w:tc>
          <w:tcPr>
            <w:tcW w:w="4957" w:type="dxa"/>
            <w:shd w:val="clear" w:color="auto" w:fill="auto"/>
            <w:noWrap/>
          </w:tcPr>
          <w:p w14:paraId="4E9D8B50" w14:textId="77777777" w:rsidR="00F61173" w:rsidRPr="00985F6A" w:rsidRDefault="00F61173" w:rsidP="00F61173">
            <w:pPr>
              <w:pStyle w:val="SpecNormal"/>
              <w:spacing w:line="240" w:lineRule="auto"/>
            </w:pPr>
            <w:r w:rsidRPr="00985F6A">
              <w:t>Commissioning Meetings</w:t>
            </w:r>
          </w:p>
        </w:tc>
        <w:tc>
          <w:tcPr>
            <w:tcW w:w="852" w:type="dxa"/>
            <w:shd w:val="clear" w:color="auto" w:fill="auto"/>
            <w:noWrap/>
            <w:vAlign w:val="center"/>
            <w:hideMark/>
          </w:tcPr>
          <w:p w14:paraId="0CF65D19" w14:textId="77777777" w:rsidR="00F61173" w:rsidRPr="00985F6A" w:rsidRDefault="00F61173" w:rsidP="00F61173">
            <w:pPr>
              <w:pStyle w:val="SpecNormal"/>
            </w:pPr>
            <w:r w:rsidRPr="00985F6A">
              <w:t>L</w:t>
            </w:r>
          </w:p>
        </w:tc>
        <w:tc>
          <w:tcPr>
            <w:tcW w:w="745" w:type="dxa"/>
            <w:shd w:val="clear" w:color="auto" w:fill="auto"/>
            <w:noWrap/>
            <w:vAlign w:val="center"/>
            <w:hideMark/>
          </w:tcPr>
          <w:p w14:paraId="625E442C" w14:textId="77777777" w:rsidR="00F61173" w:rsidRPr="00985F6A" w:rsidRDefault="00F61173" w:rsidP="00F61173">
            <w:pPr>
              <w:pStyle w:val="SpecNormal"/>
            </w:pPr>
            <w:r w:rsidRPr="00985F6A">
              <w:t>A</w:t>
            </w:r>
          </w:p>
        </w:tc>
        <w:tc>
          <w:tcPr>
            <w:tcW w:w="654" w:type="dxa"/>
            <w:vAlign w:val="center"/>
          </w:tcPr>
          <w:p w14:paraId="556A3FBF" w14:textId="77777777" w:rsidR="00F61173" w:rsidRPr="00985F6A" w:rsidRDefault="00F61173" w:rsidP="00F61173">
            <w:pPr>
              <w:pStyle w:val="SpecNormal"/>
            </w:pPr>
            <w:r w:rsidRPr="00985F6A">
              <w:t>P</w:t>
            </w:r>
          </w:p>
        </w:tc>
        <w:tc>
          <w:tcPr>
            <w:tcW w:w="699" w:type="dxa"/>
            <w:shd w:val="clear" w:color="auto" w:fill="auto"/>
            <w:noWrap/>
            <w:vAlign w:val="center"/>
            <w:hideMark/>
          </w:tcPr>
          <w:p w14:paraId="681C7493" w14:textId="77777777" w:rsidR="00F61173" w:rsidRPr="00985F6A" w:rsidRDefault="00F61173" w:rsidP="00F61173">
            <w:pPr>
              <w:pStyle w:val="SpecNormal"/>
            </w:pPr>
            <w:r w:rsidRPr="00985F6A">
              <w:t>P</w:t>
            </w:r>
          </w:p>
        </w:tc>
        <w:tc>
          <w:tcPr>
            <w:tcW w:w="641" w:type="dxa"/>
          </w:tcPr>
          <w:p w14:paraId="26B124B7" w14:textId="77777777" w:rsidR="00F61173" w:rsidRPr="00985F6A" w:rsidRDefault="00F61173" w:rsidP="00F61173">
            <w:pPr>
              <w:pStyle w:val="SpecNormal"/>
            </w:pPr>
            <w:r w:rsidRPr="00985F6A">
              <w:t>O</w:t>
            </w:r>
          </w:p>
        </w:tc>
        <w:tc>
          <w:tcPr>
            <w:tcW w:w="2189" w:type="dxa"/>
            <w:vAlign w:val="center"/>
          </w:tcPr>
          <w:p w14:paraId="74DA36E0" w14:textId="77777777" w:rsidR="00F61173" w:rsidRPr="00985F6A" w:rsidRDefault="00F61173" w:rsidP="00F61173">
            <w:pPr>
              <w:pStyle w:val="SpecNormal"/>
            </w:pPr>
          </w:p>
        </w:tc>
      </w:tr>
      <w:tr w:rsidR="00F61173" w:rsidRPr="00985F6A" w14:paraId="422B4B49" w14:textId="77777777" w:rsidTr="00834645">
        <w:trPr>
          <w:cantSplit/>
          <w:trHeight w:val="300"/>
        </w:trPr>
        <w:tc>
          <w:tcPr>
            <w:tcW w:w="1907" w:type="dxa"/>
            <w:vMerge/>
            <w:shd w:val="clear" w:color="auto" w:fill="auto"/>
            <w:noWrap/>
            <w:hideMark/>
          </w:tcPr>
          <w:p w14:paraId="07085B0D" w14:textId="77777777" w:rsidR="00F61173" w:rsidRPr="00985F6A" w:rsidRDefault="00F61173" w:rsidP="00F61173">
            <w:pPr>
              <w:pStyle w:val="SpecNormal"/>
              <w:spacing w:line="240" w:lineRule="auto"/>
            </w:pPr>
          </w:p>
        </w:tc>
        <w:tc>
          <w:tcPr>
            <w:tcW w:w="4957" w:type="dxa"/>
            <w:shd w:val="clear" w:color="auto" w:fill="auto"/>
            <w:noWrap/>
          </w:tcPr>
          <w:p w14:paraId="6699BF3D" w14:textId="77777777" w:rsidR="00F61173" w:rsidRPr="00985F6A" w:rsidRDefault="00F61173" w:rsidP="00F61173">
            <w:pPr>
              <w:pStyle w:val="SpecNormal"/>
              <w:spacing w:line="240" w:lineRule="auto"/>
            </w:pPr>
            <w:r w:rsidRPr="00985F6A">
              <w:t>Project Progress Meetings</w:t>
            </w:r>
          </w:p>
        </w:tc>
        <w:tc>
          <w:tcPr>
            <w:tcW w:w="852" w:type="dxa"/>
            <w:shd w:val="clear" w:color="auto" w:fill="auto"/>
            <w:noWrap/>
            <w:vAlign w:val="center"/>
            <w:hideMark/>
          </w:tcPr>
          <w:p w14:paraId="334A65DF" w14:textId="77777777" w:rsidR="00F61173" w:rsidRPr="00985F6A" w:rsidRDefault="00F61173" w:rsidP="00F61173">
            <w:pPr>
              <w:pStyle w:val="SpecNormal"/>
            </w:pPr>
            <w:r w:rsidRPr="00985F6A">
              <w:t>P</w:t>
            </w:r>
          </w:p>
        </w:tc>
        <w:tc>
          <w:tcPr>
            <w:tcW w:w="745" w:type="dxa"/>
            <w:shd w:val="clear" w:color="auto" w:fill="auto"/>
            <w:noWrap/>
            <w:vAlign w:val="center"/>
            <w:hideMark/>
          </w:tcPr>
          <w:p w14:paraId="4832E644" w14:textId="77777777" w:rsidR="00F61173" w:rsidRPr="00985F6A" w:rsidRDefault="00F61173" w:rsidP="00F61173">
            <w:pPr>
              <w:pStyle w:val="SpecNormal"/>
            </w:pPr>
            <w:r w:rsidRPr="00985F6A">
              <w:t>A</w:t>
            </w:r>
          </w:p>
        </w:tc>
        <w:tc>
          <w:tcPr>
            <w:tcW w:w="654" w:type="dxa"/>
            <w:vAlign w:val="center"/>
          </w:tcPr>
          <w:p w14:paraId="63B898C4" w14:textId="77777777" w:rsidR="00F61173" w:rsidRPr="00985F6A" w:rsidRDefault="00F61173" w:rsidP="00F61173">
            <w:pPr>
              <w:pStyle w:val="SpecNormal"/>
            </w:pPr>
            <w:r w:rsidRPr="00985F6A">
              <w:t>P</w:t>
            </w:r>
          </w:p>
        </w:tc>
        <w:tc>
          <w:tcPr>
            <w:tcW w:w="699" w:type="dxa"/>
            <w:shd w:val="clear" w:color="auto" w:fill="auto"/>
            <w:noWrap/>
            <w:vAlign w:val="center"/>
            <w:hideMark/>
          </w:tcPr>
          <w:p w14:paraId="3BC97DC8" w14:textId="77777777" w:rsidR="00F61173" w:rsidRPr="00985F6A" w:rsidRDefault="00F61173" w:rsidP="00F61173">
            <w:pPr>
              <w:pStyle w:val="SpecNormal"/>
            </w:pPr>
            <w:r w:rsidRPr="00985F6A">
              <w:t>L</w:t>
            </w:r>
          </w:p>
        </w:tc>
        <w:tc>
          <w:tcPr>
            <w:tcW w:w="641" w:type="dxa"/>
          </w:tcPr>
          <w:p w14:paraId="3BEB2EAF" w14:textId="77777777" w:rsidR="00F61173" w:rsidRPr="00985F6A" w:rsidRDefault="00F61173" w:rsidP="00F61173">
            <w:pPr>
              <w:pStyle w:val="SpecNormal"/>
            </w:pPr>
            <w:r w:rsidRPr="00985F6A">
              <w:t>O</w:t>
            </w:r>
          </w:p>
        </w:tc>
        <w:tc>
          <w:tcPr>
            <w:tcW w:w="2189" w:type="dxa"/>
            <w:vAlign w:val="center"/>
          </w:tcPr>
          <w:p w14:paraId="486ABEEC" w14:textId="77777777" w:rsidR="00F61173" w:rsidRPr="00985F6A" w:rsidRDefault="00F61173" w:rsidP="00F61173">
            <w:pPr>
              <w:pStyle w:val="SpecNormal"/>
            </w:pPr>
          </w:p>
        </w:tc>
      </w:tr>
      <w:tr w:rsidR="00F61173" w:rsidRPr="00985F6A" w14:paraId="5A7AD874" w14:textId="77777777" w:rsidTr="00834645">
        <w:trPr>
          <w:cantSplit/>
          <w:trHeight w:val="300"/>
        </w:trPr>
        <w:tc>
          <w:tcPr>
            <w:tcW w:w="1907" w:type="dxa"/>
            <w:vMerge/>
            <w:shd w:val="clear" w:color="auto" w:fill="auto"/>
            <w:noWrap/>
          </w:tcPr>
          <w:p w14:paraId="11F40A69" w14:textId="77777777" w:rsidR="00F61173" w:rsidRPr="00985F6A" w:rsidRDefault="00F61173" w:rsidP="00F61173">
            <w:pPr>
              <w:pStyle w:val="SpecNormal"/>
              <w:spacing w:line="240" w:lineRule="auto"/>
            </w:pPr>
          </w:p>
        </w:tc>
        <w:tc>
          <w:tcPr>
            <w:tcW w:w="4957" w:type="dxa"/>
            <w:shd w:val="clear" w:color="auto" w:fill="auto"/>
            <w:noWrap/>
          </w:tcPr>
          <w:p w14:paraId="5A401E48" w14:textId="77777777" w:rsidR="00F61173" w:rsidRPr="00985F6A" w:rsidRDefault="00F61173" w:rsidP="00F61173">
            <w:pPr>
              <w:pStyle w:val="SpecNormal"/>
              <w:spacing w:line="240" w:lineRule="auto"/>
            </w:pPr>
            <w:r w:rsidRPr="00985F6A">
              <w:t>Controls Meeting</w:t>
            </w:r>
          </w:p>
        </w:tc>
        <w:tc>
          <w:tcPr>
            <w:tcW w:w="852" w:type="dxa"/>
            <w:shd w:val="clear" w:color="auto" w:fill="auto"/>
            <w:noWrap/>
            <w:vAlign w:val="center"/>
          </w:tcPr>
          <w:p w14:paraId="68D69C93" w14:textId="77777777" w:rsidR="00F61173" w:rsidRPr="00985F6A" w:rsidRDefault="00F61173" w:rsidP="00F61173">
            <w:pPr>
              <w:pStyle w:val="SpecNormal"/>
            </w:pPr>
            <w:r w:rsidRPr="00985F6A">
              <w:t>L</w:t>
            </w:r>
          </w:p>
        </w:tc>
        <w:tc>
          <w:tcPr>
            <w:tcW w:w="745" w:type="dxa"/>
            <w:shd w:val="clear" w:color="auto" w:fill="auto"/>
            <w:noWrap/>
            <w:vAlign w:val="center"/>
          </w:tcPr>
          <w:p w14:paraId="0C41AD3D" w14:textId="77777777" w:rsidR="00F61173" w:rsidRPr="00985F6A" w:rsidRDefault="00F61173" w:rsidP="00F61173">
            <w:pPr>
              <w:pStyle w:val="SpecNormal"/>
            </w:pPr>
            <w:r w:rsidRPr="00985F6A">
              <w:t>A</w:t>
            </w:r>
          </w:p>
        </w:tc>
        <w:tc>
          <w:tcPr>
            <w:tcW w:w="654" w:type="dxa"/>
            <w:vAlign w:val="center"/>
          </w:tcPr>
          <w:p w14:paraId="4E9FBDF9" w14:textId="77777777" w:rsidR="00F61173" w:rsidRPr="00985F6A" w:rsidRDefault="00F61173" w:rsidP="00F61173">
            <w:pPr>
              <w:pStyle w:val="SpecNormal"/>
            </w:pPr>
            <w:r w:rsidRPr="00985F6A">
              <w:t>P</w:t>
            </w:r>
          </w:p>
        </w:tc>
        <w:tc>
          <w:tcPr>
            <w:tcW w:w="699" w:type="dxa"/>
            <w:shd w:val="clear" w:color="auto" w:fill="auto"/>
            <w:noWrap/>
            <w:vAlign w:val="center"/>
          </w:tcPr>
          <w:p w14:paraId="6147D7DD" w14:textId="77777777" w:rsidR="00F61173" w:rsidRPr="00985F6A" w:rsidRDefault="00F61173" w:rsidP="00F61173">
            <w:pPr>
              <w:pStyle w:val="SpecNormal"/>
            </w:pPr>
            <w:r w:rsidRPr="00985F6A">
              <w:t>P</w:t>
            </w:r>
          </w:p>
        </w:tc>
        <w:tc>
          <w:tcPr>
            <w:tcW w:w="641" w:type="dxa"/>
          </w:tcPr>
          <w:p w14:paraId="1C313465" w14:textId="77777777" w:rsidR="00F61173" w:rsidRPr="00985F6A" w:rsidRDefault="00F61173" w:rsidP="00F61173">
            <w:pPr>
              <w:pStyle w:val="SpecNormal"/>
            </w:pPr>
            <w:r w:rsidRPr="00985F6A">
              <w:t>O</w:t>
            </w:r>
          </w:p>
        </w:tc>
        <w:tc>
          <w:tcPr>
            <w:tcW w:w="2189" w:type="dxa"/>
            <w:vAlign w:val="center"/>
          </w:tcPr>
          <w:p w14:paraId="26B3CAE1" w14:textId="77777777" w:rsidR="00F61173" w:rsidRPr="00985F6A" w:rsidRDefault="00F61173" w:rsidP="00F61173">
            <w:pPr>
              <w:pStyle w:val="SpecNormal"/>
            </w:pPr>
          </w:p>
        </w:tc>
      </w:tr>
      <w:tr w:rsidR="00F61173" w:rsidRPr="00985F6A" w14:paraId="4253FFD8" w14:textId="77777777" w:rsidTr="00834645">
        <w:trPr>
          <w:cantSplit/>
          <w:trHeight w:val="300"/>
        </w:trPr>
        <w:tc>
          <w:tcPr>
            <w:tcW w:w="1907" w:type="dxa"/>
            <w:vMerge/>
            <w:shd w:val="clear" w:color="auto" w:fill="auto"/>
            <w:noWrap/>
          </w:tcPr>
          <w:p w14:paraId="35CEB541" w14:textId="77777777" w:rsidR="00F61173" w:rsidRPr="00985F6A" w:rsidRDefault="00F61173" w:rsidP="00F61173">
            <w:pPr>
              <w:pStyle w:val="SpecNormal"/>
              <w:spacing w:line="240" w:lineRule="auto"/>
            </w:pPr>
          </w:p>
        </w:tc>
        <w:tc>
          <w:tcPr>
            <w:tcW w:w="4957" w:type="dxa"/>
            <w:shd w:val="clear" w:color="auto" w:fill="auto"/>
            <w:noWrap/>
          </w:tcPr>
          <w:p w14:paraId="560C53A8" w14:textId="77777777" w:rsidR="00F61173" w:rsidRPr="00985F6A" w:rsidRDefault="00F61173" w:rsidP="00F61173">
            <w:pPr>
              <w:pStyle w:val="SpecNormal"/>
              <w:spacing w:line="240" w:lineRule="auto"/>
            </w:pPr>
          </w:p>
        </w:tc>
        <w:tc>
          <w:tcPr>
            <w:tcW w:w="852" w:type="dxa"/>
            <w:shd w:val="clear" w:color="auto" w:fill="auto"/>
            <w:noWrap/>
            <w:vAlign w:val="center"/>
          </w:tcPr>
          <w:p w14:paraId="31F23417" w14:textId="77777777" w:rsidR="00F61173" w:rsidRPr="00985F6A" w:rsidRDefault="00F61173" w:rsidP="00F61173">
            <w:pPr>
              <w:pStyle w:val="SpecNormal"/>
            </w:pPr>
          </w:p>
        </w:tc>
        <w:tc>
          <w:tcPr>
            <w:tcW w:w="745" w:type="dxa"/>
            <w:shd w:val="clear" w:color="auto" w:fill="auto"/>
            <w:noWrap/>
            <w:vAlign w:val="center"/>
          </w:tcPr>
          <w:p w14:paraId="33C52AF3" w14:textId="77777777" w:rsidR="00F61173" w:rsidRPr="00985F6A" w:rsidRDefault="00F61173" w:rsidP="00F61173">
            <w:pPr>
              <w:pStyle w:val="SpecNormal"/>
            </w:pPr>
          </w:p>
        </w:tc>
        <w:tc>
          <w:tcPr>
            <w:tcW w:w="654" w:type="dxa"/>
            <w:vAlign w:val="center"/>
          </w:tcPr>
          <w:p w14:paraId="2E0D88E4" w14:textId="77777777" w:rsidR="00F61173" w:rsidRPr="00985F6A" w:rsidRDefault="00F61173" w:rsidP="00F61173">
            <w:pPr>
              <w:pStyle w:val="SpecNormal"/>
            </w:pPr>
          </w:p>
        </w:tc>
        <w:tc>
          <w:tcPr>
            <w:tcW w:w="699" w:type="dxa"/>
            <w:shd w:val="clear" w:color="auto" w:fill="auto"/>
            <w:noWrap/>
            <w:vAlign w:val="center"/>
          </w:tcPr>
          <w:p w14:paraId="584959C9" w14:textId="77777777" w:rsidR="00F61173" w:rsidRPr="00985F6A" w:rsidRDefault="00F61173" w:rsidP="00F61173">
            <w:pPr>
              <w:pStyle w:val="SpecNormal"/>
            </w:pPr>
          </w:p>
        </w:tc>
        <w:tc>
          <w:tcPr>
            <w:tcW w:w="641" w:type="dxa"/>
            <w:vAlign w:val="center"/>
          </w:tcPr>
          <w:p w14:paraId="11064E63" w14:textId="77777777" w:rsidR="00F61173" w:rsidRPr="00985F6A" w:rsidRDefault="00F61173" w:rsidP="00F61173">
            <w:pPr>
              <w:pStyle w:val="SpecNormal"/>
            </w:pPr>
          </w:p>
        </w:tc>
        <w:tc>
          <w:tcPr>
            <w:tcW w:w="2189" w:type="dxa"/>
            <w:vAlign w:val="center"/>
          </w:tcPr>
          <w:p w14:paraId="39F9E1B0" w14:textId="77777777" w:rsidR="00F61173" w:rsidRPr="00985F6A" w:rsidRDefault="00F61173" w:rsidP="00F61173">
            <w:pPr>
              <w:pStyle w:val="SpecNormal"/>
            </w:pPr>
          </w:p>
        </w:tc>
      </w:tr>
      <w:tr w:rsidR="00F61173" w:rsidRPr="00985F6A" w14:paraId="5D54A15E" w14:textId="77777777" w:rsidTr="00834645">
        <w:trPr>
          <w:cantSplit/>
          <w:trHeight w:val="300"/>
        </w:trPr>
        <w:tc>
          <w:tcPr>
            <w:tcW w:w="1907" w:type="dxa"/>
            <w:vMerge w:val="restart"/>
            <w:shd w:val="clear" w:color="auto" w:fill="auto"/>
            <w:noWrap/>
            <w:hideMark/>
          </w:tcPr>
          <w:p w14:paraId="2B8AD251" w14:textId="77777777" w:rsidR="00F61173" w:rsidRPr="00985F6A" w:rsidRDefault="00F61173" w:rsidP="00F61173">
            <w:pPr>
              <w:pStyle w:val="SpecNormal"/>
              <w:spacing w:line="240" w:lineRule="auto"/>
            </w:pPr>
            <w:r w:rsidRPr="00985F6A">
              <w:t>Coordination</w:t>
            </w:r>
          </w:p>
        </w:tc>
        <w:tc>
          <w:tcPr>
            <w:tcW w:w="4957" w:type="dxa"/>
            <w:shd w:val="clear" w:color="auto" w:fill="auto"/>
            <w:noWrap/>
          </w:tcPr>
          <w:p w14:paraId="07B346E5" w14:textId="77777777" w:rsidR="00F61173" w:rsidRPr="00985F6A" w:rsidRDefault="00F61173" w:rsidP="00F61173">
            <w:pPr>
              <w:pStyle w:val="SpecNormal"/>
              <w:spacing w:line="240" w:lineRule="auto"/>
            </w:pPr>
            <w:r w:rsidRPr="00985F6A">
              <w:t>Coordinate with [OGC's, AHJ, Vendors, etc.] to ensure that Cx interacts properly with other systems as needed to support the OPR and BOD.</w:t>
            </w:r>
          </w:p>
        </w:tc>
        <w:tc>
          <w:tcPr>
            <w:tcW w:w="852" w:type="dxa"/>
            <w:shd w:val="clear" w:color="auto" w:fill="auto"/>
            <w:noWrap/>
            <w:vAlign w:val="center"/>
            <w:hideMark/>
          </w:tcPr>
          <w:p w14:paraId="03B36E07" w14:textId="77777777" w:rsidR="00F61173" w:rsidRPr="00985F6A" w:rsidRDefault="00F61173" w:rsidP="00F61173">
            <w:pPr>
              <w:pStyle w:val="SpecNormal"/>
            </w:pPr>
            <w:r w:rsidRPr="00985F6A">
              <w:t>L</w:t>
            </w:r>
          </w:p>
        </w:tc>
        <w:tc>
          <w:tcPr>
            <w:tcW w:w="745" w:type="dxa"/>
            <w:shd w:val="clear" w:color="auto" w:fill="auto"/>
            <w:noWrap/>
            <w:vAlign w:val="center"/>
            <w:hideMark/>
          </w:tcPr>
          <w:p w14:paraId="1590A3D0" w14:textId="77777777" w:rsidR="00F61173" w:rsidRPr="00985F6A" w:rsidRDefault="00F61173" w:rsidP="00F61173">
            <w:pPr>
              <w:pStyle w:val="SpecNormal"/>
            </w:pPr>
            <w:r w:rsidRPr="00985F6A">
              <w:t>A</w:t>
            </w:r>
          </w:p>
        </w:tc>
        <w:tc>
          <w:tcPr>
            <w:tcW w:w="654" w:type="dxa"/>
            <w:vAlign w:val="center"/>
          </w:tcPr>
          <w:p w14:paraId="68E92EEA" w14:textId="77777777" w:rsidR="00F61173" w:rsidRPr="00985F6A" w:rsidRDefault="00F61173" w:rsidP="00F61173">
            <w:pPr>
              <w:pStyle w:val="SpecNormal"/>
            </w:pPr>
            <w:r w:rsidRPr="00985F6A">
              <w:t>P</w:t>
            </w:r>
          </w:p>
        </w:tc>
        <w:tc>
          <w:tcPr>
            <w:tcW w:w="699" w:type="dxa"/>
            <w:shd w:val="clear" w:color="auto" w:fill="auto"/>
            <w:noWrap/>
            <w:vAlign w:val="center"/>
            <w:hideMark/>
          </w:tcPr>
          <w:p w14:paraId="54B9A45E" w14:textId="77777777" w:rsidR="00F61173" w:rsidRPr="00985F6A" w:rsidRDefault="00F61173" w:rsidP="00F61173">
            <w:pPr>
              <w:pStyle w:val="SpecNormal"/>
            </w:pPr>
            <w:r w:rsidRPr="00985F6A">
              <w:t>P</w:t>
            </w:r>
          </w:p>
        </w:tc>
        <w:tc>
          <w:tcPr>
            <w:tcW w:w="641" w:type="dxa"/>
            <w:vAlign w:val="center"/>
          </w:tcPr>
          <w:p w14:paraId="70E3906C" w14:textId="77777777" w:rsidR="00F61173" w:rsidRPr="00985F6A" w:rsidRDefault="00F61173" w:rsidP="00F61173">
            <w:pPr>
              <w:pStyle w:val="SpecNormal"/>
            </w:pPr>
            <w:r w:rsidRPr="00985F6A">
              <w:t>N/A</w:t>
            </w:r>
          </w:p>
        </w:tc>
        <w:tc>
          <w:tcPr>
            <w:tcW w:w="2189" w:type="dxa"/>
            <w:vAlign w:val="center"/>
          </w:tcPr>
          <w:p w14:paraId="65287D1D" w14:textId="77777777" w:rsidR="00F61173" w:rsidRPr="00985F6A" w:rsidRDefault="00F61173" w:rsidP="00F61173">
            <w:pPr>
              <w:pStyle w:val="SpecNormal"/>
            </w:pPr>
          </w:p>
        </w:tc>
      </w:tr>
      <w:tr w:rsidR="00F61173" w:rsidRPr="00985F6A" w14:paraId="49F190E1" w14:textId="77777777" w:rsidTr="00834645">
        <w:trPr>
          <w:cantSplit/>
          <w:trHeight w:val="300"/>
        </w:trPr>
        <w:tc>
          <w:tcPr>
            <w:tcW w:w="1907" w:type="dxa"/>
            <w:vMerge/>
            <w:shd w:val="clear" w:color="auto" w:fill="auto"/>
            <w:noWrap/>
          </w:tcPr>
          <w:p w14:paraId="12BF7934" w14:textId="77777777" w:rsidR="00F61173" w:rsidRPr="00985F6A" w:rsidRDefault="00F61173" w:rsidP="00F61173">
            <w:pPr>
              <w:pStyle w:val="SpecNormal"/>
              <w:spacing w:line="240" w:lineRule="auto"/>
            </w:pPr>
          </w:p>
        </w:tc>
        <w:tc>
          <w:tcPr>
            <w:tcW w:w="4957" w:type="dxa"/>
            <w:shd w:val="clear" w:color="auto" w:fill="auto"/>
            <w:noWrap/>
          </w:tcPr>
          <w:p w14:paraId="56998280" w14:textId="77777777" w:rsidR="00F61173" w:rsidRPr="00985F6A" w:rsidRDefault="00F61173" w:rsidP="00F61173">
            <w:pPr>
              <w:pStyle w:val="SpecNormal"/>
              <w:spacing w:line="240" w:lineRule="auto"/>
            </w:pPr>
          </w:p>
        </w:tc>
        <w:tc>
          <w:tcPr>
            <w:tcW w:w="852" w:type="dxa"/>
            <w:shd w:val="clear" w:color="auto" w:fill="auto"/>
            <w:noWrap/>
            <w:vAlign w:val="center"/>
          </w:tcPr>
          <w:p w14:paraId="5A3054B2" w14:textId="77777777" w:rsidR="00F61173" w:rsidRPr="00985F6A" w:rsidRDefault="00F61173" w:rsidP="00F61173">
            <w:pPr>
              <w:pStyle w:val="SpecNormal"/>
            </w:pPr>
          </w:p>
        </w:tc>
        <w:tc>
          <w:tcPr>
            <w:tcW w:w="745" w:type="dxa"/>
            <w:shd w:val="clear" w:color="auto" w:fill="auto"/>
            <w:noWrap/>
            <w:vAlign w:val="center"/>
          </w:tcPr>
          <w:p w14:paraId="0B2E1599" w14:textId="77777777" w:rsidR="00F61173" w:rsidRPr="00985F6A" w:rsidRDefault="00F61173" w:rsidP="00F61173">
            <w:pPr>
              <w:pStyle w:val="SpecNormal"/>
            </w:pPr>
          </w:p>
        </w:tc>
        <w:tc>
          <w:tcPr>
            <w:tcW w:w="654" w:type="dxa"/>
            <w:vAlign w:val="center"/>
          </w:tcPr>
          <w:p w14:paraId="01FF3566" w14:textId="77777777" w:rsidR="00F61173" w:rsidRPr="00985F6A" w:rsidRDefault="00F61173" w:rsidP="00F61173">
            <w:pPr>
              <w:pStyle w:val="SpecNormal"/>
            </w:pPr>
          </w:p>
        </w:tc>
        <w:tc>
          <w:tcPr>
            <w:tcW w:w="699" w:type="dxa"/>
            <w:shd w:val="clear" w:color="auto" w:fill="auto"/>
            <w:noWrap/>
            <w:vAlign w:val="center"/>
          </w:tcPr>
          <w:p w14:paraId="36B040FA" w14:textId="77777777" w:rsidR="00F61173" w:rsidRPr="00985F6A" w:rsidRDefault="00F61173" w:rsidP="00F61173">
            <w:pPr>
              <w:pStyle w:val="SpecNormal"/>
            </w:pPr>
          </w:p>
        </w:tc>
        <w:tc>
          <w:tcPr>
            <w:tcW w:w="641" w:type="dxa"/>
            <w:vAlign w:val="center"/>
          </w:tcPr>
          <w:p w14:paraId="22B99622" w14:textId="77777777" w:rsidR="00F61173" w:rsidRPr="00985F6A" w:rsidRDefault="00F61173" w:rsidP="00F61173">
            <w:pPr>
              <w:pStyle w:val="SpecNormal"/>
            </w:pPr>
          </w:p>
        </w:tc>
        <w:tc>
          <w:tcPr>
            <w:tcW w:w="2189" w:type="dxa"/>
            <w:vAlign w:val="center"/>
          </w:tcPr>
          <w:p w14:paraId="44C162A1" w14:textId="77777777" w:rsidR="00F61173" w:rsidRPr="00985F6A" w:rsidRDefault="00F61173" w:rsidP="00F61173">
            <w:pPr>
              <w:pStyle w:val="SpecNormal"/>
            </w:pPr>
          </w:p>
        </w:tc>
      </w:tr>
      <w:tr w:rsidR="00F61173" w:rsidRPr="00985F6A" w14:paraId="1A42E3D3" w14:textId="77777777" w:rsidTr="00834645">
        <w:trPr>
          <w:cantSplit/>
          <w:trHeight w:val="300"/>
        </w:trPr>
        <w:tc>
          <w:tcPr>
            <w:tcW w:w="1907" w:type="dxa"/>
            <w:vMerge w:val="restart"/>
            <w:shd w:val="clear" w:color="auto" w:fill="auto"/>
            <w:noWrap/>
          </w:tcPr>
          <w:p w14:paraId="534FF223" w14:textId="77777777" w:rsidR="00F61173" w:rsidRPr="00985F6A" w:rsidRDefault="00F61173" w:rsidP="00F61173">
            <w:pPr>
              <w:pStyle w:val="SpecNormal"/>
              <w:spacing w:line="240" w:lineRule="auto"/>
            </w:pPr>
            <w:r w:rsidRPr="00985F6A">
              <w:t>Cx Plan &amp; Spec</w:t>
            </w:r>
          </w:p>
        </w:tc>
        <w:tc>
          <w:tcPr>
            <w:tcW w:w="4957" w:type="dxa"/>
            <w:shd w:val="clear" w:color="auto" w:fill="auto"/>
            <w:noWrap/>
          </w:tcPr>
          <w:p w14:paraId="3D08FFDB" w14:textId="77777777" w:rsidR="00F61173" w:rsidRPr="00985F6A" w:rsidRDefault="00F61173" w:rsidP="00F61173">
            <w:pPr>
              <w:pStyle w:val="SpecNormal"/>
              <w:spacing w:line="240" w:lineRule="auto"/>
            </w:pPr>
            <w:r w:rsidRPr="00985F6A">
              <w:t>Final Commissioning Plan</w:t>
            </w:r>
          </w:p>
        </w:tc>
        <w:tc>
          <w:tcPr>
            <w:tcW w:w="852" w:type="dxa"/>
            <w:shd w:val="clear" w:color="auto" w:fill="auto"/>
            <w:noWrap/>
            <w:vAlign w:val="center"/>
          </w:tcPr>
          <w:p w14:paraId="1D4C57EA" w14:textId="77777777" w:rsidR="00F61173" w:rsidRPr="00985F6A" w:rsidRDefault="00F61173" w:rsidP="00F61173">
            <w:pPr>
              <w:pStyle w:val="SpecNormal"/>
            </w:pPr>
            <w:r w:rsidRPr="00985F6A">
              <w:t>L</w:t>
            </w:r>
          </w:p>
        </w:tc>
        <w:tc>
          <w:tcPr>
            <w:tcW w:w="745" w:type="dxa"/>
            <w:shd w:val="clear" w:color="auto" w:fill="auto"/>
            <w:noWrap/>
            <w:vAlign w:val="center"/>
          </w:tcPr>
          <w:p w14:paraId="14D5804E" w14:textId="77777777" w:rsidR="00F61173" w:rsidRPr="00985F6A" w:rsidRDefault="00F61173" w:rsidP="00F61173">
            <w:pPr>
              <w:pStyle w:val="SpecNormal"/>
            </w:pPr>
            <w:r w:rsidRPr="00985F6A">
              <w:t>A</w:t>
            </w:r>
          </w:p>
        </w:tc>
        <w:tc>
          <w:tcPr>
            <w:tcW w:w="654" w:type="dxa"/>
            <w:vAlign w:val="center"/>
          </w:tcPr>
          <w:p w14:paraId="5DA7F113" w14:textId="77777777" w:rsidR="00F61173" w:rsidRPr="00985F6A" w:rsidRDefault="00F61173" w:rsidP="00F61173">
            <w:pPr>
              <w:pStyle w:val="SpecNormal"/>
            </w:pPr>
            <w:r w:rsidRPr="00985F6A">
              <w:t>R</w:t>
            </w:r>
          </w:p>
        </w:tc>
        <w:tc>
          <w:tcPr>
            <w:tcW w:w="699" w:type="dxa"/>
            <w:shd w:val="clear" w:color="auto" w:fill="auto"/>
            <w:noWrap/>
            <w:vAlign w:val="center"/>
          </w:tcPr>
          <w:p w14:paraId="0ED83D59" w14:textId="77777777" w:rsidR="00F61173" w:rsidRPr="00985F6A" w:rsidRDefault="00F61173" w:rsidP="00F61173">
            <w:pPr>
              <w:pStyle w:val="SpecNormal"/>
            </w:pPr>
            <w:r w:rsidRPr="00985F6A">
              <w:t>R</w:t>
            </w:r>
          </w:p>
        </w:tc>
        <w:tc>
          <w:tcPr>
            <w:tcW w:w="641" w:type="dxa"/>
            <w:vAlign w:val="center"/>
          </w:tcPr>
          <w:p w14:paraId="18B631D6" w14:textId="77777777" w:rsidR="00F61173" w:rsidRPr="00985F6A" w:rsidRDefault="00F61173" w:rsidP="00F61173">
            <w:pPr>
              <w:pStyle w:val="SpecNormal"/>
            </w:pPr>
            <w:r w:rsidRPr="00985F6A">
              <w:t>O</w:t>
            </w:r>
          </w:p>
        </w:tc>
        <w:tc>
          <w:tcPr>
            <w:tcW w:w="2189" w:type="dxa"/>
            <w:vAlign w:val="center"/>
          </w:tcPr>
          <w:p w14:paraId="20A2A28E" w14:textId="77777777" w:rsidR="00F61173" w:rsidRPr="00985F6A" w:rsidRDefault="00F61173" w:rsidP="00F61173">
            <w:pPr>
              <w:pStyle w:val="SpecNormal"/>
            </w:pPr>
          </w:p>
        </w:tc>
      </w:tr>
      <w:tr w:rsidR="00F61173" w:rsidRPr="00985F6A" w14:paraId="1A1D5192" w14:textId="77777777" w:rsidTr="00834645">
        <w:trPr>
          <w:cantSplit/>
          <w:trHeight w:val="300"/>
        </w:trPr>
        <w:tc>
          <w:tcPr>
            <w:tcW w:w="1907" w:type="dxa"/>
            <w:vMerge/>
            <w:shd w:val="clear" w:color="auto" w:fill="auto"/>
            <w:noWrap/>
          </w:tcPr>
          <w:p w14:paraId="132ADF03" w14:textId="77777777" w:rsidR="00F61173" w:rsidRPr="00985F6A" w:rsidRDefault="00F61173" w:rsidP="00F61173">
            <w:pPr>
              <w:pStyle w:val="SpecNormal"/>
              <w:spacing w:line="240" w:lineRule="auto"/>
            </w:pPr>
          </w:p>
        </w:tc>
        <w:tc>
          <w:tcPr>
            <w:tcW w:w="4957" w:type="dxa"/>
            <w:shd w:val="clear" w:color="auto" w:fill="auto"/>
            <w:noWrap/>
          </w:tcPr>
          <w:p w14:paraId="6EBA22E5" w14:textId="77777777" w:rsidR="00F61173" w:rsidRPr="00985F6A" w:rsidRDefault="00F61173" w:rsidP="00F61173">
            <w:pPr>
              <w:pStyle w:val="SpecNormal"/>
              <w:spacing w:line="240" w:lineRule="auto"/>
            </w:pPr>
          </w:p>
        </w:tc>
        <w:tc>
          <w:tcPr>
            <w:tcW w:w="852" w:type="dxa"/>
            <w:shd w:val="clear" w:color="auto" w:fill="auto"/>
            <w:noWrap/>
            <w:vAlign w:val="center"/>
          </w:tcPr>
          <w:p w14:paraId="75D99CDB" w14:textId="77777777" w:rsidR="00F61173" w:rsidRPr="00985F6A" w:rsidRDefault="00F61173" w:rsidP="00F61173">
            <w:pPr>
              <w:pStyle w:val="SpecNormal"/>
            </w:pPr>
          </w:p>
        </w:tc>
        <w:tc>
          <w:tcPr>
            <w:tcW w:w="745" w:type="dxa"/>
            <w:shd w:val="clear" w:color="auto" w:fill="auto"/>
            <w:noWrap/>
            <w:vAlign w:val="center"/>
          </w:tcPr>
          <w:p w14:paraId="38636C87" w14:textId="77777777" w:rsidR="00F61173" w:rsidRPr="00985F6A" w:rsidRDefault="00F61173" w:rsidP="00F61173">
            <w:pPr>
              <w:pStyle w:val="SpecNormal"/>
            </w:pPr>
          </w:p>
        </w:tc>
        <w:tc>
          <w:tcPr>
            <w:tcW w:w="654" w:type="dxa"/>
            <w:vAlign w:val="center"/>
          </w:tcPr>
          <w:p w14:paraId="59475155" w14:textId="77777777" w:rsidR="00F61173" w:rsidRPr="00985F6A" w:rsidRDefault="00F61173" w:rsidP="00F61173">
            <w:pPr>
              <w:pStyle w:val="SpecNormal"/>
            </w:pPr>
          </w:p>
        </w:tc>
        <w:tc>
          <w:tcPr>
            <w:tcW w:w="699" w:type="dxa"/>
            <w:shd w:val="clear" w:color="auto" w:fill="auto"/>
            <w:noWrap/>
            <w:vAlign w:val="center"/>
          </w:tcPr>
          <w:p w14:paraId="2007FF00" w14:textId="77777777" w:rsidR="00F61173" w:rsidRPr="00985F6A" w:rsidRDefault="00F61173" w:rsidP="00F61173">
            <w:pPr>
              <w:pStyle w:val="SpecNormal"/>
            </w:pPr>
          </w:p>
        </w:tc>
        <w:tc>
          <w:tcPr>
            <w:tcW w:w="641" w:type="dxa"/>
            <w:vAlign w:val="center"/>
          </w:tcPr>
          <w:p w14:paraId="6DCE63A9" w14:textId="77777777" w:rsidR="00F61173" w:rsidRPr="00985F6A" w:rsidRDefault="00F61173" w:rsidP="00F61173">
            <w:pPr>
              <w:pStyle w:val="SpecNormal"/>
            </w:pPr>
          </w:p>
        </w:tc>
        <w:tc>
          <w:tcPr>
            <w:tcW w:w="2189" w:type="dxa"/>
            <w:vAlign w:val="center"/>
          </w:tcPr>
          <w:p w14:paraId="21D2413C" w14:textId="77777777" w:rsidR="00F61173" w:rsidRPr="00985F6A" w:rsidRDefault="00F61173" w:rsidP="00F61173">
            <w:pPr>
              <w:pStyle w:val="SpecNormal"/>
            </w:pPr>
          </w:p>
        </w:tc>
      </w:tr>
      <w:tr w:rsidR="00F61173" w:rsidRPr="00985F6A" w14:paraId="214501EE" w14:textId="77777777" w:rsidTr="00834645">
        <w:trPr>
          <w:cantSplit/>
          <w:trHeight w:val="300"/>
        </w:trPr>
        <w:tc>
          <w:tcPr>
            <w:tcW w:w="1907" w:type="dxa"/>
            <w:vMerge w:val="restart"/>
            <w:shd w:val="clear" w:color="auto" w:fill="auto"/>
            <w:noWrap/>
          </w:tcPr>
          <w:p w14:paraId="71CF1F69" w14:textId="77777777" w:rsidR="00F61173" w:rsidRPr="00985F6A" w:rsidRDefault="00F61173" w:rsidP="00F61173">
            <w:pPr>
              <w:pStyle w:val="SpecNormal"/>
              <w:spacing w:line="240" w:lineRule="auto"/>
            </w:pPr>
            <w:r w:rsidRPr="00985F6A">
              <w:t>Schedules</w:t>
            </w:r>
          </w:p>
        </w:tc>
        <w:tc>
          <w:tcPr>
            <w:tcW w:w="4957" w:type="dxa"/>
            <w:shd w:val="clear" w:color="auto" w:fill="auto"/>
            <w:noWrap/>
          </w:tcPr>
          <w:p w14:paraId="31F4E306" w14:textId="77777777" w:rsidR="00F61173" w:rsidRPr="00985F6A" w:rsidRDefault="00F61173" w:rsidP="00F61173">
            <w:pPr>
              <w:pStyle w:val="SpecNormal"/>
              <w:spacing w:line="240" w:lineRule="auto"/>
            </w:pPr>
            <w:r w:rsidRPr="00985F6A">
              <w:t>Duration Schedule for Commissioning Activities</w:t>
            </w:r>
          </w:p>
        </w:tc>
        <w:tc>
          <w:tcPr>
            <w:tcW w:w="852" w:type="dxa"/>
            <w:shd w:val="clear" w:color="auto" w:fill="auto"/>
            <w:noWrap/>
            <w:vAlign w:val="center"/>
          </w:tcPr>
          <w:p w14:paraId="1AB63BF7" w14:textId="77777777" w:rsidR="00F61173" w:rsidRPr="00985F6A" w:rsidRDefault="00F61173" w:rsidP="00F61173">
            <w:pPr>
              <w:pStyle w:val="SpecNormal"/>
            </w:pPr>
            <w:r w:rsidRPr="00985F6A">
              <w:t>L</w:t>
            </w:r>
          </w:p>
        </w:tc>
        <w:tc>
          <w:tcPr>
            <w:tcW w:w="745" w:type="dxa"/>
            <w:shd w:val="clear" w:color="auto" w:fill="auto"/>
            <w:noWrap/>
            <w:vAlign w:val="center"/>
          </w:tcPr>
          <w:p w14:paraId="5C2743F4" w14:textId="77777777" w:rsidR="00F61173" w:rsidRPr="00985F6A" w:rsidRDefault="00F61173" w:rsidP="00F61173">
            <w:pPr>
              <w:pStyle w:val="SpecNormal"/>
            </w:pPr>
            <w:r w:rsidRPr="00985F6A">
              <w:t>A</w:t>
            </w:r>
          </w:p>
        </w:tc>
        <w:tc>
          <w:tcPr>
            <w:tcW w:w="654" w:type="dxa"/>
            <w:vAlign w:val="center"/>
          </w:tcPr>
          <w:p w14:paraId="6966BD95" w14:textId="77777777" w:rsidR="00F61173" w:rsidRPr="00985F6A" w:rsidRDefault="00F61173" w:rsidP="00F61173">
            <w:pPr>
              <w:pStyle w:val="SpecNormal"/>
            </w:pPr>
            <w:r w:rsidRPr="00985F6A">
              <w:t>R</w:t>
            </w:r>
          </w:p>
        </w:tc>
        <w:tc>
          <w:tcPr>
            <w:tcW w:w="699" w:type="dxa"/>
            <w:shd w:val="clear" w:color="auto" w:fill="auto"/>
            <w:noWrap/>
            <w:vAlign w:val="center"/>
          </w:tcPr>
          <w:p w14:paraId="2583E415" w14:textId="77777777" w:rsidR="00F61173" w:rsidRPr="00985F6A" w:rsidRDefault="00F61173" w:rsidP="00F61173">
            <w:pPr>
              <w:pStyle w:val="SpecNormal"/>
            </w:pPr>
            <w:r w:rsidRPr="00985F6A">
              <w:t>R</w:t>
            </w:r>
          </w:p>
        </w:tc>
        <w:tc>
          <w:tcPr>
            <w:tcW w:w="641" w:type="dxa"/>
            <w:vAlign w:val="center"/>
          </w:tcPr>
          <w:p w14:paraId="4FD1C322" w14:textId="77777777" w:rsidR="00F61173" w:rsidRPr="00985F6A" w:rsidRDefault="00F61173" w:rsidP="00F61173">
            <w:pPr>
              <w:pStyle w:val="SpecNormal"/>
            </w:pPr>
            <w:r w:rsidRPr="00985F6A">
              <w:t>N/A</w:t>
            </w:r>
          </w:p>
        </w:tc>
        <w:tc>
          <w:tcPr>
            <w:tcW w:w="2189" w:type="dxa"/>
            <w:vAlign w:val="center"/>
          </w:tcPr>
          <w:p w14:paraId="3D37D076" w14:textId="77777777" w:rsidR="00F61173" w:rsidRPr="00985F6A" w:rsidRDefault="00F61173" w:rsidP="00F61173">
            <w:pPr>
              <w:pStyle w:val="SpecNormal"/>
            </w:pPr>
          </w:p>
        </w:tc>
      </w:tr>
      <w:tr w:rsidR="00F61173" w:rsidRPr="00985F6A" w14:paraId="06860F98" w14:textId="77777777" w:rsidTr="00834645">
        <w:trPr>
          <w:cantSplit/>
          <w:trHeight w:val="300"/>
        </w:trPr>
        <w:tc>
          <w:tcPr>
            <w:tcW w:w="1907" w:type="dxa"/>
            <w:vMerge/>
            <w:shd w:val="clear" w:color="auto" w:fill="auto"/>
            <w:noWrap/>
          </w:tcPr>
          <w:p w14:paraId="6F67D0BD" w14:textId="77777777" w:rsidR="00F61173" w:rsidRPr="00985F6A" w:rsidRDefault="00F61173" w:rsidP="00F61173">
            <w:pPr>
              <w:pStyle w:val="SpecNormal"/>
              <w:spacing w:line="240" w:lineRule="auto"/>
            </w:pPr>
          </w:p>
        </w:tc>
        <w:tc>
          <w:tcPr>
            <w:tcW w:w="4957" w:type="dxa"/>
            <w:shd w:val="clear" w:color="auto" w:fill="auto"/>
            <w:noWrap/>
          </w:tcPr>
          <w:p w14:paraId="7CBFD539" w14:textId="77777777" w:rsidR="00F61173" w:rsidRPr="00985F6A" w:rsidRDefault="00F61173" w:rsidP="00F61173">
            <w:pPr>
              <w:pStyle w:val="SpecNormal"/>
              <w:spacing w:line="240" w:lineRule="auto"/>
            </w:pPr>
          </w:p>
        </w:tc>
        <w:tc>
          <w:tcPr>
            <w:tcW w:w="852" w:type="dxa"/>
            <w:shd w:val="clear" w:color="auto" w:fill="auto"/>
            <w:noWrap/>
            <w:vAlign w:val="center"/>
          </w:tcPr>
          <w:p w14:paraId="6663E191" w14:textId="77777777" w:rsidR="00F61173" w:rsidRPr="00985F6A" w:rsidRDefault="00F61173" w:rsidP="00F61173">
            <w:pPr>
              <w:pStyle w:val="SpecNormal"/>
            </w:pPr>
          </w:p>
        </w:tc>
        <w:tc>
          <w:tcPr>
            <w:tcW w:w="745" w:type="dxa"/>
            <w:shd w:val="clear" w:color="auto" w:fill="auto"/>
            <w:noWrap/>
            <w:vAlign w:val="center"/>
          </w:tcPr>
          <w:p w14:paraId="20D16D3E" w14:textId="77777777" w:rsidR="00F61173" w:rsidRPr="00985F6A" w:rsidRDefault="00F61173" w:rsidP="00F61173">
            <w:pPr>
              <w:pStyle w:val="SpecNormal"/>
            </w:pPr>
          </w:p>
        </w:tc>
        <w:tc>
          <w:tcPr>
            <w:tcW w:w="654" w:type="dxa"/>
            <w:vAlign w:val="center"/>
          </w:tcPr>
          <w:p w14:paraId="1D5896C7" w14:textId="77777777" w:rsidR="00F61173" w:rsidRPr="00985F6A" w:rsidRDefault="00F61173" w:rsidP="00F61173">
            <w:pPr>
              <w:pStyle w:val="SpecNormal"/>
            </w:pPr>
          </w:p>
        </w:tc>
        <w:tc>
          <w:tcPr>
            <w:tcW w:w="699" w:type="dxa"/>
            <w:shd w:val="clear" w:color="auto" w:fill="auto"/>
            <w:noWrap/>
            <w:vAlign w:val="center"/>
          </w:tcPr>
          <w:p w14:paraId="6A9D0D0F" w14:textId="77777777" w:rsidR="00F61173" w:rsidRPr="00985F6A" w:rsidRDefault="00F61173" w:rsidP="00F61173">
            <w:pPr>
              <w:pStyle w:val="SpecNormal"/>
            </w:pPr>
          </w:p>
        </w:tc>
        <w:tc>
          <w:tcPr>
            <w:tcW w:w="641" w:type="dxa"/>
            <w:vAlign w:val="center"/>
          </w:tcPr>
          <w:p w14:paraId="260ADE34" w14:textId="77777777" w:rsidR="00F61173" w:rsidRPr="00985F6A" w:rsidRDefault="00F61173" w:rsidP="00F61173">
            <w:pPr>
              <w:pStyle w:val="SpecNormal"/>
            </w:pPr>
          </w:p>
        </w:tc>
        <w:tc>
          <w:tcPr>
            <w:tcW w:w="2189" w:type="dxa"/>
            <w:vAlign w:val="center"/>
          </w:tcPr>
          <w:p w14:paraId="09FB3DFF" w14:textId="77777777" w:rsidR="00F61173" w:rsidRPr="00985F6A" w:rsidRDefault="00F61173" w:rsidP="00F61173">
            <w:pPr>
              <w:pStyle w:val="SpecNormal"/>
            </w:pPr>
          </w:p>
        </w:tc>
      </w:tr>
      <w:tr w:rsidR="00F61173" w:rsidRPr="00985F6A" w14:paraId="5D202B46" w14:textId="77777777" w:rsidTr="00834645">
        <w:trPr>
          <w:cantSplit/>
          <w:trHeight w:val="300"/>
        </w:trPr>
        <w:tc>
          <w:tcPr>
            <w:tcW w:w="1907" w:type="dxa"/>
            <w:vMerge w:val="restart"/>
            <w:shd w:val="clear" w:color="auto" w:fill="auto"/>
            <w:noWrap/>
          </w:tcPr>
          <w:p w14:paraId="6010F749" w14:textId="77777777" w:rsidR="00F61173" w:rsidRPr="00985F6A" w:rsidRDefault="00F61173" w:rsidP="00F61173">
            <w:pPr>
              <w:pStyle w:val="SpecNormal"/>
              <w:spacing w:line="240" w:lineRule="auto"/>
            </w:pPr>
            <w:r w:rsidRPr="00985F6A">
              <w:t>OPR and BOD</w:t>
            </w:r>
          </w:p>
        </w:tc>
        <w:tc>
          <w:tcPr>
            <w:tcW w:w="4957" w:type="dxa"/>
            <w:shd w:val="clear" w:color="auto" w:fill="auto"/>
            <w:noWrap/>
          </w:tcPr>
          <w:p w14:paraId="05EB86C9" w14:textId="77777777" w:rsidR="00F61173" w:rsidRPr="00985F6A" w:rsidRDefault="00F61173" w:rsidP="00F61173">
            <w:pPr>
              <w:pStyle w:val="SpecNormal"/>
              <w:spacing w:line="240" w:lineRule="auto"/>
            </w:pPr>
            <w:r w:rsidRPr="00985F6A">
              <w:t>Maintain OPR on behalf of Owner</w:t>
            </w:r>
          </w:p>
        </w:tc>
        <w:tc>
          <w:tcPr>
            <w:tcW w:w="852" w:type="dxa"/>
            <w:shd w:val="clear" w:color="auto" w:fill="auto"/>
            <w:noWrap/>
            <w:vAlign w:val="center"/>
          </w:tcPr>
          <w:p w14:paraId="379E89A3" w14:textId="77777777" w:rsidR="00F61173" w:rsidRPr="00985F6A" w:rsidRDefault="00F61173" w:rsidP="00F61173">
            <w:pPr>
              <w:pStyle w:val="SpecNormal"/>
            </w:pPr>
            <w:r w:rsidRPr="00985F6A">
              <w:t>L</w:t>
            </w:r>
          </w:p>
        </w:tc>
        <w:tc>
          <w:tcPr>
            <w:tcW w:w="745" w:type="dxa"/>
            <w:shd w:val="clear" w:color="auto" w:fill="auto"/>
            <w:noWrap/>
            <w:vAlign w:val="center"/>
          </w:tcPr>
          <w:p w14:paraId="58130A08" w14:textId="77777777" w:rsidR="00F61173" w:rsidRPr="00985F6A" w:rsidRDefault="00F61173" w:rsidP="00F61173">
            <w:pPr>
              <w:pStyle w:val="SpecNormal"/>
            </w:pPr>
            <w:r w:rsidRPr="00985F6A">
              <w:t>A</w:t>
            </w:r>
          </w:p>
        </w:tc>
        <w:tc>
          <w:tcPr>
            <w:tcW w:w="654" w:type="dxa"/>
            <w:vAlign w:val="center"/>
          </w:tcPr>
          <w:p w14:paraId="6D74AA3F" w14:textId="77777777" w:rsidR="00F61173" w:rsidRPr="00985F6A" w:rsidRDefault="00F61173" w:rsidP="00F61173">
            <w:pPr>
              <w:pStyle w:val="SpecNormal"/>
            </w:pPr>
            <w:r w:rsidRPr="00985F6A">
              <w:t>R</w:t>
            </w:r>
          </w:p>
        </w:tc>
        <w:tc>
          <w:tcPr>
            <w:tcW w:w="699" w:type="dxa"/>
            <w:shd w:val="clear" w:color="auto" w:fill="auto"/>
            <w:noWrap/>
            <w:vAlign w:val="center"/>
          </w:tcPr>
          <w:p w14:paraId="2FB42ED2" w14:textId="77777777" w:rsidR="00F61173" w:rsidRPr="00985F6A" w:rsidRDefault="00F61173" w:rsidP="00F61173">
            <w:pPr>
              <w:pStyle w:val="SpecNormal"/>
            </w:pPr>
            <w:r w:rsidRPr="00985F6A">
              <w:t>R</w:t>
            </w:r>
          </w:p>
        </w:tc>
        <w:tc>
          <w:tcPr>
            <w:tcW w:w="641" w:type="dxa"/>
            <w:vAlign w:val="center"/>
          </w:tcPr>
          <w:p w14:paraId="2E74F28D" w14:textId="77777777" w:rsidR="00F61173" w:rsidRPr="00985F6A" w:rsidRDefault="00F61173" w:rsidP="00F61173">
            <w:pPr>
              <w:pStyle w:val="SpecNormal"/>
            </w:pPr>
            <w:r w:rsidRPr="00985F6A">
              <w:t>O</w:t>
            </w:r>
          </w:p>
        </w:tc>
        <w:tc>
          <w:tcPr>
            <w:tcW w:w="2189" w:type="dxa"/>
            <w:vAlign w:val="center"/>
          </w:tcPr>
          <w:p w14:paraId="5789D0E8" w14:textId="77777777" w:rsidR="00F61173" w:rsidRPr="00985F6A" w:rsidRDefault="00F61173" w:rsidP="00F61173">
            <w:pPr>
              <w:pStyle w:val="SpecNormal"/>
            </w:pPr>
          </w:p>
        </w:tc>
      </w:tr>
      <w:tr w:rsidR="00F61173" w:rsidRPr="00985F6A" w14:paraId="692BE7BF" w14:textId="77777777" w:rsidTr="00834645">
        <w:trPr>
          <w:cantSplit/>
          <w:trHeight w:val="300"/>
        </w:trPr>
        <w:tc>
          <w:tcPr>
            <w:tcW w:w="1907" w:type="dxa"/>
            <w:vMerge/>
            <w:shd w:val="clear" w:color="auto" w:fill="auto"/>
            <w:noWrap/>
          </w:tcPr>
          <w:p w14:paraId="3628F1D9" w14:textId="77777777" w:rsidR="00F61173" w:rsidRPr="00985F6A" w:rsidRDefault="00F61173" w:rsidP="00F61173">
            <w:pPr>
              <w:pStyle w:val="SpecNormal"/>
              <w:spacing w:line="240" w:lineRule="auto"/>
            </w:pPr>
          </w:p>
        </w:tc>
        <w:tc>
          <w:tcPr>
            <w:tcW w:w="4957" w:type="dxa"/>
            <w:shd w:val="clear" w:color="auto" w:fill="auto"/>
            <w:noWrap/>
          </w:tcPr>
          <w:p w14:paraId="5BD2EE5E" w14:textId="77777777" w:rsidR="00F61173" w:rsidRPr="00985F6A" w:rsidRDefault="00F61173" w:rsidP="00F61173">
            <w:pPr>
              <w:pStyle w:val="SpecNormal"/>
              <w:spacing w:line="240" w:lineRule="auto"/>
            </w:pPr>
            <w:r w:rsidRPr="00985F6A">
              <w:t>Maintain  BOD/DID on behalf of Owner</w:t>
            </w:r>
          </w:p>
        </w:tc>
        <w:tc>
          <w:tcPr>
            <w:tcW w:w="852" w:type="dxa"/>
            <w:shd w:val="clear" w:color="auto" w:fill="auto"/>
            <w:noWrap/>
            <w:vAlign w:val="center"/>
          </w:tcPr>
          <w:p w14:paraId="460F7280" w14:textId="77777777" w:rsidR="00F61173" w:rsidRPr="00985F6A" w:rsidRDefault="00F61173" w:rsidP="00F61173">
            <w:pPr>
              <w:pStyle w:val="SpecNormal"/>
            </w:pPr>
            <w:r w:rsidRPr="00985F6A">
              <w:t>L</w:t>
            </w:r>
          </w:p>
        </w:tc>
        <w:tc>
          <w:tcPr>
            <w:tcW w:w="745" w:type="dxa"/>
            <w:shd w:val="clear" w:color="auto" w:fill="auto"/>
            <w:noWrap/>
            <w:vAlign w:val="center"/>
          </w:tcPr>
          <w:p w14:paraId="59A876FC" w14:textId="77777777" w:rsidR="00F61173" w:rsidRPr="00985F6A" w:rsidRDefault="00F61173" w:rsidP="00F61173">
            <w:pPr>
              <w:pStyle w:val="SpecNormal"/>
            </w:pPr>
            <w:r w:rsidRPr="00985F6A">
              <w:t>A</w:t>
            </w:r>
          </w:p>
        </w:tc>
        <w:tc>
          <w:tcPr>
            <w:tcW w:w="654" w:type="dxa"/>
            <w:vAlign w:val="center"/>
          </w:tcPr>
          <w:p w14:paraId="2EE97D43" w14:textId="77777777" w:rsidR="00F61173" w:rsidRPr="00985F6A" w:rsidRDefault="00F61173" w:rsidP="00F61173">
            <w:pPr>
              <w:pStyle w:val="SpecNormal"/>
            </w:pPr>
            <w:r w:rsidRPr="00985F6A">
              <w:t>R</w:t>
            </w:r>
          </w:p>
        </w:tc>
        <w:tc>
          <w:tcPr>
            <w:tcW w:w="699" w:type="dxa"/>
            <w:shd w:val="clear" w:color="auto" w:fill="auto"/>
            <w:noWrap/>
            <w:vAlign w:val="center"/>
          </w:tcPr>
          <w:p w14:paraId="4E773367" w14:textId="77777777" w:rsidR="00F61173" w:rsidRPr="00985F6A" w:rsidRDefault="00F61173" w:rsidP="00F61173">
            <w:pPr>
              <w:pStyle w:val="SpecNormal"/>
            </w:pPr>
            <w:r w:rsidRPr="00985F6A">
              <w:t>R</w:t>
            </w:r>
          </w:p>
        </w:tc>
        <w:tc>
          <w:tcPr>
            <w:tcW w:w="641" w:type="dxa"/>
            <w:vAlign w:val="center"/>
          </w:tcPr>
          <w:p w14:paraId="4DFBDBDF" w14:textId="77777777" w:rsidR="00F61173" w:rsidRPr="00985F6A" w:rsidRDefault="00F61173" w:rsidP="00F61173">
            <w:pPr>
              <w:pStyle w:val="SpecNormal"/>
            </w:pPr>
            <w:r w:rsidRPr="00985F6A">
              <w:t>O</w:t>
            </w:r>
          </w:p>
        </w:tc>
        <w:tc>
          <w:tcPr>
            <w:tcW w:w="2189" w:type="dxa"/>
            <w:vAlign w:val="center"/>
          </w:tcPr>
          <w:p w14:paraId="522ED19A" w14:textId="77777777" w:rsidR="00F61173" w:rsidRPr="00985F6A" w:rsidRDefault="00F61173" w:rsidP="00F61173">
            <w:pPr>
              <w:pStyle w:val="SpecNormal"/>
            </w:pPr>
          </w:p>
        </w:tc>
      </w:tr>
      <w:tr w:rsidR="00F61173" w:rsidRPr="00985F6A" w14:paraId="54C1F1F9" w14:textId="77777777" w:rsidTr="00834645">
        <w:trPr>
          <w:cantSplit/>
          <w:trHeight w:val="300"/>
        </w:trPr>
        <w:tc>
          <w:tcPr>
            <w:tcW w:w="1907" w:type="dxa"/>
            <w:vMerge/>
            <w:shd w:val="clear" w:color="auto" w:fill="auto"/>
            <w:noWrap/>
          </w:tcPr>
          <w:p w14:paraId="54666C51" w14:textId="77777777" w:rsidR="00F61173" w:rsidRPr="00985F6A" w:rsidRDefault="00F61173" w:rsidP="00F61173">
            <w:pPr>
              <w:pStyle w:val="SpecNormal"/>
              <w:spacing w:line="240" w:lineRule="auto"/>
            </w:pPr>
          </w:p>
        </w:tc>
        <w:tc>
          <w:tcPr>
            <w:tcW w:w="4957" w:type="dxa"/>
            <w:shd w:val="clear" w:color="auto" w:fill="auto"/>
            <w:noWrap/>
          </w:tcPr>
          <w:p w14:paraId="785648C6" w14:textId="77777777" w:rsidR="00F61173" w:rsidRPr="00985F6A" w:rsidRDefault="00F61173" w:rsidP="00F61173">
            <w:pPr>
              <w:pStyle w:val="SpecNormal"/>
              <w:spacing w:line="240" w:lineRule="auto"/>
            </w:pPr>
          </w:p>
        </w:tc>
        <w:tc>
          <w:tcPr>
            <w:tcW w:w="852" w:type="dxa"/>
            <w:shd w:val="clear" w:color="auto" w:fill="auto"/>
            <w:noWrap/>
            <w:vAlign w:val="center"/>
          </w:tcPr>
          <w:p w14:paraId="2132BC9B" w14:textId="77777777" w:rsidR="00F61173" w:rsidRPr="00985F6A" w:rsidRDefault="00F61173" w:rsidP="00F61173">
            <w:pPr>
              <w:pStyle w:val="SpecNormal"/>
            </w:pPr>
          </w:p>
        </w:tc>
        <w:tc>
          <w:tcPr>
            <w:tcW w:w="745" w:type="dxa"/>
            <w:shd w:val="clear" w:color="auto" w:fill="auto"/>
            <w:noWrap/>
            <w:vAlign w:val="center"/>
          </w:tcPr>
          <w:p w14:paraId="327A56B5" w14:textId="77777777" w:rsidR="00F61173" w:rsidRPr="00985F6A" w:rsidRDefault="00F61173" w:rsidP="00F61173">
            <w:pPr>
              <w:pStyle w:val="SpecNormal"/>
            </w:pPr>
          </w:p>
        </w:tc>
        <w:tc>
          <w:tcPr>
            <w:tcW w:w="654" w:type="dxa"/>
            <w:vAlign w:val="center"/>
          </w:tcPr>
          <w:p w14:paraId="1A5D33C6" w14:textId="77777777" w:rsidR="00F61173" w:rsidRPr="00985F6A" w:rsidRDefault="00F61173" w:rsidP="00F61173">
            <w:pPr>
              <w:pStyle w:val="SpecNormal"/>
            </w:pPr>
          </w:p>
        </w:tc>
        <w:tc>
          <w:tcPr>
            <w:tcW w:w="699" w:type="dxa"/>
            <w:shd w:val="clear" w:color="auto" w:fill="auto"/>
            <w:noWrap/>
            <w:vAlign w:val="center"/>
          </w:tcPr>
          <w:p w14:paraId="0497FA7D" w14:textId="77777777" w:rsidR="00F61173" w:rsidRPr="00985F6A" w:rsidRDefault="00F61173" w:rsidP="00F61173">
            <w:pPr>
              <w:pStyle w:val="SpecNormal"/>
            </w:pPr>
          </w:p>
        </w:tc>
        <w:tc>
          <w:tcPr>
            <w:tcW w:w="641" w:type="dxa"/>
            <w:vAlign w:val="center"/>
          </w:tcPr>
          <w:p w14:paraId="557152CB" w14:textId="77777777" w:rsidR="00F61173" w:rsidRPr="00985F6A" w:rsidRDefault="00F61173" w:rsidP="00F61173">
            <w:pPr>
              <w:pStyle w:val="SpecNormal"/>
            </w:pPr>
          </w:p>
        </w:tc>
        <w:tc>
          <w:tcPr>
            <w:tcW w:w="2189" w:type="dxa"/>
            <w:vAlign w:val="center"/>
          </w:tcPr>
          <w:p w14:paraId="7782173A" w14:textId="77777777" w:rsidR="00F61173" w:rsidRPr="00985F6A" w:rsidRDefault="00F61173" w:rsidP="00F61173">
            <w:pPr>
              <w:pStyle w:val="SpecNormal"/>
            </w:pPr>
          </w:p>
        </w:tc>
      </w:tr>
      <w:tr w:rsidR="00F61173" w:rsidRPr="00985F6A" w14:paraId="3E568222" w14:textId="77777777" w:rsidTr="00834645">
        <w:trPr>
          <w:cantSplit/>
          <w:trHeight w:val="300"/>
        </w:trPr>
        <w:tc>
          <w:tcPr>
            <w:tcW w:w="1907" w:type="dxa"/>
            <w:vMerge w:val="restart"/>
            <w:shd w:val="clear" w:color="auto" w:fill="auto"/>
            <w:noWrap/>
          </w:tcPr>
          <w:p w14:paraId="2F6CB87F" w14:textId="77777777" w:rsidR="00F61173" w:rsidRPr="00985F6A" w:rsidRDefault="00F61173" w:rsidP="00F61173">
            <w:pPr>
              <w:pStyle w:val="SpecNormal"/>
              <w:spacing w:line="240" w:lineRule="auto"/>
            </w:pPr>
            <w:r w:rsidRPr="00985F6A">
              <w:t>Document Reviews</w:t>
            </w:r>
          </w:p>
        </w:tc>
        <w:tc>
          <w:tcPr>
            <w:tcW w:w="4957" w:type="dxa"/>
            <w:shd w:val="clear" w:color="auto" w:fill="auto"/>
            <w:noWrap/>
          </w:tcPr>
          <w:p w14:paraId="78EEAE35" w14:textId="77777777" w:rsidR="00F61173" w:rsidRPr="00985F6A" w:rsidRDefault="00F61173" w:rsidP="00F61173">
            <w:pPr>
              <w:pStyle w:val="SpecNormal"/>
              <w:spacing w:line="240" w:lineRule="auto"/>
            </w:pPr>
            <w:r w:rsidRPr="00985F6A">
              <w:t>TAB Plan Review</w:t>
            </w:r>
          </w:p>
        </w:tc>
        <w:tc>
          <w:tcPr>
            <w:tcW w:w="852" w:type="dxa"/>
            <w:shd w:val="clear" w:color="auto" w:fill="auto"/>
            <w:noWrap/>
            <w:vAlign w:val="center"/>
          </w:tcPr>
          <w:p w14:paraId="779E31CB" w14:textId="77777777" w:rsidR="00F61173" w:rsidRPr="00985F6A" w:rsidRDefault="00F61173" w:rsidP="00F61173">
            <w:pPr>
              <w:pStyle w:val="SpecNormal"/>
            </w:pPr>
            <w:r w:rsidRPr="00985F6A">
              <w:t>L</w:t>
            </w:r>
          </w:p>
        </w:tc>
        <w:tc>
          <w:tcPr>
            <w:tcW w:w="745" w:type="dxa"/>
            <w:shd w:val="clear" w:color="auto" w:fill="auto"/>
            <w:noWrap/>
            <w:vAlign w:val="center"/>
          </w:tcPr>
          <w:p w14:paraId="0AE93368" w14:textId="77777777" w:rsidR="00F61173" w:rsidRPr="00985F6A" w:rsidRDefault="00F61173" w:rsidP="00F61173">
            <w:pPr>
              <w:pStyle w:val="SpecNormal"/>
            </w:pPr>
            <w:r w:rsidRPr="00985F6A">
              <w:t>A</w:t>
            </w:r>
          </w:p>
        </w:tc>
        <w:tc>
          <w:tcPr>
            <w:tcW w:w="654" w:type="dxa"/>
            <w:vAlign w:val="center"/>
          </w:tcPr>
          <w:p w14:paraId="2F65DD98" w14:textId="77777777" w:rsidR="00F61173" w:rsidRPr="00985F6A" w:rsidRDefault="00F61173" w:rsidP="00F61173">
            <w:pPr>
              <w:pStyle w:val="SpecNormal"/>
            </w:pPr>
            <w:r w:rsidRPr="00985F6A">
              <w:t>R</w:t>
            </w:r>
          </w:p>
        </w:tc>
        <w:tc>
          <w:tcPr>
            <w:tcW w:w="699" w:type="dxa"/>
            <w:shd w:val="clear" w:color="auto" w:fill="auto"/>
            <w:noWrap/>
            <w:vAlign w:val="center"/>
          </w:tcPr>
          <w:p w14:paraId="71F2EEA0" w14:textId="77777777" w:rsidR="00F61173" w:rsidRPr="00985F6A" w:rsidRDefault="00F61173" w:rsidP="00F61173">
            <w:pPr>
              <w:pStyle w:val="SpecNormal"/>
            </w:pPr>
            <w:r w:rsidRPr="00985F6A">
              <w:t>R</w:t>
            </w:r>
          </w:p>
        </w:tc>
        <w:tc>
          <w:tcPr>
            <w:tcW w:w="641" w:type="dxa"/>
            <w:vAlign w:val="center"/>
          </w:tcPr>
          <w:p w14:paraId="0FB96B3C" w14:textId="77777777" w:rsidR="00F61173" w:rsidRPr="00985F6A" w:rsidRDefault="00F61173" w:rsidP="00F61173">
            <w:pPr>
              <w:pStyle w:val="SpecNormal"/>
            </w:pPr>
            <w:r w:rsidRPr="00985F6A">
              <w:t>O</w:t>
            </w:r>
          </w:p>
        </w:tc>
        <w:tc>
          <w:tcPr>
            <w:tcW w:w="2189" w:type="dxa"/>
            <w:vAlign w:val="center"/>
          </w:tcPr>
          <w:p w14:paraId="5753A10E" w14:textId="77777777" w:rsidR="00F61173" w:rsidRPr="00985F6A" w:rsidRDefault="00F61173" w:rsidP="00F61173">
            <w:pPr>
              <w:pStyle w:val="SpecNormal"/>
            </w:pPr>
          </w:p>
        </w:tc>
      </w:tr>
      <w:tr w:rsidR="00F61173" w:rsidRPr="00985F6A" w14:paraId="0059CAED" w14:textId="77777777" w:rsidTr="00834645">
        <w:trPr>
          <w:cantSplit/>
          <w:trHeight w:val="300"/>
        </w:trPr>
        <w:tc>
          <w:tcPr>
            <w:tcW w:w="1907" w:type="dxa"/>
            <w:vMerge/>
            <w:shd w:val="clear" w:color="auto" w:fill="auto"/>
            <w:noWrap/>
          </w:tcPr>
          <w:p w14:paraId="17CB2959" w14:textId="77777777" w:rsidR="00F61173" w:rsidRPr="00985F6A" w:rsidRDefault="00F61173" w:rsidP="00F61173">
            <w:pPr>
              <w:pStyle w:val="SpecNormal"/>
              <w:spacing w:line="240" w:lineRule="auto"/>
            </w:pPr>
          </w:p>
        </w:tc>
        <w:tc>
          <w:tcPr>
            <w:tcW w:w="4957" w:type="dxa"/>
            <w:shd w:val="clear" w:color="auto" w:fill="auto"/>
            <w:noWrap/>
          </w:tcPr>
          <w:p w14:paraId="67FDEA63" w14:textId="77777777" w:rsidR="00F61173" w:rsidRPr="00985F6A" w:rsidRDefault="00F61173" w:rsidP="00F61173">
            <w:pPr>
              <w:pStyle w:val="SpecNormal"/>
              <w:spacing w:line="240" w:lineRule="auto"/>
            </w:pPr>
            <w:r w:rsidRPr="00985F6A">
              <w:t>Submittal and Shop Drawing Review</w:t>
            </w:r>
          </w:p>
        </w:tc>
        <w:tc>
          <w:tcPr>
            <w:tcW w:w="852" w:type="dxa"/>
            <w:shd w:val="clear" w:color="auto" w:fill="auto"/>
            <w:noWrap/>
            <w:vAlign w:val="center"/>
          </w:tcPr>
          <w:p w14:paraId="1315B481" w14:textId="77777777" w:rsidR="00F61173" w:rsidRPr="00985F6A" w:rsidRDefault="00F61173" w:rsidP="00F61173">
            <w:pPr>
              <w:pStyle w:val="SpecNormal"/>
            </w:pPr>
            <w:r w:rsidRPr="00985F6A">
              <w:t>R</w:t>
            </w:r>
          </w:p>
        </w:tc>
        <w:tc>
          <w:tcPr>
            <w:tcW w:w="745" w:type="dxa"/>
            <w:shd w:val="clear" w:color="auto" w:fill="auto"/>
            <w:noWrap/>
            <w:vAlign w:val="center"/>
          </w:tcPr>
          <w:p w14:paraId="42BA78DA" w14:textId="77777777" w:rsidR="00F61173" w:rsidRPr="00985F6A" w:rsidRDefault="00F61173" w:rsidP="00F61173">
            <w:pPr>
              <w:pStyle w:val="SpecNormal"/>
            </w:pPr>
            <w:r w:rsidRPr="00985F6A">
              <w:t>A</w:t>
            </w:r>
          </w:p>
        </w:tc>
        <w:tc>
          <w:tcPr>
            <w:tcW w:w="654" w:type="dxa"/>
            <w:vAlign w:val="center"/>
          </w:tcPr>
          <w:p w14:paraId="06BB21AF" w14:textId="77777777" w:rsidR="00F61173" w:rsidRPr="00985F6A" w:rsidRDefault="00F61173" w:rsidP="00F61173">
            <w:pPr>
              <w:pStyle w:val="SpecNormal"/>
            </w:pPr>
            <w:r w:rsidRPr="00985F6A">
              <w:t>R</w:t>
            </w:r>
          </w:p>
        </w:tc>
        <w:tc>
          <w:tcPr>
            <w:tcW w:w="699" w:type="dxa"/>
            <w:shd w:val="clear" w:color="auto" w:fill="auto"/>
            <w:noWrap/>
            <w:vAlign w:val="center"/>
          </w:tcPr>
          <w:p w14:paraId="5407EBEC" w14:textId="77777777" w:rsidR="00F61173" w:rsidRPr="00985F6A" w:rsidRDefault="00F61173" w:rsidP="00F61173">
            <w:pPr>
              <w:pStyle w:val="SpecNormal"/>
            </w:pPr>
            <w:r w:rsidRPr="00985F6A">
              <w:t>L</w:t>
            </w:r>
          </w:p>
        </w:tc>
        <w:tc>
          <w:tcPr>
            <w:tcW w:w="641" w:type="dxa"/>
            <w:vAlign w:val="center"/>
          </w:tcPr>
          <w:p w14:paraId="4EF2A329" w14:textId="77777777" w:rsidR="00F61173" w:rsidRPr="00985F6A" w:rsidRDefault="00F61173" w:rsidP="00F61173">
            <w:pPr>
              <w:pStyle w:val="SpecNormal"/>
            </w:pPr>
            <w:r w:rsidRPr="00985F6A">
              <w:t>O</w:t>
            </w:r>
          </w:p>
        </w:tc>
        <w:tc>
          <w:tcPr>
            <w:tcW w:w="2189" w:type="dxa"/>
            <w:vAlign w:val="center"/>
          </w:tcPr>
          <w:p w14:paraId="4D6A4159" w14:textId="77777777" w:rsidR="00F61173" w:rsidRPr="00985F6A" w:rsidRDefault="00F61173" w:rsidP="00F61173">
            <w:pPr>
              <w:pStyle w:val="SpecNormal"/>
            </w:pPr>
          </w:p>
        </w:tc>
      </w:tr>
      <w:tr w:rsidR="00F61173" w:rsidRPr="00985F6A" w14:paraId="41366E26" w14:textId="77777777" w:rsidTr="00834645">
        <w:trPr>
          <w:cantSplit/>
          <w:trHeight w:val="300"/>
        </w:trPr>
        <w:tc>
          <w:tcPr>
            <w:tcW w:w="1907" w:type="dxa"/>
            <w:vMerge/>
            <w:shd w:val="clear" w:color="auto" w:fill="auto"/>
            <w:noWrap/>
          </w:tcPr>
          <w:p w14:paraId="0FCAA68A" w14:textId="77777777" w:rsidR="00F61173" w:rsidRPr="00985F6A" w:rsidRDefault="00F61173" w:rsidP="00F61173">
            <w:pPr>
              <w:pStyle w:val="SpecNormal"/>
              <w:spacing w:line="240" w:lineRule="auto"/>
            </w:pPr>
          </w:p>
        </w:tc>
        <w:tc>
          <w:tcPr>
            <w:tcW w:w="4957" w:type="dxa"/>
            <w:shd w:val="clear" w:color="auto" w:fill="auto"/>
            <w:noWrap/>
          </w:tcPr>
          <w:p w14:paraId="6C63B7B3" w14:textId="77777777" w:rsidR="00F61173" w:rsidRPr="00985F6A" w:rsidRDefault="00F61173" w:rsidP="00F61173">
            <w:pPr>
              <w:pStyle w:val="SpecNormal"/>
              <w:spacing w:line="240" w:lineRule="auto"/>
            </w:pPr>
            <w:r w:rsidRPr="00985F6A">
              <w:t>Review Contractor Equipment Startup Checklists</w:t>
            </w:r>
          </w:p>
        </w:tc>
        <w:tc>
          <w:tcPr>
            <w:tcW w:w="852" w:type="dxa"/>
            <w:shd w:val="clear" w:color="auto" w:fill="auto"/>
            <w:noWrap/>
            <w:vAlign w:val="center"/>
          </w:tcPr>
          <w:p w14:paraId="488B45BE" w14:textId="77777777" w:rsidR="00F61173" w:rsidRPr="00985F6A" w:rsidRDefault="00F61173" w:rsidP="00F61173">
            <w:pPr>
              <w:pStyle w:val="SpecNormal"/>
            </w:pPr>
            <w:r w:rsidRPr="00985F6A">
              <w:t>L</w:t>
            </w:r>
          </w:p>
        </w:tc>
        <w:tc>
          <w:tcPr>
            <w:tcW w:w="745" w:type="dxa"/>
            <w:shd w:val="clear" w:color="auto" w:fill="auto"/>
            <w:noWrap/>
            <w:vAlign w:val="center"/>
          </w:tcPr>
          <w:p w14:paraId="21FF75D9" w14:textId="77777777" w:rsidR="00F61173" w:rsidRPr="00985F6A" w:rsidRDefault="00F61173" w:rsidP="00F61173">
            <w:pPr>
              <w:pStyle w:val="SpecNormal"/>
            </w:pPr>
            <w:r w:rsidRPr="00985F6A">
              <w:t>A</w:t>
            </w:r>
          </w:p>
        </w:tc>
        <w:tc>
          <w:tcPr>
            <w:tcW w:w="654" w:type="dxa"/>
            <w:vAlign w:val="center"/>
          </w:tcPr>
          <w:p w14:paraId="6058C7EB" w14:textId="77777777" w:rsidR="00F61173" w:rsidRPr="00985F6A" w:rsidRDefault="00F61173" w:rsidP="00F61173">
            <w:pPr>
              <w:pStyle w:val="SpecNormal"/>
            </w:pPr>
            <w:r w:rsidRPr="00985F6A">
              <w:t>R</w:t>
            </w:r>
          </w:p>
        </w:tc>
        <w:tc>
          <w:tcPr>
            <w:tcW w:w="699" w:type="dxa"/>
            <w:shd w:val="clear" w:color="auto" w:fill="auto"/>
            <w:noWrap/>
            <w:vAlign w:val="center"/>
          </w:tcPr>
          <w:p w14:paraId="48FA6427" w14:textId="77777777" w:rsidR="00F61173" w:rsidRPr="00985F6A" w:rsidRDefault="00F61173" w:rsidP="00F61173">
            <w:pPr>
              <w:pStyle w:val="SpecNormal"/>
            </w:pPr>
            <w:r w:rsidRPr="00985F6A">
              <w:t>R</w:t>
            </w:r>
          </w:p>
        </w:tc>
        <w:tc>
          <w:tcPr>
            <w:tcW w:w="641" w:type="dxa"/>
            <w:vAlign w:val="center"/>
          </w:tcPr>
          <w:p w14:paraId="48E10795" w14:textId="77777777" w:rsidR="00F61173" w:rsidRPr="00985F6A" w:rsidRDefault="00F61173" w:rsidP="00F61173">
            <w:pPr>
              <w:pStyle w:val="SpecNormal"/>
            </w:pPr>
            <w:r w:rsidRPr="00985F6A">
              <w:t>N/A</w:t>
            </w:r>
          </w:p>
        </w:tc>
        <w:tc>
          <w:tcPr>
            <w:tcW w:w="2189" w:type="dxa"/>
            <w:vAlign w:val="center"/>
          </w:tcPr>
          <w:p w14:paraId="7BECA9AE" w14:textId="77777777" w:rsidR="00F61173" w:rsidRPr="00985F6A" w:rsidRDefault="00F61173" w:rsidP="00F61173">
            <w:pPr>
              <w:pStyle w:val="SpecNormal"/>
            </w:pPr>
          </w:p>
        </w:tc>
      </w:tr>
      <w:tr w:rsidR="00F61173" w:rsidRPr="00985F6A" w14:paraId="76A9BF2C" w14:textId="77777777" w:rsidTr="00834645">
        <w:trPr>
          <w:cantSplit/>
          <w:trHeight w:val="300"/>
        </w:trPr>
        <w:tc>
          <w:tcPr>
            <w:tcW w:w="1907" w:type="dxa"/>
            <w:vMerge/>
            <w:shd w:val="clear" w:color="auto" w:fill="auto"/>
            <w:noWrap/>
          </w:tcPr>
          <w:p w14:paraId="602C7E0C" w14:textId="77777777" w:rsidR="00F61173" w:rsidRPr="00985F6A" w:rsidRDefault="00F61173" w:rsidP="00F61173">
            <w:pPr>
              <w:pStyle w:val="SpecNormal"/>
              <w:spacing w:line="240" w:lineRule="auto"/>
            </w:pPr>
          </w:p>
        </w:tc>
        <w:tc>
          <w:tcPr>
            <w:tcW w:w="4957" w:type="dxa"/>
            <w:shd w:val="clear" w:color="auto" w:fill="auto"/>
            <w:noWrap/>
          </w:tcPr>
          <w:p w14:paraId="25EC6ED3" w14:textId="77777777" w:rsidR="00F61173" w:rsidRPr="00985F6A" w:rsidRDefault="00F61173" w:rsidP="00F61173">
            <w:pPr>
              <w:pStyle w:val="SpecNormal"/>
              <w:spacing w:line="240" w:lineRule="auto"/>
            </w:pPr>
            <w:r w:rsidRPr="00985F6A">
              <w:t>Review Change Orders, ASI, and RFI</w:t>
            </w:r>
          </w:p>
        </w:tc>
        <w:tc>
          <w:tcPr>
            <w:tcW w:w="852" w:type="dxa"/>
            <w:shd w:val="clear" w:color="auto" w:fill="auto"/>
            <w:noWrap/>
            <w:vAlign w:val="center"/>
          </w:tcPr>
          <w:p w14:paraId="7A644DAB" w14:textId="77777777" w:rsidR="00F61173" w:rsidRPr="00985F6A" w:rsidRDefault="00F61173" w:rsidP="00F61173">
            <w:pPr>
              <w:pStyle w:val="SpecNormal"/>
            </w:pPr>
            <w:r w:rsidRPr="00985F6A">
              <w:t>L</w:t>
            </w:r>
          </w:p>
        </w:tc>
        <w:tc>
          <w:tcPr>
            <w:tcW w:w="745" w:type="dxa"/>
            <w:shd w:val="clear" w:color="auto" w:fill="auto"/>
            <w:noWrap/>
            <w:vAlign w:val="center"/>
          </w:tcPr>
          <w:p w14:paraId="7504A216" w14:textId="77777777" w:rsidR="00F61173" w:rsidRPr="00985F6A" w:rsidRDefault="00F61173" w:rsidP="00F61173">
            <w:pPr>
              <w:pStyle w:val="SpecNormal"/>
            </w:pPr>
            <w:r w:rsidRPr="00985F6A">
              <w:t>A</w:t>
            </w:r>
          </w:p>
        </w:tc>
        <w:tc>
          <w:tcPr>
            <w:tcW w:w="654" w:type="dxa"/>
            <w:vAlign w:val="center"/>
          </w:tcPr>
          <w:p w14:paraId="4DCB27B1" w14:textId="77777777" w:rsidR="00F61173" w:rsidRPr="00985F6A" w:rsidRDefault="00F61173" w:rsidP="00F61173">
            <w:pPr>
              <w:pStyle w:val="SpecNormal"/>
            </w:pPr>
            <w:r w:rsidRPr="00985F6A">
              <w:t>R</w:t>
            </w:r>
          </w:p>
        </w:tc>
        <w:tc>
          <w:tcPr>
            <w:tcW w:w="699" w:type="dxa"/>
            <w:shd w:val="clear" w:color="auto" w:fill="auto"/>
            <w:noWrap/>
            <w:vAlign w:val="center"/>
          </w:tcPr>
          <w:p w14:paraId="05BE9B54" w14:textId="77777777" w:rsidR="00F61173" w:rsidRPr="00985F6A" w:rsidRDefault="00F61173" w:rsidP="00F61173">
            <w:pPr>
              <w:pStyle w:val="SpecNormal"/>
            </w:pPr>
            <w:r w:rsidRPr="00985F6A">
              <w:t>R</w:t>
            </w:r>
          </w:p>
        </w:tc>
        <w:tc>
          <w:tcPr>
            <w:tcW w:w="641" w:type="dxa"/>
            <w:vAlign w:val="center"/>
          </w:tcPr>
          <w:p w14:paraId="7C5999D0" w14:textId="77777777" w:rsidR="00F61173" w:rsidRPr="00985F6A" w:rsidRDefault="00F61173" w:rsidP="00F61173">
            <w:pPr>
              <w:pStyle w:val="SpecNormal"/>
            </w:pPr>
            <w:r w:rsidRPr="00985F6A">
              <w:t>N/A</w:t>
            </w:r>
          </w:p>
        </w:tc>
        <w:tc>
          <w:tcPr>
            <w:tcW w:w="2189" w:type="dxa"/>
            <w:vAlign w:val="center"/>
          </w:tcPr>
          <w:p w14:paraId="146EB887" w14:textId="77777777" w:rsidR="00F61173" w:rsidRPr="00985F6A" w:rsidRDefault="00F61173" w:rsidP="00F61173">
            <w:pPr>
              <w:pStyle w:val="SpecNormal"/>
            </w:pPr>
          </w:p>
        </w:tc>
      </w:tr>
      <w:tr w:rsidR="00F61173" w:rsidRPr="00985F6A" w14:paraId="3B35F507" w14:textId="77777777" w:rsidTr="00834645">
        <w:trPr>
          <w:cantSplit/>
          <w:trHeight w:val="300"/>
        </w:trPr>
        <w:tc>
          <w:tcPr>
            <w:tcW w:w="1907" w:type="dxa"/>
            <w:vMerge/>
            <w:shd w:val="clear" w:color="auto" w:fill="auto"/>
            <w:noWrap/>
          </w:tcPr>
          <w:p w14:paraId="6917FAA9" w14:textId="77777777" w:rsidR="00F61173" w:rsidRPr="00985F6A" w:rsidRDefault="00F61173" w:rsidP="00F61173">
            <w:pPr>
              <w:pStyle w:val="SpecNormal"/>
              <w:spacing w:line="240" w:lineRule="auto"/>
            </w:pPr>
          </w:p>
        </w:tc>
        <w:tc>
          <w:tcPr>
            <w:tcW w:w="4957" w:type="dxa"/>
            <w:shd w:val="clear" w:color="auto" w:fill="auto"/>
            <w:noWrap/>
          </w:tcPr>
          <w:p w14:paraId="57F81303" w14:textId="77777777" w:rsidR="00F61173" w:rsidRPr="00985F6A" w:rsidRDefault="00F61173" w:rsidP="00F61173">
            <w:pPr>
              <w:pStyle w:val="SpecNormal"/>
              <w:spacing w:line="240" w:lineRule="auto"/>
            </w:pPr>
          </w:p>
        </w:tc>
        <w:tc>
          <w:tcPr>
            <w:tcW w:w="852" w:type="dxa"/>
            <w:shd w:val="clear" w:color="auto" w:fill="auto"/>
            <w:noWrap/>
            <w:vAlign w:val="center"/>
          </w:tcPr>
          <w:p w14:paraId="62FE5053" w14:textId="77777777" w:rsidR="00F61173" w:rsidRPr="00985F6A" w:rsidRDefault="00F61173" w:rsidP="00F61173">
            <w:pPr>
              <w:pStyle w:val="SpecNormal"/>
            </w:pPr>
          </w:p>
        </w:tc>
        <w:tc>
          <w:tcPr>
            <w:tcW w:w="745" w:type="dxa"/>
            <w:shd w:val="clear" w:color="auto" w:fill="auto"/>
            <w:noWrap/>
            <w:vAlign w:val="center"/>
          </w:tcPr>
          <w:p w14:paraId="515C721E" w14:textId="77777777" w:rsidR="00F61173" w:rsidRPr="00985F6A" w:rsidRDefault="00F61173" w:rsidP="00F61173">
            <w:pPr>
              <w:pStyle w:val="SpecNormal"/>
            </w:pPr>
          </w:p>
        </w:tc>
        <w:tc>
          <w:tcPr>
            <w:tcW w:w="654" w:type="dxa"/>
            <w:vAlign w:val="center"/>
          </w:tcPr>
          <w:p w14:paraId="6292CD4D" w14:textId="77777777" w:rsidR="00F61173" w:rsidRPr="00985F6A" w:rsidRDefault="00F61173" w:rsidP="00F61173">
            <w:pPr>
              <w:pStyle w:val="SpecNormal"/>
            </w:pPr>
          </w:p>
        </w:tc>
        <w:tc>
          <w:tcPr>
            <w:tcW w:w="699" w:type="dxa"/>
            <w:shd w:val="clear" w:color="auto" w:fill="auto"/>
            <w:noWrap/>
            <w:vAlign w:val="center"/>
          </w:tcPr>
          <w:p w14:paraId="34DAEC19" w14:textId="77777777" w:rsidR="00F61173" w:rsidRPr="00985F6A" w:rsidRDefault="00F61173" w:rsidP="00F61173">
            <w:pPr>
              <w:pStyle w:val="SpecNormal"/>
            </w:pPr>
          </w:p>
        </w:tc>
        <w:tc>
          <w:tcPr>
            <w:tcW w:w="641" w:type="dxa"/>
            <w:vAlign w:val="center"/>
          </w:tcPr>
          <w:p w14:paraId="4DA04EDA" w14:textId="77777777" w:rsidR="00F61173" w:rsidRPr="00985F6A" w:rsidRDefault="00F61173" w:rsidP="00F61173">
            <w:pPr>
              <w:pStyle w:val="SpecNormal"/>
            </w:pPr>
          </w:p>
        </w:tc>
        <w:tc>
          <w:tcPr>
            <w:tcW w:w="2189" w:type="dxa"/>
            <w:vAlign w:val="center"/>
          </w:tcPr>
          <w:p w14:paraId="19FDDDE2" w14:textId="77777777" w:rsidR="00F61173" w:rsidRPr="00985F6A" w:rsidRDefault="00F61173" w:rsidP="00F61173">
            <w:pPr>
              <w:pStyle w:val="SpecNormal"/>
            </w:pPr>
          </w:p>
        </w:tc>
      </w:tr>
      <w:tr w:rsidR="00F61173" w:rsidRPr="00985F6A" w14:paraId="4AA5C2A2" w14:textId="77777777" w:rsidTr="00834645">
        <w:trPr>
          <w:cantSplit/>
          <w:trHeight w:val="300"/>
        </w:trPr>
        <w:tc>
          <w:tcPr>
            <w:tcW w:w="1907" w:type="dxa"/>
            <w:vMerge/>
            <w:shd w:val="clear" w:color="auto" w:fill="auto"/>
            <w:noWrap/>
          </w:tcPr>
          <w:p w14:paraId="2005E3CA" w14:textId="77777777" w:rsidR="00F61173" w:rsidRPr="00985F6A" w:rsidRDefault="00F61173" w:rsidP="00F61173">
            <w:pPr>
              <w:pStyle w:val="SpecNormal"/>
              <w:spacing w:line="240" w:lineRule="auto"/>
            </w:pPr>
          </w:p>
        </w:tc>
        <w:tc>
          <w:tcPr>
            <w:tcW w:w="4957" w:type="dxa"/>
            <w:shd w:val="clear" w:color="auto" w:fill="auto"/>
            <w:noWrap/>
          </w:tcPr>
          <w:p w14:paraId="1D00727C" w14:textId="77777777" w:rsidR="00F61173" w:rsidRPr="00985F6A" w:rsidRDefault="00F61173" w:rsidP="00F61173">
            <w:pPr>
              <w:pStyle w:val="SpecNormal"/>
              <w:spacing w:line="240" w:lineRule="auto"/>
            </w:pPr>
          </w:p>
        </w:tc>
        <w:tc>
          <w:tcPr>
            <w:tcW w:w="852" w:type="dxa"/>
            <w:shd w:val="clear" w:color="auto" w:fill="auto"/>
            <w:noWrap/>
            <w:vAlign w:val="center"/>
          </w:tcPr>
          <w:p w14:paraId="3534B811" w14:textId="77777777" w:rsidR="00F61173" w:rsidRPr="00985F6A" w:rsidRDefault="00F61173" w:rsidP="00F61173">
            <w:pPr>
              <w:pStyle w:val="SpecNormal"/>
            </w:pPr>
          </w:p>
        </w:tc>
        <w:tc>
          <w:tcPr>
            <w:tcW w:w="745" w:type="dxa"/>
            <w:shd w:val="clear" w:color="auto" w:fill="auto"/>
            <w:noWrap/>
            <w:vAlign w:val="center"/>
          </w:tcPr>
          <w:p w14:paraId="428646C8" w14:textId="77777777" w:rsidR="00F61173" w:rsidRPr="00985F6A" w:rsidRDefault="00F61173" w:rsidP="00F61173">
            <w:pPr>
              <w:pStyle w:val="SpecNormal"/>
            </w:pPr>
          </w:p>
        </w:tc>
        <w:tc>
          <w:tcPr>
            <w:tcW w:w="654" w:type="dxa"/>
            <w:vAlign w:val="center"/>
          </w:tcPr>
          <w:p w14:paraId="345641FF" w14:textId="77777777" w:rsidR="00F61173" w:rsidRPr="00985F6A" w:rsidRDefault="00F61173" w:rsidP="00F61173">
            <w:pPr>
              <w:pStyle w:val="SpecNormal"/>
            </w:pPr>
          </w:p>
        </w:tc>
        <w:tc>
          <w:tcPr>
            <w:tcW w:w="699" w:type="dxa"/>
            <w:shd w:val="clear" w:color="auto" w:fill="auto"/>
            <w:noWrap/>
            <w:vAlign w:val="center"/>
          </w:tcPr>
          <w:p w14:paraId="6C2E9738" w14:textId="77777777" w:rsidR="00F61173" w:rsidRPr="00985F6A" w:rsidRDefault="00F61173" w:rsidP="00F61173">
            <w:pPr>
              <w:pStyle w:val="SpecNormal"/>
            </w:pPr>
          </w:p>
        </w:tc>
        <w:tc>
          <w:tcPr>
            <w:tcW w:w="641" w:type="dxa"/>
            <w:vAlign w:val="center"/>
          </w:tcPr>
          <w:p w14:paraId="526C3967" w14:textId="77777777" w:rsidR="00F61173" w:rsidRPr="00985F6A" w:rsidRDefault="00F61173" w:rsidP="00F61173">
            <w:pPr>
              <w:pStyle w:val="SpecNormal"/>
            </w:pPr>
          </w:p>
        </w:tc>
        <w:tc>
          <w:tcPr>
            <w:tcW w:w="2189" w:type="dxa"/>
            <w:vAlign w:val="center"/>
          </w:tcPr>
          <w:p w14:paraId="1CE2FA37" w14:textId="77777777" w:rsidR="00F61173" w:rsidRPr="00985F6A" w:rsidRDefault="00F61173" w:rsidP="00F61173">
            <w:pPr>
              <w:pStyle w:val="SpecNormal"/>
            </w:pPr>
          </w:p>
        </w:tc>
      </w:tr>
      <w:tr w:rsidR="00F61173" w:rsidRPr="00985F6A" w14:paraId="0D717394" w14:textId="77777777" w:rsidTr="00834645">
        <w:trPr>
          <w:cantSplit/>
          <w:trHeight w:val="300"/>
        </w:trPr>
        <w:tc>
          <w:tcPr>
            <w:tcW w:w="1907" w:type="dxa"/>
            <w:vMerge w:val="restart"/>
            <w:shd w:val="clear" w:color="auto" w:fill="auto"/>
            <w:noWrap/>
          </w:tcPr>
          <w:p w14:paraId="54289299" w14:textId="77777777" w:rsidR="00F61173" w:rsidRPr="00985F6A" w:rsidRDefault="00F61173" w:rsidP="00F61173">
            <w:pPr>
              <w:pStyle w:val="SpecNormal"/>
              <w:spacing w:line="240" w:lineRule="auto"/>
            </w:pPr>
            <w:r w:rsidRPr="00985F6A">
              <w:t>Site Observations</w:t>
            </w:r>
          </w:p>
        </w:tc>
        <w:tc>
          <w:tcPr>
            <w:tcW w:w="4957" w:type="dxa"/>
            <w:shd w:val="clear" w:color="auto" w:fill="auto"/>
            <w:noWrap/>
          </w:tcPr>
          <w:p w14:paraId="338CD7F1" w14:textId="77777777" w:rsidR="00F61173" w:rsidRPr="00985F6A" w:rsidRDefault="00F61173" w:rsidP="00F61173">
            <w:pPr>
              <w:pStyle w:val="SpecNormal"/>
              <w:spacing w:line="240" w:lineRule="auto"/>
            </w:pPr>
            <w:r w:rsidRPr="00985F6A">
              <w:t>Witness Factory Testing</w:t>
            </w:r>
          </w:p>
        </w:tc>
        <w:tc>
          <w:tcPr>
            <w:tcW w:w="852" w:type="dxa"/>
            <w:shd w:val="clear" w:color="auto" w:fill="auto"/>
            <w:noWrap/>
            <w:vAlign w:val="center"/>
          </w:tcPr>
          <w:p w14:paraId="3D4502A8" w14:textId="77777777" w:rsidR="00F61173" w:rsidRPr="00985F6A" w:rsidRDefault="00F61173" w:rsidP="00F61173">
            <w:pPr>
              <w:pStyle w:val="SpecNormal"/>
            </w:pPr>
            <w:r w:rsidRPr="00985F6A">
              <w:t>P</w:t>
            </w:r>
          </w:p>
        </w:tc>
        <w:tc>
          <w:tcPr>
            <w:tcW w:w="745" w:type="dxa"/>
            <w:shd w:val="clear" w:color="auto" w:fill="auto"/>
            <w:noWrap/>
            <w:vAlign w:val="center"/>
          </w:tcPr>
          <w:p w14:paraId="1B83B329" w14:textId="77777777" w:rsidR="00F61173" w:rsidRPr="00985F6A" w:rsidRDefault="00F61173" w:rsidP="00F61173">
            <w:pPr>
              <w:pStyle w:val="SpecNormal"/>
            </w:pPr>
            <w:r w:rsidRPr="00985F6A">
              <w:t>A</w:t>
            </w:r>
          </w:p>
        </w:tc>
        <w:tc>
          <w:tcPr>
            <w:tcW w:w="654" w:type="dxa"/>
            <w:vAlign w:val="center"/>
          </w:tcPr>
          <w:p w14:paraId="267CF45A" w14:textId="77777777" w:rsidR="00F61173" w:rsidRPr="00985F6A" w:rsidRDefault="00F61173" w:rsidP="00F61173">
            <w:pPr>
              <w:pStyle w:val="SpecNormal"/>
            </w:pPr>
            <w:r w:rsidRPr="00985F6A">
              <w:t>P</w:t>
            </w:r>
          </w:p>
        </w:tc>
        <w:tc>
          <w:tcPr>
            <w:tcW w:w="699" w:type="dxa"/>
            <w:shd w:val="clear" w:color="auto" w:fill="auto"/>
            <w:noWrap/>
            <w:vAlign w:val="center"/>
          </w:tcPr>
          <w:p w14:paraId="22B6ECF9" w14:textId="77777777" w:rsidR="00F61173" w:rsidRPr="00985F6A" w:rsidRDefault="00F61173" w:rsidP="00F61173">
            <w:pPr>
              <w:pStyle w:val="SpecNormal"/>
            </w:pPr>
            <w:r w:rsidRPr="00985F6A">
              <w:t>L</w:t>
            </w:r>
          </w:p>
        </w:tc>
        <w:tc>
          <w:tcPr>
            <w:tcW w:w="641" w:type="dxa"/>
            <w:vAlign w:val="center"/>
          </w:tcPr>
          <w:p w14:paraId="5EADE2D9" w14:textId="77777777" w:rsidR="00F61173" w:rsidRPr="00985F6A" w:rsidRDefault="00F61173" w:rsidP="00F61173">
            <w:pPr>
              <w:pStyle w:val="SpecNormal"/>
            </w:pPr>
            <w:r w:rsidRPr="00985F6A">
              <w:t>O</w:t>
            </w:r>
          </w:p>
        </w:tc>
        <w:tc>
          <w:tcPr>
            <w:tcW w:w="2189" w:type="dxa"/>
            <w:vAlign w:val="center"/>
          </w:tcPr>
          <w:p w14:paraId="4FE4893B" w14:textId="77777777" w:rsidR="00F61173" w:rsidRPr="00985F6A" w:rsidRDefault="00F61173" w:rsidP="00F61173">
            <w:pPr>
              <w:pStyle w:val="SpecNormal"/>
            </w:pPr>
          </w:p>
        </w:tc>
      </w:tr>
      <w:tr w:rsidR="00F61173" w:rsidRPr="00985F6A" w14:paraId="7157E3BD" w14:textId="77777777" w:rsidTr="00834645">
        <w:trPr>
          <w:cantSplit/>
          <w:trHeight w:val="300"/>
        </w:trPr>
        <w:tc>
          <w:tcPr>
            <w:tcW w:w="1907" w:type="dxa"/>
            <w:vMerge/>
            <w:shd w:val="clear" w:color="auto" w:fill="auto"/>
            <w:noWrap/>
          </w:tcPr>
          <w:p w14:paraId="546BB1C2" w14:textId="77777777" w:rsidR="00F61173" w:rsidRPr="00985F6A" w:rsidRDefault="00F61173" w:rsidP="00F61173">
            <w:pPr>
              <w:pStyle w:val="SpecNormal"/>
              <w:spacing w:line="240" w:lineRule="auto"/>
            </w:pPr>
          </w:p>
        </w:tc>
        <w:tc>
          <w:tcPr>
            <w:tcW w:w="4957" w:type="dxa"/>
            <w:shd w:val="clear" w:color="auto" w:fill="auto"/>
            <w:noWrap/>
          </w:tcPr>
          <w:p w14:paraId="428F33C5" w14:textId="77777777" w:rsidR="00F61173" w:rsidRPr="00985F6A" w:rsidRDefault="00F61173" w:rsidP="00F61173">
            <w:pPr>
              <w:pStyle w:val="SpecNormal"/>
              <w:spacing w:line="240" w:lineRule="auto"/>
            </w:pPr>
            <w:r w:rsidRPr="00985F6A">
              <w:t>Construction Observation Site Visits</w:t>
            </w:r>
          </w:p>
        </w:tc>
        <w:tc>
          <w:tcPr>
            <w:tcW w:w="852" w:type="dxa"/>
            <w:shd w:val="clear" w:color="auto" w:fill="auto"/>
            <w:noWrap/>
            <w:vAlign w:val="center"/>
          </w:tcPr>
          <w:p w14:paraId="0AC1F3AC" w14:textId="77777777" w:rsidR="00F61173" w:rsidRPr="00985F6A" w:rsidRDefault="00F61173" w:rsidP="00F61173">
            <w:pPr>
              <w:pStyle w:val="SpecNormal"/>
            </w:pPr>
            <w:r w:rsidRPr="00985F6A">
              <w:t>L</w:t>
            </w:r>
          </w:p>
        </w:tc>
        <w:tc>
          <w:tcPr>
            <w:tcW w:w="745" w:type="dxa"/>
            <w:shd w:val="clear" w:color="auto" w:fill="auto"/>
            <w:noWrap/>
            <w:vAlign w:val="center"/>
          </w:tcPr>
          <w:p w14:paraId="4DADBE90" w14:textId="77777777" w:rsidR="00F61173" w:rsidRPr="00985F6A" w:rsidRDefault="00F61173" w:rsidP="00F61173">
            <w:pPr>
              <w:pStyle w:val="SpecNormal"/>
            </w:pPr>
            <w:r w:rsidRPr="00985F6A">
              <w:t>A</w:t>
            </w:r>
          </w:p>
        </w:tc>
        <w:tc>
          <w:tcPr>
            <w:tcW w:w="654" w:type="dxa"/>
            <w:vAlign w:val="center"/>
          </w:tcPr>
          <w:p w14:paraId="1D74732E" w14:textId="77777777" w:rsidR="00F61173" w:rsidRPr="00985F6A" w:rsidRDefault="00F61173" w:rsidP="00F61173">
            <w:pPr>
              <w:pStyle w:val="SpecNormal"/>
            </w:pPr>
            <w:r w:rsidRPr="00985F6A">
              <w:t>R</w:t>
            </w:r>
          </w:p>
        </w:tc>
        <w:tc>
          <w:tcPr>
            <w:tcW w:w="699" w:type="dxa"/>
            <w:shd w:val="clear" w:color="auto" w:fill="auto"/>
            <w:noWrap/>
            <w:vAlign w:val="center"/>
          </w:tcPr>
          <w:p w14:paraId="17736F86" w14:textId="77777777" w:rsidR="00F61173" w:rsidRPr="00985F6A" w:rsidRDefault="00F61173" w:rsidP="00F61173">
            <w:pPr>
              <w:pStyle w:val="SpecNormal"/>
            </w:pPr>
            <w:r w:rsidRPr="00985F6A">
              <w:t>R</w:t>
            </w:r>
          </w:p>
        </w:tc>
        <w:tc>
          <w:tcPr>
            <w:tcW w:w="641" w:type="dxa"/>
            <w:vAlign w:val="center"/>
          </w:tcPr>
          <w:p w14:paraId="428A29EB" w14:textId="77777777" w:rsidR="00F61173" w:rsidRPr="00985F6A" w:rsidRDefault="00F61173" w:rsidP="00F61173">
            <w:pPr>
              <w:pStyle w:val="SpecNormal"/>
            </w:pPr>
            <w:r w:rsidRPr="00985F6A">
              <w:t>O</w:t>
            </w:r>
          </w:p>
        </w:tc>
        <w:tc>
          <w:tcPr>
            <w:tcW w:w="2189" w:type="dxa"/>
            <w:vAlign w:val="center"/>
          </w:tcPr>
          <w:p w14:paraId="4976E5BA" w14:textId="77777777" w:rsidR="00F61173" w:rsidRPr="00985F6A" w:rsidRDefault="00F61173" w:rsidP="00F61173">
            <w:pPr>
              <w:pStyle w:val="SpecNormal"/>
            </w:pPr>
          </w:p>
        </w:tc>
      </w:tr>
      <w:tr w:rsidR="00F61173" w:rsidRPr="00985F6A" w14:paraId="0D93B525" w14:textId="77777777" w:rsidTr="00834645">
        <w:trPr>
          <w:cantSplit/>
          <w:trHeight w:val="300"/>
        </w:trPr>
        <w:tc>
          <w:tcPr>
            <w:tcW w:w="1907" w:type="dxa"/>
            <w:vMerge/>
            <w:shd w:val="clear" w:color="auto" w:fill="auto"/>
            <w:noWrap/>
          </w:tcPr>
          <w:p w14:paraId="53C8BB53" w14:textId="77777777" w:rsidR="00F61173" w:rsidRPr="00985F6A" w:rsidRDefault="00F61173" w:rsidP="00F61173">
            <w:pPr>
              <w:pStyle w:val="SpecNormal"/>
              <w:spacing w:line="240" w:lineRule="auto"/>
            </w:pPr>
          </w:p>
        </w:tc>
        <w:tc>
          <w:tcPr>
            <w:tcW w:w="4957" w:type="dxa"/>
            <w:shd w:val="clear" w:color="auto" w:fill="auto"/>
            <w:noWrap/>
          </w:tcPr>
          <w:p w14:paraId="56C74E1F" w14:textId="77777777" w:rsidR="00F61173" w:rsidRPr="00985F6A" w:rsidRDefault="00F61173" w:rsidP="00F61173">
            <w:pPr>
              <w:pStyle w:val="SpecNormal"/>
              <w:spacing w:line="240" w:lineRule="auto"/>
            </w:pPr>
          </w:p>
        </w:tc>
        <w:tc>
          <w:tcPr>
            <w:tcW w:w="852" w:type="dxa"/>
            <w:shd w:val="clear" w:color="auto" w:fill="auto"/>
            <w:noWrap/>
            <w:vAlign w:val="center"/>
          </w:tcPr>
          <w:p w14:paraId="370CD57A" w14:textId="77777777" w:rsidR="00F61173" w:rsidRPr="00985F6A" w:rsidRDefault="00F61173" w:rsidP="00F61173">
            <w:pPr>
              <w:pStyle w:val="SpecNormal"/>
            </w:pPr>
          </w:p>
        </w:tc>
        <w:tc>
          <w:tcPr>
            <w:tcW w:w="745" w:type="dxa"/>
            <w:shd w:val="clear" w:color="auto" w:fill="auto"/>
            <w:noWrap/>
            <w:vAlign w:val="center"/>
          </w:tcPr>
          <w:p w14:paraId="02667779" w14:textId="77777777" w:rsidR="00F61173" w:rsidRPr="00985F6A" w:rsidRDefault="00F61173" w:rsidP="00F61173">
            <w:pPr>
              <w:pStyle w:val="SpecNormal"/>
            </w:pPr>
          </w:p>
        </w:tc>
        <w:tc>
          <w:tcPr>
            <w:tcW w:w="654" w:type="dxa"/>
            <w:vAlign w:val="center"/>
          </w:tcPr>
          <w:p w14:paraId="300221BE" w14:textId="77777777" w:rsidR="00F61173" w:rsidRPr="00985F6A" w:rsidRDefault="00F61173" w:rsidP="00F61173">
            <w:pPr>
              <w:pStyle w:val="SpecNormal"/>
            </w:pPr>
          </w:p>
        </w:tc>
        <w:tc>
          <w:tcPr>
            <w:tcW w:w="699" w:type="dxa"/>
            <w:shd w:val="clear" w:color="auto" w:fill="auto"/>
            <w:noWrap/>
            <w:vAlign w:val="center"/>
          </w:tcPr>
          <w:p w14:paraId="5CD5461F" w14:textId="77777777" w:rsidR="00F61173" w:rsidRPr="00985F6A" w:rsidRDefault="00F61173" w:rsidP="00F61173">
            <w:pPr>
              <w:pStyle w:val="SpecNormal"/>
            </w:pPr>
          </w:p>
        </w:tc>
        <w:tc>
          <w:tcPr>
            <w:tcW w:w="641" w:type="dxa"/>
            <w:vAlign w:val="center"/>
          </w:tcPr>
          <w:p w14:paraId="7CF00AC5" w14:textId="77777777" w:rsidR="00F61173" w:rsidRPr="00985F6A" w:rsidRDefault="00F61173" w:rsidP="00F61173">
            <w:pPr>
              <w:pStyle w:val="SpecNormal"/>
            </w:pPr>
          </w:p>
        </w:tc>
        <w:tc>
          <w:tcPr>
            <w:tcW w:w="2189" w:type="dxa"/>
            <w:vAlign w:val="center"/>
          </w:tcPr>
          <w:p w14:paraId="1FDA1CE8" w14:textId="77777777" w:rsidR="00F61173" w:rsidRPr="00985F6A" w:rsidRDefault="00F61173" w:rsidP="00F61173">
            <w:pPr>
              <w:pStyle w:val="SpecNormal"/>
            </w:pPr>
          </w:p>
        </w:tc>
      </w:tr>
      <w:tr w:rsidR="00F61173" w:rsidRPr="00985F6A" w14:paraId="57CD8DC1" w14:textId="77777777" w:rsidTr="00834645">
        <w:trPr>
          <w:cantSplit/>
          <w:trHeight w:val="300"/>
        </w:trPr>
        <w:tc>
          <w:tcPr>
            <w:tcW w:w="1907" w:type="dxa"/>
            <w:vMerge/>
            <w:shd w:val="clear" w:color="auto" w:fill="auto"/>
            <w:noWrap/>
          </w:tcPr>
          <w:p w14:paraId="7698FD24" w14:textId="77777777" w:rsidR="00F61173" w:rsidRPr="00985F6A" w:rsidRDefault="00F61173" w:rsidP="00F61173">
            <w:pPr>
              <w:pStyle w:val="SpecNormal"/>
              <w:spacing w:line="240" w:lineRule="auto"/>
            </w:pPr>
          </w:p>
        </w:tc>
        <w:tc>
          <w:tcPr>
            <w:tcW w:w="4957" w:type="dxa"/>
            <w:shd w:val="clear" w:color="auto" w:fill="auto"/>
            <w:noWrap/>
          </w:tcPr>
          <w:p w14:paraId="663450D3" w14:textId="77777777" w:rsidR="00F61173" w:rsidRPr="00985F6A" w:rsidRDefault="00F61173" w:rsidP="00F61173">
            <w:pPr>
              <w:pStyle w:val="SpecNormal"/>
              <w:spacing w:line="240" w:lineRule="auto"/>
            </w:pPr>
          </w:p>
        </w:tc>
        <w:tc>
          <w:tcPr>
            <w:tcW w:w="852" w:type="dxa"/>
            <w:shd w:val="clear" w:color="auto" w:fill="auto"/>
            <w:noWrap/>
            <w:vAlign w:val="center"/>
          </w:tcPr>
          <w:p w14:paraId="000DAD83" w14:textId="77777777" w:rsidR="00F61173" w:rsidRPr="00985F6A" w:rsidRDefault="00F61173" w:rsidP="00F61173">
            <w:pPr>
              <w:pStyle w:val="SpecNormal"/>
            </w:pPr>
          </w:p>
        </w:tc>
        <w:tc>
          <w:tcPr>
            <w:tcW w:w="745" w:type="dxa"/>
            <w:shd w:val="clear" w:color="auto" w:fill="auto"/>
            <w:noWrap/>
            <w:vAlign w:val="center"/>
          </w:tcPr>
          <w:p w14:paraId="27C61B8F" w14:textId="77777777" w:rsidR="00F61173" w:rsidRPr="00985F6A" w:rsidRDefault="00F61173" w:rsidP="00F61173">
            <w:pPr>
              <w:pStyle w:val="SpecNormal"/>
            </w:pPr>
          </w:p>
        </w:tc>
        <w:tc>
          <w:tcPr>
            <w:tcW w:w="654" w:type="dxa"/>
            <w:vAlign w:val="center"/>
          </w:tcPr>
          <w:p w14:paraId="761C13CA" w14:textId="77777777" w:rsidR="00F61173" w:rsidRPr="00985F6A" w:rsidRDefault="00F61173" w:rsidP="00F61173">
            <w:pPr>
              <w:pStyle w:val="SpecNormal"/>
            </w:pPr>
          </w:p>
        </w:tc>
        <w:tc>
          <w:tcPr>
            <w:tcW w:w="699" w:type="dxa"/>
            <w:shd w:val="clear" w:color="auto" w:fill="auto"/>
            <w:noWrap/>
            <w:vAlign w:val="center"/>
          </w:tcPr>
          <w:p w14:paraId="2E3027DE" w14:textId="77777777" w:rsidR="00F61173" w:rsidRPr="00985F6A" w:rsidRDefault="00F61173" w:rsidP="00F61173">
            <w:pPr>
              <w:pStyle w:val="SpecNormal"/>
            </w:pPr>
          </w:p>
        </w:tc>
        <w:tc>
          <w:tcPr>
            <w:tcW w:w="641" w:type="dxa"/>
            <w:vAlign w:val="center"/>
          </w:tcPr>
          <w:p w14:paraId="08763051" w14:textId="77777777" w:rsidR="00F61173" w:rsidRPr="00985F6A" w:rsidRDefault="00F61173" w:rsidP="00F61173">
            <w:pPr>
              <w:pStyle w:val="SpecNormal"/>
            </w:pPr>
          </w:p>
        </w:tc>
        <w:tc>
          <w:tcPr>
            <w:tcW w:w="2189" w:type="dxa"/>
            <w:vAlign w:val="center"/>
          </w:tcPr>
          <w:p w14:paraId="39283D89" w14:textId="77777777" w:rsidR="00F61173" w:rsidRPr="00985F6A" w:rsidRDefault="00F61173" w:rsidP="00F61173">
            <w:pPr>
              <w:pStyle w:val="SpecNormal"/>
            </w:pPr>
          </w:p>
        </w:tc>
      </w:tr>
      <w:tr w:rsidR="00F61173" w:rsidRPr="00985F6A" w14:paraId="1F8B2ED1" w14:textId="77777777" w:rsidTr="00834645">
        <w:trPr>
          <w:cantSplit/>
          <w:trHeight w:val="300"/>
        </w:trPr>
        <w:tc>
          <w:tcPr>
            <w:tcW w:w="1907" w:type="dxa"/>
            <w:vMerge w:val="restart"/>
            <w:shd w:val="clear" w:color="auto" w:fill="auto"/>
            <w:noWrap/>
          </w:tcPr>
          <w:p w14:paraId="03C40EEB" w14:textId="77777777" w:rsidR="00F61173" w:rsidRPr="00985F6A" w:rsidRDefault="00F61173" w:rsidP="00F61173">
            <w:pPr>
              <w:pStyle w:val="SpecNormal"/>
              <w:spacing w:line="240" w:lineRule="auto"/>
            </w:pPr>
            <w:r w:rsidRPr="00985F6A">
              <w:t>Functional Test Protocols</w:t>
            </w:r>
          </w:p>
        </w:tc>
        <w:tc>
          <w:tcPr>
            <w:tcW w:w="4957" w:type="dxa"/>
            <w:shd w:val="clear" w:color="auto" w:fill="auto"/>
            <w:noWrap/>
          </w:tcPr>
          <w:p w14:paraId="137CECC5" w14:textId="77777777" w:rsidR="00F61173" w:rsidRPr="00985F6A" w:rsidRDefault="00F61173" w:rsidP="00F61173">
            <w:pPr>
              <w:pStyle w:val="SpecNormal"/>
              <w:spacing w:line="240" w:lineRule="auto"/>
            </w:pPr>
            <w:r w:rsidRPr="00985F6A">
              <w:t>Final Pre-Functional Checklists</w:t>
            </w:r>
          </w:p>
        </w:tc>
        <w:tc>
          <w:tcPr>
            <w:tcW w:w="852" w:type="dxa"/>
            <w:shd w:val="clear" w:color="auto" w:fill="auto"/>
            <w:noWrap/>
            <w:vAlign w:val="center"/>
          </w:tcPr>
          <w:p w14:paraId="3A93F92A" w14:textId="77777777" w:rsidR="00F61173" w:rsidRPr="00985F6A" w:rsidRDefault="00F61173" w:rsidP="00F61173">
            <w:pPr>
              <w:pStyle w:val="SpecNormal"/>
            </w:pPr>
            <w:r w:rsidRPr="00985F6A">
              <w:t>L</w:t>
            </w:r>
          </w:p>
        </w:tc>
        <w:tc>
          <w:tcPr>
            <w:tcW w:w="745" w:type="dxa"/>
            <w:shd w:val="clear" w:color="auto" w:fill="auto"/>
            <w:noWrap/>
            <w:vAlign w:val="center"/>
          </w:tcPr>
          <w:p w14:paraId="59CA918E" w14:textId="77777777" w:rsidR="00F61173" w:rsidRPr="00985F6A" w:rsidRDefault="00F61173" w:rsidP="00F61173">
            <w:pPr>
              <w:pStyle w:val="SpecNormal"/>
            </w:pPr>
            <w:r w:rsidRPr="00985F6A">
              <w:t>A</w:t>
            </w:r>
          </w:p>
        </w:tc>
        <w:tc>
          <w:tcPr>
            <w:tcW w:w="654" w:type="dxa"/>
            <w:vAlign w:val="center"/>
          </w:tcPr>
          <w:p w14:paraId="4B3ED17F" w14:textId="77777777" w:rsidR="00F61173" w:rsidRPr="00985F6A" w:rsidRDefault="00F61173" w:rsidP="00F61173">
            <w:pPr>
              <w:pStyle w:val="SpecNormal"/>
            </w:pPr>
            <w:r w:rsidRPr="00985F6A">
              <w:t>R</w:t>
            </w:r>
          </w:p>
        </w:tc>
        <w:tc>
          <w:tcPr>
            <w:tcW w:w="699" w:type="dxa"/>
            <w:shd w:val="clear" w:color="auto" w:fill="auto"/>
            <w:noWrap/>
            <w:vAlign w:val="center"/>
          </w:tcPr>
          <w:p w14:paraId="43F7D7F8" w14:textId="77777777" w:rsidR="00F61173" w:rsidRPr="00985F6A" w:rsidRDefault="00F61173" w:rsidP="00F61173">
            <w:pPr>
              <w:pStyle w:val="SpecNormal"/>
            </w:pPr>
            <w:r w:rsidRPr="00985F6A">
              <w:t>R</w:t>
            </w:r>
          </w:p>
        </w:tc>
        <w:tc>
          <w:tcPr>
            <w:tcW w:w="641" w:type="dxa"/>
            <w:vAlign w:val="center"/>
          </w:tcPr>
          <w:p w14:paraId="16250EFA" w14:textId="77777777" w:rsidR="00F61173" w:rsidRPr="00985F6A" w:rsidRDefault="00F61173" w:rsidP="00F61173">
            <w:pPr>
              <w:pStyle w:val="SpecNormal"/>
            </w:pPr>
            <w:r w:rsidRPr="00985F6A">
              <w:t>O</w:t>
            </w:r>
          </w:p>
        </w:tc>
        <w:tc>
          <w:tcPr>
            <w:tcW w:w="2189" w:type="dxa"/>
            <w:vAlign w:val="center"/>
          </w:tcPr>
          <w:p w14:paraId="26BC440B" w14:textId="77777777" w:rsidR="00F61173" w:rsidRPr="00985F6A" w:rsidRDefault="00F61173" w:rsidP="00F61173">
            <w:pPr>
              <w:pStyle w:val="SpecNormal"/>
            </w:pPr>
          </w:p>
        </w:tc>
      </w:tr>
      <w:tr w:rsidR="00F61173" w:rsidRPr="00985F6A" w14:paraId="1A093051" w14:textId="77777777" w:rsidTr="00834645">
        <w:trPr>
          <w:cantSplit/>
          <w:trHeight w:val="300"/>
        </w:trPr>
        <w:tc>
          <w:tcPr>
            <w:tcW w:w="1907" w:type="dxa"/>
            <w:vMerge/>
            <w:shd w:val="clear" w:color="auto" w:fill="auto"/>
            <w:noWrap/>
          </w:tcPr>
          <w:p w14:paraId="398FD314" w14:textId="77777777" w:rsidR="00F61173" w:rsidRPr="00985F6A" w:rsidRDefault="00F61173" w:rsidP="00F61173">
            <w:pPr>
              <w:pStyle w:val="SpecNormal"/>
              <w:spacing w:line="240" w:lineRule="auto"/>
            </w:pPr>
          </w:p>
        </w:tc>
        <w:tc>
          <w:tcPr>
            <w:tcW w:w="4957" w:type="dxa"/>
            <w:shd w:val="clear" w:color="auto" w:fill="auto"/>
            <w:noWrap/>
          </w:tcPr>
          <w:p w14:paraId="5DA18739" w14:textId="77777777" w:rsidR="00F61173" w:rsidRPr="00985F6A" w:rsidRDefault="00F61173" w:rsidP="00F61173">
            <w:pPr>
              <w:pStyle w:val="SpecNormal"/>
              <w:spacing w:line="240" w:lineRule="auto"/>
            </w:pPr>
            <w:r w:rsidRPr="00985F6A">
              <w:t>Final Functional Performance Test Protocols</w:t>
            </w:r>
          </w:p>
        </w:tc>
        <w:tc>
          <w:tcPr>
            <w:tcW w:w="852" w:type="dxa"/>
            <w:shd w:val="clear" w:color="auto" w:fill="auto"/>
            <w:noWrap/>
            <w:vAlign w:val="center"/>
          </w:tcPr>
          <w:p w14:paraId="18CD7132" w14:textId="77777777" w:rsidR="00F61173" w:rsidRPr="00985F6A" w:rsidRDefault="00F61173" w:rsidP="00F61173">
            <w:pPr>
              <w:pStyle w:val="SpecNormal"/>
            </w:pPr>
            <w:r w:rsidRPr="00985F6A">
              <w:t>L</w:t>
            </w:r>
          </w:p>
        </w:tc>
        <w:tc>
          <w:tcPr>
            <w:tcW w:w="745" w:type="dxa"/>
            <w:shd w:val="clear" w:color="auto" w:fill="auto"/>
            <w:noWrap/>
            <w:vAlign w:val="center"/>
          </w:tcPr>
          <w:p w14:paraId="1C7C5CB0" w14:textId="77777777" w:rsidR="00F61173" w:rsidRPr="00985F6A" w:rsidRDefault="00F61173" w:rsidP="00F61173">
            <w:pPr>
              <w:pStyle w:val="SpecNormal"/>
            </w:pPr>
            <w:r w:rsidRPr="00985F6A">
              <w:t>A</w:t>
            </w:r>
          </w:p>
        </w:tc>
        <w:tc>
          <w:tcPr>
            <w:tcW w:w="654" w:type="dxa"/>
            <w:vAlign w:val="center"/>
          </w:tcPr>
          <w:p w14:paraId="69FC9763" w14:textId="77777777" w:rsidR="00F61173" w:rsidRPr="00985F6A" w:rsidRDefault="00F61173" w:rsidP="00F61173">
            <w:pPr>
              <w:pStyle w:val="SpecNormal"/>
            </w:pPr>
            <w:r w:rsidRPr="00985F6A">
              <w:t>R</w:t>
            </w:r>
          </w:p>
        </w:tc>
        <w:tc>
          <w:tcPr>
            <w:tcW w:w="699" w:type="dxa"/>
            <w:shd w:val="clear" w:color="auto" w:fill="auto"/>
            <w:noWrap/>
            <w:vAlign w:val="center"/>
          </w:tcPr>
          <w:p w14:paraId="1A48ADCC" w14:textId="77777777" w:rsidR="00F61173" w:rsidRPr="00985F6A" w:rsidRDefault="00F61173" w:rsidP="00F61173">
            <w:pPr>
              <w:pStyle w:val="SpecNormal"/>
            </w:pPr>
            <w:r w:rsidRPr="00985F6A">
              <w:t>R</w:t>
            </w:r>
          </w:p>
        </w:tc>
        <w:tc>
          <w:tcPr>
            <w:tcW w:w="641" w:type="dxa"/>
            <w:vAlign w:val="center"/>
          </w:tcPr>
          <w:p w14:paraId="7140361C" w14:textId="77777777" w:rsidR="00F61173" w:rsidRPr="00985F6A" w:rsidRDefault="00F61173" w:rsidP="00F61173">
            <w:pPr>
              <w:pStyle w:val="SpecNormal"/>
            </w:pPr>
            <w:r w:rsidRPr="00985F6A">
              <w:t>O</w:t>
            </w:r>
          </w:p>
        </w:tc>
        <w:tc>
          <w:tcPr>
            <w:tcW w:w="2189" w:type="dxa"/>
            <w:vAlign w:val="center"/>
          </w:tcPr>
          <w:p w14:paraId="4768C98E" w14:textId="77777777" w:rsidR="00F61173" w:rsidRPr="00985F6A" w:rsidRDefault="00F61173" w:rsidP="00F61173">
            <w:pPr>
              <w:pStyle w:val="SpecNormal"/>
            </w:pPr>
          </w:p>
        </w:tc>
      </w:tr>
      <w:tr w:rsidR="00F61173" w:rsidRPr="00985F6A" w14:paraId="0942DEAE" w14:textId="77777777" w:rsidTr="00834645">
        <w:trPr>
          <w:cantSplit/>
          <w:trHeight w:val="300"/>
        </w:trPr>
        <w:tc>
          <w:tcPr>
            <w:tcW w:w="1907" w:type="dxa"/>
            <w:vMerge/>
            <w:shd w:val="clear" w:color="auto" w:fill="auto"/>
            <w:noWrap/>
          </w:tcPr>
          <w:p w14:paraId="6D8F6432" w14:textId="77777777" w:rsidR="00F61173" w:rsidRPr="00985F6A" w:rsidRDefault="00F61173" w:rsidP="00F61173">
            <w:pPr>
              <w:pStyle w:val="SpecNormal"/>
              <w:spacing w:line="240" w:lineRule="auto"/>
            </w:pPr>
          </w:p>
        </w:tc>
        <w:tc>
          <w:tcPr>
            <w:tcW w:w="4957" w:type="dxa"/>
            <w:shd w:val="clear" w:color="auto" w:fill="auto"/>
            <w:noWrap/>
          </w:tcPr>
          <w:p w14:paraId="3103CB06" w14:textId="77777777" w:rsidR="00F61173" w:rsidRPr="00985F6A" w:rsidRDefault="00F61173" w:rsidP="00F61173">
            <w:pPr>
              <w:pStyle w:val="SpecNormal"/>
              <w:spacing w:line="240" w:lineRule="auto"/>
            </w:pPr>
          </w:p>
        </w:tc>
        <w:tc>
          <w:tcPr>
            <w:tcW w:w="852" w:type="dxa"/>
            <w:shd w:val="clear" w:color="auto" w:fill="auto"/>
            <w:noWrap/>
            <w:vAlign w:val="center"/>
          </w:tcPr>
          <w:p w14:paraId="79907E91" w14:textId="77777777" w:rsidR="00F61173" w:rsidRPr="00985F6A" w:rsidRDefault="00F61173" w:rsidP="00F61173">
            <w:pPr>
              <w:pStyle w:val="SpecNormal"/>
            </w:pPr>
          </w:p>
        </w:tc>
        <w:tc>
          <w:tcPr>
            <w:tcW w:w="745" w:type="dxa"/>
            <w:shd w:val="clear" w:color="auto" w:fill="auto"/>
            <w:noWrap/>
            <w:vAlign w:val="center"/>
          </w:tcPr>
          <w:p w14:paraId="37547544" w14:textId="77777777" w:rsidR="00F61173" w:rsidRPr="00985F6A" w:rsidRDefault="00F61173" w:rsidP="00F61173">
            <w:pPr>
              <w:pStyle w:val="SpecNormal"/>
            </w:pPr>
          </w:p>
        </w:tc>
        <w:tc>
          <w:tcPr>
            <w:tcW w:w="654" w:type="dxa"/>
            <w:vAlign w:val="center"/>
          </w:tcPr>
          <w:p w14:paraId="3E237D75" w14:textId="77777777" w:rsidR="00F61173" w:rsidRPr="00985F6A" w:rsidRDefault="00F61173" w:rsidP="00F61173">
            <w:pPr>
              <w:pStyle w:val="SpecNormal"/>
            </w:pPr>
          </w:p>
        </w:tc>
        <w:tc>
          <w:tcPr>
            <w:tcW w:w="699" w:type="dxa"/>
            <w:shd w:val="clear" w:color="auto" w:fill="auto"/>
            <w:noWrap/>
            <w:vAlign w:val="center"/>
          </w:tcPr>
          <w:p w14:paraId="7290BD7A" w14:textId="77777777" w:rsidR="00F61173" w:rsidRPr="00985F6A" w:rsidRDefault="00F61173" w:rsidP="00F61173">
            <w:pPr>
              <w:pStyle w:val="SpecNormal"/>
            </w:pPr>
          </w:p>
        </w:tc>
        <w:tc>
          <w:tcPr>
            <w:tcW w:w="641" w:type="dxa"/>
            <w:vAlign w:val="center"/>
          </w:tcPr>
          <w:p w14:paraId="35C1F891" w14:textId="77777777" w:rsidR="00F61173" w:rsidRPr="00985F6A" w:rsidRDefault="00F61173" w:rsidP="00F61173">
            <w:pPr>
              <w:pStyle w:val="SpecNormal"/>
            </w:pPr>
          </w:p>
        </w:tc>
        <w:tc>
          <w:tcPr>
            <w:tcW w:w="2189" w:type="dxa"/>
            <w:vAlign w:val="center"/>
          </w:tcPr>
          <w:p w14:paraId="6D69A744" w14:textId="77777777" w:rsidR="00F61173" w:rsidRPr="00985F6A" w:rsidRDefault="00F61173" w:rsidP="00F61173">
            <w:pPr>
              <w:pStyle w:val="SpecNormal"/>
            </w:pPr>
          </w:p>
        </w:tc>
      </w:tr>
      <w:tr w:rsidR="00F61173" w:rsidRPr="00985F6A" w14:paraId="10F448E8" w14:textId="77777777" w:rsidTr="00834645">
        <w:trPr>
          <w:cantSplit/>
          <w:trHeight w:val="300"/>
        </w:trPr>
        <w:tc>
          <w:tcPr>
            <w:tcW w:w="1907" w:type="dxa"/>
            <w:vMerge w:val="restart"/>
            <w:shd w:val="clear" w:color="auto" w:fill="auto"/>
            <w:noWrap/>
          </w:tcPr>
          <w:p w14:paraId="6565802B" w14:textId="77777777" w:rsidR="00F61173" w:rsidRPr="00985F6A" w:rsidRDefault="00F61173" w:rsidP="00F61173">
            <w:pPr>
              <w:pStyle w:val="SpecNormal"/>
              <w:spacing w:line="240" w:lineRule="auto"/>
            </w:pPr>
            <w:r w:rsidRPr="00985F6A">
              <w:t>Technical Activities</w:t>
            </w:r>
          </w:p>
        </w:tc>
        <w:tc>
          <w:tcPr>
            <w:tcW w:w="4957" w:type="dxa"/>
            <w:shd w:val="clear" w:color="auto" w:fill="auto"/>
            <w:noWrap/>
          </w:tcPr>
          <w:p w14:paraId="01F2CBFD" w14:textId="77777777" w:rsidR="00F61173" w:rsidRPr="00985F6A" w:rsidRDefault="00F61173" w:rsidP="00F61173">
            <w:pPr>
              <w:pStyle w:val="SpecNormal"/>
              <w:spacing w:line="240" w:lineRule="auto"/>
            </w:pPr>
            <w:r w:rsidRPr="00985F6A">
              <w:t>Issues Resolution Meetings</w:t>
            </w:r>
          </w:p>
        </w:tc>
        <w:tc>
          <w:tcPr>
            <w:tcW w:w="852" w:type="dxa"/>
            <w:shd w:val="clear" w:color="auto" w:fill="auto"/>
            <w:noWrap/>
            <w:vAlign w:val="center"/>
          </w:tcPr>
          <w:p w14:paraId="5A885EA2" w14:textId="77777777" w:rsidR="00F61173" w:rsidRPr="00985F6A" w:rsidRDefault="00F61173" w:rsidP="00F61173">
            <w:pPr>
              <w:pStyle w:val="SpecNormal"/>
            </w:pPr>
            <w:r w:rsidRPr="00985F6A">
              <w:t>P</w:t>
            </w:r>
          </w:p>
        </w:tc>
        <w:tc>
          <w:tcPr>
            <w:tcW w:w="745" w:type="dxa"/>
            <w:shd w:val="clear" w:color="auto" w:fill="auto"/>
            <w:noWrap/>
            <w:vAlign w:val="center"/>
          </w:tcPr>
          <w:p w14:paraId="3CA34FC3" w14:textId="77777777" w:rsidR="00F61173" w:rsidRPr="00985F6A" w:rsidRDefault="00F61173" w:rsidP="00F61173">
            <w:pPr>
              <w:pStyle w:val="SpecNormal"/>
            </w:pPr>
            <w:r w:rsidRPr="00985F6A">
              <w:t>A</w:t>
            </w:r>
          </w:p>
        </w:tc>
        <w:tc>
          <w:tcPr>
            <w:tcW w:w="654" w:type="dxa"/>
            <w:vAlign w:val="center"/>
          </w:tcPr>
          <w:p w14:paraId="6037AD53" w14:textId="77777777" w:rsidR="00F61173" w:rsidRPr="00985F6A" w:rsidRDefault="00F61173" w:rsidP="00F61173">
            <w:pPr>
              <w:pStyle w:val="SpecNormal"/>
            </w:pPr>
            <w:r w:rsidRPr="00985F6A">
              <w:t>P</w:t>
            </w:r>
          </w:p>
        </w:tc>
        <w:tc>
          <w:tcPr>
            <w:tcW w:w="699" w:type="dxa"/>
            <w:shd w:val="clear" w:color="auto" w:fill="auto"/>
            <w:noWrap/>
            <w:vAlign w:val="center"/>
          </w:tcPr>
          <w:p w14:paraId="53013FEA" w14:textId="77777777" w:rsidR="00F61173" w:rsidRPr="00985F6A" w:rsidRDefault="00F61173" w:rsidP="00F61173">
            <w:pPr>
              <w:pStyle w:val="SpecNormal"/>
            </w:pPr>
            <w:r w:rsidRPr="00985F6A">
              <w:t>L</w:t>
            </w:r>
          </w:p>
        </w:tc>
        <w:tc>
          <w:tcPr>
            <w:tcW w:w="641" w:type="dxa"/>
            <w:vAlign w:val="center"/>
          </w:tcPr>
          <w:p w14:paraId="71FDCA06" w14:textId="77777777" w:rsidR="00F61173" w:rsidRPr="00985F6A" w:rsidRDefault="00F61173" w:rsidP="00F61173">
            <w:pPr>
              <w:pStyle w:val="SpecNormal"/>
            </w:pPr>
            <w:r w:rsidRPr="00985F6A">
              <w:t>O</w:t>
            </w:r>
          </w:p>
        </w:tc>
        <w:tc>
          <w:tcPr>
            <w:tcW w:w="2189" w:type="dxa"/>
            <w:vAlign w:val="center"/>
          </w:tcPr>
          <w:p w14:paraId="303C361A" w14:textId="77777777" w:rsidR="00F61173" w:rsidRPr="00985F6A" w:rsidRDefault="00F61173" w:rsidP="00F61173">
            <w:pPr>
              <w:pStyle w:val="SpecNormal"/>
            </w:pPr>
          </w:p>
        </w:tc>
      </w:tr>
      <w:tr w:rsidR="00F61173" w:rsidRPr="00985F6A" w14:paraId="2D2CF803" w14:textId="77777777" w:rsidTr="00834645">
        <w:trPr>
          <w:cantSplit/>
          <w:trHeight w:val="300"/>
        </w:trPr>
        <w:tc>
          <w:tcPr>
            <w:tcW w:w="1907" w:type="dxa"/>
            <w:vMerge/>
            <w:shd w:val="clear" w:color="auto" w:fill="auto"/>
            <w:noWrap/>
          </w:tcPr>
          <w:p w14:paraId="069DAE5F" w14:textId="77777777" w:rsidR="00F61173" w:rsidRPr="00985F6A" w:rsidRDefault="00F61173" w:rsidP="00F61173">
            <w:pPr>
              <w:pStyle w:val="SpecNormal"/>
              <w:spacing w:line="240" w:lineRule="auto"/>
            </w:pPr>
          </w:p>
        </w:tc>
        <w:tc>
          <w:tcPr>
            <w:tcW w:w="4957" w:type="dxa"/>
            <w:shd w:val="clear" w:color="auto" w:fill="auto"/>
            <w:noWrap/>
          </w:tcPr>
          <w:p w14:paraId="6A372DED" w14:textId="77777777" w:rsidR="00F61173" w:rsidRPr="00985F6A" w:rsidRDefault="00F61173" w:rsidP="00F61173">
            <w:pPr>
              <w:pStyle w:val="SpecNormal"/>
              <w:spacing w:line="240" w:lineRule="auto"/>
            </w:pPr>
          </w:p>
        </w:tc>
        <w:tc>
          <w:tcPr>
            <w:tcW w:w="852" w:type="dxa"/>
            <w:shd w:val="clear" w:color="auto" w:fill="auto"/>
            <w:noWrap/>
            <w:vAlign w:val="center"/>
          </w:tcPr>
          <w:p w14:paraId="61E9DEDF" w14:textId="77777777" w:rsidR="00F61173" w:rsidRPr="00985F6A" w:rsidRDefault="00F61173" w:rsidP="00F61173">
            <w:pPr>
              <w:pStyle w:val="SpecNormal"/>
            </w:pPr>
          </w:p>
        </w:tc>
        <w:tc>
          <w:tcPr>
            <w:tcW w:w="745" w:type="dxa"/>
            <w:shd w:val="clear" w:color="auto" w:fill="auto"/>
            <w:noWrap/>
            <w:vAlign w:val="center"/>
          </w:tcPr>
          <w:p w14:paraId="641801ED" w14:textId="77777777" w:rsidR="00F61173" w:rsidRPr="00985F6A" w:rsidRDefault="00F61173" w:rsidP="00F61173">
            <w:pPr>
              <w:pStyle w:val="SpecNormal"/>
            </w:pPr>
          </w:p>
        </w:tc>
        <w:tc>
          <w:tcPr>
            <w:tcW w:w="654" w:type="dxa"/>
            <w:vAlign w:val="center"/>
          </w:tcPr>
          <w:p w14:paraId="080ED70A" w14:textId="77777777" w:rsidR="00F61173" w:rsidRPr="00985F6A" w:rsidRDefault="00F61173" w:rsidP="00F61173">
            <w:pPr>
              <w:pStyle w:val="SpecNormal"/>
            </w:pPr>
          </w:p>
        </w:tc>
        <w:tc>
          <w:tcPr>
            <w:tcW w:w="699" w:type="dxa"/>
            <w:shd w:val="clear" w:color="auto" w:fill="auto"/>
            <w:noWrap/>
            <w:vAlign w:val="center"/>
          </w:tcPr>
          <w:p w14:paraId="3C5C4A5D" w14:textId="77777777" w:rsidR="00F61173" w:rsidRPr="00985F6A" w:rsidRDefault="00F61173" w:rsidP="00F61173">
            <w:pPr>
              <w:pStyle w:val="SpecNormal"/>
            </w:pPr>
          </w:p>
        </w:tc>
        <w:tc>
          <w:tcPr>
            <w:tcW w:w="641" w:type="dxa"/>
            <w:vAlign w:val="center"/>
          </w:tcPr>
          <w:p w14:paraId="3B9DA050" w14:textId="77777777" w:rsidR="00F61173" w:rsidRPr="00985F6A" w:rsidRDefault="00F61173" w:rsidP="00F61173">
            <w:pPr>
              <w:pStyle w:val="SpecNormal"/>
            </w:pPr>
          </w:p>
        </w:tc>
        <w:tc>
          <w:tcPr>
            <w:tcW w:w="2189" w:type="dxa"/>
            <w:vAlign w:val="center"/>
          </w:tcPr>
          <w:p w14:paraId="291BDE54" w14:textId="77777777" w:rsidR="00F61173" w:rsidRPr="00985F6A" w:rsidRDefault="00F61173" w:rsidP="00F61173">
            <w:pPr>
              <w:pStyle w:val="SpecNormal"/>
            </w:pPr>
          </w:p>
        </w:tc>
      </w:tr>
      <w:tr w:rsidR="00F61173" w:rsidRPr="00985F6A" w14:paraId="5218794E" w14:textId="77777777" w:rsidTr="00834645">
        <w:trPr>
          <w:cantSplit/>
          <w:trHeight w:val="300"/>
        </w:trPr>
        <w:tc>
          <w:tcPr>
            <w:tcW w:w="1907" w:type="dxa"/>
            <w:vMerge w:val="restart"/>
            <w:shd w:val="clear" w:color="auto" w:fill="auto"/>
            <w:noWrap/>
          </w:tcPr>
          <w:p w14:paraId="3133471C" w14:textId="77777777" w:rsidR="00F61173" w:rsidRPr="00985F6A" w:rsidRDefault="00F61173" w:rsidP="00F61173">
            <w:pPr>
              <w:pStyle w:val="SpecNormal"/>
              <w:spacing w:line="240" w:lineRule="auto"/>
            </w:pPr>
            <w:r w:rsidRPr="00985F6A">
              <w:lastRenderedPageBreak/>
              <w:t>Reports and Logs</w:t>
            </w:r>
          </w:p>
        </w:tc>
        <w:tc>
          <w:tcPr>
            <w:tcW w:w="4957" w:type="dxa"/>
            <w:shd w:val="clear" w:color="auto" w:fill="auto"/>
            <w:noWrap/>
          </w:tcPr>
          <w:p w14:paraId="173BC39B" w14:textId="77777777" w:rsidR="00F61173" w:rsidRPr="00985F6A" w:rsidRDefault="00F61173" w:rsidP="00F61173">
            <w:pPr>
              <w:pStyle w:val="SpecNormal"/>
              <w:spacing w:line="240" w:lineRule="auto"/>
            </w:pPr>
            <w:r w:rsidRPr="00985F6A">
              <w:t xml:space="preserve">Status Reports </w:t>
            </w:r>
          </w:p>
        </w:tc>
        <w:tc>
          <w:tcPr>
            <w:tcW w:w="852" w:type="dxa"/>
            <w:shd w:val="clear" w:color="auto" w:fill="auto"/>
            <w:noWrap/>
            <w:vAlign w:val="center"/>
          </w:tcPr>
          <w:p w14:paraId="6ACBE141" w14:textId="77777777" w:rsidR="00F61173" w:rsidRPr="00985F6A" w:rsidRDefault="00F61173" w:rsidP="00F61173">
            <w:pPr>
              <w:pStyle w:val="SpecNormal"/>
            </w:pPr>
            <w:r w:rsidRPr="00985F6A">
              <w:t>L</w:t>
            </w:r>
          </w:p>
        </w:tc>
        <w:tc>
          <w:tcPr>
            <w:tcW w:w="745" w:type="dxa"/>
            <w:shd w:val="clear" w:color="auto" w:fill="auto"/>
            <w:noWrap/>
            <w:vAlign w:val="center"/>
          </w:tcPr>
          <w:p w14:paraId="2A8D738D" w14:textId="77777777" w:rsidR="00F61173" w:rsidRPr="00985F6A" w:rsidRDefault="00F61173" w:rsidP="00F61173">
            <w:pPr>
              <w:pStyle w:val="SpecNormal"/>
            </w:pPr>
            <w:r w:rsidRPr="00985F6A">
              <w:t>A</w:t>
            </w:r>
          </w:p>
        </w:tc>
        <w:tc>
          <w:tcPr>
            <w:tcW w:w="654" w:type="dxa"/>
            <w:vAlign w:val="center"/>
          </w:tcPr>
          <w:p w14:paraId="0F96A24C" w14:textId="77777777" w:rsidR="00F61173" w:rsidRPr="00985F6A" w:rsidRDefault="00F61173" w:rsidP="00F61173">
            <w:pPr>
              <w:pStyle w:val="SpecNormal"/>
            </w:pPr>
            <w:r w:rsidRPr="00985F6A">
              <w:t>R</w:t>
            </w:r>
          </w:p>
        </w:tc>
        <w:tc>
          <w:tcPr>
            <w:tcW w:w="699" w:type="dxa"/>
            <w:shd w:val="clear" w:color="auto" w:fill="auto"/>
            <w:noWrap/>
            <w:vAlign w:val="center"/>
          </w:tcPr>
          <w:p w14:paraId="20DCE852" w14:textId="77777777" w:rsidR="00F61173" w:rsidRPr="00985F6A" w:rsidRDefault="00F61173" w:rsidP="00F61173">
            <w:pPr>
              <w:pStyle w:val="SpecNormal"/>
            </w:pPr>
            <w:r w:rsidRPr="00985F6A">
              <w:t>R</w:t>
            </w:r>
          </w:p>
        </w:tc>
        <w:tc>
          <w:tcPr>
            <w:tcW w:w="641" w:type="dxa"/>
            <w:vAlign w:val="center"/>
          </w:tcPr>
          <w:p w14:paraId="55C959CB" w14:textId="77777777" w:rsidR="00F61173" w:rsidRPr="00985F6A" w:rsidRDefault="00F61173" w:rsidP="00F61173">
            <w:pPr>
              <w:pStyle w:val="SpecNormal"/>
            </w:pPr>
            <w:r w:rsidRPr="00985F6A">
              <w:t>O</w:t>
            </w:r>
          </w:p>
        </w:tc>
        <w:tc>
          <w:tcPr>
            <w:tcW w:w="2189" w:type="dxa"/>
            <w:vAlign w:val="center"/>
          </w:tcPr>
          <w:p w14:paraId="2886AFF1" w14:textId="77777777" w:rsidR="00F61173" w:rsidRPr="00985F6A" w:rsidRDefault="00F61173" w:rsidP="00F61173">
            <w:pPr>
              <w:pStyle w:val="SpecNormal"/>
            </w:pPr>
          </w:p>
        </w:tc>
      </w:tr>
      <w:tr w:rsidR="00F61173" w:rsidRPr="00985F6A" w14:paraId="71BC52C1" w14:textId="77777777" w:rsidTr="00834645">
        <w:trPr>
          <w:cantSplit/>
          <w:trHeight w:val="300"/>
        </w:trPr>
        <w:tc>
          <w:tcPr>
            <w:tcW w:w="1907" w:type="dxa"/>
            <w:vMerge/>
            <w:shd w:val="clear" w:color="auto" w:fill="auto"/>
            <w:noWrap/>
          </w:tcPr>
          <w:p w14:paraId="0FF28D7D" w14:textId="77777777" w:rsidR="00F61173" w:rsidRPr="00985F6A" w:rsidRDefault="00F61173" w:rsidP="00F61173">
            <w:pPr>
              <w:pStyle w:val="SpecNormal"/>
              <w:spacing w:line="240" w:lineRule="auto"/>
            </w:pPr>
          </w:p>
        </w:tc>
        <w:tc>
          <w:tcPr>
            <w:tcW w:w="4957" w:type="dxa"/>
            <w:shd w:val="clear" w:color="auto" w:fill="auto"/>
            <w:noWrap/>
          </w:tcPr>
          <w:p w14:paraId="672ABA51" w14:textId="77777777" w:rsidR="00F61173" w:rsidRPr="00985F6A" w:rsidRDefault="00F61173" w:rsidP="00F61173">
            <w:pPr>
              <w:pStyle w:val="SpecNormal"/>
              <w:spacing w:line="240" w:lineRule="auto"/>
            </w:pPr>
            <w:r w:rsidRPr="00985F6A">
              <w:t>Maintain Commissioning Issues Log</w:t>
            </w:r>
          </w:p>
        </w:tc>
        <w:tc>
          <w:tcPr>
            <w:tcW w:w="852" w:type="dxa"/>
            <w:shd w:val="clear" w:color="auto" w:fill="auto"/>
            <w:noWrap/>
            <w:vAlign w:val="center"/>
          </w:tcPr>
          <w:p w14:paraId="6D3AA152" w14:textId="77777777" w:rsidR="00F61173" w:rsidRPr="00985F6A" w:rsidRDefault="00F61173" w:rsidP="00F61173">
            <w:pPr>
              <w:pStyle w:val="SpecNormal"/>
            </w:pPr>
            <w:r w:rsidRPr="00985F6A">
              <w:t>L</w:t>
            </w:r>
          </w:p>
        </w:tc>
        <w:tc>
          <w:tcPr>
            <w:tcW w:w="745" w:type="dxa"/>
            <w:shd w:val="clear" w:color="auto" w:fill="auto"/>
            <w:noWrap/>
            <w:vAlign w:val="center"/>
          </w:tcPr>
          <w:p w14:paraId="7D4BB634" w14:textId="77777777" w:rsidR="00F61173" w:rsidRPr="00985F6A" w:rsidRDefault="00F61173" w:rsidP="00F61173">
            <w:pPr>
              <w:pStyle w:val="SpecNormal"/>
            </w:pPr>
            <w:r w:rsidRPr="00985F6A">
              <w:t>A</w:t>
            </w:r>
          </w:p>
        </w:tc>
        <w:tc>
          <w:tcPr>
            <w:tcW w:w="654" w:type="dxa"/>
            <w:vAlign w:val="center"/>
          </w:tcPr>
          <w:p w14:paraId="5C99ECFD" w14:textId="77777777" w:rsidR="00F61173" w:rsidRPr="00985F6A" w:rsidRDefault="00F61173" w:rsidP="00F61173">
            <w:pPr>
              <w:pStyle w:val="SpecNormal"/>
            </w:pPr>
            <w:r w:rsidRPr="00985F6A">
              <w:t>R</w:t>
            </w:r>
          </w:p>
        </w:tc>
        <w:tc>
          <w:tcPr>
            <w:tcW w:w="699" w:type="dxa"/>
            <w:shd w:val="clear" w:color="auto" w:fill="auto"/>
            <w:noWrap/>
            <w:vAlign w:val="center"/>
          </w:tcPr>
          <w:p w14:paraId="182588BE" w14:textId="77777777" w:rsidR="00F61173" w:rsidRPr="00985F6A" w:rsidRDefault="00F61173" w:rsidP="00F61173">
            <w:pPr>
              <w:pStyle w:val="SpecNormal"/>
            </w:pPr>
            <w:r w:rsidRPr="00985F6A">
              <w:t>R</w:t>
            </w:r>
          </w:p>
        </w:tc>
        <w:tc>
          <w:tcPr>
            <w:tcW w:w="641" w:type="dxa"/>
            <w:vAlign w:val="center"/>
          </w:tcPr>
          <w:p w14:paraId="72FBAAE6" w14:textId="77777777" w:rsidR="00F61173" w:rsidRPr="00985F6A" w:rsidRDefault="00F61173" w:rsidP="00F61173">
            <w:pPr>
              <w:pStyle w:val="SpecNormal"/>
            </w:pPr>
            <w:r w:rsidRPr="00985F6A">
              <w:t>O</w:t>
            </w:r>
          </w:p>
        </w:tc>
        <w:tc>
          <w:tcPr>
            <w:tcW w:w="2189" w:type="dxa"/>
            <w:vAlign w:val="center"/>
          </w:tcPr>
          <w:p w14:paraId="3BD83D81" w14:textId="77777777" w:rsidR="00F61173" w:rsidRPr="00985F6A" w:rsidRDefault="00F61173" w:rsidP="00F61173">
            <w:pPr>
              <w:pStyle w:val="SpecNormal"/>
            </w:pPr>
          </w:p>
        </w:tc>
      </w:tr>
      <w:tr w:rsidR="00F61173" w:rsidRPr="00985F6A" w14:paraId="6C395030" w14:textId="77777777" w:rsidTr="00834645">
        <w:trPr>
          <w:cantSplit/>
          <w:trHeight w:val="300"/>
        </w:trPr>
        <w:tc>
          <w:tcPr>
            <w:tcW w:w="1907" w:type="dxa"/>
            <w:vMerge/>
            <w:shd w:val="clear" w:color="auto" w:fill="auto"/>
            <w:noWrap/>
          </w:tcPr>
          <w:p w14:paraId="60BFAE99" w14:textId="77777777" w:rsidR="00F61173" w:rsidRPr="00985F6A" w:rsidRDefault="00F61173" w:rsidP="00F61173">
            <w:pPr>
              <w:pStyle w:val="SpecNormal"/>
              <w:spacing w:line="240" w:lineRule="auto"/>
            </w:pPr>
          </w:p>
        </w:tc>
        <w:tc>
          <w:tcPr>
            <w:tcW w:w="4957" w:type="dxa"/>
            <w:shd w:val="clear" w:color="auto" w:fill="auto"/>
            <w:noWrap/>
          </w:tcPr>
          <w:p w14:paraId="349A006B" w14:textId="77777777" w:rsidR="00F61173" w:rsidRPr="00985F6A" w:rsidRDefault="00F61173" w:rsidP="00F61173">
            <w:pPr>
              <w:pStyle w:val="SpecNormal"/>
              <w:spacing w:line="240" w:lineRule="auto"/>
            </w:pPr>
          </w:p>
        </w:tc>
        <w:tc>
          <w:tcPr>
            <w:tcW w:w="852" w:type="dxa"/>
            <w:shd w:val="clear" w:color="auto" w:fill="auto"/>
            <w:noWrap/>
            <w:vAlign w:val="center"/>
          </w:tcPr>
          <w:p w14:paraId="130EE4BC" w14:textId="77777777" w:rsidR="00F61173" w:rsidRPr="00985F6A" w:rsidRDefault="00F61173" w:rsidP="00F61173">
            <w:pPr>
              <w:pStyle w:val="SpecNormal"/>
            </w:pPr>
          </w:p>
        </w:tc>
        <w:tc>
          <w:tcPr>
            <w:tcW w:w="745" w:type="dxa"/>
            <w:shd w:val="clear" w:color="auto" w:fill="auto"/>
            <w:noWrap/>
            <w:vAlign w:val="center"/>
          </w:tcPr>
          <w:p w14:paraId="3D69CE4C" w14:textId="77777777" w:rsidR="00F61173" w:rsidRPr="00985F6A" w:rsidRDefault="00F61173" w:rsidP="00F61173">
            <w:pPr>
              <w:pStyle w:val="SpecNormal"/>
            </w:pPr>
          </w:p>
        </w:tc>
        <w:tc>
          <w:tcPr>
            <w:tcW w:w="654" w:type="dxa"/>
            <w:vAlign w:val="center"/>
          </w:tcPr>
          <w:p w14:paraId="1F1C16D3" w14:textId="77777777" w:rsidR="00F61173" w:rsidRPr="00985F6A" w:rsidRDefault="00F61173" w:rsidP="00F61173">
            <w:pPr>
              <w:pStyle w:val="SpecNormal"/>
            </w:pPr>
          </w:p>
        </w:tc>
        <w:tc>
          <w:tcPr>
            <w:tcW w:w="699" w:type="dxa"/>
            <w:shd w:val="clear" w:color="auto" w:fill="auto"/>
            <w:noWrap/>
            <w:vAlign w:val="center"/>
          </w:tcPr>
          <w:p w14:paraId="13A44EA2" w14:textId="77777777" w:rsidR="00F61173" w:rsidRPr="00985F6A" w:rsidRDefault="00F61173" w:rsidP="00F61173">
            <w:pPr>
              <w:pStyle w:val="SpecNormal"/>
            </w:pPr>
          </w:p>
        </w:tc>
        <w:tc>
          <w:tcPr>
            <w:tcW w:w="641" w:type="dxa"/>
            <w:vAlign w:val="center"/>
          </w:tcPr>
          <w:p w14:paraId="21695640" w14:textId="77777777" w:rsidR="00F61173" w:rsidRPr="00985F6A" w:rsidRDefault="00F61173" w:rsidP="00F61173">
            <w:pPr>
              <w:pStyle w:val="SpecNormal"/>
            </w:pPr>
          </w:p>
        </w:tc>
        <w:tc>
          <w:tcPr>
            <w:tcW w:w="2189" w:type="dxa"/>
            <w:vAlign w:val="center"/>
          </w:tcPr>
          <w:p w14:paraId="611E8DF8" w14:textId="77777777" w:rsidR="00F61173" w:rsidRPr="00985F6A" w:rsidRDefault="00F61173" w:rsidP="00F61173">
            <w:pPr>
              <w:pStyle w:val="SpecNormal"/>
            </w:pPr>
          </w:p>
        </w:tc>
      </w:tr>
    </w:tbl>
    <w:p w14:paraId="6DC62D42" w14:textId="77777777" w:rsidR="00F61173" w:rsidRDefault="00F61173" w:rsidP="00F61173"/>
    <w:p w14:paraId="66C32580" w14:textId="77777777" w:rsidR="00834645" w:rsidRDefault="00834645" w:rsidP="00834645">
      <w:pPr>
        <w:pStyle w:val="Level1"/>
      </w:pPr>
      <w:r>
        <w:t>B.</w:t>
      </w:r>
      <w:r>
        <w:tab/>
      </w:r>
      <w:r w:rsidRPr="00784465">
        <w:t>The following table outlines the roles and responsibilities for the Commissioning Team members during the Acceptance Phase:</w:t>
      </w:r>
    </w:p>
    <w:p w14:paraId="67828853" w14:textId="77777777" w:rsidR="00834645" w:rsidRDefault="00834645" w:rsidP="00834645">
      <w:pPr>
        <w:pStyle w:val="Level1"/>
      </w:pPr>
    </w:p>
    <w:tbl>
      <w:tblPr>
        <w:tblW w:w="12644"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906"/>
        <w:gridCol w:w="4957"/>
        <w:gridCol w:w="852"/>
        <w:gridCol w:w="600"/>
        <w:gridCol w:w="661"/>
        <w:gridCol w:w="699"/>
        <w:gridCol w:w="780"/>
        <w:gridCol w:w="2189"/>
      </w:tblGrid>
      <w:tr w:rsidR="00834645" w:rsidRPr="00784465" w14:paraId="696AB1B4" w14:textId="77777777" w:rsidTr="00834645">
        <w:trPr>
          <w:cantSplit/>
          <w:trHeight w:val="300"/>
          <w:tblHeader/>
        </w:trPr>
        <w:tc>
          <w:tcPr>
            <w:tcW w:w="6863" w:type="dxa"/>
            <w:gridSpan w:val="2"/>
            <w:shd w:val="clear" w:color="auto" w:fill="D9D9D9"/>
            <w:noWrap/>
            <w:vAlign w:val="bottom"/>
            <w:hideMark/>
          </w:tcPr>
          <w:p w14:paraId="15B4B66A" w14:textId="77777777" w:rsidR="00834645" w:rsidRPr="00834645" w:rsidRDefault="00834645" w:rsidP="00B44DB5">
            <w:pPr>
              <w:rPr>
                <w:b/>
              </w:rPr>
            </w:pPr>
            <w:r w:rsidRPr="00834645">
              <w:rPr>
                <w:b/>
              </w:rPr>
              <w:t>Acceptance Phase</w:t>
            </w:r>
          </w:p>
        </w:tc>
        <w:tc>
          <w:tcPr>
            <w:tcW w:w="3592" w:type="dxa"/>
            <w:gridSpan w:val="5"/>
            <w:vMerge w:val="restart"/>
          </w:tcPr>
          <w:p w14:paraId="50C6C750" w14:textId="77777777" w:rsidR="00834645" w:rsidRPr="00784465" w:rsidRDefault="00834645" w:rsidP="00B44DB5">
            <w:r w:rsidRPr="00784465">
              <w:t>CxA = Commissioning Agent</w:t>
            </w:r>
          </w:p>
          <w:p w14:paraId="74D93ADA" w14:textId="77777777" w:rsidR="00834645" w:rsidRPr="00784465" w:rsidRDefault="00834645" w:rsidP="00B44DB5">
            <w:r w:rsidRPr="00784465">
              <w:t>RE = Resident Engineer</w:t>
            </w:r>
          </w:p>
          <w:p w14:paraId="4CB3A186" w14:textId="77777777" w:rsidR="00834645" w:rsidRPr="00784465" w:rsidRDefault="00834645" w:rsidP="00B44DB5">
            <w:r w:rsidRPr="00784465">
              <w:t>A/E = Design Arch/Engineer</w:t>
            </w:r>
          </w:p>
          <w:p w14:paraId="224873EA" w14:textId="77777777" w:rsidR="00834645" w:rsidRPr="00784465" w:rsidRDefault="00834645" w:rsidP="00B44DB5">
            <w:r w:rsidRPr="00784465">
              <w:t>PC = Prime Contractor</w:t>
            </w:r>
          </w:p>
          <w:p w14:paraId="50939081" w14:textId="77777777" w:rsidR="00834645" w:rsidRPr="00784465" w:rsidRDefault="00834645" w:rsidP="00B44DB5">
            <w:r w:rsidRPr="00784465">
              <w:t>O&amp;M = Gov’t Facility O&amp;M</w:t>
            </w:r>
          </w:p>
        </w:tc>
        <w:tc>
          <w:tcPr>
            <w:tcW w:w="2189" w:type="dxa"/>
            <w:vMerge w:val="restart"/>
          </w:tcPr>
          <w:p w14:paraId="481B7D0E" w14:textId="77777777" w:rsidR="00834645" w:rsidRPr="00784465" w:rsidRDefault="00834645" w:rsidP="00B44DB5">
            <w:r w:rsidRPr="00784465">
              <w:t>L = Lead</w:t>
            </w:r>
          </w:p>
          <w:p w14:paraId="619953E8" w14:textId="77777777" w:rsidR="00834645" w:rsidRPr="00784465" w:rsidRDefault="00834645" w:rsidP="00B44DB5">
            <w:r w:rsidRPr="00784465">
              <w:t>P = Participate</w:t>
            </w:r>
          </w:p>
          <w:p w14:paraId="5234D29B" w14:textId="77777777" w:rsidR="00834645" w:rsidRPr="00784465" w:rsidRDefault="00834645" w:rsidP="00B44DB5">
            <w:r w:rsidRPr="00784465">
              <w:t>A = Approve</w:t>
            </w:r>
          </w:p>
          <w:p w14:paraId="4F8070A7" w14:textId="77777777" w:rsidR="00834645" w:rsidRPr="00784465" w:rsidRDefault="00834645" w:rsidP="00B44DB5">
            <w:r w:rsidRPr="00784465">
              <w:t>R = Review</w:t>
            </w:r>
          </w:p>
          <w:p w14:paraId="0D6EA989" w14:textId="77777777" w:rsidR="00834645" w:rsidRPr="00784465" w:rsidRDefault="00834645" w:rsidP="00B44DB5">
            <w:r w:rsidRPr="00784465">
              <w:t xml:space="preserve">O = Optional </w:t>
            </w:r>
          </w:p>
        </w:tc>
      </w:tr>
      <w:tr w:rsidR="00834645" w:rsidRPr="00784465" w14:paraId="2E9E802F" w14:textId="77777777" w:rsidTr="00834645">
        <w:trPr>
          <w:cantSplit/>
          <w:trHeight w:val="300"/>
          <w:tblHeader/>
        </w:trPr>
        <w:tc>
          <w:tcPr>
            <w:tcW w:w="6863" w:type="dxa"/>
            <w:gridSpan w:val="2"/>
            <w:shd w:val="clear" w:color="auto" w:fill="D9D9D9"/>
            <w:noWrap/>
            <w:vAlign w:val="center"/>
          </w:tcPr>
          <w:p w14:paraId="3D30246D" w14:textId="77777777" w:rsidR="00834645" w:rsidRPr="00784465" w:rsidRDefault="00834645" w:rsidP="00B44DB5">
            <w:r w:rsidRPr="00784465">
              <w:t>Commissioning Roles &amp; Responsibilities</w:t>
            </w:r>
          </w:p>
        </w:tc>
        <w:tc>
          <w:tcPr>
            <w:tcW w:w="3592" w:type="dxa"/>
            <w:gridSpan w:val="5"/>
            <w:vMerge/>
          </w:tcPr>
          <w:p w14:paraId="7AF241DC" w14:textId="77777777" w:rsidR="00834645" w:rsidRPr="00784465" w:rsidRDefault="00834645" w:rsidP="00B44DB5"/>
        </w:tc>
        <w:tc>
          <w:tcPr>
            <w:tcW w:w="2189" w:type="dxa"/>
            <w:vMerge/>
          </w:tcPr>
          <w:p w14:paraId="3AD59413" w14:textId="77777777" w:rsidR="00834645" w:rsidRPr="00784465" w:rsidRDefault="00834645" w:rsidP="00B44DB5"/>
        </w:tc>
      </w:tr>
      <w:tr w:rsidR="00834645" w:rsidRPr="00784465" w14:paraId="7446DD69" w14:textId="77777777" w:rsidTr="00834645">
        <w:trPr>
          <w:cantSplit/>
          <w:trHeight w:val="300"/>
          <w:tblHeader/>
        </w:trPr>
        <w:tc>
          <w:tcPr>
            <w:tcW w:w="1906" w:type="dxa"/>
            <w:shd w:val="clear" w:color="auto" w:fill="D9D9D9"/>
            <w:noWrap/>
            <w:vAlign w:val="bottom"/>
            <w:hideMark/>
          </w:tcPr>
          <w:p w14:paraId="11A85867" w14:textId="77777777" w:rsidR="00834645" w:rsidRPr="00784465" w:rsidRDefault="00834645" w:rsidP="00B44DB5">
            <w:r w:rsidRPr="00784465">
              <w:t>Category</w:t>
            </w:r>
          </w:p>
        </w:tc>
        <w:tc>
          <w:tcPr>
            <w:tcW w:w="4957" w:type="dxa"/>
            <w:shd w:val="clear" w:color="auto" w:fill="D9D9D9"/>
            <w:noWrap/>
            <w:vAlign w:val="bottom"/>
            <w:hideMark/>
          </w:tcPr>
          <w:p w14:paraId="02542C48" w14:textId="77777777" w:rsidR="00834645" w:rsidRPr="00784465" w:rsidRDefault="00834645" w:rsidP="00B44DB5">
            <w:r w:rsidRPr="00784465">
              <w:t>Task Description</w:t>
            </w:r>
          </w:p>
        </w:tc>
        <w:tc>
          <w:tcPr>
            <w:tcW w:w="852" w:type="dxa"/>
            <w:shd w:val="clear" w:color="auto" w:fill="auto"/>
            <w:noWrap/>
            <w:vAlign w:val="bottom"/>
          </w:tcPr>
          <w:p w14:paraId="723376DB" w14:textId="77777777" w:rsidR="00834645" w:rsidRPr="00784465" w:rsidRDefault="00834645" w:rsidP="00B44DB5">
            <w:r w:rsidRPr="00784465">
              <w:t>CxA</w:t>
            </w:r>
          </w:p>
        </w:tc>
        <w:tc>
          <w:tcPr>
            <w:tcW w:w="600" w:type="dxa"/>
            <w:shd w:val="clear" w:color="auto" w:fill="auto"/>
            <w:noWrap/>
            <w:vAlign w:val="bottom"/>
          </w:tcPr>
          <w:p w14:paraId="3B63B250" w14:textId="77777777" w:rsidR="00834645" w:rsidRPr="00784465" w:rsidRDefault="00834645" w:rsidP="00B44DB5">
            <w:r w:rsidRPr="00784465">
              <w:t>RE</w:t>
            </w:r>
          </w:p>
        </w:tc>
        <w:tc>
          <w:tcPr>
            <w:tcW w:w="661" w:type="dxa"/>
            <w:vAlign w:val="bottom"/>
          </w:tcPr>
          <w:p w14:paraId="7ABC701D" w14:textId="77777777" w:rsidR="00834645" w:rsidRPr="00784465" w:rsidRDefault="00834645" w:rsidP="00B44DB5">
            <w:r w:rsidRPr="00784465">
              <w:t>A/E</w:t>
            </w:r>
          </w:p>
        </w:tc>
        <w:tc>
          <w:tcPr>
            <w:tcW w:w="699" w:type="dxa"/>
            <w:shd w:val="clear" w:color="auto" w:fill="auto"/>
            <w:noWrap/>
            <w:vAlign w:val="bottom"/>
          </w:tcPr>
          <w:p w14:paraId="2A260C8F" w14:textId="77777777" w:rsidR="00834645" w:rsidRPr="00784465" w:rsidRDefault="00834645" w:rsidP="00B44DB5">
            <w:r w:rsidRPr="00784465">
              <w:t>PC</w:t>
            </w:r>
          </w:p>
        </w:tc>
        <w:tc>
          <w:tcPr>
            <w:tcW w:w="780" w:type="dxa"/>
            <w:vAlign w:val="bottom"/>
          </w:tcPr>
          <w:p w14:paraId="10BCA5E4" w14:textId="77777777" w:rsidR="00834645" w:rsidRPr="00784465" w:rsidRDefault="00834645" w:rsidP="00B44DB5">
            <w:r w:rsidRPr="00784465">
              <w:t>O&amp;M</w:t>
            </w:r>
          </w:p>
        </w:tc>
        <w:tc>
          <w:tcPr>
            <w:tcW w:w="2189" w:type="dxa"/>
            <w:vAlign w:val="bottom"/>
          </w:tcPr>
          <w:p w14:paraId="3034CA6F" w14:textId="77777777" w:rsidR="00834645" w:rsidRPr="00784465" w:rsidRDefault="00834645" w:rsidP="00B44DB5">
            <w:r w:rsidRPr="00784465">
              <w:t>Notes</w:t>
            </w:r>
          </w:p>
        </w:tc>
      </w:tr>
      <w:tr w:rsidR="00834645" w:rsidRPr="00784465" w14:paraId="2DFA99CD" w14:textId="77777777" w:rsidTr="00834645">
        <w:trPr>
          <w:cantSplit/>
          <w:trHeight w:val="300"/>
        </w:trPr>
        <w:tc>
          <w:tcPr>
            <w:tcW w:w="1906" w:type="dxa"/>
            <w:vMerge w:val="restart"/>
            <w:shd w:val="clear" w:color="auto" w:fill="auto"/>
            <w:noWrap/>
          </w:tcPr>
          <w:p w14:paraId="5DA90439" w14:textId="77777777" w:rsidR="00834645" w:rsidRPr="00784465" w:rsidRDefault="00834645" w:rsidP="00834645">
            <w:pPr>
              <w:pStyle w:val="SpecNormal"/>
              <w:spacing w:line="240" w:lineRule="auto"/>
            </w:pPr>
            <w:r w:rsidRPr="00784465">
              <w:t>Meetings</w:t>
            </w:r>
          </w:p>
        </w:tc>
        <w:tc>
          <w:tcPr>
            <w:tcW w:w="4957" w:type="dxa"/>
            <w:shd w:val="clear" w:color="auto" w:fill="auto"/>
            <w:noWrap/>
          </w:tcPr>
          <w:p w14:paraId="3813DAF2" w14:textId="77777777" w:rsidR="00834645" w:rsidRPr="00784465" w:rsidRDefault="00834645" w:rsidP="00834645">
            <w:pPr>
              <w:pStyle w:val="SpecNormal"/>
              <w:spacing w:line="240" w:lineRule="auto"/>
            </w:pPr>
            <w:r w:rsidRPr="00784465">
              <w:t>Commissioning Meetings</w:t>
            </w:r>
          </w:p>
        </w:tc>
        <w:tc>
          <w:tcPr>
            <w:tcW w:w="852" w:type="dxa"/>
            <w:shd w:val="clear" w:color="auto" w:fill="auto"/>
            <w:noWrap/>
            <w:vAlign w:val="center"/>
            <w:hideMark/>
          </w:tcPr>
          <w:p w14:paraId="6CC34064"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hideMark/>
          </w:tcPr>
          <w:p w14:paraId="198A2B4D" w14:textId="77777777" w:rsidR="00834645" w:rsidRPr="00784465" w:rsidRDefault="00834645" w:rsidP="00834645">
            <w:pPr>
              <w:pStyle w:val="SpecNormal"/>
              <w:spacing w:line="240" w:lineRule="auto"/>
            </w:pPr>
            <w:r w:rsidRPr="00784465">
              <w:t>A</w:t>
            </w:r>
          </w:p>
        </w:tc>
        <w:tc>
          <w:tcPr>
            <w:tcW w:w="661" w:type="dxa"/>
            <w:vAlign w:val="center"/>
          </w:tcPr>
          <w:p w14:paraId="64ABDCE5" w14:textId="77777777" w:rsidR="00834645" w:rsidRPr="00784465" w:rsidRDefault="00834645" w:rsidP="00834645">
            <w:pPr>
              <w:pStyle w:val="SpecNormal"/>
              <w:spacing w:line="240" w:lineRule="auto"/>
            </w:pPr>
            <w:r w:rsidRPr="00784465">
              <w:t>P</w:t>
            </w:r>
          </w:p>
        </w:tc>
        <w:tc>
          <w:tcPr>
            <w:tcW w:w="699" w:type="dxa"/>
            <w:shd w:val="clear" w:color="auto" w:fill="auto"/>
            <w:noWrap/>
            <w:vAlign w:val="center"/>
            <w:hideMark/>
          </w:tcPr>
          <w:p w14:paraId="304638AD" w14:textId="77777777" w:rsidR="00834645" w:rsidRPr="00784465" w:rsidRDefault="00834645" w:rsidP="00834645">
            <w:pPr>
              <w:pStyle w:val="SpecNormal"/>
              <w:spacing w:line="240" w:lineRule="auto"/>
            </w:pPr>
            <w:r w:rsidRPr="00784465">
              <w:t>P</w:t>
            </w:r>
          </w:p>
        </w:tc>
        <w:tc>
          <w:tcPr>
            <w:tcW w:w="780" w:type="dxa"/>
            <w:vAlign w:val="center"/>
          </w:tcPr>
          <w:p w14:paraId="10F90584" w14:textId="77777777" w:rsidR="00834645" w:rsidRPr="00784465" w:rsidRDefault="00834645" w:rsidP="00834645">
            <w:pPr>
              <w:pStyle w:val="SpecNormal"/>
              <w:spacing w:line="240" w:lineRule="auto"/>
            </w:pPr>
            <w:r w:rsidRPr="00784465">
              <w:t>O</w:t>
            </w:r>
          </w:p>
        </w:tc>
        <w:tc>
          <w:tcPr>
            <w:tcW w:w="2189" w:type="dxa"/>
            <w:vAlign w:val="center"/>
          </w:tcPr>
          <w:p w14:paraId="3C554310" w14:textId="77777777" w:rsidR="00834645" w:rsidRPr="00784465" w:rsidRDefault="00834645" w:rsidP="00834645">
            <w:pPr>
              <w:pStyle w:val="SpecNormal"/>
              <w:spacing w:line="240" w:lineRule="auto"/>
            </w:pPr>
          </w:p>
        </w:tc>
      </w:tr>
      <w:tr w:rsidR="00834645" w:rsidRPr="00784465" w14:paraId="450BD477" w14:textId="77777777" w:rsidTr="00834645">
        <w:trPr>
          <w:cantSplit/>
          <w:trHeight w:val="300"/>
        </w:trPr>
        <w:tc>
          <w:tcPr>
            <w:tcW w:w="1906" w:type="dxa"/>
            <w:vMerge/>
            <w:shd w:val="clear" w:color="auto" w:fill="auto"/>
            <w:noWrap/>
            <w:hideMark/>
          </w:tcPr>
          <w:p w14:paraId="01EB10EA" w14:textId="77777777" w:rsidR="00834645" w:rsidRPr="00784465" w:rsidRDefault="00834645" w:rsidP="00834645">
            <w:pPr>
              <w:pStyle w:val="SpecNormal"/>
              <w:spacing w:line="240" w:lineRule="auto"/>
            </w:pPr>
          </w:p>
        </w:tc>
        <w:tc>
          <w:tcPr>
            <w:tcW w:w="4957" w:type="dxa"/>
            <w:shd w:val="clear" w:color="auto" w:fill="auto"/>
            <w:noWrap/>
          </w:tcPr>
          <w:p w14:paraId="31F48067" w14:textId="77777777" w:rsidR="00834645" w:rsidRPr="00784465" w:rsidRDefault="00834645" w:rsidP="00834645">
            <w:pPr>
              <w:pStyle w:val="SpecNormal"/>
              <w:spacing w:line="240" w:lineRule="auto"/>
            </w:pPr>
            <w:r w:rsidRPr="00784465">
              <w:t>Project Progress Meetings</w:t>
            </w:r>
          </w:p>
        </w:tc>
        <w:tc>
          <w:tcPr>
            <w:tcW w:w="852" w:type="dxa"/>
            <w:shd w:val="clear" w:color="auto" w:fill="auto"/>
            <w:noWrap/>
            <w:vAlign w:val="center"/>
            <w:hideMark/>
          </w:tcPr>
          <w:p w14:paraId="0BEECD62" w14:textId="77777777" w:rsidR="00834645" w:rsidRPr="00784465" w:rsidRDefault="00834645" w:rsidP="00834645">
            <w:pPr>
              <w:pStyle w:val="SpecNormal"/>
              <w:spacing w:line="240" w:lineRule="auto"/>
            </w:pPr>
            <w:r w:rsidRPr="00784465">
              <w:t>P</w:t>
            </w:r>
          </w:p>
        </w:tc>
        <w:tc>
          <w:tcPr>
            <w:tcW w:w="600" w:type="dxa"/>
            <w:shd w:val="clear" w:color="auto" w:fill="auto"/>
            <w:noWrap/>
            <w:vAlign w:val="center"/>
            <w:hideMark/>
          </w:tcPr>
          <w:p w14:paraId="6349EA89" w14:textId="77777777" w:rsidR="00834645" w:rsidRPr="00784465" w:rsidRDefault="00834645" w:rsidP="00834645">
            <w:pPr>
              <w:pStyle w:val="SpecNormal"/>
              <w:spacing w:line="240" w:lineRule="auto"/>
            </w:pPr>
            <w:r w:rsidRPr="00784465">
              <w:t>A</w:t>
            </w:r>
          </w:p>
        </w:tc>
        <w:tc>
          <w:tcPr>
            <w:tcW w:w="661" w:type="dxa"/>
            <w:vAlign w:val="center"/>
          </w:tcPr>
          <w:p w14:paraId="25B783FB" w14:textId="77777777" w:rsidR="00834645" w:rsidRPr="00784465" w:rsidRDefault="00834645" w:rsidP="00834645">
            <w:pPr>
              <w:pStyle w:val="SpecNormal"/>
              <w:spacing w:line="240" w:lineRule="auto"/>
            </w:pPr>
            <w:r w:rsidRPr="00784465">
              <w:t>P</w:t>
            </w:r>
          </w:p>
        </w:tc>
        <w:tc>
          <w:tcPr>
            <w:tcW w:w="699" w:type="dxa"/>
            <w:shd w:val="clear" w:color="auto" w:fill="auto"/>
            <w:noWrap/>
            <w:vAlign w:val="center"/>
            <w:hideMark/>
          </w:tcPr>
          <w:p w14:paraId="0C4EF17A" w14:textId="77777777" w:rsidR="00834645" w:rsidRPr="00784465" w:rsidRDefault="00834645" w:rsidP="00834645">
            <w:pPr>
              <w:pStyle w:val="SpecNormal"/>
              <w:spacing w:line="240" w:lineRule="auto"/>
            </w:pPr>
            <w:r w:rsidRPr="00784465">
              <w:t>L</w:t>
            </w:r>
          </w:p>
        </w:tc>
        <w:tc>
          <w:tcPr>
            <w:tcW w:w="780" w:type="dxa"/>
            <w:vAlign w:val="center"/>
          </w:tcPr>
          <w:p w14:paraId="4B929F20" w14:textId="77777777" w:rsidR="00834645" w:rsidRPr="00784465" w:rsidRDefault="00834645" w:rsidP="00834645">
            <w:pPr>
              <w:pStyle w:val="SpecNormal"/>
              <w:spacing w:line="240" w:lineRule="auto"/>
            </w:pPr>
            <w:r w:rsidRPr="00784465">
              <w:t>O</w:t>
            </w:r>
          </w:p>
        </w:tc>
        <w:tc>
          <w:tcPr>
            <w:tcW w:w="2189" w:type="dxa"/>
            <w:vAlign w:val="center"/>
          </w:tcPr>
          <w:p w14:paraId="52EF653E" w14:textId="77777777" w:rsidR="00834645" w:rsidRPr="00784465" w:rsidRDefault="00834645" w:rsidP="00834645">
            <w:pPr>
              <w:pStyle w:val="SpecNormal"/>
              <w:spacing w:line="240" w:lineRule="auto"/>
            </w:pPr>
          </w:p>
        </w:tc>
      </w:tr>
      <w:tr w:rsidR="00834645" w:rsidRPr="00784465" w14:paraId="1E1AE58A" w14:textId="77777777" w:rsidTr="00834645">
        <w:trPr>
          <w:cantSplit/>
          <w:trHeight w:val="300"/>
        </w:trPr>
        <w:tc>
          <w:tcPr>
            <w:tcW w:w="1906" w:type="dxa"/>
            <w:vMerge/>
            <w:shd w:val="clear" w:color="auto" w:fill="auto"/>
            <w:noWrap/>
            <w:hideMark/>
          </w:tcPr>
          <w:p w14:paraId="71E2A402" w14:textId="77777777" w:rsidR="00834645" w:rsidRPr="00784465" w:rsidRDefault="00834645" w:rsidP="00834645">
            <w:pPr>
              <w:pStyle w:val="SpecNormal"/>
              <w:spacing w:line="240" w:lineRule="auto"/>
            </w:pPr>
          </w:p>
        </w:tc>
        <w:tc>
          <w:tcPr>
            <w:tcW w:w="4957" w:type="dxa"/>
            <w:shd w:val="clear" w:color="auto" w:fill="auto"/>
            <w:noWrap/>
          </w:tcPr>
          <w:p w14:paraId="1EBAC535" w14:textId="77777777" w:rsidR="00834645" w:rsidRPr="00784465" w:rsidRDefault="00834645" w:rsidP="00834645">
            <w:pPr>
              <w:pStyle w:val="SpecNormal"/>
              <w:spacing w:line="240" w:lineRule="auto"/>
            </w:pPr>
            <w:r w:rsidRPr="00784465">
              <w:t>Pre-Test Coordination Meeting</w:t>
            </w:r>
          </w:p>
        </w:tc>
        <w:tc>
          <w:tcPr>
            <w:tcW w:w="852" w:type="dxa"/>
            <w:shd w:val="clear" w:color="auto" w:fill="auto"/>
            <w:noWrap/>
            <w:vAlign w:val="center"/>
            <w:hideMark/>
          </w:tcPr>
          <w:p w14:paraId="7E2C4C0E"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hideMark/>
          </w:tcPr>
          <w:p w14:paraId="046EB212" w14:textId="77777777" w:rsidR="00834645" w:rsidRPr="00784465" w:rsidRDefault="00834645" w:rsidP="00834645">
            <w:pPr>
              <w:pStyle w:val="SpecNormal"/>
              <w:spacing w:line="240" w:lineRule="auto"/>
            </w:pPr>
            <w:r w:rsidRPr="00784465">
              <w:t>A</w:t>
            </w:r>
          </w:p>
        </w:tc>
        <w:tc>
          <w:tcPr>
            <w:tcW w:w="661" w:type="dxa"/>
            <w:vAlign w:val="center"/>
          </w:tcPr>
          <w:p w14:paraId="25B20F1E" w14:textId="77777777" w:rsidR="00834645" w:rsidRPr="00784465" w:rsidRDefault="00834645" w:rsidP="00834645">
            <w:pPr>
              <w:pStyle w:val="SpecNormal"/>
              <w:spacing w:line="240" w:lineRule="auto"/>
            </w:pPr>
            <w:r w:rsidRPr="00784465">
              <w:t>P</w:t>
            </w:r>
          </w:p>
        </w:tc>
        <w:tc>
          <w:tcPr>
            <w:tcW w:w="699" w:type="dxa"/>
            <w:shd w:val="clear" w:color="auto" w:fill="auto"/>
            <w:noWrap/>
            <w:vAlign w:val="center"/>
            <w:hideMark/>
          </w:tcPr>
          <w:p w14:paraId="3AFABCAD" w14:textId="77777777" w:rsidR="00834645" w:rsidRPr="00784465" w:rsidRDefault="00834645" w:rsidP="00834645">
            <w:pPr>
              <w:pStyle w:val="SpecNormal"/>
              <w:spacing w:line="240" w:lineRule="auto"/>
            </w:pPr>
            <w:r w:rsidRPr="00784465">
              <w:t>P</w:t>
            </w:r>
          </w:p>
        </w:tc>
        <w:tc>
          <w:tcPr>
            <w:tcW w:w="780" w:type="dxa"/>
            <w:vAlign w:val="center"/>
          </w:tcPr>
          <w:p w14:paraId="40251D54" w14:textId="77777777" w:rsidR="00834645" w:rsidRPr="00784465" w:rsidRDefault="00834645" w:rsidP="00834645">
            <w:pPr>
              <w:pStyle w:val="SpecNormal"/>
              <w:spacing w:line="240" w:lineRule="auto"/>
            </w:pPr>
            <w:r w:rsidRPr="00784465">
              <w:t>O</w:t>
            </w:r>
          </w:p>
        </w:tc>
        <w:tc>
          <w:tcPr>
            <w:tcW w:w="2189" w:type="dxa"/>
            <w:vAlign w:val="center"/>
          </w:tcPr>
          <w:p w14:paraId="6AE2E93E" w14:textId="77777777" w:rsidR="00834645" w:rsidRPr="00784465" w:rsidRDefault="00834645" w:rsidP="00834645">
            <w:pPr>
              <w:pStyle w:val="SpecNormal"/>
              <w:spacing w:line="240" w:lineRule="auto"/>
            </w:pPr>
          </w:p>
        </w:tc>
      </w:tr>
      <w:tr w:rsidR="00834645" w:rsidRPr="00784465" w14:paraId="6DB217A3" w14:textId="77777777" w:rsidTr="00834645">
        <w:trPr>
          <w:cantSplit/>
          <w:trHeight w:val="300"/>
        </w:trPr>
        <w:tc>
          <w:tcPr>
            <w:tcW w:w="1906" w:type="dxa"/>
            <w:vMerge/>
            <w:shd w:val="clear" w:color="auto" w:fill="auto"/>
            <w:noWrap/>
          </w:tcPr>
          <w:p w14:paraId="08E495E9" w14:textId="77777777" w:rsidR="00834645" w:rsidRPr="00784465" w:rsidRDefault="00834645" w:rsidP="00834645">
            <w:pPr>
              <w:pStyle w:val="SpecNormal"/>
              <w:spacing w:line="240" w:lineRule="auto"/>
            </w:pPr>
          </w:p>
        </w:tc>
        <w:tc>
          <w:tcPr>
            <w:tcW w:w="4957" w:type="dxa"/>
            <w:shd w:val="clear" w:color="auto" w:fill="auto"/>
            <w:noWrap/>
          </w:tcPr>
          <w:p w14:paraId="4457B6A7" w14:textId="77777777" w:rsidR="00834645" w:rsidRPr="00784465" w:rsidRDefault="00834645" w:rsidP="00834645">
            <w:pPr>
              <w:pStyle w:val="SpecNormal"/>
              <w:spacing w:line="240" w:lineRule="auto"/>
            </w:pPr>
            <w:r w:rsidRPr="00784465">
              <w:t>Lessons Learned and Commissioning Report Review Meeting</w:t>
            </w:r>
          </w:p>
        </w:tc>
        <w:tc>
          <w:tcPr>
            <w:tcW w:w="852" w:type="dxa"/>
            <w:shd w:val="clear" w:color="auto" w:fill="auto"/>
            <w:noWrap/>
            <w:vAlign w:val="center"/>
          </w:tcPr>
          <w:p w14:paraId="7407088B"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4CDFC191" w14:textId="77777777" w:rsidR="00834645" w:rsidRPr="00784465" w:rsidRDefault="00834645" w:rsidP="00834645">
            <w:pPr>
              <w:pStyle w:val="SpecNormal"/>
              <w:spacing w:line="240" w:lineRule="auto"/>
            </w:pPr>
            <w:r w:rsidRPr="00784465">
              <w:t>A</w:t>
            </w:r>
          </w:p>
        </w:tc>
        <w:tc>
          <w:tcPr>
            <w:tcW w:w="661" w:type="dxa"/>
            <w:vAlign w:val="center"/>
          </w:tcPr>
          <w:p w14:paraId="3F11C84B" w14:textId="77777777" w:rsidR="00834645" w:rsidRPr="00784465" w:rsidRDefault="00834645" w:rsidP="00834645">
            <w:pPr>
              <w:pStyle w:val="SpecNormal"/>
              <w:spacing w:line="240" w:lineRule="auto"/>
            </w:pPr>
            <w:r w:rsidRPr="00784465">
              <w:t>P</w:t>
            </w:r>
          </w:p>
        </w:tc>
        <w:tc>
          <w:tcPr>
            <w:tcW w:w="699" w:type="dxa"/>
            <w:shd w:val="clear" w:color="auto" w:fill="auto"/>
            <w:noWrap/>
            <w:vAlign w:val="center"/>
          </w:tcPr>
          <w:p w14:paraId="283DBF50" w14:textId="77777777" w:rsidR="00834645" w:rsidRPr="00784465" w:rsidRDefault="00834645" w:rsidP="00834645">
            <w:pPr>
              <w:pStyle w:val="SpecNormal"/>
              <w:spacing w:line="240" w:lineRule="auto"/>
            </w:pPr>
            <w:r w:rsidRPr="00784465">
              <w:t>P</w:t>
            </w:r>
          </w:p>
        </w:tc>
        <w:tc>
          <w:tcPr>
            <w:tcW w:w="780" w:type="dxa"/>
            <w:vAlign w:val="center"/>
          </w:tcPr>
          <w:p w14:paraId="63E12046" w14:textId="77777777" w:rsidR="00834645" w:rsidRPr="00784465" w:rsidRDefault="00834645" w:rsidP="00834645">
            <w:pPr>
              <w:pStyle w:val="SpecNormal"/>
              <w:spacing w:line="240" w:lineRule="auto"/>
            </w:pPr>
            <w:r w:rsidRPr="00784465">
              <w:t>O</w:t>
            </w:r>
          </w:p>
        </w:tc>
        <w:tc>
          <w:tcPr>
            <w:tcW w:w="2189" w:type="dxa"/>
            <w:vAlign w:val="center"/>
          </w:tcPr>
          <w:p w14:paraId="4EA010D2" w14:textId="77777777" w:rsidR="00834645" w:rsidRPr="00784465" w:rsidRDefault="00834645" w:rsidP="00834645">
            <w:pPr>
              <w:pStyle w:val="SpecNormal"/>
              <w:spacing w:line="240" w:lineRule="auto"/>
            </w:pPr>
          </w:p>
        </w:tc>
      </w:tr>
      <w:tr w:rsidR="00834645" w:rsidRPr="00784465" w14:paraId="65731E13" w14:textId="77777777" w:rsidTr="00834645">
        <w:trPr>
          <w:cantSplit/>
          <w:trHeight w:val="300"/>
        </w:trPr>
        <w:tc>
          <w:tcPr>
            <w:tcW w:w="1906" w:type="dxa"/>
            <w:vMerge/>
            <w:shd w:val="clear" w:color="auto" w:fill="auto"/>
            <w:noWrap/>
          </w:tcPr>
          <w:p w14:paraId="6441AFC4" w14:textId="77777777" w:rsidR="00834645" w:rsidRPr="00784465" w:rsidRDefault="00834645" w:rsidP="00834645">
            <w:pPr>
              <w:pStyle w:val="SpecNormal"/>
              <w:spacing w:line="240" w:lineRule="auto"/>
            </w:pPr>
          </w:p>
        </w:tc>
        <w:tc>
          <w:tcPr>
            <w:tcW w:w="4957" w:type="dxa"/>
            <w:shd w:val="clear" w:color="auto" w:fill="auto"/>
            <w:noWrap/>
          </w:tcPr>
          <w:p w14:paraId="4700CD3E" w14:textId="77777777" w:rsidR="00834645" w:rsidRPr="00784465" w:rsidRDefault="00834645" w:rsidP="00834645">
            <w:pPr>
              <w:pStyle w:val="SpecNormal"/>
              <w:spacing w:line="240" w:lineRule="auto"/>
            </w:pPr>
          </w:p>
        </w:tc>
        <w:tc>
          <w:tcPr>
            <w:tcW w:w="852" w:type="dxa"/>
            <w:shd w:val="clear" w:color="auto" w:fill="auto"/>
            <w:noWrap/>
            <w:vAlign w:val="center"/>
          </w:tcPr>
          <w:p w14:paraId="04CE919A" w14:textId="77777777" w:rsidR="00834645" w:rsidRPr="00784465" w:rsidRDefault="00834645" w:rsidP="00834645">
            <w:pPr>
              <w:pStyle w:val="SpecNormal"/>
              <w:spacing w:line="240" w:lineRule="auto"/>
            </w:pPr>
          </w:p>
        </w:tc>
        <w:tc>
          <w:tcPr>
            <w:tcW w:w="600" w:type="dxa"/>
            <w:shd w:val="clear" w:color="auto" w:fill="auto"/>
            <w:noWrap/>
            <w:vAlign w:val="center"/>
          </w:tcPr>
          <w:p w14:paraId="03B47EC4" w14:textId="77777777" w:rsidR="00834645" w:rsidRPr="00784465" w:rsidRDefault="00834645" w:rsidP="00834645">
            <w:pPr>
              <w:pStyle w:val="SpecNormal"/>
              <w:spacing w:line="240" w:lineRule="auto"/>
            </w:pPr>
          </w:p>
        </w:tc>
        <w:tc>
          <w:tcPr>
            <w:tcW w:w="661" w:type="dxa"/>
            <w:vAlign w:val="center"/>
          </w:tcPr>
          <w:p w14:paraId="3E6FD30F" w14:textId="77777777" w:rsidR="00834645" w:rsidRPr="00784465" w:rsidRDefault="00834645" w:rsidP="00834645">
            <w:pPr>
              <w:pStyle w:val="SpecNormal"/>
              <w:spacing w:line="240" w:lineRule="auto"/>
            </w:pPr>
          </w:p>
        </w:tc>
        <w:tc>
          <w:tcPr>
            <w:tcW w:w="699" w:type="dxa"/>
            <w:shd w:val="clear" w:color="auto" w:fill="auto"/>
            <w:noWrap/>
            <w:vAlign w:val="center"/>
          </w:tcPr>
          <w:p w14:paraId="6300C695" w14:textId="77777777" w:rsidR="00834645" w:rsidRPr="00784465" w:rsidRDefault="00834645" w:rsidP="00834645">
            <w:pPr>
              <w:pStyle w:val="SpecNormal"/>
              <w:spacing w:line="240" w:lineRule="auto"/>
            </w:pPr>
          </w:p>
        </w:tc>
        <w:tc>
          <w:tcPr>
            <w:tcW w:w="780" w:type="dxa"/>
            <w:vAlign w:val="center"/>
          </w:tcPr>
          <w:p w14:paraId="2FCF1DB1" w14:textId="77777777" w:rsidR="00834645" w:rsidRPr="00784465" w:rsidRDefault="00834645" w:rsidP="00834645">
            <w:pPr>
              <w:pStyle w:val="SpecNormal"/>
              <w:spacing w:line="240" w:lineRule="auto"/>
            </w:pPr>
          </w:p>
        </w:tc>
        <w:tc>
          <w:tcPr>
            <w:tcW w:w="2189" w:type="dxa"/>
            <w:vAlign w:val="center"/>
          </w:tcPr>
          <w:p w14:paraId="37B2E7CB" w14:textId="77777777" w:rsidR="00834645" w:rsidRPr="00784465" w:rsidRDefault="00834645" w:rsidP="00834645">
            <w:pPr>
              <w:pStyle w:val="SpecNormal"/>
              <w:spacing w:line="240" w:lineRule="auto"/>
            </w:pPr>
          </w:p>
        </w:tc>
      </w:tr>
      <w:tr w:rsidR="00834645" w:rsidRPr="00784465" w14:paraId="7015D47D" w14:textId="77777777" w:rsidTr="00834645">
        <w:trPr>
          <w:cantSplit/>
          <w:trHeight w:val="300"/>
        </w:trPr>
        <w:tc>
          <w:tcPr>
            <w:tcW w:w="1906" w:type="dxa"/>
            <w:vMerge w:val="restart"/>
            <w:shd w:val="clear" w:color="auto" w:fill="auto"/>
            <w:noWrap/>
            <w:hideMark/>
          </w:tcPr>
          <w:p w14:paraId="0C55BC1C" w14:textId="77777777" w:rsidR="00834645" w:rsidRPr="00784465" w:rsidRDefault="00834645" w:rsidP="00834645">
            <w:pPr>
              <w:pStyle w:val="SpecNormal"/>
              <w:spacing w:line="240" w:lineRule="auto"/>
            </w:pPr>
            <w:r w:rsidRPr="00784465">
              <w:t>Coordination</w:t>
            </w:r>
          </w:p>
        </w:tc>
        <w:tc>
          <w:tcPr>
            <w:tcW w:w="4957" w:type="dxa"/>
            <w:shd w:val="clear" w:color="auto" w:fill="auto"/>
            <w:noWrap/>
          </w:tcPr>
          <w:p w14:paraId="501E45A7" w14:textId="77777777" w:rsidR="00834645" w:rsidRPr="00784465" w:rsidRDefault="00834645" w:rsidP="00834645">
            <w:pPr>
              <w:pStyle w:val="SpecNormal"/>
              <w:spacing w:line="240" w:lineRule="auto"/>
            </w:pPr>
            <w:r w:rsidRPr="00784465">
              <w:t>Coordinate with [OGC's, AHJ, Vendors, etc.] to ensure that Cx interacts properly with other systems as needed to support  OPR and BOD</w:t>
            </w:r>
          </w:p>
        </w:tc>
        <w:tc>
          <w:tcPr>
            <w:tcW w:w="852" w:type="dxa"/>
            <w:shd w:val="clear" w:color="auto" w:fill="auto"/>
            <w:noWrap/>
            <w:vAlign w:val="center"/>
            <w:hideMark/>
          </w:tcPr>
          <w:p w14:paraId="3462FC73"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hideMark/>
          </w:tcPr>
          <w:p w14:paraId="547B8704" w14:textId="77777777" w:rsidR="00834645" w:rsidRPr="00784465" w:rsidRDefault="00834645" w:rsidP="00834645">
            <w:pPr>
              <w:pStyle w:val="SpecNormal"/>
              <w:spacing w:line="240" w:lineRule="auto"/>
            </w:pPr>
            <w:r w:rsidRPr="00784465">
              <w:t>P</w:t>
            </w:r>
          </w:p>
        </w:tc>
        <w:tc>
          <w:tcPr>
            <w:tcW w:w="661" w:type="dxa"/>
            <w:vAlign w:val="center"/>
          </w:tcPr>
          <w:p w14:paraId="21F789FC" w14:textId="77777777" w:rsidR="00834645" w:rsidRPr="00784465" w:rsidRDefault="00834645" w:rsidP="00834645">
            <w:pPr>
              <w:pStyle w:val="SpecNormal"/>
              <w:spacing w:line="240" w:lineRule="auto"/>
            </w:pPr>
            <w:r w:rsidRPr="00784465">
              <w:t>P</w:t>
            </w:r>
          </w:p>
        </w:tc>
        <w:tc>
          <w:tcPr>
            <w:tcW w:w="699" w:type="dxa"/>
            <w:shd w:val="clear" w:color="auto" w:fill="auto"/>
            <w:noWrap/>
            <w:vAlign w:val="center"/>
            <w:hideMark/>
          </w:tcPr>
          <w:p w14:paraId="307540BF" w14:textId="77777777" w:rsidR="00834645" w:rsidRPr="00784465" w:rsidRDefault="00834645" w:rsidP="00834645">
            <w:pPr>
              <w:pStyle w:val="SpecNormal"/>
              <w:spacing w:line="240" w:lineRule="auto"/>
            </w:pPr>
            <w:r w:rsidRPr="00784465">
              <w:t>P</w:t>
            </w:r>
          </w:p>
        </w:tc>
        <w:tc>
          <w:tcPr>
            <w:tcW w:w="780" w:type="dxa"/>
            <w:vAlign w:val="center"/>
          </w:tcPr>
          <w:p w14:paraId="1D419BB5" w14:textId="77777777" w:rsidR="00834645" w:rsidRPr="00784465" w:rsidRDefault="00834645" w:rsidP="00834645">
            <w:pPr>
              <w:pStyle w:val="SpecNormal"/>
              <w:spacing w:line="240" w:lineRule="auto"/>
            </w:pPr>
            <w:r w:rsidRPr="00784465">
              <w:t>O</w:t>
            </w:r>
          </w:p>
        </w:tc>
        <w:tc>
          <w:tcPr>
            <w:tcW w:w="2189" w:type="dxa"/>
            <w:vAlign w:val="center"/>
          </w:tcPr>
          <w:p w14:paraId="78FF2AB2" w14:textId="77777777" w:rsidR="00834645" w:rsidRPr="00784465" w:rsidRDefault="00834645" w:rsidP="00834645">
            <w:pPr>
              <w:pStyle w:val="SpecNormal"/>
              <w:spacing w:line="240" w:lineRule="auto"/>
            </w:pPr>
          </w:p>
        </w:tc>
      </w:tr>
      <w:tr w:rsidR="00834645" w:rsidRPr="00784465" w14:paraId="5AF82227" w14:textId="77777777" w:rsidTr="00834645">
        <w:trPr>
          <w:cantSplit/>
          <w:trHeight w:val="300"/>
        </w:trPr>
        <w:tc>
          <w:tcPr>
            <w:tcW w:w="1906" w:type="dxa"/>
            <w:vMerge/>
            <w:shd w:val="clear" w:color="auto" w:fill="auto"/>
            <w:noWrap/>
          </w:tcPr>
          <w:p w14:paraId="1085B9EC" w14:textId="77777777" w:rsidR="00834645" w:rsidRPr="00784465" w:rsidRDefault="00834645" w:rsidP="00834645">
            <w:pPr>
              <w:pStyle w:val="SpecNormal"/>
              <w:spacing w:line="240" w:lineRule="auto"/>
            </w:pPr>
          </w:p>
        </w:tc>
        <w:tc>
          <w:tcPr>
            <w:tcW w:w="4957" w:type="dxa"/>
            <w:shd w:val="clear" w:color="auto" w:fill="auto"/>
            <w:noWrap/>
          </w:tcPr>
          <w:p w14:paraId="753A459C" w14:textId="77777777" w:rsidR="00834645" w:rsidRPr="00784465" w:rsidRDefault="00834645" w:rsidP="00834645">
            <w:pPr>
              <w:pStyle w:val="SpecNormal"/>
              <w:spacing w:line="240" w:lineRule="auto"/>
            </w:pPr>
          </w:p>
        </w:tc>
        <w:tc>
          <w:tcPr>
            <w:tcW w:w="852" w:type="dxa"/>
            <w:shd w:val="clear" w:color="auto" w:fill="auto"/>
            <w:noWrap/>
            <w:vAlign w:val="center"/>
          </w:tcPr>
          <w:p w14:paraId="578D5853" w14:textId="77777777" w:rsidR="00834645" w:rsidRPr="00784465" w:rsidRDefault="00834645" w:rsidP="00834645">
            <w:pPr>
              <w:pStyle w:val="SpecNormal"/>
              <w:spacing w:line="240" w:lineRule="auto"/>
            </w:pPr>
          </w:p>
        </w:tc>
        <w:tc>
          <w:tcPr>
            <w:tcW w:w="600" w:type="dxa"/>
            <w:shd w:val="clear" w:color="auto" w:fill="auto"/>
            <w:noWrap/>
            <w:vAlign w:val="center"/>
          </w:tcPr>
          <w:p w14:paraId="64823C4B" w14:textId="77777777" w:rsidR="00834645" w:rsidRPr="00784465" w:rsidRDefault="00834645" w:rsidP="00834645">
            <w:pPr>
              <w:pStyle w:val="SpecNormal"/>
              <w:spacing w:line="240" w:lineRule="auto"/>
            </w:pPr>
          </w:p>
        </w:tc>
        <w:tc>
          <w:tcPr>
            <w:tcW w:w="661" w:type="dxa"/>
            <w:vAlign w:val="center"/>
          </w:tcPr>
          <w:p w14:paraId="735008C5" w14:textId="77777777" w:rsidR="00834645" w:rsidRPr="00784465" w:rsidRDefault="00834645" w:rsidP="00834645">
            <w:pPr>
              <w:pStyle w:val="SpecNormal"/>
              <w:spacing w:line="240" w:lineRule="auto"/>
            </w:pPr>
          </w:p>
        </w:tc>
        <w:tc>
          <w:tcPr>
            <w:tcW w:w="699" w:type="dxa"/>
            <w:shd w:val="clear" w:color="auto" w:fill="auto"/>
            <w:noWrap/>
            <w:vAlign w:val="center"/>
          </w:tcPr>
          <w:p w14:paraId="606D739D" w14:textId="77777777" w:rsidR="00834645" w:rsidRPr="00784465" w:rsidRDefault="00834645" w:rsidP="00834645">
            <w:pPr>
              <w:pStyle w:val="SpecNormal"/>
              <w:spacing w:line="240" w:lineRule="auto"/>
            </w:pPr>
          </w:p>
        </w:tc>
        <w:tc>
          <w:tcPr>
            <w:tcW w:w="780" w:type="dxa"/>
            <w:vAlign w:val="center"/>
          </w:tcPr>
          <w:p w14:paraId="61F92639" w14:textId="77777777" w:rsidR="00834645" w:rsidRPr="00784465" w:rsidRDefault="00834645" w:rsidP="00834645">
            <w:pPr>
              <w:pStyle w:val="SpecNormal"/>
              <w:spacing w:line="240" w:lineRule="auto"/>
            </w:pPr>
          </w:p>
        </w:tc>
        <w:tc>
          <w:tcPr>
            <w:tcW w:w="2189" w:type="dxa"/>
            <w:vAlign w:val="center"/>
          </w:tcPr>
          <w:p w14:paraId="2E3C50E5" w14:textId="77777777" w:rsidR="00834645" w:rsidRPr="00784465" w:rsidRDefault="00834645" w:rsidP="00834645">
            <w:pPr>
              <w:pStyle w:val="SpecNormal"/>
              <w:spacing w:line="240" w:lineRule="auto"/>
            </w:pPr>
          </w:p>
        </w:tc>
      </w:tr>
      <w:tr w:rsidR="00834645" w:rsidRPr="00784465" w14:paraId="0DBF79E7" w14:textId="77777777" w:rsidTr="00834645">
        <w:trPr>
          <w:cantSplit/>
          <w:trHeight w:val="300"/>
        </w:trPr>
        <w:tc>
          <w:tcPr>
            <w:tcW w:w="1906" w:type="dxa"/>
            <w:vMerge w:val="restart"/>
            <w:shd w:val="clear" w:color="auto" w:fill="auto"/>
            <w:noWrap/>
          </w:tcPr>
          <w:p w14:paraId="7C431E83" w14:textId="77777777" w:rsidR="00834645" w:rsidRPr="00784465" w:rsidRDefault="00834645" w:rsidP="00834645">
            <w:pPr>
              <w:pStyle w:val="SpecNormal"/>
              <w:spacing w:line="240" w:lineRule="auto"/>
            </w:pPr>
            <w:r w:rsidRPr="00784465">
              <w:t>Cx Plan &amp; Spec</w:t>
            </w:r>
          </w:p>
        </w:tc>
        <w:tc>
          <w:tcPr>
            <w:tcW w:w="4957" w:type="dxa"/>
            <w:shd w:val="clear" w:color="auto" w:fill="auto"/>
            <w:noWrap/>
          </w:tcPr>
          <w:p w14:paraId="35F67A75" w14:textId="77777777" w:rsidR="00834645" w:rsidRPr="00784465" w:rsidRDefault="00834645" w:rsidP="00834645">
            <w:pPr>
              <w:pStyle w:val="SpecNormal"/>
              <w:spacing w:line="240" w:lineRule="auto"/>
            </w:pPr>
            <w:r w:rsidRPr="00784465">
              <w:t>Maintain/Update Commissioning Plan</w:t>
            </w:r>
          </w:p>
        </w:tc>
        <w:tc>
          <w:tcPr>
            <w:tcW w:w="852" w:type="dxa"/>
            <w:shd w:val="clear" w:color="auto" w:fill="auto"/>
            <w:noWrap/>
            <w:vAlign w:val="center"/>
          </w:tcPr>
          <w:p w14:paraId="4BC49F83"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51284998" w14:textId="77777777" w:rsidR="00834645" w:rsidRPr="00784465" w:rsidRDefault="00834645" w:rsidP="00834645">
            <w:pPr>
              <w:pStyle w:val="SpecNormal"/>
              <w:spacing w:line="240" w:lineRule="auto"/>
            </w:pPr>
            <w:r w:rsidRPr="00784465">
              <w:t>A</w:t>
            </w:r>
          </w:p>
        </w:tc>
        <w:tc>
          <w:tcPr>
            <w:tcW w:w="661" w:type="dxa"/>
            <w:vAlign w:val="center"/>
          </w:tcPr>
          <w:p w14:paraId="119C205E"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2D9268F4" w14:textId="77777777" w:rsidR="00834645" w:rsidRPr="00784465" w:rsidRDefault="00834645" w:rsidP="00834645">
            <w:pPr>
              <w:pStyle w:val="SpecNormal"/>
              <w:spacing w:line="240" w:lineRule="auto"/>
            </w:pPr>
            <w:r w:rsidRPr="00784465">
              <w:t>R</w:t>
            </w:r>
          </w:p>
        </w:tc>
        <w:tc>
          <w:tcPr>
            <w:tcW w:w="780" w:type="dxa"/>
            <w:vAlign w:val="center"/>
          </w:tcPr>
          <w:p w14:paraId="64D111F5" w14:textId="77777777" w:rsidR="00834645" w:rsidRPr="00784465" w:rsidRDefault="00834645" w:rsidP="00834645">
            <w:pPr>
              <w:pStyle w:val="SpecNormal"/>
              <w:spacing w:line="240" w:lineRule="auto"/>
            </w:pPr>
            <w:r w:rsidRPr="00784465">
              <w:t>O</w:t>
            </w:r>
          </w:p>
        </w:tc>
        <w:tc>
          <w:tcPr>
            <w:tcW w:w="2189" w:type="dxa"/>
            <w:vAlign w:val="center"/>
          </w:tcPr>
          <w:p w14:paraId="43AAE27C" w14:textId="77777777" w:rsidR="00834645" w:rsidRPr="00784465" w:rsidRDefault="00834645" w:rsidP="00834645">
            <w:pPr>
              <w:pStyle w:val="SpecNormal"/>
              <w:spacing w:line="240" w:lineRule="auto"/>
            </w:pPr>
          </w:p>
        </w:tc>
      </w:tr>
      <w:tr w:rsidR="00834645" w:rsidRPr="00784465" w14:paraId="3134346F" w14:textId="77777777" w:rsidTr="00834645">
        <w:trPr>
          <w:cantSplit/>
          <w:trHeight w:val="300"/>
        </w:trPr>
        <w:tc>
          <w:tcPr>
            <w:tcW w:w="1906" w:type="dxa"/>
            <w:vMerge/>
            <w:shd w:val="clear" w:color="auto" w:fill="auto"/>
            <w:noWrap/>
          </w:tcPr>
          <w:p w14:paraId="05B45801" w14:textId="77777777" w:rsidR="00834645" w:rsidRPr="00784465" w:rsidRDefault="00834645" w:rsidP="00834645">
            <w:pPr>
              <w:pStyle w:val="SpecNormal"/>
              <w:spacing w:line="240" w:lineRule="auto"/>
            </w:pPr>
          </w:p>
        </w:tc>
        <w:tc>
          <w:tcPr>
            <w:tcW w:w="4957" w:type="dxa"/>
            <w:shd w:val="clear" w:color="auto" w:fill="auto"/>
            <w:noWrap/>
          </w:tcPr>
          <w:p w14:paraId="72A0E3F8" w14:textId="77777777" w:rsidR="00834645" w:rsidRPr="00784465" w:rsidRDefault="00834645" w:rsidP="00834645">
            <w:pPr>
              <w:pStyle w:val="SpecNormal"/>
              <w:spacing w:line="240" w:lineRule="auto"/>
            </w:pPr>
          </w:p>
        </w:tc>
        <w:tc>
          <w:tcPr>
            <w:tcW w:w="852" w:type="dxa"/>
            <w:shd w:val="clear" w:color="auto" w:fill="auto"/>
            <w:noWrap/>
            <w:vAlign w:val="center"/>
          </w:tcPr>
          <w:p w14:paraId="2156977C" w14:textId="77777777" w:rsidR="00834645" w:rsidRPr="00784465" w:rsidRDefault="00834645" w:rsidP="00834645">
            <w:pPr>
              <w:pStyle w:val="SpecNormal"/>
              <w:spacing w:line="240" w:lineRule="auto"/>
            </w:pPr>
          </w:p>
        </w:tc>
        <w:tc>
          <w:tcPr>
            <w:tcW w:w="600" w:type="dxa"/>
            <w:shd w:val="clear" w:color="auto" w:fill="auto"/>
            <w:noWrap/>
            <w:vAlign w:val="center"/>
          </w:tcPr>
          <w:p w14:paraId="11FE233A" w14:textId="77777777" w:rsidR="00834645" w:rsidRPr="00784465" w:rsidRDefault="00834645" w:rsidP="00834645">
            <w:pPr>
              <w:pStyle w:val="SpecNormal"/>
              <w:spacing w:line="240" w:lineRule="auto"/>
            </w:pPr>
          </w:p>
        </w:tc>
        <w:tc>
          <w:tcPr>
            <w:tcW w:w="661" w:type="dxa"/>
            <w:vAlign w:val="center"/>
          </w:tcPr>
          <w:p w14:paraId="5D9A1DDE" w14:textId="77777777" w:rsidR="00834645" w:rsidRPr="00784465" w:rsidRDefault="00834645" w:rsidP="00834645">
            <w:pPr>
              <w:pStyle w:val="SpecNormal"/>
              <w:spacing w:line="240" w:lineRule="auto"/>
            </w:pPr>
          </w:p>
        </w:tc>
        <w:tc>
          <w:tcPr>
            <w:tcW w:w="699" w:type="dxa"/>
            <w:shd w:val="clear" w:color="auto" w:fill="auto"/>
            <w:noWrap/>
            <w:vAlign w:val="center"/>
          </w:tcPr>
          <w:p w14:paraId="7C78B785" w14:textId="77777777" w:rsidR="00834645" w:rsidRPr="00784465" w:rsidRDefault="00834645" w:rsidP="00834645">
            <w:pPr>
              <w:pStyle w:val="SpecNormal"/>
              <w:spacing w:line="240" w:lineRule="auto"/>
            </w:pPr>
          </w:p>
        </w:tc>
        <w:tc>
          <w:tcPr>
            <w:tcW w:w="780" w:type="dxa"/>
            <w:vAlign w:val="center"/>
          </w:tcPr>
          <w:p w14:paraId="3E255C68" w14:textId="77777777" w:rsidR="00834645" w:rsidRPr="00784465" w:rsidRDefault="00834645" w:rsidP="00834645">
            <w:pPr>
              <w:pStyle w:val="SpecNormal"/>
              <w:spacing w:line="240" w:lineRule="auto"/>
            </w:pPr>
          </w:p>
        </w:tc>
        <w:tc>
          <w:tcPr>
            <w:tcW w:w="2189" w:type="dxa"/>
            <w:vAlign w:val="center"/>
          </w:tcPr>
          <w:p w14:paraId="3A56DB9F" w14:textId="77777777" w:rsidR="00834645" w:rsidRPr="00784465" w:rsidRDefault="00834645" w:rsidP="00834645">
            <w:pPr>
              <w:pStyle w:val="SpecNormal"/>
              <w:spacing w:line="240" w:lineRule="auto"/>
            </w:pPr>
          </w:p>
        </w:tc>
      </w:tr>
      <w:tr w:rsidR="00834645" w:rsidRPr="00784465" w14:paraId="4C234C0E" w14:textId="77777777" w:rsidTr="00834645">
        <w:trPr>
          <w:cantSplit/>
          <w:trHeight w:val="300"/>
        </w:trPr>
        <w:tc>
          <w:tcPr>
            <w:tcW w:w="1906" w:type="dxa"/>
            <w:vMerge w:val="restart"/>
            <w:shd w:val="clear" w:color="auto" w:fill="auto"/>
            <w:noWrap/>
          </w:tcPr>
          <w:p w14:paraId="3ACC5FB7" w14:textId="77777777" w:rsidR="00834645" w:rsidRPr="00784465" w:rsidRDefault="00834645" w:rsidP="00834645">
            <w:pPr>
              <w:pStyle w:val="SpecNormal"/>
              <w:spacing w:line="240" w:lineRule="auto"/>
            </w:pPr>
            <w:r w:rsidRPr="00784465">
              <w:t>Schedules</w:t>
            </w:r>
          </w:p>
        </w:tc>
        <w:tc>
          <w:tcPr>
            <w:tcW w:w="4957" w:type="dxa"/>
            <w:shd w:val="clear" w:color="auto" w:fill="auto"/>
            <w:noWrap/>
          </w:tcPr>
          <w:p w14:paraId="4D80BDB5" w14:textId="77777777" w:rsidR="00834645" w:rsidRPr="00784465" w:rsidRDefault="00834645" w:rsidP="00834645">
            <w:pPr>
              <w:pStyle w:val="SpecNormal"/>
              <w:spacing w:line="240" w:lineRule="auto"/>
            </w:pPr>
            <w:r w:rsidRPr="00784465">
              <w:t>Prepare Functional Test Schedule</w:t>
            </w:r>
          </w:p>
        </w:tc>
        <w:tc>
          <w:tcPr>
            <w:tcW w:w="852" w:type="dxa"/>
            <w:shd w:val="clear" w:color="auto" w:fill="auto"/>
            <w:noWrap/>
            <w:vAlign w:val="center"/>
          </w:tcPr>
          <w:p w14:paraId="5EFA9481"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4E200B34" w14:textId="77777777" w:rsidR="00834645" w:rsidRPr="00784465" w:rsidRDefault="00834645" w:rsidP="00834645">
            <w:pPr>
              <w:pStyle w:val="SpecNormal"/>
              <w:spacing w:line="240" w:lineRule="auto"/>
            </w:pPr>
            <w:r w:rsidRPr="00784465">
              <w:t>A</w:t>
            </w:r>
          </w:p>
        </w:tc>
        <w:tc>
          <w:tcPr>
            <w:tcW w:w="661" w:type="dxa"/>
            <w:vAlign w:val="center"/>
          </w:tcPr>
          <w:p w14:paraId="3E5AAAC6"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37564273" w14:textId="77777777" w:rsidR="00834645" w:rsidRPr="00784465" w:rsidRDefault="00834645" w:rsidP="00834645">
            <w:pPr>
              <w:pStyle w:val="SpecNormal"/>
              <w:spacing w:line="240" w:lineRule="auto"/>
            </w:pPr>
            <w:r w:rsidRPr="00784465">
              <w:t>R</w:t>
            </w:r>
          </w:p>
        </w:tc>
        <w:tc>
          <w:tcPr>
            <w:tcW w:w="780" w:type="dxa"/>
            <w:vAlign w:val="center"/>
          </w:tcPr>
          <w:p w14:paraId="03400B6D" w14:textId="77777777" w:rsidR="00834645" w:rsidRPr="00784465" w:rsidRDefault="00834645" w:rsidP="00834645">
            <w:pPr>
              <w:pStyle w:val="SpecNormal"/>
              <w:spacing w:line="240" w:lineRule="auto"/>
            </w:pPr>
            <w:r w:rsidRPr="00784465">
              <w:t>O</w:t>
            </w:r>
          </w:p>
        </w:tc>
        <w:tc>
          <w:tcPr>
            <w:tcW w:w="2189" w:type="dxa"/>
            <w:vAlign w:val="center"/>
          </w:tcPr>
          <w:p w14:paraId="4B02F950" w14:textId="77777777" w:rsidR="00834645" w:rsidRPr="00784465" w:rsidRDefault="00834645" w:rsidP="00834645">
            <w:pPr>
              <w:pStyle w:val="SpecNormal"/>
              <w:spacing w:line="240" w:lineRule="auto"/>
            </w:pPr>
          </w:p>
        </w:tc>
      </w:tr>
      <w:tr w:rsidR="00834645" w:rsidRPr="00784465" w14:paraId="5808D774" w14:textId="77777777" w:rsidTr="00834645">
        <w:trPr>
          <w:cantSplit/>
          <w:trHeight w:val="300"/>
        </w:trPr>
        <w:tc>
          <w:tcPr>
            <w:tcW w:w="1906" w:type="dxa"/>
            <w:vMerge/>
            <w:shd w:val="clear" w:color="auto" w:fill="auto"/>
            <w:noWrap/>
          </w:tcPr>
          <w:p w14:paraId="01298557" w14:textId="77777777" w:rsidR="00834645" w:rsidRPr="00784465" w:rsidRDefault="00834645" w:rsidP="00834645">
            <w:pPr>
              <w:pStyle w:val="SpecNormal"/>
              <w:spacing w:line="240" w:lineRule="auto"/>
            </w:pPr>
          </w:p>
        </w:tc>
        <w:tc>
          <w:tcPr>
            <w:tcW w:w="4957" w:type="dxa"/>
            <w:shd w:val="clear" w:color="auto" w:fill="auto"/>
            <w:noWrap/>
          </w:tcPr>
          <w:p w14:paraId="30ECFC53" w14:textId="77777777" w:rsidR="00834645" w:rsidRPr="00784465" w:rsidRDefault="00834645" w:rsidP="00834645">
            <w:pPr>
              <w:pStyle w:val="SpecNormal"/>
              <w:spacing w:line="240" w:lineRule="auto"/>
            </w:pPr>
          </w:p>
        </w:tc>
        <w:tc>
          <w:tcPr>
            <w:tcW w:w="852" w:type="dxa"/>
            <w:shd w:val="clear" w:color="auto" w:fill="auto"/>
            <w:noWrap/>
            <w:vAlign w:val="center"/>
          </w:tcPr>
          <w:p w14:paraId="0E98CBF5" w14:textId="77777777" w:rsidR="00834645" w:rsidRPr="00784465" w:rsidRDefault="00834645" w:rsidP="00834645">
            <w:pPr>
              <w:pStyle w:val="SpecNormal"/>
              <w:spacing w:line="240" w:lineRule="auto"/>
            </w:pPr>
          </w:p>
        </w:tc>
        <w:tc>
          <w:tcPr>
            <w:tcW w:w="600" w:type="dxa"/>
            <w:shd w:val="clear" w:color="auto" w:fill="auto"/>
            <w:noWrap/>
            <w:vAlign w:val="center"/>
          </w:tcPr>
          <w:p w14:paraId="16D51FC7" w14:textId="77777777" w:rsidR="00834645" w:rsidRPr="00784465" w:rsidRDefault="00834645" w:rsidP="00834645">
            <w:pPr>
              <w:pStyle w:val="SpecNormal"/>
              <w:spacing w:line="240" w:lineRule="auto"/>
            </w:pPr>
          </w:p>
        </w:tc>
        <w:tc>
          <w:tcPr>
            <w:tcW w:w="661" w:type="dxa"/>
            <w:vAlign w:val="center"/>
          </w:tcPr>
          <w:p w14:paraId="0930E61B" w14:textId="77777777" w:rsidR="00834645" w:rsidRPr="00784465" w:rsidRDefault="00834645" w:rsidP="00834645">
            <w:pPr>
              <w:pStyle w:val="SpecNormal"/>
              <w:spacing w:line="240" w:lineRule="auto"/>
            </w:pPr>
          </w:p>
        </w:tc>
        <w:tc>
          <w:tcPr>
            <w:tcW w:w="699" w:type="dxa"/>
            <w:shd w:val="clear" w:color="auto" w:fill="auto"/>
            <w:noWrap/>
            <w:vAlign w:val="center"/>
          </w:tcPr>
          <w:p w14:paraId="33F85C9C" w14:textId="77777777" w:rsidR="00834645" w:rsidRPr="00784465" w:rsidRDefault="00834645" w:rsidP="00834645">
            <w:pPr>
              <w:pStyle w:val="SpecNormal"/>
              <w:spacing w:line="240" w:lineRule="auto"/>
            </w:pPr>
          </w:p>
        </w:tc>
        <w:tc>
          <w:tcPr>
            <w:tcW w:w="780" w:type="dxa"/>
            <w:vAlign w:val="center"/>
          </w:tcPr>
          <w:p w14:paraId="5A0590BE" w14:textId="77777777" w:rsidR="00834645" w:rsidRPr="00784465" w:rsidRDefault="00834645" w:rsidP="00834645">
            <w:pPr>
              <w:pStyle w:val="SpecNormal"/>
              <w:spacing w:line="240" w:lineRule="auto"/>
            </w:pPr>
          </w:p>
        </w:tc>
        <w:tc>
          <w:tcPr>
            <w:tcW w:w="2189" w:type="dxa"/>
            <w:vAlign w:val="center"/>
          </w:tcPr>
          <w:p w14:paraId="228EB6D5" w14:textId="77777777" w:rsidR="00834645" w:rsidRPr="00784465" w:rsidRDefault="00834645" w:rsidP="00834645">
            <w:pPr>
              <w:pStyle w:val="SpecNormal"/>
              <w:spacing w:line="240" w:lineRule="auto"/>
            </w:pPr>
          </w:p>
        </w:tc>
      </w:tr>
      <w:tr w:rsidR="00834645" w:rsidRPr="00784465" w14:paraId="0BDC66AA" w14:textId="77777777" w:rsidTr="00834645">
        <w:trPr>
          <w:cantSplit/>
          <w:trHeight w:val="300"/>
        </w:trPr>
        <w:tc>
          <w:tcPr>
            <w:tcW w:w="1906" w:type="dxa"/>
            <w:vMerge w:val="restart"/>
            <w:shd w:val="clear" w:color="auto" w:fill="auto"/>
            <w:noWrap/>
          </w:tcPr>
          <w:p w14:paraId="663E6151" w14:textId="77777777" w:rsidR="00834645" w:rsidRPr="00784465" w:rsidRDefault="00834645" w:rsidP="00834645">
            <w:pPr>
              <w:pStyle w:val="SpecNormal"/>
              <w:spacing w:line="240" w:lineRule="auto"/>
            </w:pPr>
            <w:r w:rsidRPr="00784465">
              <w:t>OPR and BOD</w:t>
            </w:r>
          </w:p>
        </w:tc>
        <w:tc>
          <w:tcPr>
            <w:tcW w:w="4957" w:type="dxa"/>
            <w:shd w:val="clear" w:color="auto" w:fill="auto"/>
            <w:noWrap/>
          </w:tcPr>
          <w:p w14:paraId="02285B03" w14:textId="77777777" w:rsidR="00834645" w:rsidRPr="00784465" w:rsidRDefault="00834645" w:rsidP="00834645">
            <w:pPr>
              <w:pStyle w:val="SpecNormal"/>
              <w:spacing w:line="240" w:lineRule="auto"/>
            </w:pPr>
            <w:r w:rsidRPr="00784465">
              <w:t>Maintain OPR on behalf of Owner</w:t>
            </w:r>
          </w:p>
        </w:tc>
        <w:tc>
          <w:tcPr>
            <w:tcW w:w="852" w:type="dxa"/>
            <w:shd w:val="clear" w:color="auto" w:fill="auto"/>
            <w:noWrap/>
            <w:vAlign w:val="center"/>
          </w:tcPr>
          <w:p w14:paraId="61383BDC"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455D427D" w14:textId="77777777" w:rsidR="00834645" w:rsidRPr="00784465" w:rsidRDefault="00834645" w:rsidP="00834645">
            <w:pPr>
              <w:pStyle w:val="SpecNormal"/>
              <w:spacing w:line="240" w:lineRule="auto"/>
            </w:pPr>
            <w:r w:rsidRPr="00784465">
              <w:t>A</w:t>
            </w:r>
          </w:p>
        </w:tc>
        <w:tc>
          <w:tcPr>
            <w:tcW w:w="661" w:type="dxa"/>
            <w:vAlign w:val="center"/>
          </w:tcPr>
          <w:p w14:paraId="25CC7E8B"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311F58C3" w14:textId="77777777" w:rsidR="00834645" w:rsidRPr="00784465" w:rsidRDefault="00834645" w:rsidP="00834645">
            <w:pPr>
              <w:pStyle w:val="SpecNormal"/>
              <w:spacing w:line="240" w:lineRule="auto"/>
            </w:pPr>
            <w:r w:rsidRPr="00784465">
              <w:t>R</w:t>
            </w:r>
          </w:p>
        </w:tc>
        <w:tc>
          <w:tcPr>
            <w:tcW w:w="780" w:type="dxa"/>
            <w:vAlign w:val="center"/>
          </w:tcPr>
          <w:p w14:paraId="1A9D0882" w14:textId="77777777" w:rsidR="00834645" w:rsidRPr="00784465" w:rsidRDefault="00834645" w:rsidP="00834645">
            <w:pPr>
              <w:pStyle w:val="SpecNormal"/>
              <w:spacing w:line="240" w:lineRule="auto"/>
            </w:pPr>
            <w:r w:rsidRPr="00784465">
              <w:t>O</w:t>
            </w:r>
          </w:p>
        </w:tc>
        <w:tc>
          <w:tcPr>
            <w:tcW w:w="2189" w:type="dxa"/>
            <w:vAlign w:val="center"/>
          </w:tcPr>
          <w:p w14:paraId="155C2AA3" w14:textId="77777777" w:rsidR="00834645" w:rsidRPr="00784465" w:rsidRDefault="00834645" w:rsidP="00834645">
            <w:pPr>
              <w:pStyle w:val="SpecNormal"/>
              <w:spacing w:line="240" w:lineRule="auto"/>
            </w:pPr>
          </w:p>
        </w:tc>
      </w:tr>
      <w:tr w:rsidR="00834645" w:rsidRPr="00784465" w14:paraId="6B2FF24C" w14:textId="77777777" w:rsidTr="00834645">
        <w:trPr>
          <w:cantSplit/>
          <w:trHeight w:val="300"/>
        </w:trPr>
        <w:tc>
          <w:tcPr>
            <w:tcW w:w="1906" w:type="dxa"/>
            <w:vMerge/>
            <w:shd w:val="clear" w:color="auto" w:fill="auto"/>
            <w:noWrap/>
          </w:tcPr>
          <w:p w14:paraId="215B4B1F" w14:textId="77777777" w:rsidR="00834645" w:rsidRPr="00784465" w:rsidRDefault="00834645" w:rsidP="00834645">
            <w:pPr>
              <w:pStyle w:val="SpecNormal"/>
              <w:spacing w:line="240" w:lineRule="auto"/>
            </w:pPr>
          </w:p>
        </w:tc>
        <w:tc>
          <w:tcPr>
            <w:tcW w:w="4957" w:type="dxa"/>
            <w:shd w:val="clear" w:color="auto" w:fill="auto"/>
            <w:noWrap/>
          </w:tcPr>
          <w:p w14:paraId="465DA30D" w14:textId="77777777" w:rsidR="00834645" w:rsidRPr="00784465" w:rsidRDefault="00834645" w:rsidP="00834645">
            <w:pPr>
              <w:pStyle w:val="SpecNormal"/>
              <w:spacing w:line="240" w:lineRule="auto"/>
            </w:pPr>
            <w:r w:rsidRPr="00784465">
              <w:t>Maintain  BOD/DID on behalf of Owner</w:t>
            </w:r>
          </w:p>
        </w:tc>
        <w:tc>
          <w:tcPr>
            <w:tcW w:w="852" w:type="dxa"/>
            <w:shd w:val="clear" w:color="auto" w:fill="auto"/>
            <w:noWrap/>
            <w:vAlign w:val="center"/>
          </w:tcPr>
          <w:p w14:paraId="11450BCF"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20E2AEC3" w14:textId="77777777" w:rsidR="00834645" w:rsidRPr="00784465" w:rsidRDefault="00834645" w:rsidP="00834645">
            <w:pPr>
              <w:pStyle w:val="SpecNormal"/>
              <w:spacing w:line="240" w:lineRule="auto"/>
            </w:pPr>
            <w:r w:rsidRPr="00784465">
              <w:t>A</w:t>
            </w:r>
          </w:p>
        </w:tc>
        <w:tc>
          <w:tcPr>
            <w:tcW w:w="661" w:type="dxa"/>
            <w:vAlign w:val="center"/>
          </w:tcPr>
          <w:p w14:paraId="335728E9"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31C943B8" w14:textId="77777777" w:rsidR="00834645" w:rsidRPr="00784465" w:rsidRDefault="00834645" w:rsidP="00834645">
            <w:pPr>
              <w:pStyle w:val="SpecNormal"/>
              <w:spacing w:line="240" w:lineRule="auto"/>
            </w:pPr>
            <w:r w:rsidRPr="00784465">
              <w:t>R</w:t>
            </w:r>
          </w:p>
        </w:tc>
        <w:tc>
          <w:tcPr>
            <w:tcW w:w="780" w:type="dxa"/>
            <w:vAlign w:val="center"/>
          </w:tcPr>
          <w:p w14:paraId="1137B1DA" w14:textId="77777777" w:rsidR="00834645" w:rsidRPr="00784465" w:rsidRDefault="00834645" w:rsidP="00834645">
            <w:pPr>
              <w:pStyle w:val="SpecNormal"/>
              <w:spacing w:line="240" w:lineRule="auto"/>
            </w:pPr>
            <w:r w:rsidRPr="00784465">
              <w:t>O</w:t>
            </w:r>
          </w:p>
        </w:tc>
        <w:tc>
          <w:tcPr>
            <w:tcW w:w="2189" w:type="dxa"/>
            <w:vAlign w:val="center"/>
          </w:tcPr>
          <w:p w14:paraId="20AEC107" w14:textId="77777777" w:rsidR="00834645" w:rsidRPr="00784465" w:rsidRDefault="00834645" w:rsidP="00834645">
            <w:pPr>
              <w:pStyle w:val="SpecNormal"/>
              <w:spacing w:line="240" w:lineRule="auto"/>
            </w:pPr>
          </w:p>
        </w:tc>
      </w:tr>
      <w:tr w:rsidR="00834645" w:rsidRPr="00784465" w14:paraId="2DAB28B9" w14:textId="77777777" w:rsidTr="00834645">
        <w:trPr>
          <w:cantSplit/>
          <w:trHeight w:val="300"/>
        </w:trPr>
        <w:tc>
          <w:tcPr>
            <w:tcW w:w="1906" w:type="dxa"/>
            <w:vMerge/>
            <w:shd w:val="clear" w:color="auto" w:fill="auto"/>
            <w:noWrap/>
          </w:tcPr>
          <w:p w14:paraId="296F35C3" w14:textId="77777777" w:rsidR="00834645" w:rsidRPr="00784465" w:rsidRDefault="00834645" w:rsidP="00834645">
            <w:pPr>
              <w:pStyle w:val="SpecNormal"/>
              <w:spacing w:line="240" w:lineRule="auto"/>
            </w:pPr>
          </w:p>
        </w:tc>
        <w:tc>
          <w:tcPr>
            <w:tcW w:w="4957" w:type="dxa"/>
            <w:shd w:val="clear" w:color="auto" w:fill="auto"/>
            <w:noWrap/>
          </w:tcPr>
          <w:p w14:paraId="2A6E3FE6" w14:textId="77777777" w:rsidR="00834645" w:rsidRPr="00784465" w:rsidRDefault="00834645" w:rsidP="00834645">
            <w:pPr>
              <w:pStyle w:val="SpecNormal"/>
              <w:spacing w:line="240" w:lineRule="auto"/>
            </w:pPr>
          </w:p>
        </w:tc>
        <w:tc>
          <w:tcPr>
            <w:tcW w:w="852" w:type="dxa"/>
            <w:shd w:val="clear" w:color="auto" w:fill="auto"/>
            <w:noWrap/>
            <w:vAlign w:val="center"/>
          </w:tcPr>
          <w:p w14:paraId="62962E06" w14:textId="77777777" w:rsidR="00834645" w:rsidRPr="00784465" w:rsidRDefault="00834645" w:rsidP="00834645">
            <w:pPr>
              <w:pStyle w:val="SpecNormal"/>
              <w:spacing w:line="240" w:lineRule="auto"/>
            </w:pPr>
          </w:p>
        </w:tc>
        <w:tc>
          <w:tcPr>
            <w:tcW w:w="600" w:type="dxa"/>
            <w:shd w:val="clear" w:color="auto" w:fill="auto"/>
            <w:noWrap/>
            <w:vAlign w:val="center"/>
          </w:tcPr>
          <w:p w14:paraId="3670835B" w14:textId="77777777" w:rsidR="00834645" w:rsidRPr="00784465" w:rsidRDefault="00834645" w:rsidP="00834645">
            <w:pPr>
              <w:pStyle w:val="SpecNormal"/>
              <w:spacing w:line="240" w:lineRule="auto"/>
            </w:pPr>
          </w:p>
        </w:tc>
        <w:tc>
          <w:tcPr>
            <w:tcW w:w="661" w:type="dxa"/>
            <w:vAlign w:val="center"/>
          </w:tcPr>
          <w:p w14:paraId="156C1879" w14:textId="77777777" w:rsidR="00834645" w:rsidRPr="00784465" w:rsidRDefault="00834645" w:rsidP="00834645">
            <w:pPr>
              <w:pStyle w:val="SpecNormal"/>
              <w:spacing w:line="240" w:lineRule="auto"/>
            </w:pPr>
          </w:p>
        </w:tc>
        <w:tc>
          <w:tcPr>
            <w:tcW w:w="699" w:type="dxa"/>
            <w:shd w:val="clear" w:color="auto" w:fill="auto"/>
            <w:noWrap/>
            <w:vAlign w:val="center"/>
          </w:tcPr>
          <w:p w14:paraId="6EF38856" w14:textId="77777777" w:rsidR="00834645" w:rsidRPr="00784465" w:rsidRDefault="00834645" w:rsidP="00834645">
            <w:pPr>
              <w:pStyle w:val="SpecNormal"/>
              <w:spacing w:line="240" w:lineRule="auto"/>
            </w:pPr>
          </w:p>
        </w:tc>
        <w:tc>
          <w:tcPr>
            <w:tcW w:w="780" w:type="dxa"/>
            <w:vAlign w:val="center"/>
          </w:tcPr>
          <w:p w14:paraId="0FC235CB" w14:textId="77777777" w:rsidR="00834645" w:rsidRPr="00784465" w:rsidRDefault="00834645" w:rsidP="00834645">
            <w:pPr>
              <w:pStyle w:val="SpecNormal"/>
              <w:spacing w:line="240" w:lineRule="auto"/>
            </w:pPr>
          </w:p>
        </w:tc>
        <w:tc>
          <w:tcPr>
            <w:tcW w:w="2189" w:type="dxa"/>
            <w:vAlign w:val="center"/>
          </w:tcPr>
          <w:p w14:paraId="28966B9D" w14:textId="77777777" w:rsidR="00834645" w:rsidRPr="00784465" w:rsidRDefault="00834645" w:rsidP="00834645">
            <w:pPr>
              <w:pStyle w:val="SpecNormal"/>
              <w:spacing w:line="240" w:lineRule="auto"/>
            </w:pPr>
          </w:p>
        </w:tc>
      </w:tr>
      <w:tr w:rsidR="00834645" w:rsidRPr="00784465" w14:paraId="66FBB626" w14:textId="77777777" w:rsidTr="00834645">
        <w:trPr>
          <w:cantSplit/>
          <w:trHeight w:val="300"/>
        </w:trPr>
        <w:tc>
          <w:tcPr>
            <w:tcW w:w="1906" w:type="dxa"/>
            <w:vMerge w:val="restart"/>
            <w:shd w:val="clear" w:color="auto" w:fill="auto"/>
            <w:noWrap/>
          </w:tcPr>
          <w:p w14:paraId="1A460E03" w14:textId="77777777" w:rsidR="00834645" w:rsidRPr="00784465" w:rsidRDefault="00834645" w:rsidP="00834645">
            <w:pPr>
              <w:pStyle w:val="SpecNormal"/>
              <w:spacing w:line="240" w:lineRule="auto"/>
            </w:pPr>
            <w:r w:rsidRPr="00784465">
              <w:t>Document Reviews</w:t>
            </w:r>
          </w:p>
        </w:tc>
        <w:tc>
          <w:tcPr>
            <w:tcW w:w="4957" w:type="dxa"/>
            <w:shd w:val="clear" w:color="auto" w:fill="auto"/>
            <w:noWrap/>
          </w:tcPr>
          <w:p w14:paraId="0C94438A" w14:textId="77777777" w:rsidR="00834645" w:rsidRPr="00784465" w:rsidRDefault="00834645" w:rsidP="00834645">
            <w:pPr>
              <w:pStyle w:val="SpecNormal"/>
              <w:spacing w:line="240" w:lineRule="auto"/>
            </w:pPr>
            <w:r w:rsidRPr="00784465">
              <w:t>Review Completed Pre-Functional Checklists</w:t>
            </w:r>
          </w:p>
        </w:tc>
        <w:tc>
          <w:tcPr>
            <w:tcW w:w="852" w:type="dxa"/>
            <w:shd w:val="clear" w:color="auto" w:fill="auto"/>
            <w:noWrap/>
            <w:vAlign w:val="center"/>
          </w:tcPr>
          <w:p w14:paraId="2EEFAC52"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3BB29F8E" w14:textId="77777777" w:rsidR="00834645" w:rsidRPr="00784465" w:rsidRDefault="00834645" w:rsidP="00834645">
            <w:pPr>
              <w:pStyle w:val="SpecNormal"/>
              <w:spacing w:line="240" w:lineRule="auto"/>
            </w:pPr>
            <w:r w:rsidRPr="00784465">
              <w:t>A</w:t>
            </w:r>
          </w:p>
        </w:tc>
        <w:tc>
          <w:tcPr>
            <w:tcW w:w="661" w:type="dxa"/>
            <w:vAlign w:val="center"/>
          </w:tcPr>
          <w:p w14:paraId="4E9FD54A"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64C65564" w14:textId="77777777" w:rsidR="00834645" w:rsidRPr="00784465" w:rsidRDefault="00834645" w:rsidP="00834645">
            <w:pPr>
              <w:pStyle w:val="SpecNormal"/>
              <w:spacing w:line="240" w:lineRule="auto"/>
            </w:pPr>
            <w:r w:rsidRPr="00784465">
              <w:t>R</w:t>
            </w:r>
          </w:p>
        </w:tc>
        <w:tc>
          <w:tcPr>
            <w:tcW w:w="780" w:type="dxa"/>
            <w:vAlign w:val="center"/>
          </w:tcPr>
          <w:p w14:paraId="27C6D18B" w14:textId="77777777" w:rsidR="00834645" w:rsidRPr="00784465" w:rsidRDefault="00834645" w:rsidP="00834645">
            <w:pPr>
              <w:pStyle w:val="SpecNormal"/>
              <w:spacing w:line="240" w:lineRule="auto"/>
            </w:pPr>
            <w:r w:rsidRPr="00784465">
              <w:t>O</w:t>
            </w:r>
          </w:p>
        </w:tc>
        <w:tc>
          <w:tcPr>
            <w:tcW w:w="2189" w:type="dxa"/>
            <w:vAlign w:val="center"/>
          </w:tcPr>
          <w:p w14:paraId="116190C6" w14:textId="77777777" w:rsidR="00834645" w:rsidRPr="00784465" w:rsidRDefault="00834645" w:rsidP="00834645">
            <w:pPr>
              <w:pStyle w:val="SpecNormal"/>
              <w:spacing w:line="240" w:lineRule="auto"/>
            </w:pPr>
          </w:p>
        </w:tc>
      </w:tr>
      <w:tr w:rsidR="00834645" w:rsidRPr="00784465" w14:paraId="41EC5CFC" w14:textId="77777777" w:rsidTr="00834645">
        <w:trPr>
          <w:cantSplit/>
          <w:trHeight w:val="300"/>
        </w:trPr>
        <w:tc>
          <w:tcPr>
            <w:tcW w:w="1906" w:type="dxa"/>
            <w:vMerge/>
            <w:shd w:val="clear" w:color="auto" w:fill="auto"/>
            <w:noWrap/>
          </w:tcPr>
          <w:p w14:paraId="6187AED0" w14:textId="77777777" w:rsidR="00834645" w:rsidRPr="00784465" w:rsidRDefault="00834645" w:rsidP="00834645">
            <w:pPr>
              <w:pStyle w:val="SpecNormal"/>
              <w:spacing w:line="240" w:lineRule="auto"/>
            </w:pPr>
          </w:p>
        </w:tc>
        <w:tc>
          <w:tcPr>
            <w:tcW w:w="4957" w:type="dxa"/>
            <w:shd w:val="clear" w:color="auto" w:fill="auto"/>
            <w:noWrap/>
          </w:tcPr>
          <w:p w14:paraId="2D4A47B1" w14:textId="77777777" w:rsidR="00834645" w:rsidRPr="00784465" w:rsidRDefault="00834645" w:rsidP="00834645">
            <w:pPr>
              <w:pStyle w:val="SpecNormal"/>
              <w:spacing w:line="240" w:lineRule="auto"/>
            </w:pPr>
            <w:r w:rsidRPr="00784465">
              <w:t>Pre-Functional Checklist Verification</w:t>
            </w:r>
          </w:p>
        </w:tc>
        <w:tc>
          <w:tcPr>
            <w:tcW w:w="852" w:type="dxa"/>
            <w:shd w:val="clear" w:color="auto" w:fill="auto"/>
            <w:noWrap/>
            <w:vAlign w:val="center"/>
          </w:tcPr>
          <w:p w14:paraId="15AD1AE2"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2CED11D1" w14:textId="77777777" w:rsidR="00834645" w:rsidRPr="00784465" w:rsidRDefault="00834645" w:rsidP="00834645">
            <w:pPr>
              <w:pStyle w:val="SpecNormal"/>
              <w:spacing w:line="240" w:lineRule="auto"/>
            </w:pPr>
            <w:r w:rsidRPr="00784465">
              <w:t>A</w:t>
            </w:r>
          </w:p>
        </w:tc>
        <w:tc>
          <w:tcPr>
            <w:tcW w:w="661" w:type="dxa"/>
            <w:vAlign w:val="center"/>
          </w:tcPr>
          <w:p w14:paraId="1DD13DDE"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7F3F374D" w14:textId="77777777" w:rsidR="00834645" w:rsidRPr="00784465" w:rsidRDefault="00834645" w:rsidP="00834645">
            <w:pPr>
              <w:pStyle w:val="SpecNormal"/>
              <w:spacing w:line="240" w:lineRule="auto"/>
            </w:pPr>
            <w:r w:rsidRPr="00784465">
              <w:t>R</w:t>
            </w:r>
          </w:p>
        </w:tc>
        <w:tc>
          <w:tcPr>
            <w:tcW w:w="780" w:type="dxa"/>
            <w:vAlign w:val="center"/>
          </w:tcPr>
          <w:p w14:paraId="37397404" w14:textId="77777777" w:rsidR="00834645" w:rsidRPr="00784465" w:rsidRDefault="00834645" w:rsidP="00834645">
            <w:pPr>
              <w:pStyle w:val="SpecNormal"/>
              <w:spacing w:line="240" w:lineRule="auto"/>
            </w:pPr>
            <w:r w:rsidRPr="00784465">
              <w:t>O</w:t>
            </w:r>
          </w:p>
        </w:tc>
        <w:tc>
          <w:tcPr>
            <w:tcW w:w="2189" w:type="dxa"/>
            <w:vAlign w:val="center"/>
          </w:tcPr>
          <w:p w14:paraId="32249EC9" w14:textId="77777777" w:rsidR="00834645" w:rsidRPr="00784465" w:rsidRDefault="00834645" w:rsidP="00834645">
            <w:pPr>
              <w:pStyle w:val="SpecNormal"/>
              <w:spacing w:line="240" w:lineRule="auto"/>
            </w:pPr>
          </w:p>
        </w:tc>
      </w:tr>
      <w:tr w:rsidR="00834645" w:rsidRPr="00784465" w14:paraId="7819FCF3" w14:textId="77777777" w:rsidTr="00834645">
        <w:trPr>
          <w:cantSplit/>
          <w:trHeight w:val="300"/>
        </w:trPr>
        <w:tc>
          <w:tcPr>
            <w:tcW w:w="1906" w:type="dxa"/>
            <w:vMerge/>
            <w:shd w:val="clear" w:color="auto" w:fill="auto"/>
            <w:noWrap/>
          </w:tcPr>
          <w:p w14:paraId="23B812D4" w14:textId="77777777" w:rsidR="00834645" w:rsidRPr="00784465" w:rsidRDefault="00834645" w:rsidP="00834645">
            <w:pPr>
              <w:pStyle w:val="SpecNormal"/>
              <w:spacing w:line="240" w:lineRule="auto"/>
            </w:pPr>
          </w:p>
        </w:tc>
        <w:tc>
          <w:tcPr>
            <w:tcW w:w="4957" w:type="dxa"/>
            <w:shd w:val="clear" w:color="auto" w:fill="auto"/>
            <w:noWrap/>
          </w:tcPr>
          <w:p w14:paraId="67B71C57" w14:textId="77777777" w:rsidR="00834645" w:rsidRPr="00784465" w:rsidRDefault="00834645" w:rsidP="00834645">
            <w:pPr>
              <w:pStyle w:val="SpecNormal"/>
              <w:spacing w:line="240" w:lineRule="auto"/>
            </w:pPr>
            <w:r w:rsidRPr="00784465">
              <w:t>Review Operations &amp; Maintenance Manuals</w:t>
            </w:r>
          </w:p>
        </w:tc>
        <w:tc>
          <w:tcPr>
            <w:tcW w:w="852" w:type="dxa"/>
            <w:shd w:val="clear" w:color="auto" w:fill="auto"/>
            <w:noWrap/>
            <w:vAlign w:val="center"/>
          </w:tcPr>
          <w:p w14:paraId="76C720D3"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50433C15" w14:textId="77777777" w:rsidR="00834645" w:rsidRPr="00784465" w:rsidRDefault="00834645" w:rsidP="00834645">
            <w:pPr>
              <w:pStyle w:val="SpecNormal"/>
              <w:spacing w:line="240" w:lineRule="auto"/>
            </w:pPr>
            <w:r w:rsidRPr="00784465">
              <w:t>A</w:t>
            </w:r>
          </w:p>
        </w:tc>
        <w:tc>
          <w:tcPr>
            <w:tcW w:w="661" w:type="dxa"/>
            <w:vAlign w:val="center"/>
          </w:tcPr>
          <w:p w14:paraId="3E64CE2A"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3C46079C" w14:textId="77777777" w:rsidR="00834645" w:rsidRPr="00784465" w:rsidRDefault="00834645" w:rsidP="00834645">
            <w:pPr>
              <w:pStyle w:val="SpecNormal"/>
              <w:spacing w:line="240" w:lineRule="auto"/>
            </w:pPr>
            <w:r w:rsidRPr="00784465">
              <w:t>R</w:t>
            </w:r>
          </w:p>
        </w:tc>
        <w:tc>
          <w:tcPr>
            <w:tcW w:w="780" w:type="dxa"/>
            <w:vAlign w:val="center"/>
          </w:tcPr>
          <w:p w14:paraId="659ECA28" w14:textId="77777777" w:rsidR="00834645" w:rsidRPr="00784465" w:rsidRDefault="00834645" w:rsidP="00834645">
            <w:pPr>
              <w:pStyle w:val="SpecNormal"/>
              <w:spacing w:line="240" w:lineRule="auto"/>
            </w:pPr>
            <w:r w:rsidRPr="00784465">
              <w:t>R</w:t>
            </w:r>
          </w:p>
        </w:tc>
        <w:tc>
          <w:tcPr>
            <w:tcW w:w="2189" w:type="dxa"/>
            <w:vAlign w:val="center"/>
          </w:tcPr>
          <w:p w14:paraId="17BE3C3F" w14:textId="77777777" w:rsidR="00834645" w:rsidRPr="00784465" w:rsidRDefault="00834645" w:rsidP="00834645">
            <w:pPr>
              <w:pStyle w:val="SpecNormal"/>
              <w:spacing w:line="240" w:lineRule="auto"/>
            </w:pPr>
          </w:p>
        </w:tc>
      </w:tr>
      <w:tr w:rsidR="00834645" w:rsidRPr="00784465" w14:paraId="269C73CE" w14:textId="77777777" w:rsidTr="00834645">
        <w:trPr>
          <w:cantSplit/>
          <w:trHeight w:val="300"/>
        </w:trPr>
        <w:tc>
          <w:tcPr>
            <w:tcW w:w="1906" w:type="dxa"/>
            <w:vMerge/>
            <w:shd w:val="clear" w:color="auto" w:fill="auto"/>
            <w:noWrap/>
          </w:tcPr>
          <w:p w14:paraId="1809DBBC" w14:textId="77777777" w:rsidR="00834645" w:rsidRPr="00784465" w:rsidRDefault="00834645" w:rsidP="00834645">
            <w:pPr>
              <w:pStyle w:val="SpecNormal"/>
              <w:spacing w:line="240" w:lineRule="auto"/>
            </w:pPr>
          </w:p>
        </w:tc>
        <w:tc>
          <w:tcPr>
            <w:tcW w:w="4957" w:type="dxa"/>
            <w:shd w:val="clear" w:color="auto" w:fill="auto"/>
            <w:noWrap/>
          </w:tcPr>
          <w:p w14:paraId="4D3F6CAD" w14:textId="77777777" w:rsidR="00834645" w:rsidRPr="00784465" w:rsidRDefault="00834645" w:rsidP="00834645">
            <w:pPr>
              <w:pStyle w:val="SpecNormal"/>
              <w:spacing w:line="240" w:lineRule="auto"/>
            </w:pPr>
            <w:r w:rsidRPr="00784465">
              <w:t>Training Plan Review</w:t>
            </w:r>
          </w:p>
        </w:tc>
        <w:tc>
          <w:tcPr>
            <w:tcW w:w="852" w:type="dxa"/>
            <w:shd w:val="clear" w:color="auto" w:fill="auto"/>
            <w:noWrap/>
            <w:vAlign w:val="center"/>
          </w:tcPr>
          <w:p w14:paraId="1538F73A"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45711F65" w14:textId="77777777" w:rsidR="00834645" w:rsidRPr="00784465" w:rsidRDefault="00834645" w:rsidP="00834645">
            <w:pPr>
              <w:pStyle w:val="SpecNormal"/>
              <w:spacing w:line="240" w:lineRule="auto"/>
            </w:pPr>
            <w:r w:rsidRPr="00784465">
              <w:t>A</w:t>
            </w:r>
          </w:p>
        </w:tc>
        <w:tc>
          <w:tcPr>
            <w:tcW w:w="661" w:type="dxa"/>
            <w:vAlign w:val="center"/>
          </w:tcPr>
          <w:p w14:paraId="1FCE4FCB"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48D7DA04" w14:textId="77777777" w:rsidR="00834645" w:rsidRPr="00784465" w:rsidRDefault="00834645" w:rsidP="00834645">
            <w:pPr>
              <w:pStyle w:val="SpecNormal"/>
              <w:spacing w:line="240" w:lineRule="auto"/>
            </w:pPr>
            <w:r w:rsidRPr="00784465">
              <w:t>R</w:t>
            </w:r>
          </w:p>
        </w:tc>
        <w:tc>
          <w:tcPr>
            <w:tcW w:w="780" w:type="dxa"/>
            <w:vAlign w:val="center"/>
          </w:tcPr>
          <w:p w14:paraId="1BD398EE" w14:textId="77777777" w:rsidR="00834645" w:rsidRPr="00784465" w:rsidRDefault="00834645" w:rsidP="00834645">
            <w:pPr>
              <w:pStyle w:val="SpecNormal"/>
              <w:spacing w:line="240" w:lineRule="auto"/>
            </w:pPr>
            <w:r w:rsidRPr="00784465">
              <w:t>R</w:t>
            </w:r>
          </w:p>
        </w:tc>
        <w:tc>
          <w:tcPr>
            <w:tcW w:w="2189" w:type="dxa"/>
            <w:vAlign w:val="center"/>
          </w:tcPr>
          <w:p w14:paraId="1F9EB542" w14:textId="77777777" w:rsidR="00834645" w:rsidRPr="00784465" w:rsidRDefault="00834645" w:rsidP="00834645">
            <w:pPr>
              <w:pStyle w:val="SpecNormal"/>
              <w:spacing w:line="240" w:lineRule="auto"/>
            </w:pPr>
          </w:p>
        </w:tc>
      </w:tr>
      <w:tr w:rsidR="00834645" w:rsidRPr="00784465" w14:paraId="7558EED7" w14:textId="77777777" w:rsidTr="00834645">
        <w:trPr>
          <w:cantSplit/>
          <w:trHeight w:val="300"/>
        </w:trPr>
        <w:tc>
          <w:tcPr>
            <w:tcW w:w="1906" w:type="dxa"/>
            <w:vMerge/>
            <w:shd w:val="clear" w:color="auto" w:fill="auto"/>
            <w:noWrap/>
          </w:tcPr>
          <w:p w14:paraId="5B135C9B" w14:textId="77777777" w:rsidR="00834645" w:rsidRPr="00784465" w:rsidRDefault="00834645" w:rsidP="00834645">
            <w:pPr>
              <w:pStyle w:val="SpecNormal"/>
              <w:spacing w:line="240" w:lineRule="auto"/>
            </w:pPr>
          </w:p>
        </w:tc>
        <w:tc>
          <w:tcPr>
            <w:tcW w:w="4957" w:type="dxa"/>
            <w:shd w:val="clear" w:color="auto" w:fill="auto"/>
            <w:noWrap/>
          </w:tcPr>
          <w:p w14:paraId="10D49E0C" w14:textId="77777777" w:rsidR="00834645" w:rsidRPr="00784465" w:rsidRDefault="00834645" w:rsidP="00834645">
            <w:pPr>
              <w:pStyle w:val="SpecNormal"/>
              <w:spacing w:line="240" w:lineRule="auto"/>
            </w:pPr>
            <w:r w:rsidRPr="00784465">
              <w:t>Warranty Review</w:t>
            </w:r>
          </w:p>
        </w:tc>
        <w:tc>
          <w:tcPr>
            <w:tcW w:w="852" w:type="dxa"/>
            <w:shd w:val="clear" w:color="auto" w:fill="auto"/>
            <w:noWrap/>
            <w:vAlign w:val="center"/>
          </w:tcPr>
          <w:p w14:paraId="47BFEFE0"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29624316" w14:textId="77777777" w:rsidR="00834645" w:rsidRPr="00784465" w:rsidRDefault="00834645" w:rsidP="00834645">
            <w:pPr>
              <w:pStyle w:val="SpecNormal"/>
              <w:spacing w:line="240" w:lineRule="auto"/>
            </w:pPr>
            <w:r w:rsidRPr="00784465">
              <w:t>A</w:t>
            </w:r>
          </w:p>
        </w:tc>
        <w:tc>
          <w:tcPr>
            <w:tcW w:w="661" w:type="dxa"/>
            <w:vAlign w:val="center"/>
          </w:tcPr>
          <w:p w14:paraId="39B46D3F"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59CFE3F3" w14:textId="77777777" w:rsidR="00834645" w:rsidRPr="00784465" w:rsidRDefault="00834645" w:rsidP="00834645">
            <w:pPr>
              <w:pStyle w:val="SpecNormal"/>
              <w:spacing w:line="240" w:lineRule="auto"/>
            </w:pPr>
            <w:r w:rsidRPr="00784465">
              <w:t>R</w:t>
            </w:r>
          </w:p>
        </w:tc>
        <w:tc>
          <w:tcPr>
            <w:tcW w:w="780" w:type="dxa"/>
            <w:vAlign w:val="center"/>
          </w:tcPr>
          <w:p w14:paraId="1768C7DB" w14:textId="77777777" w:rsidR="00834645" w:rsidRPr="00784465" w:rsidRDefault="00834645" w:rsidP="00834645">
            <w:pPr>
              <w:pStyle w:val="SpecNormal"/>
              <w:spacing w:line="240" w:lineRule="auto"/>
            </w:pPr>
            <w:r w:rsidRPr="00784465">
              <w:t>O</w:t>
            </w:r>
          </w:p>
        </w:tc>
        <w:tc>
          <w:tcPr>
            <w:tcW w:w="2189" w:type="dxa"/>
            <w:vAlign w:val="center"/>
          </w:tcPr>
          <w:p w14:paraId="29C7E996" w14:textId="77777777" w:rsidR="00834645" w:rsidRPr="00784465" w:rsidRDefault="00834645" w:rsidP="00834645">
            <w:pPr>
              <w:pStyle w:val="SpecNormal"/>
              <w:spacing w:line="240" w:lineRule="auto"/>
            </w:pPr>
          </w:p>
        </w:tc>
      </w:tr>
      <w:tr w:rsidR="00834645" w:rsidRPr="00784465" w14:paraId="6704B27E" w14:textId="77777777" w:rsidTr="00834645">
        <w:trPr>
          <w:cantSplit/>
          <w:trHeight w:val="300"/>
        </w:trPr>
        <w:tc>
          <w:tcPr>
            <w:tcW w:w="1906" w:type="dxa"/>
            <w:vMerge/>
            <w:shd w:val="clear" w:color="auto" w:fill="auto"/>
            <w:noWrap/>
          </w:tcPr>
          <w:p w14:paraId="6FCF95A7" w14:textId="77777777" w:rsidR="00834645" w:rsidRPr="00784465" w:rsidRDefault="00834645" w:rsidP="00834645">
            <w:pPr>
              <w:pStyle w:val="SpecNormal"/>
              <w:spacing w:line="240" w:lineRule="auto"/>
            </w:pPr>
          </w:p>
        </w:tc>
        <w:tc>
          <w:tcPr>
            <w:tcW w:w="4957" w:type="dxa"/>
            <w:shd w:val="clear" w:color="auto" w:fill="auto"/>
            <w:noWrap/>
          </w:tcPr>
          <w:p w14:paraId="09AD2913" w14:textId="77777777" w:rsidR="00834645" w:rsidRPr="00784465" w:rsidRDefault="00834645" w:rsidP="00834645">
            <w:pPr>
              <w:pStyle w:val="SpecNormal"/>
              <w:spacing w:line="240" w:lineRule="auto"/>
            </w:pPr>
            <w:r w:rsidRPr="00784465">
              <w:t>Review TAB Report</w:t>
            </w:r>
          </w:p>
        </w:tc>
        <w:tc>
          <w:tcPr>
            <w:tcW w:w="852" w:type="dxa"/>
            <w:shd w:val="clear" w:color="auto" w:fill="auto"/>
            <w:noWrap/>
            <w:vAlign w:val="center"/>
          </w:tcPr>
          <w:p w14:paraId="530D65B0"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4402FC16" w14:textId="77777777" w:rsidR="00834645" w:rsidRPr="00784465" w:rsidRDefault="00834645" w:rsidP="00834645">
            <w:pPr>
              <w:pStyle w:val="SpecNormal"/>
              <w:spacing w:line="240" w:lineRule="auto"/>
            </w:pPr>
            <w:r w:rsidRPr="00784465">
              <w:t>A</w:t>
            </w:r>
          </w:p>
        </w:tc>
        <w:tc>
          <w:tcPr>
            <w:tcW w:w="661" w:type="dxa"/>
            <w:vAlign w:val="center"/>
          </w:tcPr>
          <w:p w14:paraId="418DA817"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72765ADC" w14:textId="77777777" w:rsidR="00834645" w:rsidRPr="00784465" w:rsidRDefault="00834645" w:rsidP="00834645">
            <w:pPr>
              <w:pStyle w:val="SpecNormal"/>
              <w:spacing w:line="240" w:lineRule="auto"/>
            </w:pPr>
            <w:r w:rsidRPr="00784465">
              <w:t>R</w:t>
            </w:r>
          </w:p>
        </w:tc>
        <w:tc>
          <w:tcPr>
            <w:tcW w:w="780" w:type="dxa"/>
            <w:vAlign w:val="center"/>
          </w:tcPr>
          <w:p w14:paraId="4188A853" w14:textId="77777777" w:rsidR="00834645" w:rsidRPr="00784465" w:rsidRDefault="00834645" w:rsidP="00834645">
            <w:pPr>
              <w:pStyle w:val="SpecNormal"/>
              <w:spacing w:line="240" w:lineRule="auto"/>
            </w:pPr>
            <w:r w:rsidRPr="00784465">
              <w:t>O</w:t>
            </w:r>
          </w:p>
        </w:tc>
        <w:tc>
          <w:tcPr>
            <w:tcW w:w="2189" w:type="dxa"/>
            <w:vAlign w:val="center"/>
          </w:tcPr>
          <w:p w14:paraId="32AE627A" w14:textId="77777777" w:rsidR="00834645" w:rsidRPr="00784465" w:rsidRDefault="00834645" w:rsidP="00834645">
            <w:pPr>
              <w:pStyle w:val="SpecNormal"/>
              <w:spacing w:line="240" w:lineRule="auto"/>
            </w:pPr>
          </w:p>
        </w:tc>
      </w:tr>
      <w:tr w:rsidR="00834645" w:rsidRPr="00784465" w14:paraId="0EEA633E" w14:textId="77777777" w:rsidTr="00834645">
        <w:trPr>
          <w:cantSplit/>
          <w:trHeight w:val="300"/>
        </w:trPr>
        <w:tc>
          <w:tcPr>
            <w:tcW w:w="1906" w:type="dxa"/>
            <w:vMerge/>
            <w:shd w:val="clear" w:color="auto" w:fill="auto"/>
            <w:noWrap/>
          </w:tcPr>
          <w:p w14:paraId="3A407340" w14:textId="77777777" w:rsidR="00834645" w:rsidRPr="00784465" w:rsidRDefault="00834645" w:rsidP="00834645">
            <w:pPr>
              <w:pStyle w:val="SpecNormal"/>
              <w:spacing w:line="240" w:lineRule="auto"/>
            </w:pPr>
          </w:p>
        </w:tc>
        <w:tc>
          <w:tcPr>
            <w:tcW w:w="4957" w:type="dxa"/>
            <w:shd w:val="clear" w:color="auto" w:fill="auto"/>
            <w:noWrap/>
          </w:tcPr>
          <w:p w14:paraId="5592322B" w14:textId="77777777" w:rsidR="00834645" w:rsidRPr="00784465" w:rsidRDefault="00834645" w:rsidP="00834645">
            <w:pPr>
              <w:pStyle w:val="SpecNormal"/>
              <w:spacing w:line="240" w:lineRule="auto"/>
            </w:pPr>
          </w:p>
        </w:tc>
        <w:tc>
          <w:tcPr>
            <w:tcW w:w="852" w:type="dxa"/>
            <w:shd w:val="clear" w:color="auto" w:fill="auto"/>
            <w:noWrap/>
            <w:vAlign w:val="center"/>
          </w:tcPr>
          <w:p w14:paraId="649B863E" w14:textId="77777777" w:rsidR="00834645" w:rsidRPr="00784465" w:rsidRDefault="00834645" w:rsidP="00834645">
            <w:pPr>
              <w:pStyle w:val="SpecNormal"/>
              <w:spacing w:line="240" w:lineRule="auto"/>
            </w:pPr>
          </w:p>
        </w:tc>
        <w:tc>
          <w:tcPr>
            <w:tcW w:w="600" w:type="dxa"/>
            <w:shd w:val="clear" w:color="auto" w:fill="auto"/>
            <w:noWrap/>
            <w:vAlign w:val="center"/>
          </w:tcPr>
          <w:p w14:paraId="3D79E492" w14:textId="77777777" w:rsidR="00834645" w:rsidRPr="00784465" w:rsidRDefault="00834645" w:rsidP="00834645">
            <w:pPr>
              <w:pStyle w:val="SpecNormal"/>
              <w:spacing w:line="240" w:lineRule="auto"/>
            </w:pPr>
          </w:p>
        </w:tc>
        <w:tc>
          <w:tcPr>
            <w:tcW w:w="661" w:type="dxa"/>
            <w:vAlign w:val="center"/>
          </w:tcPr>
          <w:p w14:paraId="08428C09" w14:textId="77777777" w:rsidR="00834645" w:rsidRPr="00784465" w:rsidRDefault="00834645" w:rsidP="00834645">
            <w:pPr>
              <w:pStyle w:val="SpecNormal"/>
              <w:spacing w:line="240" w:lineRule="auto"/>
            </w:pPr>
          </w:p>
        </w:tc>
        <w:tc>
          <w:tcPr>
            <w:tcW w:w="699" w:type="dxa"/>
            <w:shd w:val="clear" w:color="auto" w:fill="auto"/>
            <w:noWrap/>
            <w:vAlign w:val="center"/>
          </w:tcPr>
          <w:p w14:paraId="7C02E452" w14:textId="77777777" w:rsidR="00834645" w:rsidRPr="00784465" w:rsidRDefault="00834645" w:rsidP="00834645">
            <w:pPr>
              <w:pStyle w:val="SpecNormal"/>
              <w:spacing w:line="240" w:lineRule="auto"/>
            </w:pPr>
          </w:p>
        </w:tc>
        <w:tc>
          <w:tcPr>
            <w:tcW w:w="780" w:type="dxa"/>
            <w:vAlign w:val="center"/>
          </w:tcPr>
          <w:p w14:paraId="15FE20B1" w14:textId="77777777" w:rsidR="00834645" w:rsidRPr="00784465" w:rsidRDefault="00834645" w:rsidP="00834645">
            <w:pPr>
              <w:pStyle w:val="SpecNormal"/>
              <w:spacing w:line="240" w:lineRule="auto"/>
            </w:pPr>
          </w:p>
        </w:tc>
        <w:tc>
          <w:tcPr>
            <w:tcW w:w="2189" w:type="dxa"/>
            <w:vAlign w:val="center"/>
          </w:tcPr>
          <w:p w14:paraId="5138E65D" w14:textId="77777777" w:rsidR="00834645" w:rsidRPr="00784465" w:rsidRDefault="00834645" w:rsidP="00834645">
            <w:pPr>
              <w:pStyle w:val="SpecNormal"/>
              <w:spacing w:line="240" w:lineRule="auto"/>
            </w:pPr>
          </w:p>
        </w:tc>
      </w:tr>
      <w:tr w:rsidR="00834645" w:rsidRPr="00784465" w14:paraId="79C89A39" w14:textId="77777777" w:rsidTr="00834645">
        <w:trPr>
          <w:cantSplit/>
          <w:trHeight w:val="300"/>
        </w:trPr>
        <w:tc>
          <w:tcPr>
            <w:tcW w:w="1906" w:type="dxa"/>
            <w:vMerge w:val="restart"/>
            <w:shd w:val="clear" w:color="auto" w:fill="auto"/>
            <w:noWrap/>
          </w:tcPr>
          <w:p w14:paraId="50EDF2C0" w14:textId="77777777" w:rsidR="00834645" w:rsidRPr="00784465" w:rsidRDefault="00834645" w:rsidP="00834645">
            <w:pPr>
              <w:pStyle w:val="SpecNormal"/>
              <w:spacing w:line="240" w:lineRule="auto"/>
            </w:pPr>
            <w:r w:rsidRPr="00784465">
              <w:t>Site Observations</w:t>
            </w:r>
          </w:p>
        </w:tc>
        <w:tc>
          <w:tcPr>
            <w:tcW w:w="4957" w:type="dxa"/>
            <w:shd w:val="clear" w:color="auto" w:fill="auto"/>
            <w:noWrap/>
          </w:tcPr>
          <w:p w14:paraId="5386968D" w14:textId="77777777" w:rsidR="00834645" w:rsidRPr="00784465" w:rsidRDefault="00834645" w:rsidP="00834645">
            <w:pPr>
              <w:pStyle w:val="SpecNormal"/>
              <w:spacing w:line="240" w:lineRule="auto"/>
            </w:pPr>
            <w:r w:rsidRPr="00784465">
              <w:t>Construction Observation Site Visits</w:t>
            </w:r>
          </w:p>
        </w:tc>
        <w:tc>
          <w:tcPr>
            <w:tcW w:w="852" w:type="dxa"/>
            <w:shd w:val="clear" w:color="auto" w:fill="auto"/>
            <w:noWrap/>
            <w:vAlign w:val="center"/>
          </w:tcPr>
          <w:p w14:paraId="6D4A8127"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5E499E84" w14:textId="77777777" w:rsidR="00834645" w:rsidRPr="00784465" w:rsidRDefault="00834645" w:rsidP="00834645">
            <w:pPr>
              <w:pStyle w:val="SpecNormal"/>
              <w:spacing w:line="240" w:lineRule="auto"/>
            </w:pPr>
            <w:r w:rsidRPr="00784465">
              <w:t>A</w:t>
            </w:r>
          </w:p>
        </w:tc>
        <w:tc>
          <w:tcPr>
            <w:tcW w:w="661" w:type="dxa"/>
            <w:vAlign w:val="center"/>
          </w:tcPr>
          <w:p w14:paraId="495316C7"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139DAE8E" w14:textId="77777777" w:rsidR="00834645" w:rsidRPr="00784465" w:rsidRDefault="00834645" w:rsidP="00834645">
            <w:pPr>
              <w:pStyle w:val="SpecNormal"/>
              <w:spacing w:line="240" w:lineRule="auto"/>
            </w:pPr>
            <w:r w:rsidRPr="00784465">
              <w:t>R</w:t>
            </w:r>
          </w:p>
        </w:tc>
        <w:tc>
          <w:tcPr>
            <w:tcW w:w="780" w:type="dxa"/>
            <w:vAlign w:val="center"/>
          </w:tcPr>
          <w:p w14:paraId="233E4465" w14:textId="77777777" w:rsidR="00834645" w:rsidRPr="00784465" w:rsidRDefault="00834645" w:rsidP="00834645">
            <w:pPr>
              <w:pStyle w:val="SpecNormal"/>
              <w:spacing w:line="240" w:lineRule="auto"/>
            </w:pPr>
            <w:r w:rsidRPr="00784465">
              <w:t>O</w:t>
            </w:r>
          </w:p>
        </w:tc>
        <w:tc>
          <w:tcPr>
            <w:tcW w:w="2189" w:type="dxa"/>
            <w:vAlign w:val="center"/>
          </w:tcPr>
          <w:p w14:paraId="26D2A31F" w14:textId="77777777" w:rsidR="00834645" w:rsidRPr="00784465" w:rsidRDefault="00834645" w:rsidP="00834645">
            <w:pPr>
              <w:pStyle w:val="SpecNormal"/>
              <w:spacing w:line="240" w:lineRule="auto"/>
            </w:pPr>
          </w:p>
        </w:tc>
      </w:tr>
      <w:tr w:rsidR="00834645" w:rsidRPr="00784465" w14:paraId="7C96E870" w14:textId="77777777" w:rsidTr="00834645">
        <w:trPr>
          <w:cantSplit/>
          <w:trHeight w:val="300"/>
        </w:trPr>
        <w:tc>
          <w:tcPr>
            <w:tcW w:w="1906" w:type="dxa"/>
            <w:vMerge/>
            <w:shd w:val="clear" w:color="auto" w:fill="auto"/>
            <w:noWrap/>
          </w:tcPr>
          <w:p w14:paraId="1FD1853B" w14:textId="77777777" w:rsidR="00834645" w:rsidRPr="00784465" w:rsidRDefault="00834645" w:rsidP="00834645">
            <w:pPr>
              <w:pStyle w:val="SpecNormal"/>
              <w:spacing w:line="240" w:lineRule="auto"/>
            </w:pPr>
          </w:p>
        </w:tc>
        <w:tc>
          <w:tcPr>
            <w:tcW w:w="4957" w:type="dxa"/>
            <w:shd w:val="clear" w:color="auto" w:fill="auto"/>
            <w:noWrap/>
          </w:tcPr>
          <w:p w14:paraId="43F0DA1C" w14:textId="77777777" w:rsidR="00834645" w:rsidRPr="00784465" w:rsidRDefault="00834645" w:rsidP="00834645">
            <w:pPr>
              <w:pStyle w:val="SpecNormal"/>
              <w:spacing w:line="240" w:lineRule="auto"/>
            </w:pPr>
            <w:r w:rsidRPr="00784465">
              <w:t>Witness Selected Equipment Startup</w:t>
            </w:r>
          </w:p>
        </w:tc>
        <w:tc>
          <w:tcPr>
            <w:tcW w:w="852" w:type="dxa"/>
            <w:shd w:val="clear" w:color="auto" w:fill="auto"/>
            <w:noWrap/>
            <w:vAlign w:val="center"/>
          </w:tcPr>
          <w:p w14:paraId="09EC4E6C"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49894E70" w14:textId="77777777" w:rsidR="00834645" w:rsidRPr="00784465" w:rsidRDefault="00834645" w:rsidP="00834645">
            <w:pPr>
              <w:pStyle w:val="SpecNormal"/>
              <w:spacing w:line="240" w:lineRule="auto"/>
            </w:pPr>
            <w:r w:rsidRPr="00784465">
              <w:t>A</w:t>
            </w:r>
          </w:p>
        </w:tc>
        <w:tc>
          <w:tcPr>
            <w:tcW w:w="661" w:type="dxa"/>
            <w:vAlign w:val="center"/>
          </w:tcPr>
          <w:p w14:paraId="33930A49"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2AFE6611" w14:textId="77777777" w:rsidR="00834645" w:rsidRPr="00784465" w:rsidRDefault="00834645" w:rsidP="00834645">
            <w:pPr>
              <w:pStyle w:val="SpecNormal"/>
              <w:spacing w:line="240" w:lineRule="auto"/>
            </w:pPr>
            <w:r w:rsidRPr="00784465">
              <w:t>R</w:t>
            </w:r>
          </w:p>
        </w:tc>
        <w:tc>
          <w:tcPr>
            <w:tcW w:w="780" w:type="dxa"/>
            <w:vAlign w:val="center"/>
          </w:tcPr>
          <w:p w14:paraId="7C9E61F4" w14:textId="77777777" w:rsidR="00834645" w:rsidRPr="00784465" w:rsidRDefault="00834645" w:rsidP="00834645">
            <w:pPr>
              <w:pStyle w:val="SpecNormal"/>
              <w:spacing w:line="240" w:lineRule="auto"/>
            </w:pPr>
            <w:r w:rsidRPr="00784465">
              <w:t>O</w:t>
            </w:r>
          </w:p>
        </w:tc>
        <w:tc>
          <w:tcPr>
            <w:tcW w:w="2189" w:type="dxa"/>
            <w:vAlign w:val="center"/>
          </w:tcPr>
          <w:p w14:paraId="6320CE4A" w14:textId="77777777" w:rsidR="00834645" w:rsidRPr="00784465" w:rsidRDefault="00834645" w:rsidP="00834645">
            <w:pPr>
              <w:pStyle w:val="SpecNormal"/>
              <w:spacing w:line="240" w:lineRule="auto"/>
            </w:pPr>
          </w:p>
        </w:tc>
      </w:tr>
      <w:tr w:rsidR="00834645" w:rsidRPr="00784465" w14:paraId="57CBA2F1" w14:textId="77777777" w:rsidTr="00834645">
        <w:trPr>
          <w:cantSplit/>
          <w:trHeight w:val="300"/>
        </w:trPr>
        <w:tc>
          <w:tcPr>
            <w:tcW w:w="1906" w:type="dxa"/>
            <w:vMerge/>
            <w:shd w:val="clear" w:color="auto" w:fill="auto"/>
            <w:noWrap/>
          </w:tcPr>
          <w:p w14:paraId="445FFEAF" w14:textId="77777777" w:rsidR="00834645" w:rsidRPr="00784465" w:rsidRDefault="00834645" w:rsidP="00834645">
            <w:pPr>
              <w:pStyle w:val="SpecNormal"/>
              <w:spacing w:line="240" w:lineRule="auto"/>
            </w:pPr>
          </w:p>
        </w:tc>
        <w:tc>
          <w:tcPr>
            <w:tcW w:w="4957" w:type="dxa"/>
            <w:shd w:val="clear" w:color="auto" w:fill="auto"/>
            <w:noWrap/>
          </w:tcPr>
          <w:p w14:paraId="31BA4BED" w14:textId="77777777" w:rsidR="00834645" w:rsidRPr="00784465" w:rsidRDefault="00834645" w:rsidP="00834645">
            <w:pPr>
              <w:pStyle w:val="SpecNormal"/>
              <w:spacing w:line="240" w:lineRule="auto"/>
            </w:pPr>
          </w:p>
        </w:tc>
        <w:tc>
          <w:tcPr>
            <w:tcW w:w="852" w:type="dxa"/>
            <w:shd w:val="clear" w:color="auto" w:fill="auto"/>
            <w:noWrap/>
            <w:vAlign w:val="center"/>
          </w:tcPr>
          <w:p w14:paraId="52FFA075" w14:textId="77777777" w:rsidR="00834645" w:rsidRPr="00784465" w:rsidRDefault="00834645" w:rsidP="00834645">
            <w:pPr>
              <w:pStyle w:val="SpecNormal"/>
              <w:spacing w:line="240" w:lineRule="auto"/>
            </w:pPr>
          </w:p>
        </w:tc>
        <w:tc>
          <w:tcPr>
            <w:tcW w:w="600" w:type="dxa"/>
            <w:shd w:val="clear" w:color="auto" w:fill="auto"/>
            <w:noWrap/>
            <w:vAlign w:val="center"/>
          </w:tcPr>
          <w:p w14:paraId="33BB8EC8" w14:textId="77777777" w:rsidR="00834645" w:rsidRPr="00784465" w:rsidRDefault="00834645" w:rsidP="00834645">
            <w:pPr>
              <w:pStyle w:val="SpecNormal"/>
              <w:spacing w:line="240" w:lineRule="auto"/>
            </w:pPr>
          </w:p>
        </w:tc>
        <w:tc>
          <w:tcPr>
            <w:tcW w:w="661" w:type="dxa"/>
            <w:vAlign w:val="center"/>
          </w:tcPr>
          <w:p w14:paraId="3D61662C" w14:textId="77777777" w:rsidR="00834645" w:rsidRPr="00784465" w:rsidRDefault="00834645" w:rsidP="00834645">
            <w:pPr>
              <w:pStyle w:val="SpecNormal"/>
              <w:spacing w:line="240" w:lineRule="auto"/>
            </w:pPr>
          </w:p>
        </w:tc>
        <w:tc>
          <w:tcPr>
            <w:tcW w:w="699" w:type="dxa"/>
            <w:shd w:val="clear" w:color="auto" w:fill="auto"/>
            <w:noWrap/>
            <w:vAlign w:val="center"/>
          </w:tcPr>
          <w:p w14:paraId="5C9985D1" w14:textId="77777777" w:rsidR="00834645" w:rsidRPr="00784465" w:rsidRDefault="00834645" w:rsidP="00834645">
            <w:pPr>
              <w:pStyle w:val="SpecNormal"/>
              <w:spacing w:line="240" w:lineRule="auto"/>
            </w:pPr>
          </w:p>
        </w:tc>
        <w:tc>
          <w:tcPr>
            <w:tcW w:w="780" w:type="dxa"/>
            <w:vAlign w:val="center"/>
          </w:tcPr>
          <w:p w14:paraId="08AF88FB" w14:textId="77777777" w:rsidR="00834645" w:rsidRPr="00784465" w:rsidRDefault="00834645" w:rsidP="00834645">
            <w:pPr>
              <w:pStyle w:val="SpecNormal"/>
              <w:spacing w:line="240" w:lineRule="auto"/>
            </w:pPr>
          </w:p>
        </w:tc>
        <w:tc>
          <w:tcPr>
            <w:tcW w:w="2189" w:type="dxa"/>
            <w:vAlign w:val="center"/>
          </w:tcPr>
          <w:p w14:paraId="5126C7CB" w14:textId="77777777" w:rsidR="00834645" w:rsidRPr="00784465" w:rsidRDefault="00834645" w:rsidP="00834645">
            <w:pPr>
              <w:pStyle w:val="SpecNormal"/>
              <w:spacing w:line="240" w:lineRule="auto"/>
            </w:pPr>
          </w:p>
        </w:tc>
      </w:tr>
      <w:tr w:rsidR="00834645" w:rsidRPr="00784465" w14:paraId="4BF5FE99" w14:textId="77777777" w:rsidTr="00834645">
        <w:trPr>
          <w:cantSplit/>
          <w:trHeight w:val="300"/>
        </w:trPr>
        <w:tc>
          <w:tcPr>
            <w:tcW w:w="1906" w:type="dxa"/>
            <w:vMerge w:val="restart"/>
            <w:shd w:val="clear" w:color="auto" w:fill="auto"/>
            <w:noWrap/>
          </w:tcPr>
          <w:p w14:paraId="3A36DC7B" w14:textId="77777777" w:rsidR="00834645" w:rsidRPr="00784465" w:rsidRDefault="00834645" w:rsidP="00834645">
            <w:pPr>
              <w:pStyle w:val="SpecNormal"/>
              <w:spacing w:line="240" w:lineRule="auto"/>
            </w:pPr>
            <w:r w:rsidRPr="00784465">
              <w:t>Functional Test Protocols</w:t>
            </w:r>
          </w:p>
        </w:tc>
        <w:tc>
          <w:tcPr>
            <w:tcW w:w="4957" w:type="dxa"/>
            <w:shd w:val="clear" w:color="auto" w:fill="auto"/>
            <w:noWrap/>
          </w:tcPr>
          <w:p w14:paraId="65B527DC" w14:textId="77777777" w:rsidR="00834645" w:rsidRPr="00784465" w:rsidRDefault="00834645" w:rsidP="00834645">
            <w:pPr>
              <w:pStyle w:val="SpecNormal"/>
              <w:spacing w:line="240" w:lineRule="auto"/>
            </w:pPr>
            <w:r w:rsidRPr="00784465">
              <w:t>TAB Verification</w:t>
            </w:r>
          </w:p>
        </w:tc>
        <w:tc>
          <w:tcPr>
            <w:tcW w:w="852" w:type="dxa"/>
            <w:shd w:val="clear" w:color="auto" w:fill="auto"/>
            <w:noWrap/>
            <w:vAlign w:val="center"/>
          </w:tcPr>
          <w:p w14:paraId="71C70034"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7A5FD08F" w14:textId="77777777" w:rsidR="00834645" w:rsidRPr="00784465" w:rsidRDefault="00834645" w:rsidP="00834645">
            <w:pPr>
              <w:pStyle w:val="SpecNormal"/>
              <w:spacing w:line="240" w:lineRule="auto"/>
            </w:pPr>
            <w:r w:rsidRPr="00784465">
              <w:t>A</w:t>
            </w:r>
          </w:p>
        </w:tc>
        <w:tc>
          <w:tcPr>
            <w:tcW w:w="661" w:type="dxa"/>
            <w:vAlign w:val="center"/>
          </w:tcPr>
          <w:p w14:paraId="48D0FFF3"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14F7ECD0" w14:textId="77777777" w:rsidR="00834645" w:rsidRPr="00784465" w:rsidRDefault="00834645" w:rsidP="00834645">
            <w:pPr>
              <w:pStyle w:val="SpecNormal"/>
              <w:spacing w:line="240" w:lineRule="auto"/>
            </w:pPr>
            <w:r w:rsidRPr="00784465">
              <w:t>R</w:t>
            </w:r>
          </w:p>
        </w:tc>
        <w:tc>
          <w:tcPr>
            <w:tcW w:w="780" w:type="dxa"/>
            <w:vAlign w:val="center"/>
          </w:tcPr>
          <w:p w14:paraId="0644B1BF" w14:textId="77777777" w:rsidR="00834645" w:rsidRPr="00784465" w:rsidRDefault="00834645" w:rsidP="00834645">
            <w:pPr>
              <w:pStyle w:val="SpecNormal"/>
              <w:spacing w:line="240" w:lineRule="auto"/>
            </w:pPr>
            <w:r w:rsidRPr="00784465">
              <w:t>O</w:t>
            </w:r>
          </w:p>
        </w:tc>
        <w:tc>
          <w:tcPr>
            <w:tcW w:w="2189" w:type="dxa"/>
            <w:vAlign w:val="center"/>
          </w:tcPr>
          <w:p w14:paraId="1463991F" w14:textId="77777777" w:rsidR="00834645" w:rsidRPr="00784465" w:rsidRDefault="00834645" w:rsidP="00834645">
            <w:pPr>
              <w:pStyle w:val="SpecNormal"/>
              <w:spacing w:line="240" w:lineRule="auto"/>
            </w:pPr>
          </w:p>
        </w:tc>
      </w:tr>
      <w:tr w:rsidR="00834645" w:rsidRPr="00784465" w14:paraId="44F62CB6" w14:textId="77777777" w:rsidTr="00834645">
        <w:trPr>
          <w:cantSplit/>
          <w:trHeight w:val="300"/>
        </w:trPr>
        <w:tc>
          <w:tcPr>
            <w:tcW w:w="1906" w:type="dxa"/>
            <w:vMerge/>
            <w:shd w:val="clear" w:color="auto" w:fill="auto"/>
            <w:noWrap/>
          </w:tcPr>
          <w:p w14:paraId="3735003C" w14:textId="77777777" w:rsidR="00834645" w:rsidRPr="00784465" w:rsidRDefault="00834645" w:rsidP="00834645">
            <w:pPr>
              <w:pStyle w:val="SpecNormal"/>
              <w:spacing w:line="240" w:lineRule="auto"/>
            </w:pPr>
          </w:p>
        </w:tc>
        <w:tc>
          <w:tcPr>
            <w:tcW w:w="4957" w:type="dxa"/>
            <w:shd w:val="clear" w:color="auto" w:fill="auto"/>
            <w:noWrap/>
          </w:tcPr>
          <w:p w14:paraId="0756D0AC" w14:textId="77777777" w:rsidR="00834645" w:rsidRPr="00784465" w:rsidRDefault="00834645" w:rsidP="00834645">
            <w:pPr>
              <w:pStyle w:val="SpecNormal"/>
              <w:spacing w:line="240" w:lineRule="auto"/>
            </w:pPr>
            <w:r w:rsidRPr="00784465">
              <w:t>Systems Functional Performance Testing</w:t>
            </w:r>
          </w:p>
        </w:tc>
        <w:tc>
          <w:tcPr>
            <w:tcW w:w="852" w:type="dxa"/>
            <w:shd w:val="clear" w:color="auto" w:fill="auto"/>
            <w:noWrap/>
            <w:vAlign w:val="center"/>
          </w:tcPr>
          <w:p w14:paraId="289005EA"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383FBB06" w14:textId="77777777" w:rsidR="00834645" w:rsidRPr="00784465" w:rsidRDefault="00834645" w:rsidP="00834645">
            <w:pPr>
              <w:pStyle w:val="SpecNormal"/>
              <w:spacing w:line="240" w:lineRule="auto"/>
            </w:pPr>
            <w:r w:rsidRPr="00784465">
              <w:t>A</w:t>
            </w:r>
          </w:p>
        </w:tc>
        <w:tc>
          <w:tcPr>
            <w:tcW w:w="661" w:type="dxa"/>
            <w:vAlign w:val="center"/>
          </w:tcPr>
          <w:p w14:paraId="7FF6A6EC" w14:textId="77777777" w:rsidR="00834645" w:rsidRPr="00784465" w:rsidRDefault="00834645" w:rsidP="00834645">
            <w:pPr>
              <w:pStyle w:val="SpecNormal"/>
              <w:spacing w:line="240" w:lineRule="auto"/>
            </w:pPr>
            <w:r w:rsidRPr="00784465">
              <w:t>P</w:t>
            </w:r>
          </w:p>
        </w:tc>
        <w:tc>
          <w:tcPr>
            <w:tcW w:w="699" w:type="dxa"/>
            <w:shd w:val="clear" w:color="auto" w:fill="auto"/>
            <w:noWrap/>
            <w:vAlign w:val="center"/>
          </w:tcPr>
          <w:p w14:paraId="346EB275" w14:textId="77777777" w:rsidR="00834645" w:rsidRPr="00784465" w:rsidRDefault="00834645" w:rsidP="00834645">
            <w:pPr>
              <w:pStyle w:val="SpecNormal"/>
              <w:spacing w:line="240" w:lineRule="auto"/>
            </w:pPr>
            <w:r w:rsidRPr="00784465">
              <w:t>P</w:t>
            </w:r>
          </w:p>
        </w:tc>
        <w:tc>
          <w:tcPr>
            <w:tcW w:w="780" w:type="dxa"/>
            <w:vAlign w:val="center"/>
          </w:tcPr>
          <w:p w14:paraId="15C0FCC3" w14:textId="77777777" w:rsidR="00834645" w:rsidRPr="00784465" w:rsidRDefault="00834645" w:rsidP="00834645">
            <w:pPr>
              <w:pStyle w:val="SpecNormal"/>
              <w:spacing w:line="240" w:lineRule="auto"/>
            </w:pPr>
            <w:r w:rsidRPr="00784465">
              <w:t>P</w:t>
            </w:r>
          </w:p>
        </w:tc>
        <w:tc>
          <w:tcPr>
            <w:tcW w:w="2189" w:type="dxa"/>
            <w:vAlign w:val="center"/>
          </w:tcPr>
          <w:p w14:paraId="27AD788B" w14:textId="77777777" w:rsidR="00834645" w:rsidRPr="00784465" w:rsidRDefault="00834645" w:rsidP="00834645">
            <w:pPr>
              <w:pStyle w:val="SpecNormal"/>
              <w:spacing w:line="240" w:lineRule="auto"/>
            </w:pPr>
          </w:p>
        </w:tc>
      </w:tr>
      <w:tr w:rsidR="00834645" w:rsidRPr="00784465" w14:paraId="06F6FBF9" w14:textId="77777777" w:rsidTr="00834645">
        <w:trPr>
          <w:cantSplit/>
          <w:trHeight w:val="300"/>
        </w:trPr>
        <w:tc>
          <w:tcPr>
            <w:tcW w:w="1906" w:type="dxa"/>
            <w:vMerge/>
            <w:shd w:val="clear" w:color="auto" w:fill="auto"/>
            <w:noWrap/>
          </w:tcPr>
          <w:p w14:paraId="331E0F25" w14:textId="77777777" w:rsidR="00834645" w:rsidRPr="00784465" w:rsidRDefault="00834645" w:rsidP="00834645">
            <w:pPr>
              <w:pStyle w:val="SpecNormal"/>
              <w:spacing w:line="240" w:lineRule="auto"/>
            </w:pPr>
          </w:p>
        </w:tc>
        <w:tc>
          <w:tcPr>
            <w:tcW w:w="4957" w:type="dxa"/>
            <w:shd w:val="clear" w:color="auto" w:fill="auto"/>
            <w:noWrap/>
          </w:tcPr>
          <w:p w14:paraId="2337CDCB" w14:textId="77777777" w:rsidR="00834645" w:rsidRPr="00784465" w:rsidRDefault="00834645" w:rsidP="00834645">
            <w:pPr>
              <w:pStyle w:val="SpecNormal"/>
              <w:spacing w:line="240" w:lineRule="auto"/>
            </w:pPr>
            <w:r w:rsidRPr="00784465">
              <w:t>Retesting</w:t>
            </w:r>
          </w:p>
        </w:tc>
        <w:tc>
          <w:tcPr>
            <w:tcW w:w="852" w:type="dxa"/>
            <w:shd w:val="clear" w:color="auto" w:fill="auto"/>
            <w:noWrap/>
            <w:vAlign w:val="center"/>
          </w:tcPr>
          <w:p w14:paraId="2EDEA5EF"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2E909CB7" w14:textId="77777777" w:rsidR="00834645" w:rsidRPr="00784465" w:rsidRDefault="00834645" w:rsidP="00834645">
            <w:pPr>
              <w:pStyle w:val="SpecNormal"/>
              <w:spacing w:line="240" w:lineRule="auto"/>
            </w:pPr>
            <w:r w:rsidRPr="00784465">
              <w:t>A</w:t>
            </w:r>
          </w:p>
        </w:tc>
        <w:tc>
          <w:tcPr>
            <w:tcW w:w="661" w:type="dxa"/>
            <w:vAlign w:val="center"/>
          </w:tcPr>
          <w:p w14:paraId="7CD8D89E" w14:textId="77777777" w:rsidR="00834645" w:rsidRPr="00784465" w:rsidRDefault="00834645" w:rsidP="00834645">
            <w:pPr>
              <w:pStyle w:val="SpecNormal"/>
              <w:spacing w:line="240" w:lineRule="auto"/>
            </w:pPr>
            <w:r w:rsidRPr="00784465">
              <w:t>P</w:t>
            </w:r>
          </w:p>
        </w:tc>
        <w:tc>
          <w:tcPr>
            <w:tcW w:w="699" w:type="dxa"/>
            <w:shd w:val="clear" w:color="auto" w:fill="auto"/>
            <w:noWrap/>
            <w:vAlign w:val="center"/>
          </w:tcPr>
          <w:p w14:paraId="25FB11D2" w14:textId="77777777" w:rsidR="00834645" w:rsidRPr="00784465" w:rsidRDefault="00834645" w:rsidP="00834645">
            <w:pPr>
              <w:pStyle w:val="SpecNormal"/>
              <w:spacing w:line="240" w:lineRule="auto"/>
            </w:pPr>
            <w:r w:rsidRPr="00784465">
              <w:t>P</w:t>
            </w:r>
          </w:p>
        </w:tc>
        <w:tc>
          <w:tcPr>
            <w:tcW w:w="780" w:type="dxa"/>
            <w:vAlign w:val="center"/>
          </w:tcPr>
          <w:p w14:paraId="2BE778D6" w14:textId="77777777" w:rsidR="00834645" w:rsidRPr="00784465" w:rsidRDefault="00834645" w:rsidP="00834645">
            <w:pPr>
              <w:pStyle w:val="SpecNormal"/>
              <w:spacing w:line="240" w:lineRule="auto"/>
            </w:pPr>
            <w:r w:rsidRPr="00784465">
              <w:t>P</w:t>
            </w:r>
          </w:p>
        </w:tc>
        <w:tc>
          <w:tcPr>
            <w:tcW w:w="2189" w:type="dxa"/>
            <w:vAlign w:val="center"/>
          </w:tcPr>
          <w:p w14:paraId="6A137185" w14:textId="77777777" w:rsidR="00834645" w:rsidRPr="00784465" w:rsidRDefault="00834645" w:rsidP="00834645">
            <w:pPr>
              <w:pStyle w:val="SpecNormal"/>
              <w:spacing w:line="240" w:lineRule="auto"/>
            </w:pPr>
          </w:p>
        </w:tc>
      </w:tr>
      <w:tr w:rsidR="00834645" w:rsidRPr="00784465" w14:paraId="6FEC49A9" w14:textId="77777777" w:rsidTr="00834645">
        <w:trPr>
          <w:cantSplit/>
          <w:trHeight w:val="300"/>
        </w:trPr>
        <w:tc>
          <w:tcPr>
            <w:tcW w:w="1906" w:type="dxa"/>
            <w:vMerge/>
            <w:shd w:val="clear" w:color="auto" w:fill="auto"/>
            <w:noWrap/>
          </w:tcPr>
          <w:p w14:paraId="4C2D2E36" w14:textId="77777777" w:rsidR="00834645" w:rsidRPr="00784465" w:rsidRDefault="00834645" w:rsidP="00834645">
            <w:pPr>
              <w:pStyle w:val="SpecNormal"/>
              <w:spacing w:line="240" w:lineRule="auto"/>
            </w:pPr>
          </w:p>
        </w:tc>
        <w:tc>
          <w:tcPr>
            <w:tcW w:w="4957" w:type="dxa"/>
            <w:shd w:val="clear" w:color="auto" w:fill="auto"/>
            <w:noWrap/>
          </w:tcPr>
          <w:p w14:paraId="7C52B4A4" w14:textId="77777777" w:rsidR="00834645" w:rsidRPr="00784465" w:rsidRDefault="00834645" w:rsidP="00834645">
            <w:pPr>
              <w:pStyle w:val="SpecNormal"/>
              <w:spacing w:line="240" w:lineRule="auto"/>
            </w:pPr>
          </w:p>
        </w:tc>
        <w:tc>
          <w:tcPr>
            <w:tcW w:w="852" w:type="dxa"/>
            <w:shd w:val="clear" w:color="auto" w:fill="auto"/>
            <w:noWrap/>
            <w:vAlign w:val="center"/>
          </w:tcPr>
          <w:p w14:paraId="0BE8EE6B" w14:textId="77777777" w:rsidR="00834645" w:rsidRPr="00784465" w:rsidRDefault="00834645" w:rsidP="00834645">
            <w:pPr>
              <w:pStyle w:val="SpecNormal"/>
              <w:spacing w:line="240" w:lineRule="auto"/>
            </w:pPr>
          </w:p>
        </w:tc>
        <w:tc>
          <w:tcPr>
            <w:tcW w:w="600" w:type="dxa"/>
            <w:shd w:val="clear" w:color="auto" w:fill="auto"/>
            <w:noWrap/>
            <w:vAlign w:val="center"/>
          </w:tcPr>
          <w:p w14:paraId="020F35A6" w14:textId="77777777" w:rsidR="00834645" w:rsidRPr="00784465" w:rsidRDefault="00834645" w:rsidP="00834645">
            <w:pPr>
              <w:pStyle w:val="SpecNormal"/>
              <w:spacing w:line="240" w:lineRule="auto"/>
            </w:pPr>
          </w:p>
        </w:tc>
        <w:tc>
          <w:tcPr>
            <w:tcW w:w="661" w:type="dxa"/>
            <w:vAlign w:val="center"/>
          </w:tcPr>
          <w:p w14:paraId="1C89CC51" w14:textId="77777777" w:rsidR="00834645" w:rsidRPr="00784465" w:rsidRDefault="00834645" w:rsidP="00834645">
            <w:pPr>
              <w:pStyle w:val="SpecNormal"/>
              <w:spacing w:line="240" w:lineRule="auto"/>
            </w:pPr>
          </w:p>
        </w:tc>
        <w:tc>
          <w:tcPr>
            <w:tcW w:w="699" w:type="dxa"/>
            <w:shd w:val="clear" w:color="auto" w:fill="auto"/>
            <w:noWrap/>
            <w:vAlign w:val="center"/>
          </w:tcPr>
          <w:p w14:paraId="6D6FFCF1" w14:textId="77777777" w:rsidR="00834645" w:rsidRPr="00784465" w:rsidRDefault="00834645" w:rsidP="00834645">
            <w:pPr>
              <w:pStyle w:val="SpecNormal"/>
              <w:spacing w:line="240" w:lineRule="auto"/>
            </w:pPr>
          </w:p>
        </w:tc>
        <w:tc>
          <w:tcPr>
            <w:tcW w:w="780" w:type="dxa"/>
            <w:vAlign w:val="center"/>
          </w:tcPr>
          <w:p w14:paraId="7C479F43" w14:textId="77777777" w:rsidR="00834645" w:rsidRPr="00784465" w:rsidRDefault="00834645" w:rsidP="00834645">
            <w:pPr>
              <w:pStyle w:val="SpecNormal"/>
              <w:spacing w:line="240" w:lineRule="auto"/>
            </w:pPr>
          </w:p>
        </w:tc>
        <w:tc>
          <w:tcPr>
            <w:tcW w:w="2189" w:type="dxa"/>
            <w:vAlign w:val="center"/>
          </w:tcPr>
          <w:p w14:paraId="62B5B4F7" w14:textId="77777777" w:rsidR="00834645" w:rsidRPr="00784465" w:rsidRDefault="00834645" w:rsidP="00834645">
            <w:pPr>
              <w:pStyle w:val="SpecNormal"/>
              <w:spacing w:line="240" w:lineRule="auto"/>
            </w:pPr>
          </w:p>
        </w:tc>
      </w:tr>
      <w:tr w:rsidR="00834645" w:rsidRPr="00784465" w14:paraId="63D52BF7" w14:textId="77777777" w:rsidTr="00834645">
        <w:trPr>
          <w:cantSplit/>
          <w:trHeight w:val="300"/>
        </w:trPr>
        <w:tc>
          <w:tcPr>
            <w:tcW w:w="1906" w:type="dxa"/>
            <w:vMerge w:val="restart"/>
            <w:shd w:val="clear" w:color="auto" w:fill="auto"/>
            <w:noWrap/>
          </w:tcPr>
          <w:p w14:paraId="56D2C1BE" w14:textId="77777777" w:rsidR="00834645" w:rsidRPr="00784465" w:rsidRDefault="00834645" w:rsidP="00834645">
            <w:pPr>
              <w:pStyle w:val="SpecNormal"/>
              <w:spacing w:line="240" w:lineRule="auto"/>
            </w:pPr>
            <w:r w:rsidRPr="00784465">
              <w:lastRenderedPageBreak/>
              <w:t>Technical Activities</w:t>
            </w:r>
          </w:p>
        </w:tc>
        <w:tc>
          <w:tcPr>
            <w:tcW w:w="4957" w:type="dxa"/>
            <w:shd w:val="clear" w:color="auto" w:fill="auto"/>
            <w:noWrap/>
          </w:tcPr>
          <w:p w14:paraId="6E5F7ED8" w14:textId="77777777" w:rsidR="00834645" w:rsidRPr="00784465" w:rsidRDefault="00834645" w:rsidP="00834645">
            <w:pPr>
              <w:pStyle w:val="SpecNormal"/>
              <w:spacing w:line="240" w:lineRule="auto"/>
            </w:pPr>
            <w:r w:rsidRPr="00784465">
              <w:t>Issues Resolution Meetings</w:t>
            </w:r>
          </w:p>
        </w:tc>
        <w:tc>
          <w:tcPr>
            <w:tcW w:w="852" w:type="dxa"/>
            <w:shd w:val="clear" w:color="auto" w:fill="auto"/>
            <w:noWrap/>
            <w:vAlign w:val="center"/>
          </w:tcPr>
          <w:p w14:paraId="60922917" w14:textId="77777777" w:rsidR="00834645" w:rsidRPr="00784465" w:rsidRDefault="00834645" w:rsidP="00834645">
            <w:pPr>
              <w:pStyle w:val="SpecNormal"/>
              <w:spacing w:line="240" w:lineRule="auto"/>
            </w:pPr>
            <w:r w:rsidRPr="00784465">
              <w:t>P</w:t>
            </w:r>
          </w:p>
        </w:tc>
        <w:tc>
          <w:tcPr>
            <w:tcW w:w="600" w:type="dxa"/>
            <w:shd w:val="clear" w:color="auto" w:fill="auto"/>
            <w:noWrap/>
            <w:vAlign w:val="center"/>
          </w:tcPr>
          <w:p w14:paraId="623F44AD" w14:textId="77777777" w:rsidR="00834645" w:rsidRPr="00784465" w:rsidRDefault="00834645" w:rsidP="00834645">
            <w:pPr>
              <w:pStyle w:val="SpecNormal"/>
              <w:spacing w:line="240" w:lineRule="auto"/>
            </w:pPr>
            <w:r w:rsidRPr="00784465">
              <w:t>A</w:t>
            </w:r>
          </w:p>
        </w:tc>
        <w:tc>
          <w:tcPr>
            <w:tcW w:w="661" w:type="dxa"/>
            <w:vAlign w:val="center"/>
          </w:tcPr>
          <w:p w14:paraId="303A7B36" w14:textId="77777777" w:rsidR="00834645" w:rsidRPr="00784465" w:rsidRDefault="00834645" w:rsidP="00834645">
            <w:pPr>
              <w:pStyle w:val="SpecNormal"/>
              <w:spacing w:line="240" w:lineRule="auto"/>
            </w:pPr>
            <w:r w:rsidRPr="00784465">
              <w:t>P</w:t>
            </w:r>
          </w:p>
        </w:tc>
        <w:tc>
          <w:tcPr>
            <w:tcW w:w="699" w:type="dxa"/>
            <w:shd w:val="clear" w:color="auto" w:fill="auto"/>
            <w:noWrap/>
            <w:vAlign w:val="center"/>
          </w:tcPr>
          <w:p w14:paraId="4E95A2B4" w14:textId="77777777" w:rsidR="00834645" w:rsidRPr="00784465" w:rsidRDefault="00834645" w:rsidP="00834645">
            <w:pPr>
              <w:pStyle w:val="SpecNormal"/>
              <w:spacing w:line="240" w:lineRule="auto"/>
            </w:pPr>
            <w:r w:rsidRPr="00784465">
              <w:t>L</w:t>
            </w:r>
          </w:p>
        </w:tc>
        <w:tc>
          <w:tcPr>
            <w:tcW w:w="780" w:type="dxa"/>
            <w:vAlign w:val="center"/>
          </w:tcPr>
          <w:p w14:paraId="5D8FB64B" w14:textId="77777777" w:rsidR="00834645" w:rsidRPr="00784465" w:rsidRDefault="00834645" w:rsidP="00834645">
            <w:pPr>
              <w:pStyle w:val="SpecNormal"/>
              <w:spacing w:line="240" w:lineRule="auto"/>
            </w:pPr>
            <w:r w:rsidRPr="00784465">
              <w:t>O</w:t>
            </w:r>
          </w:p>
        </w:tc>
        <w:tc>
          <w:tcPr>
            <w:tcW w:w="2189" w:type="dxa"/>
            <w:vAlign w:val="center"/>
          </w:tcPr>
          <w:p w14:paraId="6D515274" w14:textId="77777777" w:rsidR="00834645" w:rsidRPr="00784465" w:rsidRDefault="00834645" w:rsidP="00834645">
            <w:pPr>
              <w:pStyle w:val="SpecNormal"/>
              <w:spacing w:line="240" w:lineRule="auto"/>
            </w:pPr>
          </w:p>
        </w:tc>
      </w:tr>
      <w:tr w:rsidR="00834645" w:rsidRPr="00784465" w14:paraId="1B4FBC85" w14:textId="77777777" w:rsidTr="00834645">
        <w:trPr>
          <w:cantSplit/>
          <w:trHeight w:val="300"/>
        </w:trPr>
        <w:tc>
          <w:tcPr>
            <w:tcW w:w="1906" w:type="dxa"/>
            <w:vMerge/>
            <w:shd w:val="clear" w:color="auto" w:fill="auto"/>
            <w:noWrap/>
          </w:tcPr>
          <w:p w14:paraId="04049E71" w14:textId="77777777" w:rsidR="00834645" w:rsidRPr="00784465" w:rsidRDefault="00834645" w:rsidP="00834645">
            <w:pPr>
              <w:pStyle w:val="SpecNormal"/>
              <w:spacing w:line="240" w:lineRule="auto"/>
            </w:pPr>
          </w:p>
        </w:tc>
        <w:tc>
          <w:tcPr>
            <w:tcW w:w="4957" w:type="dxa"/>
            <w:shd w:val="clear" w:color="auto" w:fill="auto"/>
            <w:noWrap/>
          </w:tcPr>
          <w:p w14:paraId="403F0442" w14:textId="77777777" w:rsidR="00834645" w:rsidRPr="00784465" w:rsidRDefault="00834645" w:rsidP="00834645">
            <w:pPr>
              <w:pStyle w:val="SpecNormal"/>
              <w:spacing w:line="240" w:lineRule="auto"/>
            </w:pPr>
            <w:r w:rsidRPr="00784465">
              <w:t>Systems Training</w:t>
            </w:r>
          </w:p>
        </w:tc>
        <w:tc>
          <w:tcPr>
            <w:tcW w:w="852" w:type="dxa"/>
            <w:shd w:val="clear" w:color="auto" w:fill="auto"/>
            <w:noWrap/>
            <w:vAlign w:val="center"/>
          </w:tcPr>
          <w:p w14:paraId="4C931C16"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42A9561A" w14:textId="77777777" w:rsidR="00834645" w:rsidRPr="00784465" w:rsidRDefault="00834645" w:rsidP="00834645">
            <w:pPr>
              <w:pStyle w:val="SpecNormal"/>
              <w:spacing w:line="240" w:lineRule="auto"/>
            </w:pPr>
            <w:r w:rsidRPr="00784465">
              <w:t>S</w:t>
            </w:r>
          </w:p>
        </w:tc>
        <w:tc>
          <w:tcPr>
            <w:tcW w:w="661" w:type="dxa"/>
            <w:vAlign w:val="center"/>
          </w:tcPr>
          <w:p w14:paraId="755902AD"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72C8A1E1" w14:textId="77777777" w:rsidR="00834645" w:rsidRPr="00784465" w:rsidRDefault="00834645" w:rsidP="00834645">
            <w:pPr>
              <w:pStyle w:val="SpecNormal"/>
              <w:spacing w:line="240" w:lineRule="auto"/>
            </w:pPr>
            <w:r w:rsidRPr="00784465">
              <w:t>P</w:t>
            </w:r>
          </w:p>
        </w:tc>
        <w:tc>
          <w:tcPr>
            <w:tcW w:w="780" w:type="dxa"/>
            <w:vAlign w:val="center"/>
          </w:tcPr>
          <w:p w14:paraId="15F71879" w14:textId="77777777" w:rsidR="00834645" w:rsidRPr="00784465" w:rsidRDefault="00834645" w:rsidP="00834645">
            <w:pPr>
              <w:pStyle w:val="SpecNormal"/>
              <w:spacing w:line="240" w:lineRule="auto"/>
            </w:pPr>
            <w:r w:rsidRPr="00784465">
              <w:t>P</w:t>
            </w:r>
          </w:p>
        </w:tc>
        <w:tc>
          <w:tcPr>
            <w:tcW w:w="2189" w:type="dxa"/>
            <w:vAlign w:val="center"/>
          </w:tcPr>
          <w:p w14:paraId="43728471" w14:textId="77777777" w:rsidR="00834645" w:rsidRPr="00784465" w:rsidRDefault="00834645" w:rsidP="00834645">
            <w:pPr>
              <w:pStyle w:val="SpecNormal"/>
              <w:spacing w:line="240" w:lineRule="auto"/>
            </w:pPr>
          </w:p>
        </w:tc>
      </w:tr>
      <w:tr w:rsidR="00834645" w:rsidRPr="00784465" w14:paraId="42F7A05D" w14:textId="77777777" w:rsidTr="00834645">
        <w:trPr>
          <w:cantSplit/>
          <w:trHeight w:val="300"/>
        </w:trPr>
        <w:tc>
          <w:tcPr>
            <w:tcW w:w="1906" w:type="dxa"/>
            <w:vMerge/>
            <w:shd w:val="clear" w:color="auto" w:fill="auto"/>
            <w:noWrap/>
          </w:tcPr>
          <w:p w14:paraId="5CFFE925" w14:textId="77777777" w:rsidR="00834645" w:rsidRPr="00784465" w:rsidRDefault="00834645" w:rsidP="00834645">
            <w:pPr>
              <w:pStyle w:val="SpecNormal"/>
              <w:spacing w:line="240" w:lineRule="auto"/>
            </w:pPr>
          </w:p>
        </w:tc>
        <w:tc>
          <w:tcPr>
            <w:tcW w:w="4957" w:type="dxa"/>
            <w:shd w:val="clear" w:color="auto" w:fill="auto"/>
            <w:noWrap/>
          </w:tcPr>
          <w:p w14:paraId="60A01E6F" w14:textId="77777777" w:rsidR="00834645" w:rsidRPr="00784465" w:rsidRDefault="00834645" w:rsidP="00834645">
            <w:pPr>
              <w:pStyle w:val="SpecNormal"/>
              <w:spacing w:line="240" w:lineRule="auto"/>
            </w:pPr>
          </w:p>
        </w:tc>
        <w:tc>
          <w:tcPr>
            <w:tcW w:w="852" w:type="dxa"/>
            <w:shd w:val="clear" w:color="auto" w:fill="auto"/>
            <w:noWrap/>
            <w:vAlign w:val="center"/>
          </w:tcPr>
          <w:p w14:paraId="79BC7B09" w14:textId="77777777" w:rsidR="00834645" w:rsidRPr="00784465" w:rsidRDefault="00834645" w:rsidP="00834645">
            <w:pPr>
              <w:pStyle w:val="SpecNormal"/>
              <w:spacing w:line="240" w:lineRule="auto"/>
            </w:pPr>
          </w:p>
        </w:tc>
        <w:tc>
          <w:tcPr>
            <w:tcW w:w="600" w:type="dxa"/>
            <w:shd w:val="clear" w:color="auto" w:fill="auto"/>
            <w:noWrap/>
            <w:vAlign w:val="center"/>
          </w:tcPr>
          <w:p w14:paraId="4EC90BFE" w14:textId="77777777" w:rsidR="00834645" w:rsidRPr="00784465" w:rsidRDefault="00834645" w:rsidP="00834645">
            <w:pPr>
              <w:pStyle w:val="SpecNormal"/>
              <w:spacing w:line="240" w:lineRule="auto"/>
            </w:pPr>
          </w:p>
        </w:tc>
        <w:tc>
          <w:tcPr>
            <w:tcW w:w="661" w:type="dxa"/>
            <w:vAlign w:val="center"/>
          </w:tcPr>
          <w:p w14:paraId="11DDF5B4" w14:textId="77777777" w:rsidR="00834645" w:rsidRPr="00784465" w:rsidRDefault="00834645" w:rsidP="00834645">
            <w:pPr>
              <w:pStyle w:val="SpecNormal"/>
              <w:spacing w:line="240" w:lineRule="auto"/>
            </w:pPr>
          </w:p>
        </w:tc>
        <w:tc>
          <w:tcPr>
            <w:tcW w:w="699" w:type="dxa"/>
            <w:shd w:val="clear" w:color="auto" w:fill="auto"/>
            <w:noWrap/>
            <w:vAlign w:val="center"/>
          </w:tcPr>
          <w:p w14:paraId="0B27B97C" w14:textId="77777777" w:rsidR="00834645" w:rsidRPr="00784465" w:rsidRDefault="00834645" w:rsidP="00834645">
            <w:pPr>
              <w:pStyle w:val="SpecNormal"/>
              <w:spacing w:line="240" w:lineRule="auto"/>
            </w:pPr>
          </w:p>
        </w:tc>
        <w:tc>
          <w:tcPr>
            <w:tcW w:w="780" w:type="dxa"/>
            <w:vAlign w:val="center"/>
          </w:tcPr>
          <w:p w14:paraId="0E037B47" w14:textId="77777777" w:rsidR="00834645" w:rsidRPr="00784465" w:rsidRDefault="00834645" w:rsidP="00834645">
            <w:pPr>
              <w:pStyle w:val="SpecNormal"/>
              <w:spacing w:line="240" w:lineRule="auto"/>
            </w:pPr>
          </w:p>
        </w:tc>
        <w:tc>
          <w:tcPr>
            <w:tcW w:w="2189" w:type="dxa"/>
            <w:vAlign w:val="center"/>
          </w:tcPr>
          <w:p w14:paraId="369D133B" w14:textId="77777777" w:rsidR="00834645" w:rsidRPr="00784465" w:rsidRDefault="00834645" w:rsidP="00834645">
            <w:pPr>
              <w:pStyle w:val="SpecNormal"/>
              <w:spacing w:line="240" w:lineRule="auto"/>
            </w:pPr>
          </w:p>
        </w:tc>
      </w:tr>
      <w:tr w:rsidR="00834645" w:rsidRPr="00784465" w14:paraId="61FB5ECA" w14:textId="77777777" w:rsidTr="00834645">
        <w:trPr>
          <w:cantSplit/>
          <w:trHeight w:val="300"/>
        </w:trPr>
        <w:tc>
          <w:tcPr>
            <w:tcW w:w="1906" w:type="dxa"/>
            <w:vMerge w:val="restart"/>
            <w:shd w:val="clear" w:color="auto" w:fill="auto"/>
            <w:noWrap/>
          </w:tcPr>
          <w:p w14:paraId="30CFF923" w14:textId="77777777" w:rsidR="00834645" w:rsidRPr="00784465" w:rsidRDefault="00834645" w:rsidP="00834645">
            <w:pPr>
              <w:pStyle w:val="SpecNormal"/>
              <w:spacing w:line="240" w:lineRule="auto"/>
            </w:pPr>
            <w:r w:rsidRPr="00784465">
              <w:t>Reports and Logs</w:t>
            </w:r>
          </w:p>
        </w:tc>
        <w:tc>
          <w:tcPr>
            <w:tcW w:w="4957" w:type="dxa"/>
            <w:shd w:val="clear" w:color="auto" w:fill="auto"/>
            <w:noWrap/>
          </w:tcPr>
          <w:p w14:paraId="35957607" w14:textId="77777777" w:rsidR="00834645" w:rsidRPr="00784465" w:rsidRDefault="00834645" w:rsidP="00834645">
            <w:pPr>
              <w:pStyle w:val="SpecNormal"/>
              <w:spacing w:line="240" w:lineRule="auto"/>
            </w:pPr>
            <w:r w:rsidRPr="00784465">
              <w:t xml:space="preserve">Status Reports </w:t>
            </w:r>
          </w:p>
        </w:tc>
        <w:tc>
          <w:tcPr>
            <w:tcW w:w="852" w:type="dxa"/>
            <w:shd w:val="clear" w:color="auto" w:fill="auto"/>
            <w:noWrap/>
            <w:vAlign w:val="center"/>
          </w:tcPr>
          <w:p w14:paraId="41DDBADE"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7256A5B2" w14:textId="77777777" w:rsidR="00834645" w:rsidRPr="00784465" w:rsidRDefault="00834645" w:rsidP="00834645">
            <w:pPr>
              <w:pStyle w:val="SpecNormal"/>
              <w:spacing w:line="240" w:lineRule="auto"/>
            </w:pPr>
            <w:r w:rsidRPr="00784465">
              <w:t>A</w:t>
            </w:r>
          </w:p>
        </w:tc>
        <w:tc>
          <w:tcPr>
            <w:tcW w:w="661" w:type="dxa"/>
            <w:vAlign w:val="center"/>
          </w:tcPr>
          <w:p w14:paraId="011F8FB6"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32D8D7EA" w14:textId="77777777" w:rsidR="00834645" w:rsidRPr="00784465" w:rsidRDefault="00834645" w:rsidP="00834645">
            <w:pPr>
              <w:pStyle w:val="SpecNormal"/>
              <w:spacing w:line="240" w:lineRule="auto"/>
            </w:pPr>
            <w:r w:rsidRPr="00784465">
              <w:t>R</w:t>
            </w:r>
          </w:p>
        </w:tc>
        <w:tc>
          <w:tcPr>
            <w:tcW w:w="780" w:type="dxa"/>
            <w:vAlign w:val="center"/>
          </w:tcPr>
          <w:p w14:paraId="43DFF896" w14:textId="77777777" w:rsidR="00834645" w:rsidRPr="00784465" w:rsidRDefault="00834645" w:rsidP="00834645">
            <w:pPr>
              <w:pStyle w:val="SpecNormal"/>
              <w:spacing w:line="240" w:lineRule="auto"/>
            </w:pPr>
            <w:r w:rsidRPr="00784465">
              <w:t>O</w:t>
            </w:r>
          </w:p>
        </w:tc>
        <w:tc>
          <w:tcPr>
            <w:tcW w:w="2189" w:type="dxa"/>
            <w:vAlign w:val="center"/>
          </w:tcPr>
          <w:p w14:paraId="025069E6" w14:textId="77777777" w:rsidR="00834645" w:rsidRPr="00784465" w:rsidRDefault="00834645" w:rsidP="00834645">
            <w:pPr>
              <w:pStyle w:val="SpecNormal"/>
              <w:spacing w:line="240" w:lineRule="auto"/>
            </w:pPr>
          </w:p>
        </w:tc>
      </w:tr>
      <w:tr w:rsidR="00834645" w:rsidRPr="00784465" w14:paraId="1E42B901" w14:textId="77777777" w:rsidTr="00834645">
        <w:trPr>
          <w:cantSplit/>
          <w:trHeight w:val="300"/>
        </w:trPr>
        <w:tc>
          <w:tcPr>
            <w:tcW w:w="1906" w:type="dxa"/>
            <w:vMerge/>
            <w:shd w:val="clear" w:color="auto" w:fill="auto"/>
            <w:noWrap/>
          </w:tcPr>
          <w:p w14:paraId="03705B1B" w14:textId="77777777" w:rsidR="00834645" w:rsidRPr="00784465" w:rsidRDefault="00834645" w:rsidP="00834645">
            <w:pPr>
              <w:pStyle w:val="SpecNormal"/>
              <w:spacing w:line="240" w:lineRule="auto"/>
            </w:pPr>
          </w:p>
        </w:tc>
        <w:tc>
          <w:tcPr>
            <w:tcW w:w="4957" w:type="dxa"/>
            <w:shd w:val="clear" w:color="auto" w:fill="auto"/>
            <w:noWrap/>
          </w:tcPr>
          <w:p w14:paraId="0863DE9F" w14:textId="77777777" w:rsidR="00834645" w:rsidRPr="00784465" w:rsidRDefault="00834645" w:rsidP="00834645">
            <w:pPr>
              <w:pStyle w:val="SpecNormal"/>
              <w:spacing w:line="240" w:lineRule="auto"/>
            </w:pPr>
            <w:r w:rsidRPr="00784465">
              <w:t>Maintain Commissioning Issues Log</w:t>
            </w:r>
          </w:p>
        </w:tc>
        <w:tc>
          <w:tcPr>
            <w:tcW w:w="852" w:type="dxa"/>
            <w:shd w:val="clear" w:color="auto" w:fill="auto"/>
            <w:noWrap/>
            <w:vAlign w:val="center"/>
          </w:tcPr>
          <w:p w14:paraId="7A603BFF"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58EA955B" w14:textId="77777777" w:rsidR="00834645" w:rsidRPr="00784465" w:rsidRDefault="00834645" w:rsidP="00834645">
            <w:pPr>
              <w:pStyle w:val="SpecNormal"/>
              <w:spacing w:line="240" w:lineRule="auto"/>
            </w:pPr>
            <w:r w:rsidRPr="00784465">
              <w:t>A</w:t>
            </w:r>
          </w:p>
        </w:tc>
        <w:tc>
          <w:tcPr>
            <w:tcW w:w="661" w:type="dxa"/>
            <w:vAlign w:val="center"/>
          </w:tcPr>
          <w:p w14:paraId="3A70974E"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0C695D9C" w14:textId="77777777" w:rsidR="00834645" w:rsidRPr="00784465" w:rsidRDefault="00834645" w:rsidP="00834645">
            <w:pPr>
              <w:pStyle w:val="SpecNormal"/>
              <w:spacing w:line="240" w:lineRule="auto"/>
            </w:pPr>
            <w:r w:rsidRPr="00784465">
              <w:t>R</w:t>
            </w:r>
          </w:p>
        </w:tc>
        <w:tc>
          <w:tcPr>
            <w:tcW w:w="780" w:type="dxa"/>
            <w:vAlign w:val="center"/>
          </w:tcPr>
          <w:p w14:paraId="4138EE15" w14:textId="77777777" w:rsidR="00834645" w:rsidRPr="00784465" w:rsidRDefault="00834645" w:rsidP="00834645">
            <w:pPr>
              <w:pStyle w:val="SpecNormal"/>
              <w:spacing w:line="240" w:lineRule="auto"/>
            </w:pPr>
            <w:r w:rsidRPr="00784465">
              <w:t>O</w:t>
            </w:r>
          </w:p>
        </w:tc>
        <w:tc>
          <w:tcPr>
            <w:tcW w:w="2189" w:type="dxa"/>
            <w:vAlign w:val="center"/>
          </w:tcPr>
          <w:p w14:paraId="40126F40" w14:textId="77777777" w:rsidR="00834645" w:rsidRPr="00784465" w:rsidRDefault="00834645" w:rsidP="00834645">
            <w:pPr>
              <w:pStyle w:val="SpecNormal"/>
              <w:spacing w:line="240" w:lineRule="auto"/>
            </w:pPr>
          </w:p>
        </w:tc>
      </w:tr>
      <w:tr w:rsidR="00834645" w:rsidRPr="00784465" w14:paraId="406E823B" w14:textId="77777777" w:rsidTr="00834645">
        <w:trPr>
          <w:cantSplit/>
          <w:trHeight w:val="300"/>
        </w:trPr>
        <w:tc>
          <w:tcPr>
            <w:tcW w:w="1906" w:type="dxa"/>
            <w:vMerge/>
            <w:shd w:val="clear" w:color="auto" w:fill="auto"/>
            <w:noWrap/>
          </w:tcPr>
          <w:p w14:paraId="00C00B2C" w14:textId="77777777" w:rsidR="00834645" w:rsidRPr="00784465" w:rsidRDefault="00834645" w:rsidP="00834645">
            <w:pPr>
              <w:pStyle w:val="SpecNormal"/>
              <w:spacing w:line="240" w:lineRule="auto"/>
            </w:pPr>
          </w:p>
        </w:tc>
        <w:tc>
          <w:tcPr>
            <w:tcW w:w="4957" w:type="dxa"/>
            <w:shd w:val="clear" w:color="auto" w:fill="auto"/>
            <w:noWrap/>
          </w:tcPr>
          <w:p w14:paraId="6279461D" w14:textId="77777777" w:rsidR="00834645" w:rsidRPr="00784465" w:rsidRDefault="00834645" w:rsidP="00834645">
            <w:pPr>
              <w:pStyle w:val="SpecNormal"/>
              <w:spacing w:line="240" w:lineRule="auto"/>
            </w:pPr>
            <w:r w:rsidRPr="00784465">
              <w:t>Final Commissioning Report</w:t>
            </w:r>
          </w:p>
        </w:tc>
        <w:tc>
          <w:tcPr>
            <w:tcW w:w="852" w:type="dxa"/>
            <w:shd w:val="clear" w:color="auto" w:fill="auto"/>
            <w:noWrap/>
            <w:vAlign w:val="center"/>
          </w:tcPr>
          <w:p w14:paraId="6183AA0A"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131F2F55" w14:textId="77777777" w:rsidR="00834645" w:rsidRPr="00784465" w:rsidRDefault="00834645" w:rsidP="00834645">
            <w:pPr>
              <w:pStyle w:val="SpecNormal"/>
              <w:spacing w:line="240" w:lineRule="auto"/>
            </w:pPr>
            <w:r w:rsidRPr="00784465">
              <w:t>A</w:t>
            </w:r>
          </w:p>
        </w:tc>
        <w:tc>
          <w:tcPr>
            <w:tcW w:w="661" w:type="dxa"/>
            <w:vAlign w:val="center"/>
          </w:tcPr>
          <w:p w14:paraId="2E67805C"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53B410E7" w14:textId="77777777" w:rsidR="00834645" w:rsidRPr="00784465" w:rsidRDefault="00834645" w:rsidP="00834645">
            <w:pPr>
              <w:pStyle w:val="SpecNormal"/>
              <w:spacing w:line="240" w:lineRule="auto"/>
            </w:pPr>
            <w:r w:rsidRPr="00784465">
              <w:t>R</w:t>
            </w:r>
          </w:p>
        </w:tc>
        <w:tc>
          <w:tcPr>
            <w:tcW w:w="780" w:type="dxa"/>
            <w:vAlign w:val="center"/>
          </w:tcPr>
          <w:p w14:paraId="3DF952B2" w14:textId="77777777" w:rsidR="00834645" w:rsidRPr="00784465" w:rsidRDefault="00834645" w:rsidP="00834645">
            <w:pPr>
              <w:pStyle w:val="SpecNormal"/>
              <w:spacing w:line="240" w:lineRule="auto"/>
            </w:pPr>
            <w:r w:rsidRPr="00784465">
              <w:t>R</w:t>
            </w:r>
          </w:p>
        </w:tc>
        <w:tc>
          <w:tcPr>
            <w:tcW w:w="2189" w:type="dxa"/>
            <w:vAlign w:val="center"/>
          </w:tcPr>
          <w:p w14:paraId="20E65C45" w14:textId="77777777" w:rsidR="00834645" w:rsidRPr="00784465" w:rsidRDefault="00834645" w:rsidP="00834645">
            <w:pPr>
              <w:pStyle w:val="SpecNormal"/>
              <w:spacing w:line="240" w:lineRule="auto"/>
            </w:pPr>
          </w:p>
        </w:tc>
      </w:tr>
      <w:tr w:rsidR="00834645" w:rsidRPr="00784465" w14:paraId="079A58CA" w14:textId="77777777" w:rsidTr="00834645">
        <w:trPr>
          <w:cantSplit/>
          <w:trHeight w:val="300"/>
        </w:trPr>
        <w:tc>
          <w:tcPr>
            <w:tcW w:w="1906" w:type="dxa"/>
            <w:vMerge/>
            <w:shd w:val="clear" w:color="auto" w:fill="auto"/>
            <w:noWrap/>
          </w:tcPr>
          <w:p w14:paraId="6A86EFFE" w14:textId="77777777" w:rsidR="00834645" w:rsidRPr="00784465" w:rsidRDefault="00834645" w:rsidP="00834645">
            <w:pPr>
              <w:pStyle w:val="SpecNormal"/>
              <w:spacing w:line="240" w:lineRule="auto"/>
            </w:pPr>
          </w:p>
        </w:tc>
        <w:tc>
          <w:tcPr>
            <w:tcW w:w="4957" w:type="dxa"/>
            <w:shd w:val="clear" w:color="auto" w:fill="auto"/>
            <w:noWrap/>
          </w:tcPr>
          <w:p w14:paraId="55B1C5F4" w14:textId="77777777" w:rsidR="00834645" w:rsidRPr="00784465" w:rsidRDefault="00834645" w:rsidP="00834645">
            <w:pPr>
              <w:pStyle w:val="SpecNormal"/>
              <w:spacing w:line="240" w:lineRule="auto"/>
            </w:pPr>
            <w:r w:rsidRPr="00784465">
              <w:t>Prepare Systems Manuals</w:t>
            </w:r>
          </w:p>
        </w:tc>
        <w:tc>
          <w:tcPr>
            <w:tcW w:w="852" w:type="dxa"/>
            <w:shd w:val="clear" w:color="auto" w:fill="auto"/>
            <w:noWrap/>
            <w:vAlign w:val="center"/>
          </w:tcPr>
          <w:p w14:paraId="200403F3"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551840BE" w14:textId="77777777" w:rsidR="00834645" w:rsidRPr="00784465" w:rsidRDefault="00834645" w:rsidP="00834645">
            <w:pPr>
              <w:pStyle w:val="SpecNormal"/>
              <w:spacing w:line="240" w:lineRule="auto"/>
            </w:pPr>
            <w:r w:rsidRPr="00784465">
              <w:t>A</w:t>
            </w:r>
          </w:p>
        </w:tc>
        <w:tc>
          <w:tcPr>
            <w:tcW w:w="661" w:type="dxa"/>
            <w:vAlign w:val="center"/>
          </w:tcPr>
          <w:p w14:paraId="1E788D18" w14:textId="77777777" w:rsidR="00834645" w:rsidRPr="00784465" w:rsidRDefault="00834645" w:rsidP="00834645">
            <w:pPr>
              <w:pStyle w:val="SpecNormal"/>
              <w:spacing w:line="240" w:lineRule="auto"/>
            </w:pPr>
            <w:r w:rsidRPr="00784465">
              <w:t>R</w:t>
            </w:r>
          </w:p>
        </w:tc>
        <w:tc>
          <w:tcPr>
            <w:tcW w:w="699" w:type="dxa"/>
            <w:shd w:val="clear" w:color="auto" w:fill="auto"/>
            <w:noWrap/>
            <w:vAlign w:val="center"/>
          </w:tcPr>
          <w:p w14:paraId="11C9A3EB" w14:textId="77777777" w:rsidR="00834645" w:rsidRPr="00784465" w:rsidRDefault="00834645" w:rsidP="00834645">
            <w:pPr>
              <w:pStyle w:val="SpecNormal"/>
              <w:spacing w:line="240" w:lineRule="auto"/>
            </w:pPr>
            <w:r w:rsidRPr="00784465">
              <w:t>R</w:t>
            </w:r>
          </w:p>
        </w:tc>
        <w:tc>
          <w:tcPr>
            <w:tcW w:w="780" w:type="dxa"/>
            <w:vAlign w:val="center"/>
          </w:tcPr>
          <w:p w14:paraId="7FA22BCF" w14:textId="77777777" w:rsidR="00834645" w:rsidRPr="00784465" w:rsidRDefault="00834645" w:rsidP="00834645">
            <w:pPr>
              <w:pStyle w:val="SpecNormal"/>
              <w:spacing w:line="240" w:lineRule="auto"/>
            </w:pPr>
            <w:r w:rsidRPr="00784465">
              <w:t>R</w:t>
            </w:r>
          </w:p>
        </w:tc>
        <w:tc>
          <w:tcPr>
            <w:tcW w:w="2189" w:type="dxa"/>
            <w:vAlign w:val="center"/>
          </w:tcPr>
          <w:p w14:paraId="0B77A24F" w14:textId="77777777" w:rsidR="00834645" w:rsidRPr="00784465" w:rsidRDefault="00834645" w:rsidP="00834645">
            <w:pPr>
              <w:pStyle w:val="SpecNormal"/>
              <w:spacing w:line="240" w:lineRule="auto"/>
            </w:pPr>
          </w:p>
        </w:tc>
      </w:tr>
      <w:tr w:rsidR="00834645" w:rsidRPr="00784465" w14:paraId="3A298E63" w14:textId="77777777" w:rsidTr="00834645">
        <w:trPr>
          <w:cantSplit/>
          <w:trHeight w:val="300"/>
        </w:trPr>
        <w:tc>
          <w:tcPr>
            <w:tcW w:w="1906" w:type="dxa"/>
            <w:vMerge/>
            <w:shd w:val="clear" w:color="auto" w:fill="auto"/>
            <w:noWrap/>
          </w:tcPr>
          <w:p w14:paraId="474CF7AD" w14:textId="77777777" w:rsidR="00834645" w:rsidRPr="00784465" w:rsidRDefault="00834645" w:rsidP="00834645">
            <w:pPr>
              <w:pStyle w:val="SpecNormal"/>
              <w:spacing w:line="240" w:lineRule="auto"/>
            </w:pPr>
          </w:p>
        </w:tc>
        <w:tc>
          <w:tcPr>
            <w:tcW w:w="4957" w:type="dxa"/>
            <w:shd w:val="clear" w:color="auto" w:fill="auto"/>
            <w:noWrap/>
          </w:tcPr>
          <w:p w14:paraId="6EC68DD3" w14:textId="77777777" w:rsidR="00834645" w:rsidRPr="00784465" w:rsidRDefault="00834645" w:rsidP="00834645">
            <w:pPr>
              <w:pStyle w:val="SpecNormal"/>
              <w:spacing w:line="240" w:lineRule="auto"/>
            </w:pPr>
          </w:p>
        </w:tc>
        <w:tc>
          <w:tcPr>
            <w:tcW w:w="852" w:type="dxa"/>
            <w:shd w:val="clear" w:color="auto" w:fill="auto"/>
            <w:noWrap/>
            <w:vAlign w:val="center"/>
          </w:tcPr>
          <w:p w14:paraId="523BB9A8" w14:textId="77777777" w:rsidR="00834645" w:rsidRPr="00784465" w:rsidRDefault="00834645" w:rsidP="00834645">
            <w:pPr>
              <w:pStyle w:val="SpecNormal"/>
              <w:spacing w:line="240" w:lineRule="auto"/>
            </w:pPr>
          </w:p>
        </w:tc>
        <w:tc>
          <w:tcPr>
            <w:tcW w:w="600" w:type="dxa"/>
            <w:shd w:val="clear" w:color="auto" w:fill="auto"/>
            <w:noWrap/>
            <w:vAlign w:val="center"/>
          </w:tcPr>
          <w:p w14:paraId="584E5259" w14:textId="77777777" w:rsidR="00834645" w:rsidRPr="00784465" w:rsidRDefault="00834645" w:rsidP="00834645">
            <w:pPr>
              <w:pStyle w:val="SpecNormal"/>
              <w:spacing w:line="240" w:lineRule="auto"/>
            </w:pPr>
          </w:p>
        </w:tc>
        <w:tc>
          <w:tcPr>
            <w:tcW w:w="661" w:type="dxa"/>
            <w:vAlign w:val="center"/>
          </w:tcPr>
          <w:p w14:paraId="4FBA04E3" w14:textId="77777777" w:rsidR="00834645" w:rsidRPr="00784465" w:rsidRDefault="00834645" w:rsidP="00834645">
            <w:pPr>
              <w:pStyle w:val="SpecNormal"/>
              <w:spacing w:line="240" w:lineRule="auto"/>
            </w:pPr>
          </w:p>
        </w:tc>
        <w:tc>
          <w:tcPr>
            <w:tcW w:w="699" w:type="dxa"/>
            <w:shd w:val="clear" w:color="auto" w:fill="auto"/>
            <w:noWrap/>
            <w:vAlign w:val="center"/>
          </w:tcPr>
          <w:p w14:paraId="2E5A492A" w14:textId="77777777" w:rsidR="00834645" w:rsidRPr="00784465" w:rsidRDefault="00834645" w:rsidP="00834645">
            <w:pPr>
              <w:pStyle w:val="SpecNormal"/>
              <w:spacing w:line="240" w:lineRule="auto"/>
            </w:pPr>
          </w:p>
        </w:tc>
        <w:tc>
          <w:tcPr>
            <w:tcW w:w="780" w:type="dxa"/>
            <w:vAlign w:val="center"/>
          </w:tcPr>
          <w:p w14:paraId="58B59BC9" w14:textId="77777777" w:rsidR="00834645" w:rsidRPr="00784465" w:rsidRDefault="00834645" w:rsidP="00834645">
            <w:pPr>
              <w:pStyle w:val="SpecNormal"/>
              <w:spacing w:line="240" w:lineRule="auto"/>
            </w:pPr>
          </w:p>
        </w:tc>
        <w:tc>
          <w:tcPr>
            <w:tcW w:w="2189" w:type="dxa"/>
            <w:vAlign w:val="center"/>
          </w:tcPr>
          <w:p w14:paraId="4A264B74" w14:textId="77777777" w:rsidR="00834645" w:rsidRPr="00784465" w:rsidRDefault="00834645" w:rsidP="00834645">
            <w:pPr>
              <w:pStyle w:val="SpecNormal"/>
              <w:spacing w:line="240" w:lineRule="auto"/>
            </w:pPr>
          </w:p>
        </w:tc>
      </w:tr>
    </w:tbl>
    <w:p w14:paraId="67483F5C" w14:textId="77777777" w:rsidR="00834645" w:rsidRPr="00784465" w:rsidRDefault="00834645" w:rsidP="00834645">
      <w:pPr>
        <w:pStyle w:val="Level1"/>
      </w:pPr>
    </w:p>
    <w:p w14:paraId="59B38CA1" w14:textId="77777777" w:rsidR="00834645" w:rsidRPr="00985F6A" w:rsidRDefault="00834645" w:rsidP="00F61173"/>
    <w:p w14:paraId="5826DF05" w14:textId="77777777" w:rsidR="00834645" w:rsidRPr="00784465" w:rsidRDefault="00834645" w:rsidP="00834645">
      <w:pPr>
        <w:pStyle w:val="Level1"/>
      </w:pPr>
      <w:r>
        <w:t>C.</w:t>
      </w:r>
      <w:r>
        <w:tab/>
      </w:r>
      <w:r w:rsidRPr="00784465">
        <w:t>The following table outlines the roles and responsibilities for the Commissioning Team members during the Warranty Phase:</w:t>
      </w:r>
    </w:p>
    <w:p w14:paraId="6646972F" w14:textId="77777777" w:rsidR="00F61173" w:rsidRDefault="00F61173" w:rsidP="003B1C5E">
      <w:pPr>
        <w:pStyle w:val="Level1"/>
      </w:pPr>
    </w:p>
    <w:p w14:paraId="3D22D425" w14:textId="77777777" w:rsidR="00834645" w:rsidRDefault="00834645" w:rsidP="003B1C5E">
      <w:pPr>
        <w:pStyle w:val="Level1"/>
      </w:pPr>
    </w:p>
    <w:p w14:paraId="7C3162C2" w14:textId="77777777" w:rsidR="00834645" w:rsidRDefault="00834645" w:rsidP="003B1C5E">
      <w:pPr>
        <w:pStyle w:val="Level1"/>
      </w:pPr>
    </w:p>
    <w:p w14:paraId="0DA6AC15" w14:textId="77777777" w:rsidR="00834645" w:rsidRDefault="00834645" w:rsidP="003B1C5E">
      <w:pPr>
        <w:pStyle w:val="Level1"/>
      </w:pPr>
    </w:p>
    <w:p w14:paraId="4E2461FE" w14:textId="77777777" w:rsidR="00834645" w:rsidRDefault="00834645" w:rsidP="003B1C5E">
      <w:pPr>
        <w:pStyle w:val="Level1"/>
      </w:pPr>
    </w:p>
    <w:p w14:paraId="64D0283C" w14:textId="77777777" w:rsidR="00834645" w:rsidRDefault="00834645" w:rsidP="003B1C5E">
      <w:pPr>
        <w:pStyle w:val="Level1"/>
      </w:pPr>
    </w:p>
    <w:p w14:paraId="20A47345" w14:textId="77777777" w:rsidR="00834645" w:rsidRDefault="00834645" w:rsidP="003B1C5E">
      <w:pPr>
        <w:pStyle w:val="Level1"/>
      </w:pPr>
    </w:p>
    <w:p w14:paraId="5FE6E000" w14:textId="77777777" w:rsidR="00834645" w:rsidRDefault="00834645" w:rsidP="003B1C5E">
      <w:pPr>
        <w:pStyle w:val="Level1"/>
      </w:pPr>
    </w:p>
    <w:p w14:paraId="372C5A35" w14:textId="77777777" w:rsidR="00834645" w:rsidRDefault="00834645" w:rsidP="003B1C5E">
      <w:pPr>
        <w:pStyle w:val="Level1"/>
      </w:pPr>
    </w:p>
    <w:p w14:paraId="3B8D86E9" w14:textId="77777777" w:rsidR="00834645" w:rsidRDefault="00834645" w:rsidP="003B1C5E">
      <w:pPr>
        <w:pStyle w:val="Level1"/>
      </w:pPr>
    </w:p>
    <w:p w14:paraId="3F7D6273" w14:textId="77777777" w:rsidR="00834645" w:rsidRPr="00350B3E" w:rsidRDefault="00834645" w:rsidP="003B1C5E">
      <w:pPr>
        <w:pStyle w:val="Level1"/>
      </w:pPr>
    </w:p>
    <w:tbl>
      <w:tblPr>
        <w:tblW w:w="12644"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907"/>
        <w:gridCol w:w="4957"/>
        <w:gridCol w:w="852"/>
        <w:gridCol w:w="600"/>
        <w:gridCol w:w="635"/>
        <w:gridCol w:w="699"/>
        <w:gridCol w:w="805"/>
        <w:gridCol w:w="2189"/>
      </w:tblGrid>
      <w:tr w:rsidR="00834645" w:rsidRPr="00784465" w14:paraId="05DF1F11" w14:textId="77777777" w:rsidTr="009A6E38">
        <w:trPr>
          <w:cantSplit/>
          <w:trHeight w:val="300"/>
          <w:tblHeader/>
        </w:trPr>
        <w:tc>
          <w:tcPr>
            <w:tcW w:w="6864" w:type="dxa"/>
            <w:gridSpan w:val="2"/>
            <w:shd w:val="clear" w:color="auto" w:fill="D9D9D9"/>
            <w:noWrap/>
            <w:vAlign w:val="bottom"/>
            <w:hideMark/>
          </w:tcPr>
          <w:p w14:paraId="4836AC65" w14:textId="77777777" w:rsidR="00834645" w:rsidRPr="00784465" w:rsidRDefault="00834645" w:rsidP="00B44DB5">
            <w:r w:rsidRPr="00784465">
              <w:t>Warranty Phase</w:t>
            </w:r>
          </w:p>
        </w:tc>
        <w:tc>
          <w:tcPr>
            <w:tcW w:w="3591" w:type="dxa"/>
            <w:gridSpan w:val="5"/>
            <w:vMerge w:val="restart"/>
          </w:tcPr>
          <w:p w14:paraId="748077A1" w14:textId="77777777" w:rsidR="00834645" w:rsidRPr="00784465" w:rsidRDefault="00834645" w:rsidP="00B44DB5">
            <w:r w:rsidRPr="00784465">
              <w:t>CxA = Commissioning Agent</w:t>
            </w:r>
          </w:p>
          <w:p w14:paraId="7F7A4CA0" w14:textId="77777777" w:rsidR="00834645" w:rsidRPr="00784465" w:rsidRDefault="00834645" w:rsidP="00B44DB5">
            <w:r w:rsidRPr="00784465">
              <w:t>RE = Resident Engineer</w:t>
            </w:r>
          </w:p>
          <w:p w14:paraId="11DAA11F" w14:textId="77777777" w:rsidR="00834645" w:rsidRPr="00784465" w:rsidRDefault="00834645" w:rsidP="00B44DB5">
            <w:r w:rsidRPr="00784465">
              <w:t>A/E = Design Arch/Engineer</w:t>
            </w:r>
          </w:p>
          <w:p w14:paraId="0B63D3A5" w14:textId="77777777" w:rsidR="00834645" w:rsidRPr="00784465" w:rsidRDefault="00834645" w:rsidP="00B44DB5">
            <w:r w:rsidRPr="00784465">
              <w:t>PC = Prime Contractor</w:t>
            </w:r>
          </w:p>
          <w:p w14:paraId="0FBB08F5" w14:textId="77777777" w:rsidR="00834645" w:rsidRPr="00784465" w:rsidRDefault="00834645" w:rsidP="00B44DB5">
            <w:r w:rsidRPr="00784465">
              <w:t>O&amp;M = Gov’t Facility O&amp;M</w:t>
            </w:r>
          </w:p>
        </w:tc>
        <w:tc>
          <w:tcPr>
            <w:tcW w:w="2189" w:type="dxa"/>
            <w:vMerge w:val="restart"/>
          </w:tcPr>
          <w:p w14:paraId="15535255" w14:textId="77777777" w:rsidR="00834645" w:rsidRPr="00784465" w:rsidRDefault="00834645" w:rsidP="00B44DB5">
            <w:r w:rsidRPr="00784465">
              <w:t>L = Lead</w:t>
            </w:r>
          </w:p>
          <w:p w14:paraId="388A4A9D" w14:textId="77777777" w:rsidR="00834645" w:rsidRPr="00784465" w:rsidRDefault="00834645" w:rsidP="00B44DB5">
            <w:r w:rsidRPr="00784465">
              <w:t>P = Participate</w:t>
            </w:r>
          </w:p>
          <w:p w14:paraId="2C5D4AAB" w14:textId="77777777" w:rsidR="00834645" w:rsidRPr="00784465" w:rsidRDefault="00834645" w:rsidP="00B44DB5">
            <w:r w:rsidRPr="00784465">
              <w:t>A = Approve</w:t>
            </w:r>
          </w:p>
          <w:p w14:paraId="12064F9A" w14:textId="77777777" w:rsidR="00834645" w:rsidRPr="00784465" w:rsidRDefault="00834645" w:rsidP="00B44DB5">
            <w:r w:rsidRPr="00784465">
              <w:t>R = Review</w:t>
            </w:r>
          </w:p>
          <w:p w14:paraId="17287361" w14:textId="77777777" w:rsidR="00834645" w:rsidRPr="00784465" w:rsidRDefault="00834645" w:rsidP="00B44DB5">
            <w:r w:rsidRPr="00784465">
              <w:t xml:space="preserve">O = Optional </w:t>
            </w:r>
          </w:p>
        </w:tc>
      </w:tr>
      <w:tr w:rsidR="00834645" w:rsidRPr="00784465" w14:paraId="139809C9" w14:textId="77777777" w:rsidTr="009A6E38">
        <w:trPr>
          <w:cantSplit/>
          <w:trHeight w:val="300"/>
          <w:tblHeader/>
        </w:trPr>
        <w:tc>
          <w:tcPr>
            <w:tcW w:w="6864" w:type="dxa"/>
            <w:gridSpan w:val="2"/>
            <w:shd w:val="clear" w:color="auto" w:fill="D9D9D9"/>
            <w:noWrap/>
            <w:vAlign w:val="center"/>
          </w:tcPr>
          <w:p w14:paraId="5BB785F2" w14:textId="77777777" w:rsidR="00834645" w:rsidRPr="00784465" w:rsidRDefault="00834645" w:rsidP="00B44DB5">
            <w:r w:rsidRPr="00784465">
              <w:t>Commissioning Roles &amp; Responsibilities</w:t>
            </w:r>
          </w:p>
        </w:tc>
        <w:tc>
          <w:tcPr>
            <w:tcW w:w="3591" w:type="dxa"/>
            <w:gridSpan w:val="5"/>
            <w:vMerge/>
          </w:tcPr>
          <w:p w14:paraId="2A9A8CA7" w14:textId="77777777" w:rsidR="00834645" w:rsidRPr="00784465" w:rsidRDefault="00834645" w:rsidP="00B44DB5"/>
        </w:tc>
        <w:tc>
          <w:tcPr>
            <w:tcW w:w="2189" w:type="dxa"/>
            <w:vMerge/>
          </w:tcPr>
          <w:p w14:paraId="0612A030" w14:textId="77777777" w:rsidR="00834645" w:rsidRPr="00784465" w:rsidRDefault="00834645" w:rsidP="00B44DB5"/>
        </w:tc>
      </w:tr>
      <w:tr w:rsidR="00834645" w:rsidRPr="00784465" w14:paraId="1FECE60A" w14:textId="77777777" w:rsidTr="009A6E38">
        <w:trPr>
          <w:cantSplit/>
          <w:trHeight w:val="300"/>
          <w:tblHeader/>
        </w:trPr>
        <w:tc>
          <w:tcPr>
            <w:tcW w:w="1907" w:type="dxa"/>
            <w:shd w:val="clear" w:color="auto" w:fill="D9D9D9"/>
            <w:noWrap/>
            <w:vAlign w:val="bottom"/>
            <w:hideMark/>
          </w:tcPr>
          <w:p w14:paraId="4ABC2E46" w14:textId="77777777" w:rsidR="00834645" w:rsidRPr="00784465" w:rsidRDefault="00834645" w:rsidP="00B44DB5">
            <w:r w:rsidRPr="00784465">
              <w:t>Category</w:t>
            </w:r>
          </w:p>
        </w:tc>
        <w:tc>
          <w:tcPr>
            <w:tcW w:w="4957" w:type="dxa"/>
            <w:shd w:val="clear" w:color="auto" w:fill="D9D9D9"/>
            <w:noWrap/>
            <w:vAlign w:val="bottom"/>
            <w:hideMark/>
          </w:tcPr>
          <w:p w14:paraId="30480D7F" w14:textId="77777777" w:rsidR="00834645" w:rsidRPr="00784465" w:rsidRDefault="00834645" w:rsidP="00B44DB5">
            <w:r w:rsidRPr="00784465">
              <w:t>Task Description</w:t>
            </w:r>
          </w:p>
        </w:tc>
        <w:tc>
          <w:tcPr>
            <w:tcW w:w="852" w:type="dxa"/>
            <w:shd w:val="clear" w:color="auto" w:fill="auto"/>
            <w:noWrap/>
            <w:vAlign w:val="bottom"/>
          </w:tcPr>
          <w:p w14:paraId="573A8159" w14:textId="77777777" w:rsidR="00834645" w:rsidRPr="00784465" w:rsidRDefault="00834645" w:rsidP="00B44DB5">
            <w:r w:rsidRPr="00784465">
              <w:t>CxA</w:t>
            </w:r>
          </w:p>
        </w:tc>
        <w:tc>
          <w:tcPr>
            <w:tcW w:w="600" w:type="dxa"/>
            <w:shd w:val="clear" w:color="auto" w:fill="auto"/>
            <w:noWrap/>
            <w:vAlign w:val="bottom"/>
          </w:tcPr>
          <w:p w14:paraId="7A8126B8" w14:textId="77777777" w:rsidR="00834645" w:rsidRPr="00784465" w:rsidRDefault="00834645" w:rsidP="00B44DB5">
            <w:r w:rsidRPr="00784465">
              <w:t>RE</w:t>
            </w:r>
          </w:p>
        </w:tc>
        <w:tc>
          <w:tcPr>
            <w:tcW w:w="635" w:type="dxa"/>
            <w:vAlign w:val="bottom"/>
          </w:tcPr>
          <w:p w14:paraId="47B7568E" w14:textId="77777777" w:rsidR="00834645" w:rsidRPr="00784465" w:rsidRDefault="00834645" w:rsidP="00B44DB5">
            <w:r w:rsidRPr="00784465">
              <w:t>A/E</w:t>
            </w:r>
          </w:p>
        </w:tc>
        <w:tc>
          <w:tcPr>
            <w:tcW w:w="699" w:type="dxa"/>
            <w:shd w:val="clear" w:color="auto" w:fill="auto"/>
            <w:noWrap/>
            <w:vAlign w:val="bottom"/>
          </w:tcPr>
          <w:p w14:paraId="5F806D36" w14:textId="77777777" w:rsidR="00834645" w:rsidRPr="00784465" w:rsidRDefault="00834645" w:rsidP="00B44DB5">
            <w:r w:rsidRPr="00784465">
              <w:t>PC</w:t>
            </w:r>
          </w:p>
        </w:tc>
        <w:tc>
          <w:tcPr>
            <w:tcW w:w="805" w:type="dxa"/>
            <w:vAlign w:val="bottom"/>
          </w:tcPr>
          <w:p w14:paraId="5CEA9279" w14:textId="77777777" w:rsidR="00834645" w:rsidRPr="00784465" w:rsidRDefault="00834645" w:rsidP="00B44DB5">
            <w:r w:rsidRPr="00784465">
              <w:t>O&amp;M</w:t>
            </w:r>
          </w:p>
        </w:tc>
        <w:tc>
          <w:tcPr>
            <w:tcW w:w="2189" w:type="dxa"/>
            <w:vAlign w:val="bottom"/>
          </w:tcPr>
          <w:p w14:paraId="2E020E57" w14:textId="77777777" w:rsidR="00834645" w:rsidRPr="00784465" w:rsidRDefault="00834645" w:rsidP="00B44DB5">
            <w:r w:rsidRPr="00784465">
              <w:t>Notes</w:t>
            </w:r>
          </w:p>
        </w:tc>
      </w:tr>
      <w:tr w:rsidR="00834645" w:rsidRPr="00784465" w14:paraId="64424269" w14:textId="77777777" w:rsidTr="009A6E38">
        <w:trPr>
          <w:cantSplit/>
          <w:trHeight w:val="300"/>
        </w:trPr>
        <w:tc>
          <w:tcPr>
            <w:tcW w:w="1907" w:type="dxa"/>
            <w:vMerge w:val="restart"/>
            <w:shd w:val="clear" w:color="auto" w:fill="auto"/>
            <w:noWrap/>
          </w:tcPr>
          <w:p w14:paraId="5E41DD94" w14:textId="77777777" w:rsidR="00834645" w:rsidRPr="00784465" w:rsidRDefault="00834645" w:rsidP="00834645">
            <w:pPr>
              <w:pStyle w:val="SpecNormal"/>
              <w:spacing w:line="240" w:lineRule="auto"/>
            </w:pPr>
            <w:r w:rsidRPr="00784465">
              <w:t>Meetings</w:t>
            </w:r>
          </w:p>
        </w:tc>
        <w:tc>
          <w:tcPr>
            <w:tcW w:w="4957" w:type="dxa"/>
            <w:shd w:val="clear" w:color="auto" w:fill="auto"/>
            <w:noWrap/>
          </w:tcPr>
          <w:p w14:paraId="1FDE6FB4" w14:textId="77777777" w:rsidR="00834645" w:rsidRPr="00784465" w:rsidRDefault="00834645" w:rsidP="00834645">
            <w:pPr>
              <w:pStyle w:val="SpecNormal"/>
              <w:spacing w:line="240" w:lineRule="auto"/>
            </w:pPr>
            <w:r w:rsidRPr="00784465">
              <w:t>Post-Occupancy User Review Meeting</w:t>
            </w:r>
          </w:p>
        </w:tc>
        <w:tc>
          <w:tcPr>
            <w:tcW w:w="852" w:type="dxa"/>
            <w:shd w:val="clear" w:color="auto" w:fill="auto"/>
            <w:noWrap/>
            <w:vAlign w:val="center"/>
            <w:hideMark/>
          </w:tcPr>
          <w:p w14:paraId="33700650"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hideMark/>
          </w:tcPr>
          <w:p w14:paraId="6BAEEE32" w14:textId="77777777" w:rsidR="00834645" w:rsidRPr="00784465" w:rsidRDefault="00834645" w:rsidP="00834645">
            <w:pPr>
              <w:pStyle w:val="SpecNormal"/>
              <w:spacing w:line="240" w:lineRule="auto"/>
            </w:pPr>
            <w:r w:rsidRPr="00784465">
              <w:t>A</w:t>
            </w:r>
          </w:p>
        </w:tc>
        <w:tc>
          <w:tcPr>
            <w:tcW w:w="635" w:type="dxa"/>
            <w:vAlign w:val="center"/>
          </w:tcPr>
          <w:p w14:paraId="30F4EAC7" w14:textId="77777777" w:rsidR="00834645" w:rsidRPr="00784465" w:rsidRDefault="00834645" w:rsidP="00834645">
            <w:pPr>
              <w:pStyle w:val="SpecNormal"/>
              <w:spacing w:line="240" w:lineRule="auto"/>
            </w:pPr>
            <w:r w:rsidRPr="00784465">
              <w:t>O</w:t>
            </w:r>
          </w:p>
        </w:tc>
        <w:tc>
          <w:tcPr>
            <w:tcW w:w="699" w:type="dxa"/>
            <w:shd w:val="clear" w:color="auto" w:fill="auto"/>
            <w:noWrap/>
            <w:vAlign w:val="center"/>
            <w:hideMark/>
          </w:tcPr>
          <w:p w14:paraId="3EDF9C73" w14:textId="77777777" w:rsidR="00834645" w:rsidRPr="00784465" w:rsidRDefault="00834645" w:rsidP="00834645">
            <w:pPr>
              <w:pStyle w:val="SpecNormal"/>
              <w:spacing w:line="240" w:lineRule="auto"/>
            </w:pPr>
            <w:r w:rsidRPr="00784465">
              <w:t>P</w:t>
            </w:r>
          </w:p>
        </w:tc>
        <w:tc>
          <w:tcPr>
            <w:tcW w:w="805" w:type="dxa"/>
            <w:vAlign w:val="center"/>
          </w:tcPr>
          <w:p w14:paraId="2381BE8C" w14:textId="77777777" w:rsidR="00834645" w:rsidRPr="00784465" w:rsidRDefault="00834645" w:rsidP="00834645">
            <w:pPr>
              <w:pStyle w:val="SpecNormal"/>
              <w:spacing w:line="240" w:lineRule="auto"/>
            </w:pPr>
            <w:r w:rsidRPr="00784465">
              <w:t>P</w:t>
            </w:r>
          </w:p>
        </w:tc>
        <w:tc>
          <w:tcPr>
            <w:tcW w:w="2189" w:type="dxa"/>
            <w:vAlign w:val="center"/>
          </w:tcPr>
          <w:p w14:paraId="4377C15F" w14:textId="77777777" w:rsidR="00834645" w:rsidRPr="00784465" w:rsidRDefault="00834645" w:rsidP="00834645">
            <w:pPr>
              <w:pStyle w:val="SpecNormal"/>
              <w:spacing w:line="240" w:lineRule="auto"/>
            </w:pPr>
          </w:p>
        </w:tc>
      </w:tr>
      <w:tr w:rsidR="00834645" w:rsidRPr="00784465" w14:paraId="5AE0632D" w14:textId="77777777" w:rsidTr="009A6E38">
        <w:trPr>
          <w:cantSplit/>
          <w:trHeight w:val="300"/>
        </w:trPr>
        <w:tc>
          <w:tcPr>
            <w:tcW w:w="1907" w:type="dxa"/>
            <w:vMerge/>
            <w:shd w:val="clear" w:color="auto" w:fill="auto"/>
            <w:noWrap/>
          </w:tcPr>
          <w:p w14:paraId="5CFA9B5F" w14:textId="77777777" w:rsidR="00834645" w:rsidRPr="00784465" w:rsidRDefault="00834645" w:rsidP="00834645">
            <w:pPr>
              <w:pStyle w:val="SpecNormal"/>
              <w:spacing w:line="240" w:lineRule="auto"/>
            </w:pPr>
          </w:p>
        </w:tc>
        <w:tc>
          <w:tcPr>
            <w:tcW w:w="4957" w:type="dxa"/>
            <w:shd w:val="clear" w:color="auto" w:fill="auto"/>
            <w:noWrap/>
          </w:tcPr>
          <w:p w14:paraId="15277490" w14:textId="77777777" w:rsidR="00834645" w:rsidRPr="00784465" w:rsidRDefault="00834645" w:rsidP="00834645">
            <w:pPr>
              <w:pStyle w:val="SpecNormal"/>
              <w:spacing w:line="240" w:lineRule="auto"/>
            </w:pPr>
          </w:p>
        </w:tc>
        <w:tc>
          <w:tcPr>
            <w:tcW w:w="852" w:type="dxa"/>
            <w:shd w:val="clear" w:color="auto" w:fill="auto"/>
            <w:noWrap/>
            <w:vAlign w:val="center"/>
          </w:tcPr>
          <w:p w14:paraId="25AF851E" w14:textId="77777777" w:rsidR="00834645" w:rsidRPr="00784465" w:rsidRDefault="00834645" w:rsidP="00834645">
            <w:pPr>
              <w:pStyle w:val="SpecNormal"/>
              <w:spacing w:line="240" w:lineRule="auto"/>
            </w:pPr>
          </w:p>
        </w:tc>
        <w:tc>
          <w:tcPr>
            <w:tcW w:w="600" w:type="dxa"/>
            <w:shd w:val="clear" w:color="auto" w:fill="auto"/>
            <w:noWrap/>
            <w:vAlign w:val="center"/>
          </w:tcPr>
          <w:p w14:paraId="59928A57" w14:textId="77777777" w:rsidR="00834645" w:rsidRPr="00784465" w:rsidRDefault="00834645" w:rsidP="00834645">
            <w:pPr>
              <w:pStyle w:val="SpecNormal"/>
              <w:spacing w:line="240" w:lineRule="auto"/>
            </w:pPr>
          </w:p>
        </w:tc>
        <w:tc>
          <w:tcPr>
            <w:tcW w:w="635" w:type="dxa"/>
            <w:vAlign w:val="center"/>
          </w:tcPr>
          <w:p w14:paraId="65D21F84" w14:textId="77777777" w:rsidR="00834645" w:rsidRPr="00784465" w:rsidRDefault="00834645" w:rsidP="00834645">
            <w:pPr>
              <w:pStyle w:val="SpecNormal"/>
              <w:spacing w:line="240" w:lineRule="auto"/>
            </w:pPr>
          </w:p>
        </w:tc>
        <w:tc>
          <w:tcPr>
            <w:tcW w:w="699" w:type="dxa"/>
            <w:shd w:val="clear" w:color="auto" w:fill="auto"/>
            <w:noWrap/>
            <w:vAlign w:val="center"/>
          </w:tcPr>
          <w:p w14:paraId="49100B15" w14:textId="77777777" w:rsidR="00834645" w:rsidRPr="00784465" w:rsidRDefault="00834645" w:rsidP="00834645">
            <w:pPr>
              <w:pStyle w:val="SpecNormal"/>
              <w:spacing w:line="240" w:lineRule="auto"/>
            </w:pPr>
          </w:p>
        </w:tc>
        <w:tc>
          <w:tcPr>
            <w:tcW w:w="805" w:type="dxa"/>
            <w:vAlign w:val="center"/>
          </w:tcPr>
          <w:p w14:paraId="0785EF56" w14:textId="77777777" w:rsidR="00834645" w:rsidRPr="00784465" w:rsidRDefault="00834645" w:rsidP="00834645">
            <w:pPr>
              <w:pStyle w:val="SpecNormal"/>
              <w:spacing w:line="240" w:lineRule="auto"/>
            </w:pPr>
          </w:p>
        </w:tc>
        <w:tc>
          <w:tcPr>
            <w:tcW w:w="2189" w:type="dxa"/>
            <w:vAlign w:val="center"/>
          </w:tcPr>
          <w:p w14:paraId="383B6D64" w14:textId="77777777" w:rsidR="00834645" w:rsidRPr="00784465" w:rsidRDefault="00834645" w:rsidP="00834645">
            <w:pPr>
              <w:pStyle w:val="SpecNormal"/>
              <w:spacing w:line="240" w:lineRule="auto"/>
            </w:pPr>
          </w:p>
        </w:tc>
      </w:tr>
      <w:tr w:rsidR="00834645" w:rsidRPr="00784465" w14:paraId="0D16E9DC" w14:textId="77777777" w:rsidTr="009A6E38">
        <w:trPr>
          <w:cantSplit/>
          <w:trHeight w:val="300"/>
        </w:trPr>
        <w:tc>
          <w:tcPr>
            <w:tcW w:w="1907" w:type="dxa"/>
            <w:shd w:val="clear" w:color="auto" w:fill="auto"/>
            <w:noWrap/>
          </w:tcPr>
          <w:p w14:paraId="6D49AAFC" w14:textId="77777777" w:rsidR="00834645" w:rsidRPr="00784465" w:rsidRDefault="00834645" w:rsidP="00834645">
            <w:pPr>
              <w:pStyle w:val="SpecNormal"/>
              <w:spacing w:line="240" w:lineRule="auto"/>
            </w:pPr>
            <w:r w:rsidRPr="00784465">
              <w:t>Site Observations</w:t>
            </w:r>
          </w:p>
        </w:tc>
        <w:tc>
          <w:tcPr>
            <w:tcW w:w="4957" w:type="dxa"/>
            <w:shd w:val="clear" w:color="auto" w:fill="auto"/>
            <w:noWrap/>
          </w:tcPr>
          <w:p w14:paraId="3E316621" w14:textId="77777777" w:rsidR="00834645" w:rsidRPr="00784465" w:rsidRDefault="00834645" w:rsidP="00834645">
            <w:pPr>
              <w:pStyle w:val="SpecNormal"/>
              <w:spacing w:line="240" w:lineRule="auto"/>
            </w:pPr>
            <w:r w:rsidRPr="00784465">
              <w:t>Periodic Site Visits</w:t>
            </w:r>
          </w:p>
        </w:tc>
        <w:tc>
          <w:tcPr>
            <w:tcW w:w="852" w:type="dxa"/>
            <w:shd w:val="clear" w:color="auto" w:fill="auto"/>
            <w:noWrap/>
            <w:vAlign w:val="center"/>
          </w:tcPr>
          <w:p w14:paraId="0827DF13"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7CA5A2A2" w14:textId="77777777" w:rsidR="00834645" w:rsidRPr="00784465" w:rsidRDefault="00834645" w:rsidP="00834645">
            <w:pPr>
              <w:pStyle w:val="SpecNormal"/>
              <w:spacing w:line="240" w:lineRule="auto"/>
            </w:pPr>
            <w:r w:rsidRPr="00784465">
              <w:t>A</w:t>
            </w:r>
          </w:p>
        </w:tc>
        <w:tc>
          <w:tcPr>
            <w:tcW w:w="635" w:type="dxa"/>
            <w:vAlign w:val="center"/>
          </w:tcPr>
          <w:p w14:paraId="795D0CAC" w14:textId="77777777" w:rsidR="00834645" w:rsidRPr="00784465" w:rsidRDefault="00834645" w:rsidP="00834645">
            <w:pPr>
              <w:pStyle w:val="SpecNormal"/>
              <w:spacing w:line="240" w:lineRule="auto"/>
            </w:pPr>
            <w:r w:rsidRPr="00784465">
              <w:t>O</w:t>
            </w:r>
          </w:p>
        </w:tc>
        <w:tc>
          <w:tcPr>
            <w:tcW w:w="699" w:type="dxa"/>
            <w:shd w:val="clear" w:color="auto" w:fill="auto"/>
            <w:noWrap/>
            <w:vAlign w:val="center"/>
          </w:tcPr>
          <w:p w14:paraId="01BC0B03" w14:textId="77777777" w:rsidR="00834645" w:rsidRPr="00784465" w:rsidRDefault="00834645" w:rsidP="00834645">
            <w:pPr>
              <w:pStyle w:val="SpecNormal"/>
              <w:spacing w:line="240" w:lineRule="auto"/>
            </w:pPr>
            <w:r w:rsidRPr="00784465">
              <w:t>O</w:t>
            </w:r>
          </w:p>
        </w:tc>
        <w:tc>
          <w:tcPr>
            <w:tcW w:w="805" w:type="dxa"/>
            <w:vAlign w:val="center"/>
          </w:tcPr>
          <w:p w14:paraId="25FF348E" w14:textId="77777777" w:rsidR="00834645" w:rsidRPr="00784465" w:rsidRDefault="00834645" w:rsidP="00834645">
            <w:pPr>
              <w:pStyle w:val="SpecNormal"/>
              <w:spacing w:line="240" w:lineRule="auto"/>
            </w:pPr>
            <w:r w:rsidRPr="00784465">
              <w:t>P</w:t>
            </w:r>
          </w:p>
        </w:tc>
        <w:tc>
          <w:tcPr>
            <w:tcW w:w="2189" w:type="dxa"/>
            <w:vAlign w:val="center"/>
          </w:tcPr>
          <w:p w14:paraId="4A8FE37C" w14:textId="77777777" w:rsidR="00834645" w:rsidRPr="00784465" w:rsidRDefault="00834645" w:rsidP="00834645">
            <w:pPr>
              <w:pStyle w:val="SpecNormal"/>
              <w:spacing w:line="240" w:lineRule="auto"/>
            </w:pPr>
          </w:p>
        </w:tc>
      </w:tr>
      <w:tr w:rsidR="00834645" w:rsidRPr="00784465" w14:paraId="6D4DB1B6" w14:textId="77777777" w:rsidTr="009A6E38">
        <w:trPr>
          <w:cantSplit/>
          <w:trHeight w:val="300"/>
        </w:trPr>
        <w:tc>
          <w:tcPr>
            <w:tcW w:w="1907" w:type="dxa"/>
            <w:vMerge w:val="restart"/>
            <w:shd w:val="clear" w:color="auto" w:fill="auto"/>
            <w:noWrap/>
          </w:tcPr>
          <w:p w14:paraId="43166048" w14:textId="77777777" w:rsidR="00834645" w:rsidRPr="00784465" w:rsidRDefault="00834645" w:rsidP="00834645">
            <w:pPr>
              <w:pStyle w:val="SpecNormal"/>
              <w:spacing w:line="240" w:lineRule="auto"/>
            </w:pPr>
            <w:r w:rsidRPr="00784465">
              <w:t>Functional Test Protocols</w:t>
            </w:r>
          </w:p>
        </w:tc>
        <w:tc>
          <w:tcPr>
            <w:tcW w:w="4957" w:type="dxa"/>
            <w:shd w:val="clear" w:color="auto" w:fill="auto"/>
            <w:noWrap/>
          </w:tcPr>
          <w:p w14:paraId="4C788F4F" w14:textId="77777777" w:rsidR="00834645" w:rsidRPr="00784465" w:rsidRDefault="00834645" w:rsidP="00834645">
            <w:pPr>
              <w:pStyle w:val="SpecNormal"/>
              <w:spacing w:line="240" w:lineRule="auto"/>
            </w:pPr>
            <w:r w:rsidRPr="00784465">
              <w:t>Deferred and/or seasonal Testing</w:t>
            </w:r>
          </w:p>
        </w:tc>
        <w:tc>
          <w:tcPr>
            <w:tcW w:w="852" w:type="dxa"/>
            <w:shd w:val="clear" w:color="auto" w:fill="auto"/>
            <w:noWrap/>
            <w:vAlign w:val="center"/>
          </w:tcPr>
          <w:p w14:paraId="481EABC8"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5BB0E894" w14:textId="77777777" w:rsidR="00834645" w:rsidRPr="00784465" w:rsidRDefault="00834645" w:rsidP="00834645">
            <w:pPr>
              <w:pStyle w:val="SpecNormal"/>
              <w:spacing w:line="240" w:lineRule="auto"/>
            </w:pPr>
            <w:r w:rsidRPr="00784465">
              <w:t>A</w:t>
            </w:r>
          </w:p>
        </w:tc>
        <w:tc>
          <w:tcPr>
            <w:tcW w:w="635" w:type="dxa"/>
            <w:vAlign w:val="center"/>
          </w:tcPr>
          <w:p w14:paraId="2CD75633" w14:textId="77777777" w:rsidR="00834645" w:rsidRPr="00784465" w:rsidRDefault="00834645" w:rsidP="00834645">
            <w:pPr>
              <w:pStyle w:val="SpecNormal"/>
              <w:spacing w:line="240" w:lineRule="auto"/>
            </w:pPr>
            <w:r w:rsidRPr="00784465">
              <w:t>O</w:t>
            </w:r>
          </w:p>
        </w:tc>
        <w:tc>
          <w:tcPr>
            <w:tcW w:w="699" w:type="dxa"/>
            <w:shd w:val="clear" w:color="auto" w:fill="auto"/>
            <w:noWrap/>
            <w:vAlign w:val="center"/>
          </w:tcPr>
          <w:p w14:paraId="5C12B399" w14:textId="77777777" w:rsidR="00834645" w:rsidRPr="00784465" w:rsidRDefault="00834645" w:rsidP="00834645">
            <w:pPr>
              <w:pStyle w:val="SpecNormal"/>
              <w:spacing w:line="240" w:lineRule="auto"/>
            </w:pPr>
            <w:r w:rsidRPr="00784465">
              <w:t>P</w:t>
            </w:r>
          </w:p>
        </w:tc>
        <w:tc>
          <w:tcPr>
            <w:tcW w:w="805" w:type="dxa"/>
            <w:vAlign w:val="center"/>
          </w:tcPr>
          <w:p w14:paraId="5480E2F3" w14:textId="77777777" w:rsidR="00834645" w:rsidRPr="00784465" w:rsidRDefault="00834645" w:rsidP="00834645">
            <w:pPr>
              <w:pStyle w:val="SpecNormal"/>
              <w:spacing w:line="240" w:lineRule="auto"/>
            </w:pPr>
            <w:r w:rsidRPr="00784465">
              <w:t>P</w:t>
            </w:r>
          </w:p>
        </w:tc>
        <w:tc>
          <w:tcPr>
            <w:tcW w:w="2189" w:type="dxa"/>
            <w:vAlign w:val="center"/>
          </w:tcPr>
          <w:p w14:paraId="6F8F7378" w14:textId="77777777" w:rsidR="00834645" w:rsidRPr="00784465" w:rsidRDefault="00834645" w:rsidP="00834645">
            <w:pPr>
              <w:pStyle w:val="SpecNormal"/>
              <w:spacing w:line="240" w:lineRule="auto"/>
            </w:pPr>
          </w:p>
        </w:tc>
      </w:tr>
      <w:tr w:rsidR="00834645" w:rsidRPr="00784465" w14:paraId="7E77525F" w14:textId="77777777" w:rsidTr="009A6E38">
        <w:trPr>
          <w:cantSplit/>
          <w:trHeight w:val="300"/>
        </w:trPr>
        <w:tc>
          <w:tcPr>
            <w:tcW w:w="1907" w:type="dxa"/>
            <w:vMerge/>
            <w:shd w:val="clear" w:color="auto" w:fill="auto"/>
            <w:noWrap/>
          </w:tcPr>
          <w:p w14:paraId="58A77B57" w14:textId="77777777" w:rsidR="00834645" w:rsidRPr="00784465" w:rsidRDefault="00834645" w:rsidP="00834645">
            <w:pPr>
              <w:pStyle w:val="SpecNormal"/>
              <w:spacing w:line="240" w:lineRule="auto"/>
            </w:pPr>
          </w:p>
        </w:tc>
        <w:tc>
          <w:tcPr>
            <w:tcW w:w="4957" w:type="dxa"/>
            <w:shd w:val="clear" w:color="auto" w:fill="auto"/>
            <w:noWrap/>
          </w:tcPr>
          <w:p w14:paraId="2C33ABEC" w14:textId="77777777" w:rsidR="00834645" w:rsidRPr="00784465" w:rsidRDefault="00834645" w:rsidP="00834645">
            <w:pPr>
              <w:pStyle w:val="SpecNormal"/>
              <w:spacing w:line="240" w:lineRule="auto"/>
            </w:pPr>
          </w:p>
        </w:tc>
        <w:tc>
          <w:tcPr>
            <w:tcW w:w="852" w:type="dxa"/>
            <w:shd w:val="clear" w:color="auto" w:fill="auto"/>
            <w:noWrap/>
            <w:vAlign w:val="center"/>
          </w:tcPr>
          <w:p w14:paraId="5557451D" w14:textId="77777777" w:rsidR="00834645" w:rsidRPr="00784465" w:rsidRDefault="00834645" w:rsidP="00834645">
            <w:pPr>
              <w:pStyle w:val="SpecNormal"/>
              <w:spacing w:line="240" w:lineRule="auto"/>
            </w:pPr>
          </w:p>
        </w:tc>
        <w:tc>
          <w:tcPr>
            <w:tcW w:w="600" w:type="dxa"/>
            <w:shd w:val="clear" w:color="auto" w:fill="auto"/>
            <w:noWrap/>
            <w:vAlign w:val="center"/>
          </w:tcPr>
          <w:p w14:paraId="10035536" w14:textId="77777777" w:rsidR="00834645" w:rsidRPr="00784465" w:rsidRDefault="00834645" w:rsidP="00834645">
            <w:pPr>
              <w:pStyle w:val="SpecNormal"/>
              <w:spacing w:line="240" w:lineRule="auto"/>
            </w:pPr>
          </w:p>
        </w:tc>
        <w:tc>
          <w:tcPr>
            <w:tcW w:w="635" w:type="dxa"/>
            <w:vAlign w:val="center"/>
          </w:tcPr>
          <w:p w14:paraId="6AE8ACC4" w14:textId="77777777" w:rsidR="00834645" w:rsidRPr="00784465" w:rsidRDefault="00834645" w:rsidP="00834645">
            <w:pPr>
              <w:pStyle w:val="SpecNormal"/>
              <w:spacing w:line="240" w:lineRule="auto"/>
            </w:pPr>
          </w:p>
        </w:tc>
        <w:tc>
          <w:tcPr>
            <w:tcW w:w="699" w:type="dxa"/>
            <w:shd w:val="clear" w:color="auto" w:fill="auto"/>
            <w:noWrap/>
            <w:vAlign w:val="center"/>
          </w:tcPr>
          <w:p w14:paraId="7B38C539" w14:textId="77777777" w:rsidR="00834645" w:rsidRPr="00784465" w:rsidRDefault="00834645" w:rsidP="00834645">
            <w:pPr>
              <w:pStyle w:val="SpecNormal"/>
              <w:spacing w:line="240" w:lineRule="auto"/>
            </w:pPr>
          </w:p>
        </w:tc>
        <w:tc>
          <w:tcPr>
            <w:tcW w:w="805" w:type="dxa"/>
            <w:vAlign w:val="center"/>
          </w:tcPr>
          <w:p w14:paraId="4BF31CCF" w14:textId="77777777" w:rsidR="00834645" w:rsidRPr="00784465" w:rsidRDefault="00834645" w:rsidP="00834645">
            <w:pPr>
              <w:pStyle w:val="SpecNormal"/>
              <w:spacing w:line="240" w:lineRule="auto"/>
            </w:pPr>
          </w:p>
        </w:tc>
        <w:tc>
          <w:tcPr>
            <w:tcW w:w="2189" w:type="dxa"/>
            <w:vAlign w:val="center"/>
          </w:tcPr>
          <w:p w14:paraId="48A509D7" w14:textId="77777777" w:rsidR="00834645" w:rsidRPr="00784465" w:rsidRDefault="00834645" w:rsidP="00834645">
            <w:pPr>
              <w:pStyle w:val="SpecNormal"/>
              <w:spacing w:line="240" w:lineRule="auto"/>
            </w:pPr>
          </w:p>
        </w:tc>
      </w:tr>
      <w:tr w:rsidR="00834645" w:rsidRPr="00784465" w14:paraId="5D996CC3" w14:textId="77777777" w:rsidTr="009A6E38">
        <w:trPr>
          <w:cantSplit/>
          <w:trHeight w:val="300"/>
        </w:trPr>
        <w:tc>
          <w:tcPr>
            <w:tcW w:w="1907" w:type="dxa"/>
            <w:shd w:val="clear" w:color="auto" w:fill="auto"/>
            <w:noWrap/>
          </w:tcPr>
          <w:p w14:paraId="429FFB7A" w14:textId="77777777" w:rsidR="00834645" w:rsidRPr="00784465" w:rsidRDefault="00834645" w:rsidP="00834645">
            <w:pPr>
              <w:pStyle w:val="SpecNormal"/>
              <w:spacing w:line="240" w:lineRule="auto"/>
            </w:pPr>
            <w:r w:rsidRPr="00784465">
              <w:t>Technical Activities</w:t>
            </w:r>
          </w:p>
        </w:tc>
        <w:tc>
          <w:tcPr>
            <w:tcW w:w="4957" w:type="dxa"/>
            <w:shd w:val="clear" w:color="auto" w:fill="auto"/>
            <w:noWrap/>
          </w:tcPr>
          <w:p w14:paraId="0E7F3FA1" w14:textId="77777777" w:rsidR="00834645" w:rsidRPr="00784465" w:rsidRDefault="00834645" w:rsidP="00834645">
            <w:pPr>
              <w:pStyle w:val="SpecNormal"/>
              <w:spacing w:line="240" w:lineRule="auto"/>
            </w:pPr>
            <w:r w:rsidRPr="00784465">
              <w:t>Issues Resolution Meetings</w:t>
            </w:r>
          </w:p>
        </w:tc>
        <w:tc>
          <w:tcPr>
            <w:tcW w:w="852" w:type="dxa"/>
            <w:shd w:val="clear" w:color="auto" w:fill="auto"/>
            <w:noWrap/>
            <w:vAlign w:val="center"/>
          </w:tcPr>
          <w:p w14:paraId="42B8C1D4"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44F0C0A6" w14:textId="77777777" w:rsidR="00834645" w:rsidRPr="00784465" w:rsidRDefault="00834645" w:rsidP="00834645">
            <w:pPr>
              <w:pStyle w:val="SpecNormal"/>
              <w:spacing w:line="240" w:lineRule="auto"/>
            </w:pPr>
            <w:r w:rsidRPr="00784465">
              <w:t>S</w:t>
            </w:r>
          </w:p>
        </w:tc>
        <w:tc>
          <w:tcPr>
            <w:tcW w:w="635" w:type="dxa"/>
            <w:vAlign w:val="center"/>
          </w:tcPr>
          <w:p w14:paraId="631B89F4" w14:textId="77777777" w:rsidR="00834645" w:rsidRPr="00784465" w:rsidRDefault="00834645" w:rsidP="00834645">
            <w:pPr>
              <w:pStyle w:val="SpecNormal"/>
              <w:spacing w:line="240" w:lineRule="auto"/>
            </w:pPr>
            <w:r w:rsidRPr="00784465">
              <w:t>O</w:t>
            </w:r>
          </w:p>
        </w:tc>
        <w:tc>
          <w:tcPr>
            <w:tcW w:w="699" w:type="dxa"/>
            <w:shd w:val="clear" w:color="auto" w:fill="auto"/>
            <w:noWrap/>
            <w:vAlign w:val="center"/>
          </w:tcPr>
          <w:p w14:paraId="328833D4" w14:textId="77777777" w:rsidR="00834645" w:rsidRPr="00784465" w:rsidRDefault="00834645" w:rsidP="00834645">
            <w:pPr>
              <w:pStyle w:val="SpecNormal"/>
              <w:spacing w:line="240" w:lineRule="auto"/>
            </w:pPr>
            <w:r w:rsidRPr="00784465">
              <w:t>O</w:t>
            </w:r>
          </w:p>
        </w:tc>
        <w:tc>
          <w:tcPr>
            <w:tcW w:w="805" w:type="dxa"/>
            <w:vAlign w:val="center"/>
          </w:tcPr>
          <w:p w14:paraId="2E390BDB" w14:textId="77777777" w:rsidR="00834645" w:rsidRPr="00784465" w:rsidRDefault="00834645" w:rsidP="00834645">
            <w:pPr>
              <w:pStyle w:val="SpecNormal"/>
              <w:spacing w:line="240" w:lineRule="auto"/>
            </w:pPr>
            <w:r w:rsidRPr="00784465">
              <w:t>P</w:t>
            </w:r>
          </w:p>
        </w:tc>
        <w:tc>
          <w:tcPr>
            <w:tcW w:w="2189" w:type="dxa"/>
            <w:vAlign w:val="center"/>
          </w:tcPr>
          <w:p w14:paraId="5D88A11B" w14:textId="77777777" w:rsidR="00834645" w:rsidRPr="00784465" w:rsidRDefault="00834645" w:rsidP="00834645">
            <w:pPr>
              <w:pStyle w:val="SpecNormal"/>
              <w:spacing w:line="240" w:lineRule="auto"/>
            </w:pPr>
          </w:p>
        </w:tc>
      </w:tr>
      <w:tr w:rsidR="00834645" w:rsidRPr="00784465" w14:paraId="106D341E" w14:textId="77777777" w:rsidTr="009A6E38">
        <w:trPr>
          <w:cantSplit/>
          <w:trHeight w:val="300"/>
        </w:trPr>
        <w:tc>
          <w:tcPr>
            <w:tcW w:w="1907" w:type="dxa"/>
            <w:shd w:val="clear" w:color="auto" w:fill="auto"/>
            <w:noWrap/>
          </w:tcPr>
          <w:p w14:paraId="61EE5A84" w14:textId="77777777" w:rsidR="00834645" w:rsidRPr="00784465" w:rsidRDefault="00834645" w:rsidP="00834645">
            <w:pPr>
              <w:pStyle w:val="SpecNormal"/>
              <w:spacing w:line="240" w:lineRule="auto"/>
            </w:pPr>
          </w:p>
        </w:tc>
        <w:tc>
          <w:tcPr>
            <w:tcW w:w="4957" w:type="dxa"/>
            <w:shd w:val="clear" w:color="auto" w:fill="auto"/>
            <w:noWrap/>
          </w:tcPr>
          <w:p w14:paraId="10136674" w14:textId="77777777" w:rsidR="00834645" w:rsidRPr="00784465" w:rsidRDefault="00834645" w:rsidP="00834645">
            <w:pPr>
              <w:pStyle w:val="SpecNormal"/>
              <w:spacing w:line="240" w:lineRule="auto"/>
            </w:pPr>
            <w:r w:rsidRPr="00784465">
              <w:t>Post-Occupancy Warranty Checkup and review of Significant Outstanding Issues</w:t>
            </w:r>
          </w:p>
        </w:tc>
        <w:tc>
          <w:tcPr>
            <w:tcW w:w="852" w:type="dxa"/>
            <w:shd w:val="clear" w:color="auto" w:fill="auto"/>
            <w:noWrap/>
            <w:vAlign w:val="center"/>
          </w:tcPr>
          <w:p w14:paraId="534E2437"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77D03508" w14:textId="77777777" w:rsidR="00834645" w:rsidRPr="00784465" w:rsidRDefault="00834645" w:rsidP="00834645">
            <w:pPr>
              <w:pStyle w:val="SpecNormal"/>
              <w:spacing w:line="240" w:lineRule="auto"/>
            </w:pPr>
            <w:r w:rsidRPr="00784465">
              <w:t>A</w:t>
            </w:r>
          </w:p>
        </w:tc>
        <w:tc>
          <w:tcPr>
            <w:tcW w:w="635" w:type="dxa"/>
            <w:vAlign w:val="center"/>
          </w:tcPr>
          <w:p w14:paraId="098F790F" w14:textId="77777777" w:rsidR="00834645" w:rsidRPr="00784465" w:rsidRDefault="00834645" w:rsidP="00834645">
            <w:pPr>
              <w:pStyle w:val="SpecNormal"/>
              <w:spacing w:line="240" w:lineRule="auto"/>
            </w:pPr>
          </w:p>
        </w:tc>
        <w:tc>
          <w:tcPr>
            <w:tcW w:w="699" w:type="dxa"/>
            <w:shd w:val="clear" w:color="auto" w:fill="auto"/>
            <w:noWrap/>
            <w:vAlign w:val="center"/>
          </w:tcPr>
          <w:p w14:paraId="6023DF62" w14:textId="77777777" w:rsidR="00834645" w:rsidRPr="00784465" w:rsidRDefault="00834645" w:rsidP="00834645">
            <w:pPr>
              <w:pStyle w:val="SpecNormal"/>
              <w:spacing w:line="240" w:lineRule="auto"/>
            </w:pPr>
            <w:r w:rsidRPr="00784465">
              <w:t>R</w:t>
            </w:r>
          </w:p>
        </w:tc>
        <w:tc>
          <w:tcPr>
            <w:tcW w:w="805" w:type="dxa"/>
            <w:vAlign w:val="center"/>
          </w:tcPr>
          <w:p w14:paraId="5B3D8F83" w14:textId="77777777" w:rsidR="00834645" w:rsidRPr="00784465" w:rsidRDefault="00834645" w:rsidP="00834645">
            <w:pPr>
              <w:pStyle w:val="SpecNormal"/>
              <w:spacing w:line="240" w:lineRule="auto"/>
            </w:pPr>
            <w:r w:rsidRPr="00784465">
              <w:t>P</w:t>
            </w:r>
          </w:p>
        </w:tc>
        <w:tc>
          <w:tcPr>
            <w:tcW w:w="2189" w:type="dxa"/>
            <w:vAlign w:val="center"/>
          </w:tcPr>
          <w:p w14:paraId="63B7776B" w14:textId="77777777" w:rsidR="00834645" w:rsidRPr="00784465" w:rsidRDefault="00834645" w:rsidP="00834645">
            <w:pPr>
              <w:pStyle w:val="SpecNormal"/>
              <w:spacing w:line="240" w:lineRule="auto"/>
            </w:pPr>
          </w:p>
        </w:tc>
      </w:tr>
      <w:tr w:rsidR="00834645" w:rsidRPr="00784465" w14:paraId="7413B8B0" w14:textId="77777777" w:rsidTr="009A6E38">
        <w:trPr>
          <w:cantSplit/>
          <w:trHeight w:val="300"/>
        </w:trPr>
        <w:tc>
          <w:tcPr>
            <w:tcW w:w="1907" w:type="dxa"/>
            <w:vMerge w:val="restart"/>
            <w:shd w:val="clear" w:color="auto" w:fill="auto"/>
            <w:noWrap/>
          </w:tcPr>
          <w:p w14:paraId="48751A1F" w14:textId="77777777" w:rsidR="00834645" w:rsidRPr="00784465" w:rsidRDefault="00834645" w:rsidP="00834645">
            <w:pPr>
              <w:pStyle w:val="SpecNormal"/>
              <w:spacing w:line="240" w:lineRule="auto"/>
            </w:pPr>
            <w:r w:rsidRPr="00784465">
              <w:t>Reports and Logs</w:t>
            </w:r>
          </w:p>
        </w:tc>
        <w:tc>
          <w:tcPr>
            <w:tcW w:w="4957" w:type="dxa"/>
            <w:shd w:val="clear" w:color="auto" w:fill="auto"/>
            <w:noWrap/>
          </w:tcPr>
          <w:p w14:paraId="4F77EC14" w14:textId="77777777" w:rsidR="00834645" w:rsidRPr="00784465" w:rsidRDefault="00834645" w:rsidP="00834645">
            <w:pPr>
              <w:pStyle w:val="SpecNormal"/>
              <w:spacing w:line="240" w:lineRule="auto"/>
            </w:pPr>
            <w:r w:rsidRPr="00784465">
              <w:t>Final Commissioning Report Amendment</w:t>
            </w:r>
          </w:p>
        </w:tc>
        <w:tc>
          <w:tcPr>
            <w:tcW w:w="852" w:type="dxa"/>
            <w:shd w:val="clear" w:color="auto" w:fill="auto"/>
            <w:noWrap/>
            <w:vAlign w:val="center"/>
          </w:tcPr>
          <w:p w14:paraId="46A8ACC8"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4FF9559D" w14:textId="77777777" w:rsidR="00834645" w:rsidRPr="00784465" w:rsidRDefault="00834645" w:rsidP="00834645">
            <w:pPr>
              <w:pStyle w:val="SpecNormal"/>
              <w:spacing w:line="240" w:lineRule="auto"/>
            </w:pPr>
            <w:r w:rsidRPr="00784465">
              <w:t>A</w:t>
            </w:r>
          </w:p>
        </w:tc>
        <w:tc>
          <w:tcPr>
            <w:tcW w:w="635" w:type="dxa"/>
            <w:vAlign w:val="center"/>
          </w:tcPr>
          <w:p w14:paraId="2B564386" w14:textId="77777777" w:rsidR="00834645" w:rsidRPr="00784465" w:rsidRDefault="00834645" w:rsidP="00834645">
            <w:pPr>
              <w:pStyle w:val="SpecNormal"/>
              <w:spacing w:line="240" w:lineRule="auto"/>
            </w:pPr>
          </w:p>
        </w:tc>
        <w:tc>
          <w:tcPr>
            <w:tcW w:w="699" w:type="dxa"/>
            <w:shd w:val="clear" w:color="auto" w:fill="auto"/>
            <w:noWrap/>
            <w:vAlign w:val="center"/>
          </w:tcPr>
          <w:p w14:paraId="27693D34" w14:textId="77777777" w:rsidR="00834645" w:rsidRPr="00784465" w:rsidRDefault="00834645" w:rsidP="00834645">
            <w:pPr>
              <w:pStyle w:val="SpecNormal"/>
              <w:spacing w:line="240" w:lineRule="auto"/>
            </w:pPr>
            <w:r w:rsidRPr="00784465">
              <w:t>R</w:t>
            </w:r>
          </w:p>
        </w:tc>
        <w:tc>
          <w:tcPr>
            <w:tcW w:w="805" w:type="dxa"/>
            <w:vAlign w:val="center"/>
          </w:tcPr>
          <w:p w14:paraId="0B5DBF59" w14:textId="77777777" w:rsidR="00834645" w:rsidRPr="00784465" w:rsidRDefault="00834645" w:rsidP="00834645">
            <w:pPr>
              <w:pStyle w:val="SpecNormal"/>
              <w:spacing w:line="240" w:lineRule="auto"/>
            </w:pPr>
            <w:r w:rsidRPr="00784465">
              <w:t>R</w:t>
            </w:r>
          </w:p>
        </w:tc>
        <w:tc>
          <w:tcPr>
            <w:tcW w:w="2189" w:type="dxa"/>
            <w:vAlign w:val="center"/>
          </w:tcPr>
          <w:p w14:paraId="26826970" w14:textId="77777777" w:rsidR="00834645" w:rsidRPr="00784465" w:rsidRDefault="00834645" w:rsidP="00834645">
            <w:pPr>
              <w:pStyle w:val="SpecNormal"/>
              <w:spacing w:line="240" w:lineRule="auto"/>
            </w:pPr>
          </w:p>
        </w:tc>
      </w:tr>
      <w:tr w:rsidR="00834645" w:rsidRPr="00784465" w14:paraId="254BC377" w14:textId="77777777" w:rsidTr="009A6E38">
        <w:trPr>
          <w:cantSplit/>
          <w:trHeight w:val="300"/>
        </w:trPr>
        <w:tc>
          <w:tcPr>
            <w:tcW w:w="1907" w:type="dxa"/>
            <w:vMerge/>
            <w:shd w:val="clear" w:color="auto" w:fill="auto"/>
            <w:noWrap/>
          </w:tcPr>
          <w:p w14:paraId="33A13153" w14:textId="77777777" w:rsidR="00834645" w:rsidRPr="00784465" w:rsidRDefault="00834645" w:rsidP="00834645">
            <w:pPr>
              <w:pStyle w:val="SpecNormal"/>
              <w:spacing w:line="240" w:lineRule="auto"/>
            </w:pPr>
          </w:p>
        </w:tc>
        <w:tc>
          <w:tcPr>
            <w:tcW w:w="4957" w:type="dxa"/>
            <w:shd w:val="clear" w:color="auto" w:fill="auto"/>
            <w:noWrap/>
          </w:tcPr>
          <w:p w14:paraId="49EDFA85" w14:textId="77777777" w:rsidR="00834645" w:rsidRPr="00784465" w:rsidRDefault="00834645" w:rsidP="00834645">
            <w:pPr>
              <w:pStyle w:val="SpecNormal"/>
              <w:spacing w:line="240" w:lineRule="auto"/>
            </w:pPr>
            <w:r w:rsidRPr="00784465">
              <w:t xml:space="preserve">Status Reports </w:t>
            </w:r>
          </w:p>
        </w:tc>
        <w:tc>
          <w:tcPr>
            <w:tcW w:w="852" w:type="dxa"/>
            <w:shd w:val="clear" w:color="auto" w:fill="auto"/>
            <w:noWrap/>
            <w:vAlign w:val="center"/>
          </w:tcPr>
          <w:p w14:paraId="49B09117" w14:textId="77777777" w:rsidR="00834645" w:rsidRPr="00784465" w:rsidRDefault="00834645" w:rsidP="00834645">
            <w:pPr>
              <w:pStyle w:val="SpecNormal"/>
              <w:spacing w:line="240" w:lineRule="auto"/>
            </w:pPr>
            <w:r w:rsidRPr="00784465">
              <w:t>L</w:t>
            </w:r>
          </w:p>
        </w:tc>
        <w:tc>
          <w:tcPr>
            <w:tcW w:w="600" w:type="dxa"/>
            <w:shd w:val="clear" w:color="auto" w:fill="auto"/>
            <w:noWrap/>
            <w:vAlign w:val="center"/>
          </w:tcPr>
          <w:p w14:paraId="15BAF1DB" w14:textId="77777777" w:rsidR="00834645" w:rsidRPr="00784465" w:rsidRDefault="00834645" w:rsidP="00834645">
            <w:pPr>
              <w:pStyle w:val="SpecNormal"/>
              <w:spacing w:line="240" w:lineRule="auto"/>
            </w:pPr>
            <w:r w:rsidRPr="00784465">
              <w:t>A</w:t>
            </w:r>
          </w:p>
        </w:tc>
        <w:tc>
          <w:tcPr>
            <w:tcW w:w="635" w:type="dxa"/>
            <w:vAlign w:val="center"/>
          </w:tcPr>
          <w:p w14:paraId="3FDD1183" w14:textId="77777777" w:rsidR="00834645" w:rsidRPr="00784465" w:rsidRDefault="00834645" w:rsidP="00834645">
            <w:pPr>
              <w:pStyle w:val="SpecNormal"/>
              <w:spacing w:line="240" w:lineRule="auto"/>
            </w:pPr>
          </w:p>
        </w:tc>
        <w:tc>
          <w:tcPr>
            <w:tcW w:w="699" w:type="dxa"/>
            <w:shd w:val="clear" w:color="auto" w:fill="auto"/>
            <w:noWrap/>
            <w:vAlign w:val="center"/>
          </w:tcPr>
          <w:p w14:paraId="1EF595D9" w14:textId="77777777" w:rsidR="00834645" w:rsidRPr="00784465" w:rsidRDefault="00834645" w:rsidP="00834645">
            <w:pPr>
              <w:pStyle w:val="SpecNormal"/>
              <w:spacing w:line="240" w:lineRule="auto"/>
            </w:pPr>
            <w:r w:rsidRPr="00784465">
              <w:t>R</w:t>
            </w:r>
          </w:p>
        </w:tc>
        <w:tc>
          <w:tcPr>
            <w:tcW w:w="805" w:type="dxa"/>
            <w:vAlign w:val="center"/>
          </w:tcPr>
          <w:p w14:paraId="4E8275B4" w14:textId="77777777" w:rsidR="00834645" w:rsidRPr="00784465" w:rsidRDefault="00834645" w:rsidP="00834645">
            <w:pPr>
              <w:pStyle w:val="SpecNormal"/>
              <w:spacing w:line="240" w:lineRule="auto"/>
            </w:pPr>
            <w:r w:rsidRPr="00784465">
              <w:t>R</w:t>
            </w:r>
          </w:p>
        </w:tc>
        <w:tc>
          <w:tcPr>
            <w:tcW w:w="2189" w:type="dxa"/>
            <w:vAlign w:val="center"/>
          </w:tcPr>
          <w:p w14:paraId="7DEA6C5A" w14:textId="77777777" w:rsidR="00834645" w:rsidRPr="00784465" w:rsidRDefault="00834645" w:rsidP="00834645">
            <w:pPr>
              <w:pStyle w:val="SpecNormal"/>
              <w:spacing w:line="240" w:lineRule="auto"/>
            </w:pPr>
          </w:p>
        </w:tc>
      </w:tr>
      <w:tr w:rsidR="00834645" w:rsidRPr="00784465" w14:paraId="4AE17FAA" w14:textId="77777777" w:rsidTr="009A6E38">
        <w:trPr>
          <w:cantSplit/>
          <w:trHeight w:val="300"/>
        </w:trPr>
        <w:tc>
          <w:tcPr>
            <w:tcW w:w="1907" w:type="dxa"/>
            <w:vMerge/>
            <w:shd w:val="clear" w:color="auto" w:fill="auto"/>
            <w:noWrap/>
          </w:tcPr>
          <w:p w14:paraId="66966EFD" w14:textId="77777777" w:rsidR="00834645" w:rsidRPr="00784465" w:rsidRDefault="00834645" w:rsidP="00834645">
            <w:pPr>
              <w:pStyle w:val="SpecNormal"/>
              <w:spacing w:line="240" w:lineRule="auto"/>
            </w:pPr>
          </w:p>
        </w:tc>
        <w:tc>
          <w:tcPr>
            <w:tcW w:w="4957" w:type="dxa"/>
            <w:shd w:val="clear" w:color="auto" w:fill="auto"/>
            <w:noWrap/>
          </w:tcPr>
          <w:p w14:paraId="342CDA0B" w14:textId="77777777" w:rsidR="00834645" w:rsidRPr="00784465" w:rsidRDefault="00834645" w:rsidP="00834645">
            <w:pPr>
              <w:pStyle w:val="SpecNormal"/>
              <w:spacing w:line="240" w:lineRule="auto"/>
            </w:pPr>
          </w:p>
        </w:tc>
        <w:tc>
          <w:tcPr>
            <w:tcW w:w="852" w:type="dxa"/>
            <w:shd w:val="clear" w:color="auto" w:fill="auto"/>
            <w:noWrap/>
            <w:vAlign w:val="center"/>
          </w:tcPr>
          <w:p w14:paraId="37B5B4AF" w14:textId="77777777" w:rsidR="00834645" w:rsidRPr="00784465" w:rsidRDefault="00834645" w:rsidP="00834645">
            <w:pPr>
              <w:pStyle w:val="SpecNormal"/>
              <w:spacing w:line="240" w:lineRule="auto"/>
            </w:pPr>
          </w:p>
        </w:tc>
        <w:tc>
          <w:tcPr>
            <w:tcW w:w="600" w:type="dxa"/>
            <w:shd w:val="clear" w:color="auto" w:fill="auto"/>
            <w:noWrap/>
            <w:vAlign w:val="center"/>
          </w:tcPr>
          <w:p w14:paraId="50E16B80" w14:textId="77777777" w:rsidR="00834645" w:rsidRPr="00784465" w:rsidRDefault="00834645" w:rsidP="00834645">
            <w:pPr>
              <w:pStyle w:val="SpecNormal"/>
              <w:spacing w:line="240" w:lineRule="auto"/>
            </w:pPr>
          </w:p>
        </w:tc>
        <w:tc>
          <w:tcPr>
            <w:tcW w:w="635" w:type="dxa"/>
            <w:vAlign w:val="center"/>
          </w:tcPr>
          <w:p w14:paraId="72E5E3BD" w14:textId="77777777" w:rsidR="00834645" w:rsidRPr="00784465" w:rsidRDefault="00834645" w:rsidP="00834645">
            <w:pPr>
              <w:pStyle w:val="SpecNormal"/>
              <w:spacing w:line="240" w:lineRule="auto"/>
            </w:pPr>
          </w:p>
        </w:tc>
        <w:tc>
          <w:tcPr>
            <w:tcW w:w="699" w:type="dxa"/>
            <w:shd w:val="clear" w:color="auto" w:fill="auto"/>
            <w:noWrap/>
            <w:vAlign w:val="center"/>
          </w:tcPr>
          <w:p w14:paraId="785ECC7B" w14:textId="77777777" w:rsidR="00834645" w:rsidRPr="00784465" w:rsidRDefault="00834645" w:rsidP="00834645">
            <w:pPr>
              <w:pStyle w:val="SpecNormal"/>
              <w:spacing w:line="240" w:lineRule="auto"/>
            </w:pPr>
          </w:p>
        </w:tc>
        <w:tc>
          <w:tcPr>
            <w:tcW w:w="805" w:type="dxa"/>
            <w:vAlign w:val="center"/>
          </w:tcPr>
          <w:p w14:paraId="67D79094" w14:textId="77777777" w:rsidR="00834645" w:rsidRPr="00784465" w:rsidRDefault="00834645" w:rsidP="00834645">
            <w:pPr>
              <w:pStyle w:val="SpecNormal"/>
              <w:spacing w:line="240" w:lineRule="auto"/>
            </w:pPr>
          </w:p>
        </w:tc>
        <w:tc>
          <w:tcPr>
            <w:tcW w:w="2189" w:type="dxa"/>
            <w:vAlign w:val="center"/>
          </w:tcPr>
          <w:p w14:paraId="53D26E62" w14:textId="77777777" w:rsidR="00834645" w:rsidRPr="00784465" w:rsidRDefault="00834645" w:rsidP="00834645">
            <w:pPr>
              <w:pStyle w:val="SpecNormal"/>
              <w:spacing w:line="240" w:lineRule="auto"/>
            </w:pPr>
          </w:p>
        </w:tc>
      </w:tr>
    </w:tbl>
    <w:p w14:paraId="47EB8356" w14:textId="77777777" w:rsidR="00B14724" w:rsidRPr="00B900AD" w:rsidRDefault="00B14724" w:rsidP="00B14724">
      <w:pPr>
        <w:pStyle w:val="SpecNormal"/>
      </w:pPr>
    </w:p>
    <w:p w14:paraId="311A4745" w14:textId="77777777" w:rsidR="009A6E38" w:rsidRDefault="009A6E38" w:rsidP="00B14724">
      <w:pPr>
        <w:pStyle w:val="SpecNormal"/>
        <w:sectPr w:rsidR="009A6E38" w:rsidSect="00996AE9">
          <w:endnotePr>
            <w:numFmt w:val="decimal"/>
          </w:endnotePr>
          <w:pgSz w:w="15840" w:h="12240" w:orient="landscape"/>
          <w:pgMar w:top="1440" w:right="1440" w:bottom="1440" w:left="1440" w:header="720" w:footer="720" w:gutter="0"/>
          <w:pgNumType w:start="35"/>
          <w:cols w:space="720"/>
          <w:noEndnote/>
          <w:docGrid w:linePitch="272"/>
        </w:sectPr>
      </w:pPr>
    </w:p>
    <w:p w14:paraId="582CF16A" w14:textId="77777777" w:rsidR="009A6E38" w:rsidRPr="00F04701" w:rsidRDefault="009A6E38" w:rsidP="009A6E38">
      <w:pPr>
        <w:pStyle w:val="ArticleB"/>
      </w:pPr>
      <w:r>
        <w:lastRenderedPageBreak/>
        <w:t>3.2</w:t>
      </w:r>
      <w:r w:rsidR="001D2FC8">
        <w:t xml:space="preserve"> </w:t>
      </w:r>
      <w:r w:rsidRPr="00F04701">
        <w:t xml:space="preserve">STARTUP, INITIAL CHECKOUT, AND PRE-FUNCTIONAL CHECKLISTS </w:t>
      </w:r>
    </w:p>
    <w:p w14:paraId="4F36570F" w14:textId="77777777" w:rsidR="009A6E38" w:rsidRPr="00F04701" w:rsidRDefault="009A6E38" w:rsidP="009A6E38">
      <w:pPr>
        <w:pStyle w:val="Level1"/>
      </w:pPr>
      <w:r>
        <w:t>A.</w:t>
      </w:r>
      <w:r>
        <w:tab/>
      </w:r>
      <w:r w:rsidRPr="00F04701">
        <w:t>The following procedures shall apply to all equipment and systems to be commissioned, according to Part 1, Systems to Be Commissioned.</w:t>
      </w:r>
    </w:p>
    <w:p w14:paraId="72B6B556" w14:textId="77777777" w:rsidR="009A6E38" w:rsidRPr="00F04701" w:rsidRDefault="009A6E38" w:rsidP="009A6E38">
      <w:pPr>
        <w:pStyle w:val="Level2"/>
      </w:pPr>
      <w:r>
        <w:t>1.</w:t>
      </w:r>
      <w:r>
        <w:tab/>
      </w:r>
      <w:r w:rsidRPr="00F04701">
        <w:t xml:space="preserve">Pre-Functional Checklists are important to ensure that the equipment and systems are hooked up and operational. These ensure that Systems Functional Performance Testing may proceed without unnecessary delays. Each system to be commissioned shall have a full Pre-Functional Checklist completed by the Contractor prior to Systems Functional Performance Testing. No sampling strategies are used. </w:t>
      </w:r>
    </w:p>
    <w:p w14:paraId="66578ABE" w14:textId="77777777" w:rsidR="009A6E38" w:rsidRPr="00F04701" w:rsidRDefault="009A6E38" w:rsidP="009A6E38">
      <w:pPr>
        <w:pStyle w:val="Level3"/>
      </w:pPr>
      <w:r>
        <w:t>a.</w:t>
      </w:r>
      <w:r>
        <w:tab/>
      </w:r>
      <w:r w:rsidRPr="00F04701">
        <w:t>The Pre-Functional Checklist will identify the trades responsible for completing the checklist.  The Contractor shall ensure the appropriate trades complete the checklists.</w:t>
      </w:r>
    </w:p>
    <w:p w14:paraId="47728772" w14:textId="77777777" w:rsidR="009A6E38" w:rsidRPr="00F04701" w:rsidRDefault="009A6E38" w:rsidP="009A6E38">
      <w:pPr>
        <w:pStyle w:val="Level3"/>
      </w:pPr>
      <w:r>
        <w:t>b.</w:t>
      </w:r>
      <w:r>
        <w:tab/>
      </w:r>
      <w:r w:rsidRPr="00F04701">
        <w:t xml:space="preserve">The Commissioning Agent will review completed Pre-Functional Checklists and field-verify the accuracy of the completed checklist using sampling techniques.  </w:t>
      </w:r>
    </w:p>
    <w:p w14:paraId="0FC2F3E3" w14:textId="77777777" w:rsidR="009A6E38" w:rsidRPr="00F04701" w:rsidRDefault="009A6E38" w:rsidP="009A6E38">
      <w:pPr>
        <w:pStyle w:val="Level2"/>
      </w:pPr>
      <w:r>
        <w:t>2.</w:t>
      </w:r>
      <w:r>
        <w:tab/>
      </w:r>
      <w:r w:rsidRPr="00F04701">
        <w:t>Startup and Initial Checkout Plan:  The Contractor shall develop detailed startup plans for all equipment. The primary role of the Contractor in this process is to ensure that there is written documentation that each of the manufacturer recommended procedures have been completed. Parties responsible for startup shall be identified in the Startup Plan and in the checklist forms.</w:t>
      </w:r>
    </w:p>
    <w:p w14:paraId="45130C47" w14:textId="77777777" w:rsidR="009A6E38" w:rsidRPr="00F04701" w:rsidRDefault="009A6E38" w:rsidP="009A6E38">
      <w:pPr>
        <w:pStyle w:val="Level3"/>
      </w:pPr>
      <w:r>
        <w:t>a.</w:t>
      </w:r>
      <w:r>
        <w:tab/>
      </w:r>
      <w:r w:rsidRPr="00F04701">
        <w:t>The Contractor shall develop the full startup plan by combining (or adding to) the checklists with the manufacturer's detailed startup and checkout procedures from the O&amp;M manual data and the field checkout sheets normally used by the Contractor. The plan shall include checklists and procedures with specific boxes or lines for recording and documenting the checking and inspections of each procedure and a summary statement with a signature block at the end of the plan.</w:t>
      </w:r>
    </w:p>
    <w:p w14:paraId="06CADE35" w14:textId="77777777" w:rsidR="009A6E38" w:rsidRPr="00F04701" w:rsidRDefault="009A6E38" w:rsidP="009A6E38">
      <w:pPr>
        <w:pStyle w:val="Level3"/>
      </w:pPr>
      <w:r>
        <w:t>b.</w:t>
      </w:r>
      <w:r>
        <w:tab/>
      </w:r>
      <w:r w:rsidRPr="00F04701">
        <w:t>The full startup plan shall at a minimum consist of the following items:</w:t>
      </w:r>
    </w:p>
    <w:p w14:paraId="2FBB45A3" w14:textId="77777777" w:rsidR="009A6E38" w:rsidRPr="00F04701" w:rsidRDefault="009A6E38" w:rsidP="009A6E38">
      <w:pPr>
        <w:pStyle w:val="Level4"/>
      </w:pPr>
      <w:r>
        <w:t>1)</w:t>
      </w:r>
      <w:r>
        <w:tab/>
      </w:r>
      <w:r w:rsidRPr="00F04701">
        <w:t>The Pre-Functional Checklists.</w:t>
      </w:r>
    </w:p>
    <w:p w14:paraId="3E6B4266" w14:textId="77777777" w:rsidR="009A6E38" w:rsidRPr="00F04701" w:rsidRDefault="009A6E38" w:rsidP="009A6E38">
      <w:pPr>
        <w:pStyle w:val="Level4"/>
      </w:pPr>
      <w:r>
        <w:t>2)</w:t>
      </w:r>
      <w:r>
        <w:tab/>
      </w:r>
      <w:r w:rsidRPr="00F04701">
        <w:t>The manufacturer's standard written startup procedures copied from the installation manuals with check boxes by each procedure and a signature block added by hand at the end.</w:t>
      </w:r>
    </w:p>
    <w:p w14:paraId="33DF2822" w14:textId="77777777" w:rsidR="009A6E38" w:rsidRPr="00F04701" w:rsidRDefault="009A6E38" w:rsidP="009A6E38">
      <w:pPr>
        <w:pStyle w:val="Level4"/>
      </w:pPr>
      <w:r>
        <w:t>3)</w:t>
      </w:r>
      <w:r>
        <w:tab/>
      </w:r>
      <w:r w:rsidRPr="00F04701">
        <w:t>The manufacturer's normally used field checkout sheets.</w:t>
      </w:r>
    </w:p>
    <w:p w14:paraId="13137B78" w14:textId="77777777" w:rsidR="009A6E38" w:rsidRPr="00F04701" w:rsidRDefault="009A6E38" w:rsidP="009A6E38">
      <w:pPr>
        <w:pStyle w:val="Level3"/>
      </w:pPr>
      <w:r>
        <w:t>c.</w:t>
      </w:r>
      <w:r>
        <w:tab/>
      </w:r>
      <w:r w:rsidRPr="00F04701">
        <w:t xml:space="preserve">The Commissioning Agent will submit the full startup plan to the VA and Contractor for review.  Final approval will be by the VA. </w:t>
      </w:r>
    </w:p>
    <w:p w14:paraId="6D745946" w14:textId="77777777" w:rsidR="009A6E38" w:rsidRPr="00F04701" w:rsidRDefault="009A6E38" w:rsidP="009A6E38">
      <w:pPr>
        <w:pStyle w:val="Level3"/>
      </w:pPr>
      <w:r>
        <w:lastRenderedPageBreak/>
        <w:t>d.</w:t>
      </w:r>
      <w:r>
        <w:tab/>
      </w:r>
      <w:r w:rsidRPr="00F04701">
        <w:t>The Contractor shall review and evaluate the procedures and the format for documenting them, noting any procedures that need to be revised or added.</w:t>
      </w:r>
    </w:p>
    <w:p w14:paraId="2391B27D" w14:textId="77777777" w:rsidR="009A6E38" w:rsidRPr="00F04701" w:rsidRDefault="009A6E38" w:rsidP="009A6E38">
      <w:pPr>
        <w:pStyle w:val="Level2"/>
      </w:pPr>
      <w:r>
        <w:t>3.</w:t>
      </w:r>
      <w:r>
        <w:tab/>
      </w:r>
      <w:r w:rsidRPr="00F04701">
        <w:t>Sensor and Actuator Calibration</w:t>
      </w:r>
    </w:p>
    <w:p w14:paraId="27793A28" w14:textId="77777777" w:rsidR="009A6E38" w:rsidRPr="00F04701" w:rsidRDefault="009A6E38" w:rsidP="009A6E38">
      <w:pPr>
        <w:pStyle w:val="Level3"/>
      </w:pPr>
      <w:r>
        <w:t>a.</w:t>
      </w:r>
      <w:r>
        <w:tab/>
      </w:r>
      <w:r w:rsidRPr="00F04701">
        <w:t>All field installed temperature, relative humidity, CO2 and pressure sensors and gages, and all actuators (dampers and valves) on all equipment shall be calibrated using the methods described in Division 21, Division 22, Division 23, Division 26, Division 27, and Division 28 specifications.</w:t>
      </w:r>
    </w:p>
    <w:p w14:paraId="70B8D4B7" w14:textId="77777777" w:rsidR="009A6E38" w:rsidRPr="00F04701" w:rsidRDefault="009A6E38" w:rsidP="009A6E38">
      <w:pPr>
        <w:pStyle w:val="Level3"/>
      </w:pPr>
      <w:r>
        <w:t>b.</w:t>
      </w:r>
      <w:r>
        <w:tab/>
      </w:r>
      <w:r w:rsidRPr="00F04701">
        <w:t>All procedures used shall be fully documented on the Pre-Functional Checklists or other suitable forms, clearly referencing the procedures followed and written documentation of initial, intermediate and final results.</w:t>
      </w:r>
    </w:p>
    <w:p w14:paraId="7DC5558E" w14:textId="77777777" w:rsidR="009A6E38" w:rsidRPr="00F04701" w:rsidRDefault="009A6E38" w:rsidP="009A6E38">
      <w:pPr>
        <w:pStyle w:val="Level2"/>
      </w:pPr>
      <w:r>
        <w:t>4.</w:t>
      </w:r>
      <w:r>
        <w:tab/>
      </w:r>
      <w:r w:rsidRPr="00F04701">
        <w:t>Execution of Equipment Startup</w:t>
      </w:r>
    </w:p>
    <w:p w14:paraId="16702A24" w14:textId="77777777" w:rsidR="009A6E38" w:rsidRPr="00F04701" w:rsidRDefault="009A6E38" w:rsidP="009A6E38">
      <w:pPr>
        <w:pStyle w:val="SpecNote"/>
      </w:pPr>
      <w:r w:rsidRPr="00F04701">
        <w:t>Spec Writer Note:  Coordinate the number of week’s lead-time with the Resident Engineer.</w:t>
      </w:r>
    </w:p>
    <w:p w14:paraId="680D5CCD" w14:textId="77777777" w:rsidR="009A6E38" w:rsidRPr="00F04701" w:rsidRDefault="009A6E38" w:rsidP="009A6E38"/>
    <w:p w14:paraId="63AE0760" w14:textId="77777777" w:rsidR="009A6E38" w:rsidRPr="00F04701" w:rsidRDefault="009A6E38" w:rsidP="009A6E38">
      <w:pPr>
        <w:pStyle w:val="Level3"/>
      </w:pPr>
      <w:r>
        <w:t>a.</w:t>
      </w:r>
      <w:r>
        <w:tab/>
      </w:r>
      <w:r w:rsidRPr="00F04701">
        <w:t>//Four// //insert number// weeks prior to equipment startup, the Contractor shall schedule startup and checkout with the VA and Commissioning Agent. The performance of the startup and checkout shall be directed and executed by the Contractor.</w:t>
      </w:r>
    </w:p>
    <w:p w14:paraId="265DE516" w14:textId="77777777" w:rsidR="009A6E38" w:rsidRPr="00F04701" w:rsidRDefault="009A6E38" w:rsidP="009A6E38">
      <w:pPr>
        <w:pStyle w:val="Level3"/>
      </w:pPr>
      <w:r>
        <w:t>b.</w:t>
      </w:r>
      <w:r>
        <w:tab/>
      </w:r>
      <w:r w:rsidRPr="00F04701">
        <w:t>The Commissioning Agent will observe the startup procedures for selected pieces of primary equipment.</w:t>
      </w:r>
    </w:p>
    <w:p w14:paraId="7B2A5674" w14:textId="77777777" w:rsidR="009A6E38" w:rsidRPr="00F04701" w:rsidRDefault="009A6E38" w:rsidP="009A6E38">
      <w:pPr>
        <w:pStyle w:val="Level3"/>
      </w:pPr>
      <w:r>
        <w:t>c.</w:t>
      </w:r>
      <w:r>
        <w:tab/>
      </w:r>
      <w:r w:rsidRPr="00F04701">
        <w:t>The Contractor shall execute startup and provide the VA and Commissioning Agent with a signed and dated copy of the completed startup checklists, and contractor tests.</w:t>
      </w:r>
    </w:p>
    <w:p w14:paraId="22439BB3" w14:textId="77777777" w:rsidR="009A6E38" w:rsidRPr="00F04701" w:rsidRDefault="009A6E38" w:rsidP="009A6E38">
      <w:pPr>
        <w:pStyle w:val="Level3"/>
      </w:pPr>
      <w:r>
        <w:t>d.</w:t>
      </w:r>
      <w:r>
        <w:tab/>
      </w:r>
      <w:r w:rsidRPr="00F04701">
        <w:t>Only individuals that have direct knowledge and witnessed that a line item task on the Startup Checklist was actually performed shall initial or check that item off. It is not acceptable for witnessing supervisors to fill out these forms.</w:t>
      </w:r>
    </w:p>
    <w:p w14:paraId="16B8E9BD" w14:textId="77777777" w:rsidR="009A6E38" w:rsidRPr="00F04701" w:rsidRDefault="009A6E38" w:rsidP="009A6E38">
      <w:pPr>
        <w:pStyle w:val="ArticleB"/>
      </w:pPr>
      <w:r>
        <w:t>3.3</w:t>
      </w:r>
      <w:r w:rsidR="001D2FC8">
        <w:t xml:space="preserve"> </w:t>
      </w:r>
      <w:r w:rsidRPr="00F04701">
        <w:t xml:space="preserve">DEFICIENCIES, NONCONFORMANCE, AND APPROVAL IN CHECKLISTS AND STARTUP </w:t>
      </w:r>
    </w:p>
    <w:p w14:paraId="4EEBA49E" w14:textId="77777777" w:rsidR="009A6E38" w:rsidRPr="00F04701" w:rsidRDefault="009A6E38" w:rsidP="009A6E38">
      <w:pPr>
        <w:pStyle w:val="Level1"/>
      </w:pPr>
      <w:r>
        <w:t>A.</w:t>
      </w:r>
      <w:r>
        <w:tab/>
      </w:r>
      <w:r w:rsidRPr="00F04701">
        <w:t>The Contractor shall clearly list any outstanding items of the initial startup and Pre-Functional Checklist procedures that were not completed successfully, at the bottom of the procedures form or on an attached sheet. The procedures form and any outstanding deficiencies shall be provided to the VA and the Commissioning Agent within two days of completion.</w:t>
      </w:r>
    </w:p>
    <w:p w14:paraId="41171AA3" w14:textId="77777777" w:rsidR="009A6E38" w:rsidRPr="00F04701" w:rsidRDefault="009A6E38" w:rsidP="009A6E38">
      <w:pPr>
        <w:pStyle w:val="Level1"/>
      </w:pPr>
      <w:r>
        <w:lastRenderedPageBreak/>
        <w:t>B.</w:t>
      </w:r>
      <w:r>
        <w:tab/>
      </w:r>
      <w:r w:rsidRPr="00F04701">
        <w:t xml:space="preserve">The Commissioning Agent will review the report and submit comments to the VA. The Commissioning Agent will work with the Contractor to correct and verify deficiencies or uncompleted items. The Commissioning Agent will involve the VA and others as necessary. The Contractor shall correct all areas that are noncompliant or incomplete in the checklists in a timely manner, and shall notify the VA and Commissioning Agent as soon as outstanding items have been corrected.  The Contractor shall submit an updated startup report and a Statement of Correction on the original noncompliance report. When satisfactorily completed, the Commissioning Agent will recommend approval of the checklists and startup of each system to the VA. </w:t>
      </w:r>
    </w:p>
    <w:p w14:paraId="2E65C5DE" w14:textId="77777777" w:rsidR="009A6E38" w:rsidRPr="00F04701" w:rsidRDefault="009A6E38" w:rsidP="009A6E38">
      <w:pPr>
        <w:pStyle w:val="Level1"/>
      </w:pPr>
      <w:r>
        <w:t>C.</w:t>
      </w:r>
      <w:r>
        <w:tab/>
      </w:r>
      <w:r w:rsidRPr="00F04701">
        <w:t xml:space="preserve">The Contractor shall be responsible for resolution of deficiencies as directed the VA. </w:t>
      </w:r>
    </w:p>
    <w:p w14:paraId="1164A9A5" w14:textId="77777777" w:rsidR="009A6E38" w:rsidRPr="00F04701" w:rsidRDefault="009A6E38" w:rsidP="009A6E38">
      <w:pPr>
        <w:pStyle w:val="SpecNote"/>
      </w:pPr>
      <w:r w:rsidRPr="00F04701">
        <w:t xml:space="preserve">Spec Writer Note:  The following paragraph on Phased Commissioning is for projects with phased delivery of buildings or parts of buildings.  It is intended to notify the Contractor that some Commissioning Activities, such as startup, functional testing, etc. will be conducted as the various phases of the project near completion and will require multiple mobilizations of the startup and functional testing teams to support the phased commissioning.  Delete the following paragraph when phased delivery is not part of the project.  </w:t>
      </w:r>
    </w:p>
    <w:p w14:paraId="5DCCEA2B" w14:textId="77777777" w:rsidR="009A6E38" w:rsidRPr="00F04701" w:rsidRDefault="009A6E38" w:rsidP="009A6E38"/>
    <w:p w14:paraId="19405B8D" w14:textId="77777777" w:rsidR="009A6E38" w:rsidRPr="00F04701" w:rsidRDefault="009A6E38" w:rsidP="009A6E38">
      <w:pPr>
        <w:pStyle w:val="ArticleB"/>
      </w:pPr>
      <w:r>
        <w:t>3.4</w:t>
      </w:r>
      <w:r w:rsidR="001D2FC8">
        <w:t xml:space="preserve"> </w:t>
      </w:r>
      <w:r w:rsidRPr="00F04701">
        <w:t>PHASED COMMISSIONING</w:t>
      </w:r>
    </w:p>
    <w:p w14:paraId="5504E13A" w14:textId="77777777" w:rsidR="009A6E38" w:rsidRPr="00F04701" w:rsidRDefault="009A6E38" w:rsidP="009A6E38">
      <w:pPr>
        <w:pStyle w:val="Level1"/>
      </w:pPr>
      <w:r>
        <w:t>A.</w:t>
      </w:r>
      <w:r>
        <w:tab/>
      </w:r>
      <w:r w:rsidRPr="00F04701">
        <w:t>The project may require startup and initial checkout to be executed in phases. This phasing shall be planned and scheduled in a coordination meeting of the VA, Commissioning Agent, and the Contractor. Results will be added to the master construction schedule and the commissioning schedule.</w:t>
      </w:r>
    </w:p>
    <w:p w14:paraId="37413FF8" w14:textId="77777777" w:rsidR="009A6E38" w:rsidRPr="00F04701" w:rsidRDefault="009A6E38" w:rsidP="009A6E38">
      <w:pPr>
        <w:pStyle w:val="ArticleB"/>
      </w:pPr>
      <w:r>
        <w:t>3.5</w:t>
      </w:r>
      <w:r w:rsidR="001D2FC8">
        <w:t xml:space="preserve"> </w:t>
      </w:r>
      <w:r w:rsidRPr="00F04701">
        <w:t>DDC SYSTEM TRENDING FOR COMMISSIONING</w:t>
      </w:r>
    </w:p>
    <w:p w14:paraId="5D3FD506" w14:textId="77777777" w:rsidR="009A6E38" w:rsidRPr="00F04701" w:rsidRDefault="009A6E38" w:rsidP="009A6E38">
      <w:pPr>
        <w:pStyle w:val="Level1"/>
      </w:pPr>
      <w:r>
        <w:t>A.</w:t>
      </w:r>
      <w:r>
        <w:tab/>
      </w:r>
      <w:r w:rsidRPr="00F04701">
        <w:t xml:space="preserve">Trending is a method of testing as a standalone method or to augment manual testing. The Contractor shall trend any and all points of the system or systems at intervals specified below. </w:t>
      </w:r>
    </w:p>
    <w:p w14:paraId="74DC2F67" w14:textId="77777777" w:rsidR="009A6E38" w:rsidRPr="00F04701" w:rsidRDefault="009A6E38" w:rsidP="009A6E38">
      <w:pPr>
        <w:pStyle w:val="Level1"/>
      </w:pPr>
      <w:r>
        <w:t>B.</w:t>
      </w:r>
      <w:r>
        <w:tab/>
      </w:r>
      <w:r w:rsidRPr="00F04701">
        <w:t>Alarms are a means to notify the system operator that abnormal conditions are present in the system.  Alarms shall be structured into three tiers – Critical, Priority, and Maintenance.</w:t>
      </w:r>
    </w:p>
    <w:p w14:paraId="3E1375A8" w14:textId="77777777" w:rsidR="009A6E38" w:rsidRPr="00F04701" w:rsidRDefault="00B44DB5" w:rsidP="00B44DB5">
      <w:pPr>
        <w:pStyle w:val="Level2"/>
      </w:pPr>
      <w:r>
        <w:t>1.</w:t>
      </w:r>
      <w:r>
        <w:tab/>
      </w:r>
      <w:r w:rsidR="009A6E38" w:rsidRPr="00F04701">
        <w:t xml:space="preserve">Critical alarms are intended to be alarms that require the immediate attention of and action by the Operator.  These alarms shall be </w:t>
      </w:r>
      <w:r w:rsidR="009A6E38" w:rsidRPr="00F04701">
        <w:lastRenderedPageBreak/>
        <w:t>displayed on the Operator Workstation in a popup style window that is graphically linked to the associated unit's graphical display.  The popup style window shall be displayed on top of any active window within the screen, including non DDC system software.</w:t>
      </w:r>
    </w:p>
    <w:p w14:paraId="0B9595F6" w14:textId="77777777" w:rsidR="009A6E38" w:rsidRPr="00F04701" w:rsidRDefault="00B44DB5" w:rsidP="00B44DB5">
      <w:pPr>
        <w:pStyle w:val="Level2"/>
      </w:pPr>
      <w:r>
        <w:t>2.</w:t>
      </w:r>
      <w:r>
        <w:tab/>
      </w:r>
      <w:r w:rsidR="009A6E38" w:rsidRPr="00F04701">
        <w:t xml:space="preserve">Priority level alarms are to be printed to a printer which is connected to the Operator’s Work Station located within the engineer’s office.  Additionally Priority level alarms shall be able to be monitored and viewed through an active alarm application.  Priority level alarms are alarms which shall require reaction from the operator or maintenance personnel within a normal work shift, and not immediate action.  </w:t>
      </w:r>
    </w:p>
    <w:p w14:paraId="04A6AF60" w14:textId="77777777" w:rsidR="009A6E38" w:rsidRPr="00F04701" w:rsidRDefault="00B44DB5" w:rsidP="00B44DB5">
      <w:pPr>
        <w:pStyle w:val="Level2"/>
      </w:pPr>
      <w:r>
        <w:t>3.</w:t>
      </w:r>
      <w:r>
        <w:tab/>
      </w:r>
      <w:r w:rsidR="009A6E38" w:rsidRPr="00F04701">
        <w:t xml:space="preserve">Maintenance alarms are intended to be minor issues which would require examination by maintenance personnel within the following shift.  These alarms shall be generated in a scheduled report automatically by the DDC system at the start of each shift.  The generated maintenance report will be printed to a printer located within the engineer’s office.  </w:t>
      </w:r>
    </w:p>
    <w:p w14:paraId="09A2A169" w14:textId="77777777" w:rsidR="00B44DB5" w:rsidRPr="00384254" w:rsidRDefault="00B44DB5" w:rsidP="00B44DB5">
      <w:pPr>
        <w:pStyle w:val="Level1"/>
      </w:pPr>
      <w:r>
        <w:t>C.</w:t>
      </w:r>
      <w:r>
        <w:tab/>
      </w:r>
      <w:r w:rsidRPr="00384254">
        <w:t>The Contractor shall provide a wireless internet network in the building for use during controls programming, checkout, and commissioning. This network will allow project team members to more effectively program, view, manipulate and test control devices while being in the same room as the controlled device.</w:t>
      </w:r>
    </w:p>
    <w:p w14:paraId="3F170113" w14:textId="77777777" w:rsidR="00B44DB5" w:rsidRPr="00384254" w:rsidRDefault="00B44DB5" w:rsidP="00B44DB5">
      <w:pPr>
        <w:pStyle w:val="Level1"/>
      </w:pPr>
      <w:r>
        <w:t>D.</w:t>
      </w:r>
      <w:r>
        <w:tab/>
      </w:r>
      <w:r w:rsidRPr="00384254">
        <w:t>The Contractor shall provide graphical trending through the DDC control system of systems being commissioned. Trending requirements are indicated below and included with the Systems Functional Performance Test Procedures. Trending shall occur before, during and after Systems Functional Performance Testing. The Contractor shall be responsible for producing graphical representations of the trended DDC points that show each system operating properly during steady state conditions as well as during the System Functional Testing. These graphical reports shall be submitted to the Resident Engineer and Commissioning Agent for review and analysis before, during dynamic operation, and after Systems Functional Performance Testing. The Contractor shall provide, but not limited to, the following trend requirements and trend submissions:</w:t>
      </w:r>
    </w:p>
    <w:p w14:paraId="70911E20" w14:textId="77777777" w:rsidR="00B44DB5" w:rsidRPr="00384254" w:rsidRDefault="00B44DB5" w:rsidP="00B44DB5">
      <w:pPr>
        <w:pStyle w:val="Level2"/>
      </w:pPr>
      <w:r>
        <w:t>1.</w:t>
      </w:r>
      <w:r>
        <w:tab/>
      </w:r>
      <w:r w:rsidRPr="00384254">
        <w:t xml:space="preserve">Pre-testing, Testing, and Post-testing – Trend reports of trend logs and graphical trend plots are required as defined by the Commissioning Agent. The trend log points, sampling rate, graphical plot configuration, and duration will be dictated by the </w:t>
      </w:r>
      <w:r w:rsidRPr="00384254">
        <w:lastRenderedPageBreak/>
        <w:t xml:space="preserve">Commissioning Agent. At any time during the Commissioning Process the Commissioning Agent may recommend changes to aspects of trending as deemed necessary for proper system analysis. The Contractor shall implement any changes as directed by the Resident Engineer. Any pre-test trend analysis comments generated by the Commissioning Team should be addressed and resolved by the Contractor, as directed by the Resident Engineer, prior to the execution of Systems Functional Performance Testing. </w:t>
      </w:r>
    </w:p>
    <w:p w14:paraId="0A3DA4DE" w14:textId="77777777" w:rsidR="00B44DB5" w:rsidRPr="00384254" w:rsidRDefault="00B44DB5" w:rsidP="00B44DB5">
      <w:pPr>
        <w:pStyle w:val="Level2"/>
      </w:pPr>
      <w:r>
        <w:t>2.</w:t>
      </w:r>
      <w:r>
        <w:tab/>
      </w:r>
      <w:r w:rsidRPr="00384254">
        <w:t>Dynamic plotting – The Contractor shall also provide dynamic plotting during Systems Functional Performance testing at frequent intervals for points determined by the Systems Functional Performance Test Procedure. The graphical plots will be formatted and plotted at durations listed in the Systems Functional Performance Test Procedure.</w:t>
      </w:r>
    </w:p>
    <w:p w14:paraId="79EA9A35" w14:textId="77777777" w:rsidR="00B44DB5" w:rsidRPr="00384254" w:rsidRDefault="00B44DB5" w:rsidP="00B44DB5">
      <w:pPr>
        <w:pStyle w:val="Level2"/>
      </w:pPr>
      <w:r>
        <w:t>3.</w:t>
      </w:r>
      <w:r>
        <w:tab/>
      </w:r>
      <w:r w:rsidRPr="00384254">
        <w:t xml:space="preserve">Graphical plotting - The graphical plots shall be provided with a dual y-axis allowing 15 or more trend points (series) plotted simultaneously on the graph with each series in distinct color. The plots will further require title, axis naming, legend etc. all described by the Systems Functional Performance Test Procedure. If this cannot be sufficiently accomplished directly in the Direct Digital Control System then it is the responsibility of the Contractor to plot these trend logs in Microsoft Excel. </w:t>
      </w:r>
    </w:p>
    <w:p w14:paraId="382AE0FC" w14:textId="77777777" w:rsidR="00B14724" w:rsidRDefault="00B44DB5" w:rsidP="00B44DB5">
      <w:pPr>
        <w:pStyle w:val="Level2"/>
      </w:pPr>
      <w:r>
        <w:t>4.</w:t>
      </w:r>
      <w:r>
        <w:tab/>
      </w:r>
      <w:r w:rsidRPr="00384254">
        <w:t>The following tables indicate the points to be trended and alarmed by system.  The Operational Trend Duration column indicates the trend duration for normal operations.  The Testing Trend Duration column indicates the trend duration prior to Systems Functional Performance Testing and again after Systems Functional Performance Testing.  The Type column indicates point type: AI = Analog Input, AO = Analog Output, DI = Digital Input, DO = Digital Output, Calc = Calculated Point.  In the Trend Interval Column, COV = Change of Value. The Alarm Type indicates the alarm priority; C = Critical, P = Priority, and M = Maintenance.  The Alarm Range column indicates when the point is considered in the alarm state.  The Alarm Delay column indicates the length of time the point must remain in an alarm state before the alarm is recorded in the DDC.  The intent is to allow minor, short-duration events to be corrected by the DDC system prior to recording an alarm.</w:t>
      </w:r>
      <w:r>
        <w:t xml:space="preserve">  </w:t>
      </w:r>
    </w:p>
    <w:p w14:paraId="6005F597" w14:textId="77777777" w:rsidR="00B44DB5" w:rsidRPr="00384254" w:rsidRDefault="00B44DB5" w:rsidP="00B44DB5">
      <w:pPr>
        <w:pStyle w:val="SpecNote"/>
      </w:pPr>
      <w:r w:rsidRPr="00384254">
        <w:lastRenderedPageBreak/>
        <w:t>Spec Writer Note:  The following tables provide guidelines for system trends and alarms.  Coordinate the types of systems and point names with the construction documents.  Verify alarm priorities, ranges and delay.    The Design Engineer may elect to include trending and alarm information on the DDC Control Schematics and Sequences of Operations in the Construction Drawing set or in the DDC Control Specifications.  Verify the control drawings and/or DDC specifications have included reference to this section of 01 91 00.  If adequately included in the drawings or specifications, the following tables should be deleted to prevent duplication and possible conflicts.</w:t>
      </w:r>
    </w:p>
    <w:p w14:paraId="5FAB9E16" w14:textId="77777777" w:rsidR="00B44DB5" w:rsidRDefault="00B44DB5" w:rsidP="00B44DB5">
      <w:pPr>
        <w:pStyle w:val="Level2"/>
      </w:pPr>
    </w:p>
    <w:tbl>
      <w:tblPr>
        <w:tblW w:w="97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51"/>
        <w:gridCol w:w="800"/>
        <w:gridCol w:w="1308"/>
        <w:gridCol w:w="1459"/>
        <w:gridCol w:w="1350"/>
        <w:gridCol w:w="891"/>
        <w:gridCol w:w="1170"/>
        <w:gridCol w:w="909"/>
      </w:tblGrid>
      <w:tr w:rsidR="00B44DB5" w:rsidRPr="00384254" w14:paraId="09D8F173" w14:textId="77777777" w:rsidTr="006D40D2">
        <w:trPr>
          <w:cantSplit/>
          <w:trHeight w:val="413"/>
          <w:tblHeader/>
          <w:jc w:val="center"/>
        </w:trPr>
        <w:tc>
          <w:tcPr>
            <w:tcW w:w="9738" w:type="dxa"/>
            <w:gridSpan w:val="8"/>
            <w:tcBorders>
              <w:top w:val="single" w:sz="4" w:space="0" w:color="auto"/>
              <w:bottom w:val="single" w:sz="6" w:space="0" w:color="auto"/>
            </w:tcBorders>
            <w:shd w:val="clear" w:color="auto" w:fill="D9D9D9"/>
            <w:vAlign w:val="center"/>
            <w:hideMark/>
          </w:tcPr>
          <w:p w14:paraId="55DC91F9" w14:textId="77777777" w:rsidR="00B44DB5" w:rsidRPr="00B44DB5" w:rsidRDefault="00B44DB5" w:rsidP="00B44DB5">
            <w:pPr>
              <w:pStyle w:val="SpecNormal"/>
              <w:rPr>
                <w:b/>
                <w:bCs/>
              </w:rPr>
            </w:pPr>
            <w:r w:rsidRPr="00B44DB5">
              <w:rPr>
                <w:b/>
                <w:bCs/>
              </w:rPr>
              <w:t>Dual-Path Air Handling Unit Trending and Alarms</w:t>
            </w:r>
          </w:p>
        </w:tc>
      </w:tr>
      <w:tr w:rsidR="00B44DB5" w:rsidRPr="00384254" w14:paraId="0B3EF111" w14:textId="77777777" w:rsidTr="006D40D2">
        <w:trPr>
          <w:cantSplit/>
          <w:trHeight w:val="858"/>
          <w:tblHeader/>
          <w:jc w:val="center"/>
        </w:trPr>
        <w:tc>
          <w:tcPr>
            <w:tcW w:w="1851" w:type="dxa"/>
            <w:tcBorders>
              <w:top w:val="single" w:sz="6" w:space="0" w:color="auto"/>
              <w:bottom w:val="single" w:sz="6" w:space="0" w:color="auto"/>
            </w:tcBorders>
            <w:shd w:val="clear" w:color="auto" w:fill="D9D9D9"/>
            <w:vAlign w:val="center"/>
            <w:hideMark/>
          </w:tcPr>
          <w:p w14:paraId="62B38325" w14:textId="77777777" w:rsidR="00B44DB5" w:rsidRPr="00B44DB5" w:rsidRDefault="00B44DB5" w:rsidP="00B44DB5">
            <w:pPr>
              <w:pStyle w:val="SpecNormal"/>
              <w:spacing w:line="240" w:lineRule="auto"/>
              <w:rPr>
                <w:b/>
                <w:bCs/>
              </w:rPr>
            </w:pPr>
            <w:r w:rsidRPr="00B44DB5">
              <w:rPr>
                <w:b/>
                <w:bCs/>
              </w:rPr>
              <w:t>Point</w:t>
            </w:r>
          </w:p>
        </w:tc>
        <w:tc>
          <w:tcPr>
            <w:tcW w:w="800" w:type="dxa"/>
            <w:tcBorders>
              <w:top w:val="single" w:sz="6" w:space="0" w:color="auto"/>
              <w:bottom w:val="single" w:sz="6" w:space="0" w:color="auto"/>
            </w:tcBorders>
            <w:shd w:val="clear" w:color="auto" w:fill="D9D9D9"/>
            <w:vAlign w:val="center"/>
            <w:hideMark/>
          </w:tcPr>
          <w:p w14:paraId="1BBB0F64" w14:textId="77777777" w:rsidR="00B44DB5" w:rsidRPr="00B44DB5" w:rsidRDefault="00B44DB5" w:rsidP="00B44DB5">
            <w:pPr>
              <w:pStyle w:val="SpecNormal"/>
              <w:spacing w:line="240" w:lineRule="auto"/>
              <w:rPr>
                <w:b/>
                <w:bCs/>
              </w:rPr>
            </w:pPr>
            <w:r w:rsidRPr="00B44DB5">
              <w:rPr>
                <w:b/>
                <w:bCs/>
              </w:rPr>
              <w:t>Type</w:t>
            </w:r>
          </w:p>
        </w:tc>
        <w:tc>
          <w:tcPr>
            <w:tcW w:w="1308" w:type="dxa"/>
            <w:tcBorders>
              <w:top w:val="single" w:sz="6" w:space="0" w:color="auto"/>
              <w:bottom w:val="single" w:sz="6" w:space="0" w:color="auto"/>
            </w:tcBorders>
            <w:shd w:val="clear" w:color="auto" w:fill="D9D9D9"/>
            <w:vAlign w:val="center"/>
            <w:hideMark/>
          </w:tcPr>
          <w:p w14:paraId="724A26D9" w14:textId="77777777" w:rsidR="00B44DB5" w:rsidRPr="00B44DB5" w:rsidRDefault="00B44DB5" w:rsidP="00B44DB5">
            <w:pPr>
              <w:pStyle w:val="SpecNormal"/>
              <w:spacing w:line="240" w:lineRule="auto"/>
              <w:rPr>
                <w:b/>
                <w:bCs/>
              </w:rPr>
            </w:pPr>
            <w:r w:rsidRPr="00B44DB5">
              <w:rPr>
                <w:b/>
                <w:bCs/>
              </w:rPr>
              <w:t>Trend</w:t>
            </w:r>
          </w:p>
          <w:p w14:paraId="21C14387" w14:textId="77777777" w:rsidR="00B44DB5" w:rsidRPr="00B44DB5" w:rsidRDefault="00B44DB5" w:rsidP="00B44DB5">
            <w:pPr>
              <w:pStyle w:val="SpecNormal"/>
              <w:spacing w:line="240" w:lineRule="auto"/>
              <w:rPr>
                <w:b/>
                <w:bCs/>
              </w:rPr>
            </w:pPr>
            <w:r w:rsidRPr="00B44DB5">
              <w:rPr>
                <w:b/>
                <w:bCs/>
              </w:rPr>
              <w:t>Interval</w:t>
            </w:r>
          </w:p>
        </w:tc>
        <w:tc>
          <w:tcPr>
            <w:tcW w:w="1459" w:type="dxa"/>
            <w:tcBorders>
              <w:top w:val="single" w:sz="6" w:space="0" w:color="auto"/>
              <w:bottom w:val="single" w:sz="6" w:space="0" w:color="auto"/>
            </w:tcBorders>
            <w:shd w:val="clear" w:color="auto" w:fill="D9D9D9"/>
            <w:vAlign w:val="center"/>
            <w:hideMark/>
          </w:tcPr>
          <w:p w14:paraId="0E484CB7" w14:textId="77777777" w:rsidR="00B44DB5" w:rsidRPr="00B44DB5" w:rsidRDefault="00B44DB5" w:rsidP="00B44DB5">
            <w:pPr>
              <w:pStyle w:val="SpecNormal"/>
              <w:spacing w:line="240" w:lineRule="auto"/>
              <w:rPr>
                <w:b/>
                <w:bCs/>
              </w:rPr>
            </w:pPr>
            <w:r w:rsidRPr="00B44DB5">
              <w:rPr>
                <w:b/>
                <w:bCs/>
              </w:rPr>
              <w:t>Operational Trend</w:t>
            </w:r>
          </w:p>
          <w:p w14:paraId="06B3C494" w14:textId="77777777" w:rsidR="00B44DB5" w:rsidRPr="00B44DB5" w:rsidRDefault="00B44DB5" w:rsidP="00B44DB5">
            <w:pPr>
              <w:pStyle w:val="SpecNormal"/>
              <w:spacing w:line="240" w:lineRule="auto"/>
              <w:rPr>
                <w:b/>
                <w:bCs/>
              </w:rPr>
            </w:pPr>
            <w:r w:rsidRPr="00B44DB5">
              <w:rPr>
                <w:b/>
                <w:bCs/>
              </w:rPr>
              <w:t>Duration</w:t>
            </w:r>
          </w:p>
        </w:tc>
        <w:tc>
          <w:tcPr>
            <w:tcW w:w="1350" w:type="dxa"/>
            <w:tcBorders>
              <w:top w:val="single" w:sz="6" w:space="0" w:color="auto"/>
              <w:bottom w:val="single" w:sz="6" w:space="0" w:color="auto"/>
            </w:tcBorders>
            <w:shd w:val="clear" w:color="auto" w:fill="D9D9D9"/>
            <w:vAlign w:val="center"/>
            <w:hideMark/>
          </w:tcPr>
          <w:p w14:paraId="398908CE" w14:textId="77777777" w:rsidR="00B44DB5" w:rsidRPr="00B44DB5" w:rsidRDefault="00B44DB5" w:rsidP="00B44DB5">
            <w:pPr>
              <w:pStyle w:val="SpecNormal"/>
              <w:spacing w:line="240" w:lineRule="auto"/>
              <w:rPr>
                <w:b/>
                <w:bCs/>
              </w:rPr>
            </w:pPr>
            <w:r w:rsidRPr="00B44DB5">
              <w:rPr>
                <w:b/>
                <w:bCs/>
              </w:rPr>
              <w:t>Testing Trend Duration</w:t>
            </w:r>
          </w:p>
        </w:tc>
        <w:tc>
          <w:tcPr>
            <w:tcW w:w="891" w:type="dxa"/>
            <w:tcBorders>
              <w:top w:val="single" w:sz="6" w:space="0" w:color="auto"/>
              <w:bottom w:val="single" w:sz="6" w:space="0" w:color="auto"/>
            </w:tcBorders>
            <w:shd w:val="clear" w:color="auto" w:fill="D9D9D9"/>
            <w:vAlign w:val="center"/>
          </w:tcPr>
          <w:p w14:paraId="592392AA" w14:textId="77777777" w:rsidR="00B44DB5" w:rsidRPr="00B44DB5" w:rsidRDefault="00B44DB5" w:rsidP="00B44DB5">
            <w:pPr>
              <w:pStyle w:val="SpecNormal"/>
              <w:spacing w:line="240" w:lineRule="auto"/>
              <w:rPr>
                <w:b/>
                <w:bCs/>
              </w:rPr>
            </w:pPr>
            <w:r w:rsidRPr="00B44DB5">
              <w:rPr>
                <w:b/>
                <w:bCs/>
              </w:rPr>
              <w:t>Alarm Type</w:t>
            </w:r>
          </w:p>
        </w:tc>
        <w:tc>
          <w:tcPr>
            <w:tcW w:w="1170" w:type="dxa"/>
            <w:tcBorders>
              <w:top w:val="single" w:sz="6" w:space="0" w:color="auto"/>
              <w:bottom w:val="single" w:sz="6" w:space="0" w:color="auto"/>
            </w:tcBorders>
            <w:shd w:val="clear" w:color="auto" w:fill="D9D9D9"/>
            <w:vAlign w:val="center"/>
          </w:tcPr>
          <w:p w14:paraId="44BE56B4" w14:textId="77777777" w:rsidR="00B44DB5" w:rsidRPr="00B44DB5" w:rsidRDefault="00B44DB5" w:rsidP="00B44DB5">
            <w:pPr>
              <w:pStyle w:val="SpecNormal"/>
              <w:spacing w:line="240" w:lineRule="auto"/>
              <w:rPr>
                <w:b/>
                <w:bCs/>
              </w:rPr>
            </w:pPr>
            <w:r w:rsidRPr="00B44DB5">
              <w:rPr>
                <w:b/>
                <w:bCs/>
              </w:rPr>
              <w:t>Alarm Range</w:t>
            </w:r>
          </w:p>
        </w:tc>
        <w:tc>
          <w:tcPr>
            <w:tcW w:w="909" w:type="dxa"/>
            <w:tcBorders>
              <w:top w:val="single" w:sz="6" w:space="0" w:color="auto"/>
              <w:bottom w:val="single" w:sz="6" w:space="0" w:color="auto"/>
            </w:tcBorders>
            <w:shd w:val="clear" w:color="auto" w:fill="D9D9D9"/>
            <w:vAlign w:val="center"/>
          </w:tcPr>
          <w:p w14:paraId="55111427" w14:textId="77777777" w:rsidR="00B44DB5" w:rsidRPr="00B44DB5" w:rsidRDefault="00B44DB5" w:rsidP="00B44DB5">
            <w:pPr>
              <w:pStyle w:val="SpecNormal"/>
              <w:spacing w:line="240" w:lineRule="auto"/>
              <w:rPr>
                <w:b/>
                <w:bCs/>
              </w:rPr>
            </w:pPr>
            <w:r w:rsidRPr="00B44DB5">
              <w:rPr>
                <w:b/>
                <w:bCs/>
              </w:rPr>
              <w:t>Alarm Delay</w:t>
            </w:r>
          </w:p>
        </w:tc>
      </w:tr>
      <w:tr w:rsidR="00B44DB5" w:rsidRPr="00384254" w14:paraId="54D8EC46" w14:textId="77777777" w:rsidTr="00B44DB5">
        <w:trPr>
          <w:cantSplit/>
          <w:trHeight w:val="300"/>
          <w:jc w:val="center"/>
        </w:trPr>
        <w:tc>
          <w:tcPr>
            <w:tcW w:w="1851" w:type="dxa"/>
            <w:tcBorders>
              <w:top w:val="single" w:sz="6" w:space="0" w:color="auto"/>
            </w:tcBorders>
            <w:shd w:val="clear" w:color="auto" w:fill="auto"/>
            <w:noWrap/>
            <w:vAlign w:val="center"/>
            <w:hideMark/>
          </w:tcPr>
          <w:p w14:paraId="08B2C4F0" w14:textId="77777777" w:rsidR="00B44DB5" w:rsidRPr="00384254" w:rsidRDefault="00B44DB5" w:rsidP="00B44DB5">
            <w:pPr>
              <w:pStyle w:val="SpecNormal"/>
              <w:spacing w:line="240" w:lineRule="auto"/>
            </w:pPr>
            <w:r w:rsidRPr="00384254">
              <w:t>OA Temperature</w:t>
            </w:r>
          </w:p>
        </w:tc>
        <w:tc>
          <w:tcPr>
            <w:tcW w:w="800" w:type="dxa"/>
            <w:tcBorders>
              <w:top w:val="single" w:sz="6" w:space="0" w:color="auto"/>
            </w:tcBorders>
            <w:shd w:val="clear" w:color="auto" w:fill="auto"/>
            <w:noWrap/>
            <w:vAlign w:val="center"/>
            <w:hideMark/>
          </w:tcPr>
          <w:p w14:paraId="4D39E1A9" w14:textId="77777777" w:rsidR="00B44DB5" w:rsidRPr="00384254" w:rsidRDefault="00B44DB5" w:rsidP="00B44DB5">
            <w:pPr>
              <w:pStyle w:val="SpecNormal"/>
              <w:spacing w:line="240" w:lineRule="auto"/>
            </w:pPr>
            <w:r w:rsidRPr="00384254">
              <w:t>AI</w:t>
            </w:r>
          </w:p>
        </w:tc>
        <w:tc>
          <w:tcPr>
            <w:tcW w:w="1308" w:type="dxa"/>
            <w:tcBorders>
              <w:top w:val="single" w:sz="6" w:space="0" w:color="auto"/>
            </w:tcBorders>
            <w:shd w:val="clear" w:color="auto" w:fill="auto"/>
            <w:noWrap/>
            <w:vAlign w:val="center"/>
            <w:hideMark/>
          </w:tcPr>
          <w:p w14:paraId="4092EC42" w14:textId="77777777" w:rsidR="00B44DB5" w:rsidRPr="00384254" w:rsidRDefault="00B44DB5" w:rsidP="00B44DB5">
            <w:pPr>
              <w:pStyle w:val="SpecNormal"/>
              <w:spacing w:line="240" w:lineRule="auto"/>
            </w:pPr>
            <w:r w:rsidRPr="00384254">
              <w:t>15 Min</w:t>
            </w:r>
          </w:p>
        </w:tc>
        <w:tc>
          <w:tcPr>
            <w:tcW w:w="1459" w:type="dxa"/>
            <w:tcBorders>
              <w:top w:val="single" w:sz="6" w:space="0" w:color="auto"/>
            </w:tcBorders>
            <w:shd w:val="clear" w:color="auto" w:fill="auto"/>
            <w:noWrap/>
            <w:vAlign w:val="center"/>
            <w:hideMark/>
          </w:tcPr>
          <w:p w14:paraId="5F7E6DFA" w14:textId="77777777" w:rsidR="00B44DB5" w:rsidRPr="00384254" w:rsidRDefault="00B44DB5" w:rsidP="00B44DB5">
            <w:pPr>
              <w:pStyle w:val="SpecNormal"/>
              <w:spacing w:line="240" w:lineRule="auto"/>
            </w:pPr>
            <w:r w:rsidRPr="00384254">
              <w:t>24 hours</w:t>
            </w:r>
          </w:p>
        </w:tc>
        <w:tc>
          <w:tcPr>
            <w:tcW w:w="1350" w:type="dxa"/>
            <w:tcBorders>
              <w:top w:val="single" w:sz="6" w:space="0" w:color="auto"/>
            </w:tcBorders>
            <w:shd w:val="clear" w:color="auto" w:fill="auto"/>
            <w:noWrap/>
            <w:vAlign w:val="center"/>
            <w:hideMark/>
          </w:tcPr>
          <w:p w14:paraId="104DED09" w14:textId="77777777" w:rsidR="00B44DB5" w:rsidRPr="00384254" w:rsidRDefault="00B44DB5" w:rsidP="00B44DB5">
            <w:pPr>
              <w:pStyle w:val="SpecNormal"/>
              <w:spacing w:line="240" w:lineRule="auto"/>
            </w:pPr>
            <w:r w:rsidRPr="00384254">
              <w:t>3 days</w:t>
            </w:r>
          </w:p>
        </w:tc>
        <w:tc>
          <w:tcPr>
            <w:tcW w:w="891" w:type="dxa"/>
            <w:tcBorders>
              <w:top w:val="single" w:sz="6" w:space="0" w:color="auto"/>
            </w:tcBorders>
            <w:vAlign w:val="center"/>
          </w:tcPr>
          <w:p w14:paraId="188B2440" w14:textId="77777777" w:rsidR="00B44DB5" w:rsidRPr="00384254" w:rsidRDefault="00B44DB5" w:rsidP="00B44DB5">
            <w:pPr>
              <w:pStyle w:val="SpecNormal"/>
              <w:spacing w:line="240" w:lineRule="auto"/>
            </w:pPr>
            <w:r w:rsidRPr="00384254">
              <w:t>N/A</w:t>
            </w:r>
          </w:p>
        </w:tc>
        <w:tc>
          <w:tcPr>
            <w:tcW w:w="1170" w:type="dxa"/>
            <w:tcBorders>
              <w:top w:val="single" w:sz="6" w:space="0" w:color="auto"/>
            </w:tcBorders>
            <w:vAlign w:val="center"/>
          </w:tcPr>
          <w:p w14:paraId="2CFA64A6" w14:textId="77777777" w:rsidR="00B44DB5" w:rsidRPr="00384254" w:rsidRDefault="00B44DB5" w:rsidP="00B44DB5">
            <w:pPr>
              <w:pStyle w:val="SpecNormal"/>
              <w:spacing w:line="240" w:lineRule="auto"/>
            </w:pPr>
          </w:p>
        </w:tc>
        <w:tc>
          <w:tcPr>
            <w:tcW w:w="909" w:type="dxa"/>
            <w:tcBorders>
              <w:top w:val="single" w:sz="6" w:space="0" w:color="auto"/>
            </w:tcBorders>
            <w:vAlign w:val="center"/>
          </w:tcPr>
          <w:p w14:paraId="1CF3ED07" w14:textId="77777777" w:rsidR="00B44DB5" w:rsidRPr="00384254" w:rsidRDefault="00B44DB5" w:rsidP="00B44DB5">
            <w:pPr>
              <w:pStyle w:val="SpecNormal"/>
              <w:spacing w:line="240" w:lineRule="auto"/>
            </w:pPr>
          </w:p>
        </w:tc>
      </w:tr>
      <w:tr w:rsidR="00B44DB5" w:rsidRPr="00384254" w14:paraId="107D6A2C" w14:textId="77777777" w:rsidTr="00B44DB5">
        <w:trPr>
          <w:cantSplit/>
          <w:trHeight w:val="300"/>
          <w:jc w:val="center"/>
        </w:trPr>
        <w:tc>
          <w:tcPr>
            <w:tcW w:w="1851" w:type="dxa"/>
            <w:shd w:val="clear" w:color="auto" w:fill="auto"/>
            <w:noWrap/>
            <w:vAlign w:val="center"/>
            <w:hideMark/>
          </w:tcPr>
          <w:p w14:paraId="20ED2541" w14:textId="77777777" w:rsidR="00B44DB5" w:rsidRPr="00384254" w:rsidRDefault="00B44DB5" w:rsidP="00B44DB5">
            <w:pPr>
              <w:pStyle w:val="SpecNormal"/>
              <w:spacing w:line="240" w:lineRule="auto"/>
            </w:pPr>
            <w:r w:rsidRPr="00384254">
              <w:t>RA Temperature</w:t>
            </w:r>
          </w:p>
        </w:tc>
        <w:tc>
          <w:tcPr>
            <w:tcW w:w="800" w:type="dxa"/>
            <w:shd w:val="clear" w:color="auto" w:fill="auto"/>
            <w:noWrap/>
            <w:vAlign w:val="center"/>
            <w:hideMark/>
          </w:tcPr>
          <w:p w14:paraId="44BAF0B3"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52B0E4CF"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6746B49C"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1E8BB597" w14:textId="77777777" w:rsidR="00B44DB5" w:rsidRPr="00384254" w:rsidRDefault="00B44DB5" w:rsidP="00B44DB5">
            <w:pPr>
              <w:pStyle w:val="SpecNormal"/>
              <w:spacing w:line="240" w:lineRule="auto"/>
            </w:pPr>
            <w:r w:rsidRPr="00384254">
              <w:t>3 days</w:t>
            </w:r>
          </w:p>
        </w:tc>
        <w:tc>
          <w:tcPr>
            <w:tcW w:w="891" w:type="dxa"/>
            <w:vAlign w:val="center"/>
          </w:tcPr>
          <w:p w14:paraId="70C2316D" w14:textId="77777777" w:rsidR="00B44DB5" w:rsidRPr="00384254" w:rsidRDefault="00B44DB5" w:rsidP="00B44DB5">
            <w:pPr>
              <w:pStyle w:val="SpecNormal"/>
              <w:spacing w:line="240" w:lineRule="auto"/>
            </w:pPr>
            <w:r w:rsidRPr="00384254">
              <w:t>N/A</w:t>
            </w:r>
          </w:p>
        </w:tc>
        <w:tc>
          <w:tcPr>
            <w:tcW w:w="1170" w:type="dxa"/>
            <w:vAlign w:val="center"/>
          </w:tcPr>
          <w:p w14:paraId="64EF1F0D" w14:textId="77777777" w:rsidR="00B44DB5" w:rsidRPr="00384254" w:rsidRDefault="00B44DB5" w:rsidP="00B44DB5">
            <w:pPr>
              <w:pStyle w:val="SpecNormal"/>
              <w:spacing w:line="240" w:lineRule="auto"/>
            </w:pPr>
          </w:p>
        </w:tc>
        <w:tc>
          <w:tcPr>
            <w:tcW w:w="909" w:type="dxa"/>
            <w:vAlign w:val="center"/>
          </w:tcPr>
          <w:p w14:paraId="44872AB0" w14:textId="77777777" w:rsidR="00B44DB5" w:rsidRPr="00384254" w:rsidRDefault="00B44DB5" w:rsidP="00B44DB5">
            <w:pPr>
              <w:pStyle w:val="SpecNormal"/>
              <w:spacing w:line="240" w:lineRule="auto"/>
            </w:pPr>
          </w:p>
        </w:tc>
      </w:tr>
      <w:tr w:rsidR="00B44DB5" w:rsidRPr="00384254" w14:paraId="647F8531" w14:textId="77777777" w:rsidTr="00B44DB5">
        <w:trPr>
          <w:cantSplit/>
          <w:trHeight w:val="300"/>
          <w:jc w:val="center"/>
        </w:trPr>
        <w:tc>
          <w:tcPr>
            <w:tcW w:w="1851" w:type="dxa"/>
            <w:shd w:val="clear" w:color="auto" w:fill="auto"/>
            <w:noWrap/>
            <w:vAlign w:val="center"/>
            <w:hideMark/>
          </w:tcPr>
          <w:p w14:paraId="365ED15B" w14:textId="77777777" w:rsidR="00B44DB5" w:rsidRPr="00384254" w:rsidRDefault="00B44DB5" w:rsidP="00B44DB5">
            <w:pPr>
              <w:pStyle w:val="SpecNormal"/>
              <w:spacing w:line="240" w:lineRule="auto"/>
            </w:pPr>
            <w:r w:rsidRPr="00384254">
              <w:t>RA Humidity</w:t>
            </w:r>
          </w:p>
        </w:tc>
        <w:tc>
          <w:tcPr>
            <w:tcW w:w="800" w:type="dxa"/>
            <w:shd w:val="clear" w:color="auto" w:fill="auto"/>
            <w:noWrap/>
            <w:vAlign w:val="center"/>
            <w:hideMark/>
          </w:tcPr>
          <w:p w14:paraId="6E9272D0"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034B7ED7"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024DB987"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7AD32517" w14:textId="77777777" w:rsidR="00B44DB5" w:rsidRPr="00384254" w:rsidRDefault="00B44DB5" w:rsidP="00B44DB5">
            <w:pPr>
              <w:pStyle w:val="SpecNormal"/>
              <w:spacing w:line="240" w:lineRule="auto"/>
            </w:pPr>
            <w:r w:rsidRPr="00384254">
              <w:t>3 days</w:t>
            </w:r>
          </w:p>
        </w:tc>
        <w:tc>
          <w:tcPr>
            <w:tcW w:w="891" w:type="dxa"/>
            <w:vAlign w:val="center"/>
          </w:tcPr>
          <w:p w14:paraId="1142EB46" w14:textId="77777777" w:rsidR="00B44DB5" w:rsidRPr="00384254" w:rsidRDefault="00B44DB5" w:rsidP="00B44DB5">
            <w:pPr>
              <w:pStyle w:val="SpecNormal"/>
              <w:spacing w:line="240" w:lineRule="auto"/>
            </w:pPr>
            <w:r w:rsidRPr="00384254">
              <w:t>P</w:t>
            </w:r>
          </w:p>
        </w:tc>
        <w:tc>
          <w:tcPr>
            <w:tcW w:w="1170" w:type="dxa"/>
            <w:vAlign w:val="center"/>
          </w:tcPr>
          <w:p w14:paraId="4F489B72" w14:textId="77777777" w:rsidR="00B44DB5" w:rsidRPr="00384254" w:rsidRDefault="00B44DB5" w:rsidP="00B44DB5">
            <w:pPr>
              <w:pStyle w:val="SpecNormal"/>
              <w:spacing w:line="240" w:lineRule="auto"/>
            </w:pPr>
            <w:r w:rsidRPr="00384254">
              <w:t>&gt;60% RH</w:t>
            </w:r>
          </w:p>
        </w:tc>
        <w:tc>
          <w:tcPr>
            <w:tcW w:w="909" w:type="dxa"/>
            <w:vAlign w:val="center"/>
          </w:tcPr>
          <w:p w14:paraId="2F80350A" w14:textId="77777777" w:rsidR="00B44DB5" w:rsidRPr="00384254" w:rsidRDefault="00B44DB5" w:rsidP="00B44DB5">
            <w:pPr>
              <w:pStyle w:val="SpecNormal"/>
              <w:spacing w:line="240" w:lineRule="auto"/>
            </w:pPr>
            <w:r w:rsidRPr="00384254">
              <w:t>10 min</w:t>
            </w:r>
          </w:p>
        </w:tc>
      </w:tr>
      <w:tr w:rsidR="00B44DB5" w:rsidRPr="00384254" w14:paraId="2EB33B0A" w14:textId="77777777" w:rsidTr="00B44DB5">
        <w:trPr>
          <w:cantSplit/>
          <w:trHeight w:val="300"/>
          <w:jc w:val="center"/>
        </w:trPr>
        <w:tc>
          <w:tcPr>
            <w:tcW w:w="1851" w:type="dxa"/>
            <w:shd w:val="clear" w:color="auto" w:fill="auto"/>
            <w:noWrap/>
            <w:vAlign w:val="center"/>
            <w:hideMark/>
          </w:tcPr>
          <w:p w14:paraId="0B258A5C" w14:textId="77777777" w:rsidR="00B44DB5" w:rsidRPr="00384254" w:rsidRDefault="00B44DB5" w:rsidP="00B44DB5">
            <w:pPr>
              <w:pStyle w:val="SpecNormal"/>
              <w:spacing w:line="240" w:lineRule="auto"/>
            </w:pPr>
            <w:r w:rsidRPr="00384254">
              <w:t>Mixed Air Temp</w:t>
            </w:r>
          </w:p>
        </w:tc>
        <w:tc>
          <w:tcPr>
            <w:tcW w:w="800" w:type="dxa"/>
            <w:shd w:val="clear" w:color="auto" w:fill="auto"/>
            <w:noWrap/>
            <w:vAlign w:val="center"/>
            <w:hideMark/>
          </w:tcPr>
          <w:p w14:paraId="3A39B1EE"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526BCE61" w14:textId="77777777" w:rsidR="00B44DB5" w:rsidRPr="00384254" w:rsidRDefault="00B44DB5" w:rsidP="00B44DB5">
            <w:pPr>
              <w:pStyle w:val="SpecNormal"/>
              <w:spacing w:line="240" w:lineRule="auto"/>
            </w:pPr>
            <w:r w:rsidRPr="00384254">
              <w:t>None</w:t>
            </w:r>
          </w:p>
        </w:tc>
        <w:tc>
          <w:tcPr>
            <w:tcW w:w="1459" w:type="dxa"/>
            <w:shd w:val="clear" w:color="auto" w:fill="auto"/>
            <w:noWrap/>
            <w:vAlign w:val="center"/>
            <w:hideMark/>
          </w:tcPr>
          <w:p w14:paraId="0CD92DB1" w14:textId="77777777" w:rsidR="00B44DB5" w:rsidRPr="00384254" w:rsidRDefault="00B44DB5" w:rsidP="00B44DB5">
            <w:pPr>
              <w:pStyle w:val="SpecNormal"/>
              <w:spacing w:line="240" w:lineRule="auto"/>
            </w:pPr>
            <w:r w:rsidRPr="00384254">
              <w:t>None</w:t>
            </w:r>
          </w:p>
        </w:tc>
        <w:tc>
          <w:tcPr>
            <w:tcW w:w="1350" w:type="dxa"/>
            <w:shd w:val="clear" w:color="auto" w:fill="auto"/>
            <w:noWrap/>
            <w:vAlign w:val="center"/>
            <w:hideMark/>
          </w:tcPr>
          <w:p w14:paraId="02BA9999" w14:textId="77777777" w:rsidR="00B44DB5" w:rsidRPr="00384254" w:rsidRDefault="00B44DB5" w:rsidP="00B44DB5">
            <w:pPr>
              <w:pStyle w:val="SpecNormal"/>
              <w:spacing w:line="240" w:lineRule="auto"/>
            </w:pPr>
            <w:r w:rsidRPr="00384254">
              <w:t>None</w:t>
            </w:r>
          </w:p>
        </w:tc>
        <w:tc>
          <w:tcPr>
            <w:tcW w:w="891" w:type="dxa"/>
            <w:vAlign w:val="center"/>
          </w:tcPr>
          <w:p w14:paraId="4BA34232" w14:textId="77777777" w:rsidR="00B44DB5" w:rsidRPr="00384254" w:rsidRDefault="00B44DB5" w:rsidP="00B44DB5">
            <w:pPr>
              <w:pStyle w:val="SpecNormal"/>
              <w:spacing w:line="240" w:lineRule="auto"/>
            </w:pPr>
            <w:r w:rsidRPr="00384254">
              <w:t>N/A</w:t>
            </w:r>
          </w:p>
        </w:tc>
        <w:tc>
          <w:tcPr>
            <w:tcW w:w="1170" w:type="dxa"/>
            <w:vAlign w:val="center"/>
          </w:tcPr>
          <w:p w14:paraId="512F5A2C" w14:textId="77777777" w:rsidR="00B44DB5" w:rsidRPr="00384254" w:rsidRDefault="00B44DB5" w:rsidP="00B44DB5">
            <w:pPr>
              <w:pStyle w:val="SpecNormal"/>
              <w:spacing w:line="240" w:lineRule="auto"/>
            </w:pPr>
          </w:p>
        </w:tc>
        <w:tc>
          <w:tcPr>
            <w:tcW w:w="909" w:type="dxa"/>
            <w:vAlign w:val="center"/>
          </w:tcPr>
          <w:p w14:paraId="20A32AF2" w14:textId="77777777" w:rsidR="00B44DB5" w:rsidRPr="00384254" w:rsidRDefault="00B44DB5" w:rsidP="00B44DB5">
            <w:pPr>
              <w:pStyle w:val="SpecNormal"/>
              <w:spacing w:line="240" w:lineRule="auto"/>
            </w:pPr>
          </w:p>
        </w:tc>
      </w:tr>
      <w:tr w:rsidR="00B44DB5" w:rsidRPr="00384254" w14:paraId="40EA0CB4" w14:textId="77777777" w:rsidTr="00B44DB5">
        <w:trPr>
          <w:cantSplit/>
          <w:trHeight w:val="300"/>
          <w:jc w:val="center"/>
        </w:trPr>
        <w:tc>
          <w:tcPr>
            <w:tcW w:w="1851" w:type="dxa"/>
            <w:shd w:val="clear" w:color="auto" w:fill="auto"/>
            <w:noWrap/>
            <w:vAlign w:val="center"/>
            <w:hideMark/>
          </w:tcPr>
          <w:p w14:paraId="2CECC028" w14:textId="77777777" w:rsidR="00B44DB5" w:rsidRPr="00384254" w:rsidRDefault="00B44DB5" w:rsidP="00B44DB5">
            <w:pPr>
              <w:pStyle w:val="SpecNormal"/>
              <w:spacing w:line="240" w:lineRule="auto"/>
            </w:pPr>
            <w:r w:rsidRPr="00384254">
              <w:t>SA Temp</w:t>
            </w:r>
          </w:p>
        </w:tc>
        <w:tc>
          <w:tcPr>
            <w:tcW w:w="800" w:type="dxa"/>
            <w:shd w:val="clear" w:color="auto" w:fill="auto"/>
            <w:noWrap/>
            <w:vAlign w:val="center"/>
            <w:hideMark/>
          </w:tcPr>
          <w:p w14:paraId="119489FD"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0A7E5F05"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2D0FE775"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562F4686" w14:textId="77777777" w:rsidR="00B44DB5" w:rsidRPr="00384254" w:rsidRDefault="00B44DB5" w:rsidP="00B44DB5">
            <w:pPr>
              <w:pStyle w:val="SpecNormal"/>
              <w:spacing w:line="240" w:lineRule="auto"/>
            </w:pPr>
            <w:r w:rsidRPr="00384254">
              <w:t>3 days</w:t>
            </w:r>
          </w:p>
        </w:tc>
        <w:tc>
          <w:tcPr>
            <w:tcW w:w="891" w:type="dxa"/>
            <w:vAlign w:val="center"/>
          </w:tcPr>
          <w:p w14:paraId="6EB16668" w14:textId="77777777" w:rsidR="00B44DB5" w:rsidRPr="00384254" w:rsidRDefault="00B44DB5" w:rsidP="00B44DB5">
            <w:pPr>
              <w:pStyle w:val="SpecNormal"/>
              <w:spacing w:line="240" w:lineRule="auto"/>
            </w:pPr>
            <w:r w:rsidRPr="00384254">
              <w:t>C</w:t>
            </w:r>
          </w:p>
        </w:tc>
        <w:tc>
          <w:tcPr>
            <w:tcW w:w="1170" w:type="dxa"/>
            <w:vAlign w:val="center"/>
          </w:tcPr>
          <w:p w14:paraId="26B29AEB" w14:textId="77777777" w:rsidR="00B44DB5" w:rsidRPr="00384254" w:rsidRDefault="00B44DB5" w:rsidP="00B44DB5">
            <w:pPr>
              <w:pStyle w:val="SpecNormal"/>
              <w:spacing w:line="240" w:lineRule="auto"/>
            </w:pPr>
            <w:r w:rsidRPr="00384254">
              <w:t>±5°F from SP</w:t>
            </w:r>
          </w:p>
        </w:tc>
        <w:tc>
          <w:tcPr>
            <w:tcW w:w="909" w:type="dxa"/>
            <w:vAlign w:val="center"/>
          </w:tcPr>
          <w:p w14:paraId="2CEDFC05" w14:textId="77777777" w:rsidR="00B44DB5" w:rsidRPr="00384254" w:rsidRDefault="00B44DB5" w:rsidP="00B44DB5">
            <w:pPr>
              <w:pStyle w:val="SpecNormal"/>
              <w:spacing w:line="240" w:lineRule="auto"/>
            </w:pPr>
            <w:r w:rsidRPr="00384254">
              <w:t>10 min</w:t>
            </w:r>
          </w:p>
        </w:tc>
      </w:tr>
      <w:tr w:rsidR="00B44DB5" w:rsidRPr="00384254" w14:paraId="77B0377C" w14:textId="77777777" w:rsidTr="00B44DB5">
        <w:trPr>
          <w:cantSplit/>
          <w:trHeight w:val="300"/>
          <w:jc w:val="center"/>
        </w:trPr>
        <w:tc>
          <w:tcPr>
            <w:tcW w:w="1851" w:type="dxa"/>
            <w:shd w:val="clear" w:color="auto" w:fill="auto"/>
            <w:noWrap/>
            <w:vAlign w:val="center"/>
            <w:hideMark/>
          </w:tcPr>
          <w:p w14:paraId="6DF63AC4" w14:textId="77777777" w:rsidR="00B44DB5" w:rsidRPr="00384254" w:rsidRDefault="00B44DB5" w:rsidP="00B44DB5">
            <w:pPr>
              <w:pStyle w:val="SpecNormal"/>
              <w:spacing w:line="240" w:lineRule="auto"/>
            </w:pPr>
            <w:r w:rsidRPr="00384254">
              <w:t>Supply Fan Speed</w:t>
            </w:r>
          </w:p>
        </w:tc>
        <w:tc>
          <w:tcPr>
            <w:tcW w:w="800" w:type="dxa"/>
            <w:shd w:val="clear" w:color="auto" w:fill="auto"/>
            <w:noWrap/>
            <w:vAlign w:val="center"/>
            <w:hideMark/>
          </w:tcPr>
          <w:p w14:paraId="1A396831"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275EE45D"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7E6B7EFA"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7CF329B0" w14:textId="77777777" w:rsidR="00B44DB5" w:rsidRPr="00384254" w:rsidRDefault="00B44DB5" w:rsidP="00B44DB5">
            <w:pPr>
              <w:pStyle w:val="SpecNormal"/>
              <w:spacing w:line="240" w:lineRule="auto"/>
            </w:pPr>
            <w:r w:rsidRPr="00384254">
              <w:t>3 days</w:t>
            </w:r>
          </w:p>
        </w:tc>
        <w:tc>
          <w:tcPr>
            <w:tcW w:w="891" w:type="dxa"/>
            <w:vAlign w:val="center"/>
          </w:tcPr>
          <w:p w14:paraId="1793424C" w14:textId="77777777" w:rsidR="00B44DB5" w:rsidRPr="00384254" w:rsidRDefault="00B44DB5" w:rsidP="00B44DB5">
            <w:pPr>
              <w:pStyle w:val="SpecNormal"/>
              <w:spacing w:line="240" w:lineRule="auto"/>
            </w:pPr>
            <w:r w:rsidRPr="00384254">
              <w:t>N/A</w:t>
            </w:r>
          </w:p>
        </w:tc>
        <w:tc>
          <w:tcPr>
            <w:tcW w:w="1170" w:type="dxa"/>
            <w:vAlign w:val="center"/>
          </w:tcPr>
          <w:p w14:paraId="07630CBE" w14:textId="77777777" w:rsidR="00B44DB5" w:rsidRPr="00384254" w:rsidRDefault="00B44DB5" w:rsidP="00B44DB5">
            <w:pPr>
              <w:pStyle w:val="SpecNormal"/>
              <w:spacing w:line="240" w:lineRule="auto"/>
            </w:pPr>
          </w:p>
        </w:tc>
        <w:tc>
          <w:tcPr>
            <w:tcW w:w="909" w:type="dxa"/>
            <w:vAlign w:val="center"/>
          </w:tcPr>
          <w:p w14:paraId="7DEC9229" w14:textId="77777777" w:rsidR="00B44DB5" w:rsidRPr="00384254" w:rsidRDefault="00B44DB5" w:rsidP="00B44DB5">
            <w:pPr>
              <w:pStyle w:val="SpecNormal"/>
              <w:spacing w:line="240" w:lineRule="auto"/>
            </w:pPr>
          </w:p>
        </w:tc>
      </w:tr>
      <w:tr w:rsidR="00B44DB5" w:rsidRPr="00384254" w14:paraId="388533DA" w14:textId="77777777" w:rsidTr="00B44DB5">
        <w:trPr>
          <w:cantSplit/>
          <w:trHeight w:val="300"/>
          <w:jc w:val="center"/>
        </w:trPr>
        <w:tc>
          <w:tcPr>
            <w:tcW w:w="1851" w:type="dxa"/>
            <w:shd w:val="clear" w:color="auto" w:fill="auto"/>
            <w:noWrap/>
            <w:vAlign w:val="center"/>
            <w:hideMark/>
          </w:tcPr>
          <w:p w14:paraId="3E4D9558" w14:textId="77777777" w:rsidR="00B44DB5" w:rsidRPr="00384254" w:rsidRDefault="00B44DB5" w:rsidP="00B44DB5">
            <w:pPr>
              <w:pStyle w:val="SpecNormal"/>
              <w:spacing w:line="240" w:lineRule="auto"/>
            </w:pPr>
            <w:r w:rsidRPr="00384254">
              <w:t>Return Fan Speed</w:t>
            </w:r>
          </w:p>
        </w:tc>
        <w:tc>
          <w:tcPr>
            <w:tcW w:w="800" w:type="dxa"/>
            <w:shd w:val="clear" w:color="auto" w:fill="auto"/>
            <w:noWrap/>
            <w:vAlign w:val="center"/>
            <w:hideMark/>
          </w:tcPr>
          <w:p w14:paraId="41673034"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2EB10F90"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59AEC487"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20B6583F" w14:textId="77777777" w:rsidR="00B44DB5" w:rsidRPr="00384254" w:rsidRDefault="00B44DB5" w:rsidP="00B44DB5">
            <w:pPr>
              <w:pStyle w:val="SpecNormal"/>
              <w:spacing w:line="240" w:lineRule="auto"/>
            </w:pPr>
            <w:r w:rsidRPr="00384254">
              <w:t>3 days</w:t>
            </w:r>
          </w:p>
        </w:tc>
        <w:tc>
          <w:tcPr>
            <w:tcW w:w="891" w:type="dxa"/>
            <w:vAlign w:val="center"/>
          </w:tcPr>
          <w:p w14:paraId="0E641D44" w14:textId="77777777" w:rsidR="00B44DB5" w:rsidRPr="00384254" w:rsidRDefault="00B44DB5" w:rsidP="00B44DB5">
            <w:pPr>
              <w:pStyle w:val="SpecNormal"/>
              <w:spacing w:line="240" w:lineRule="auto"/>
            </w:pPr>
            <w:r w:rsidRPr="00384254">
              <w:t>N/A</w:t>
            </w:r>
          </w:p>
        </w:tc>
        <w:tc>
          <w:tcPr>
            <w:tcW w:w="1170" w:type="dxa"/>
            <w:vAlign w:val="center"/>
          </w:tcPr>
          <w:p w14:paraId="31C36BE8" w14:textId="77777777" w:rsidR="00B44DB5" w:rsidRPr="00384254" w:rsidRDefault="00B44DB5" w:rsidP="00B44DB5">
            <w:pPr>
              <w:pStyle w:val="SpecNormal"/>
              <w:spacing w:line="240" w:lineRule="auto"/>
            </w:pPr>
          </w:p>
        </w:tc>
        <w:tc>
          <w:tcPr>
            <w:tcW w:w="909" w:type="dxa"/>
            <w:vAlign w:val="center"/>
          </w:tcPr>
          <w:p w14:paraId="310F7195" w14:textId="77777777" w:rsidR="00B44DB5" w:rsidRPr="00384254" w:rsidRDefault="00B44DB5" w:rsidP="00B44DB5">
            <w:pPr>
              <w:pStyle w:val="SpecNormal"/>
              <w:spacing w:line="240" w:lineRule="auto"/>
            </w:pPr>
          </w:p>
        </w:tc>
      </w:tr>
      <w:tr w:rsidR="00B44DB5" w:rsidRPr="00384254" w14:paraId="56B28154" w14:textId="77777777" w:rsidTr="00B44DB5">
        <w:trPr>
          <w:cantSplit/>
          <w:trHeight w:val="300"/>
          <w:jc w:val="center"/>
        </w:trPr>
        <w:tc>
          <w:tcPr>
            <w:tcW w:w="1851" w:type="dxa"/>
            <w:shd w:val="clear" w:color="auto" w:fill="auto"/>
            <w:noWrap/>
            <w:vAlign w:val="center"/>
            <w:hideMark/>
          </w:tcPr>
          <w:p w14:paraId="6922FA0D" w14:textId="77777777" w:rsidR="00B44DB5" w:rsidRPr="00384254" w:rsidRDefault="00B44DB5" w:rsidP="00B44DB5">
            <w:pPr>
              <w:pStyle w:val="SpecNormal"/>
              <w:spacing w:line="240" w:lineRule="auto"/>
            </w:pPr>
            <w:r w:rsidRPr="00384254">
              <w:t>RA Pre-Filter Status</w:t>
            </w:r>
          </w:p>
        </w:tc>
        <w:tc>
          <w:tcPr>
            <w:tcW w:w="800" w:type="dxa"/>
            <w:shd w:val="clear" w:color="auto" w:fill="auto"/>
            <w:noWrap/>
            <w:vAlign w:val="center"/>
            <w:hideMark/>
          </w:tcPr>
          <w:p w14:paraId="7DDFA5FA"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07EF5F2F" w14:textId="77777777" w:rsidR="00B44DB5" w:rsidRPr="00384254" w:rsidRDefault="00B44DB5" w:rsidP="00B44DB5">
            <w:pPr>
              <w:pStyle w:val="SpecNormal"/>
              <w:spacing w:line="240" w:lineRule="auto"/>
            </w:pPr>
            <w:r w:rsidRPr="00384254">
              <w:t>None</w:t>
            </w:r>
          </w:p>
        </w:tc>
        <w:tc>
          <w:tcPr>
            <w:tcW w:w="1459" w:type="dxa"/>
            <w:shd w:val="clear" w:color="auto" w:fill="auto"/>
            <w:noWrap/>
            <w:vAlign w:val="center"/>
            <w:hideMark/>
          </w:tcPr>
          <w:p w14:paraId="05234F31" w14:textId="77777777" w:rsidR="00B44DB5" w:rsidRPr="00384254" w:rsidRDefault="00B44DB5" w:rsidP="00B44DB5">
            <w:pPr>
              <w:pStyle w:val="SpecNormal"/>
              <w:spacing w:line="240" w:lineRule="auto"/>
            </w:pPr>
            <w:r w:rsidRPr="00384254">
              <w:t>None</w:t>
            </w:r>
          </w:p>
        </w:tc>
        <w:tc>
          <w:tcPr>
            <w:tcW w:w="1350" w:type="dxa"/>
            <w:shd w:val="clear" w:color="auto" w:fill="auto"/>
            <w:noWrap/>
            <w:vAlign w:val="center"/>
            <w:hideMark/>
          </w:tcPr>
          <w:p w14:paraId="36A1B85C" w14:textId="77777777" w:rsidR="00B44DB5" w:rsidRPr="00384254" w:rsidRDefault="00B44DB5" w:rsidP="00B44DB5">
            <w:pPr>
              <w:pStyle w:val="SpecNormal"/>
              <w:spacing w:line="240" w:lineRule="auto"/>
            </w:pPr>
            <w:r w:rsidRPr="00384254">
              <w:t>None</w:t>
            </w:r>
          </w:p>
        </w:tc>
        <w:tc>
          <w:tcPr>
            <w:tcW w:w="891" w:type="dxa"/>
            <w:vAlign w:val="center"/>
          </w:tcPr>
          <w:p w14:paraId="752A65AE" w14:textId="77777777" w:rsidR="00B44DB5" w:rsidRPr="00384254" w:rsidRDefault="00B44DB5" w:rsidP="00B44DB5">
            <w:pPr>
              <w:pStyle w:val="SpecNormal"/>
              <w:spacing w:line="240" w:lineRule="auto"/>
            </w:pPr>
            <w:r w:rsidRPr="00384254">
              <w:t>N/A</w:t>
            </w:r>
          </w:p>
        </w:tc>
        <w:tc>
          <w:tcPr>
            <w:tcW w:w="1170" w:type="dxa"/>
            <w:vAlign w:val="center"/>
          </w:tcPr>
          <w:p w14:paraId="768BB041" w14:textId="77777777" w:rsidR="00B44DB5" w:rsidRPr="00384254" w:rsidRDefault="00B44DB5" w:rsidP="00B44DB5">
            <w:pPr>
              <w:pStyle w:val="SpecNormal"/>
              <w:spacing w:line="240" w:lineRule="auto"/>
            </w:pPr>
          </w:p>
        </w:tc>
        <w:tc>
          <w:tcPr>
            <w:tcW w:w="909" w:type="dxa"/>
            <w:vAlign w:val="center"/>
          </w:tcPr>
          <w:p w14:paraId="67F5AB1E" w14:textId="77777777" w:rsidR="00B44DB5" w:rsidRPr="00384254" w:rsidRDefault="00B44DB5" w:rsidP="00B44DB5">
            <w:pPr>
              <w:pStyle w:val="SpecNormal"/>
              <w:spacing w:line="240" w:lineRule="auto"/>
            </w:pPr>
          </w:p>
        </w:tc>
      </w:tr>
      <w:tr w:rsidR="00B44DB5" w:rsidRPr="00384254" w14:paraId="70204F32" w14:textId="77777777" w:rsidTr="00B44DB5">
        <w:trPr>
          <w:cantSplit/>
          <w:trHeight w:val="300"/>
          <w:jc w:val="center"/>
        </w:trPr>
        <w:tc>
          <w:tcPr>
            <w:tcW w:w="1851" w:type="dxa"/>
            <w:shd w:val="clear" w:color="auto" w:fill="auto"/>
            <w:noWrap/>
            <w:vAlign w:val="center"/>
            <w:hideMark/>
          </w:tcPr>
          <w:p w14:paraId="19184EC8" w14:textId="77777777" w:rsidR="00B44DB5" w:rsidRPr="00384254" w:rsidRDefault="00B44DB5" w:rsidP="00B44DB5">
            <w:pPr>
              <w:pStyle w:val="SpecNormal"/>
              <w:spacing w:line="240" w:lineRule="auto"/>
            </w:pPr>
            <w:r w:rsidRPr="00384254">
              <w:t>OA Pre-Filter Status</w:t>
            </w:r>
          </w:p>
        </w:tc>
        <w:tc>
          <w:tcPr>
            <w:tcW w:w="800" w:type="dxa"/>
            <w:shd w:val="clear" w:color="auto" w:fill="auto"/>
            <w:noWrap/>
            <w:vAlign w:val="center"/>
            <w:hideMark/>
          </w:tcPr>
          <w:p w14:paraId="54930B46"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2824543F" w14:textId="77777777" w:rsidR="00B44DB5" w:rsidRPr="00384254" w:rsidRDefault="00B44DB5" w:rsidP="00B44DB5">
            <w:pPr>
              <w:pStyle w:val="SpecNormal"/>
              <w:spacing w:line="240" w:lineRule="auto"/>
            </w:pPr>
            <w:r w:rsidRPr="00384254">
              <w:t>None</w:t>
            </w:r>
          </w:p>
        </w:tc>
        <w:tc>
          <w:tcPr>
            <w:tcW w:w="1459" w:type="dxa"/>
            <w:shd w:val="clear" w:color="auto" w:fill="auto"/>
            <w:noWrap/>
            <w:vAlign w:val="center"/>
            <w:hideMark/>
          </w:tcPr>
          <w:p w14:paraId="14C0CA3C" w14:textId="77777777" w:rsidR="00B44DB5" w:rsidRPr="00384254" w:rsidRDefault="00B44DB5" w:rsidP="00B44DB5">
            <w:pPr>
              <w:pStyle w:val="SpecNormal"/>
              <w:spacing w:line="240" w:lineRule="auto"/>
            </w:pPr>
            <w:r w:rsidRPr="00384254">
              <w:t>None</w:t>
            </w:r>
          </w:p>
        </w:tc>
        <w:tc>
          <w:tcPr>
            <w:tcW w:w="1350" w:type="dxa"/>
            <w:shd w:val="clear" w:color="auto" w:fill="auto"/>
            <w:noWrap/>
            <w:vAlign w:val="center"/>
            <w:hideMark/>
          </w:tcPr>
          <w:p w14:paraId="431B0F00" w14:textId="77777777" w:rsidR="00B44DB5" w:rsidRPr="00384254" w:rsidRDefault="00B44DB5" w:rsidP="00B44DB5">
            <w:pPr>
              <w:pStyle w:val="SpecNormal"/>
              <w:spacing w:line="240" w:lineRule="auto"/>
            </w:pPr>
            <w:r w:rsidRPr="00384254">
              <w:t>None</w:t>
            </w:r>
          </w:p>
        </w:tc>
        <w:tc>
          <w:tcPr>
            <w:tcW w:w="891" w:type="dxa"/>
            <w:vAlign w:val="center"/>
          </w:tcPr>
          <w:p w14:paraId="001B5D7A" w14:textId="77777777" w:rsidR="00B44DB5" w:rsidRPr="00384254" w:rsidRDefault="00B44DB5" w:rsidP="00B44DB5">
            <w:pPr>
              <w:pStyle w:val="SpecNormal"/>
              <w:spacing w:line="240" w:lineRule="auto"/>
            </w:pPr>
            <w:r w:rsidRPr="00384254">
              <w:t>N/A</w:t>
            </w:r>
          </w:p>
        </w:tc>
        <w:tc>
          <w:tcPr>
            <w:tcW w:w="1170" w:type="dxa"/>
            <w:vAlign w:val="center"/>
          </w:tcPr>
          <w:p w14:paraId="34DDC911" w14:textId="77777777" w:rsidR="00B44DB5" w:rsidRPr="00384254" w:rsidRDefault="00B44DB5" w:rsidP="00B44DB5">
            <w:pPr>
              <w:pStyle w:val="SpecNormal"/>
              <w:spacing w:line="240" w:lineRule="auto"/>
            </w:pPr>
          </w:p>
        </w:tc>
        <w:tc>
          <w:tcPr>
            <w:tcW w:w="909" w:type="dxa"/>
            <w:vAlign w:val="center"/>
          </w:tcPr>
          <w:p w14:paraId="3B777069" w14:textId="77777777" w:rsidR="00B44DB5" w:rsidRPr="00384254" w:rsidRDefault="00B44DB5" w:rsidP="00B44DB5">
            <w:pPr>
              <w:pStyle w:val="SpecNormal"/>
              <w:spacing w:line="240" w:lineRule="auto"/>
            </w:pPr>
          </w:p>
        </w:tc>
      </w:tr>
      <w:tr w:rsidR="00B44DB5" w:rsidRPr="00384254" w14:paraId="37ED0C1F" w14:textId="77777777" w:rsidTr="00B44DB5">
        <w:trPr>
          <w:cantSplit/>
          <w:trHeight w:val="300"/>
          <w:jc w:val="center"/>
        </w:trPr>
        <w:tc>
          <w:tcPr>
            <w:tcW w:w="1851" w:type="dxa"/>
            <w:shd w:val="clear" w:color="auto" w:fill="auto"/>
            <w:noWrap/>
            <w:vAlign w:val="center"/>
            <w:hideMark/>
          </w:tcPr>
          <w:p w14:paraId="228B3650" w14:textId="77777777" w:rsidR="00B44DB5" w:rsidRPr="00384254" w:rsidRDefault="00B44DB5" w:rsidP="00B44DB5">
            <w:pPr>
              <w:pStyle w:val="SpecNormal"/>
              <w:spacing w:line="240" w:lineRule="auto"/>
            </w:pPr>
            <w:r w:rsidRPr="00384254">
              <w:t>After Filter Status</w:t>
            </w:r>
          </w:p>
        </w:tc>
        <w:tc>
          <w:tcPr>
            <w:tcW w:w="800" w:type="dxa"/>
            <w:shd w:val="clear" w:color="auto" w:fill="auto"/>
            <w:noWrap/>
            <w:vAlign w:val="center"/>
            <w:hideMark/>
          </w:tcPr>
          <w:p w14:paraId="51AF6C5C"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51DCE255" w14:textId="77777777" w:rsidR="00B44DB5" w:rsidRPr="00384254" w:rsidRDefault="00B44DB5" w:rsidP="00B44DB5">
            <w:pPr>
              <w:pStyle w:val="SpecNormal"/>
              <w:spacing w:line="240" w:lineRule="auto"/>
            </w:pPr>
            <w:r w:rsidRPr="00384254">
              <w:t>None</w:t>
            </w:r>
          </w:p>
        </w:tc>
        <w:tc>
          <w:tcPr>
            <w:tcW w:w="1459" w:type="dxa"/>
            <w:shd w:val="clear" w:color="auto" w:fill="auto"/>
            <w:noWrap/>
            <w:vAlign w:val="center"/>
            <w:hideMark/>
          </w:tcPr>
          <w:p w14:paraId="21E3B9B6" w14:textId="77777777" w:rsidR="00B44DB5" w:rsidRPr="00384254" w:rsidRDefault="00B44DB5" w:rsidP="00B44DB5">
            <w:pPr>
              <w:pStyle w:val="SpecNormal"/>
              <w:spacing w:line="240" w:lineRule="auto"/>
            </w:pPr>
            <w:r w:rsidRPr="00384254">
              <w:t>None</w:t>
            </w:r>
          </w:p>
        </w:tc>
        <w:tc>
          <w:tcPr>
            <w:tcW w:w="1350" w:type="dxa"/>
            <w:shd w:val="clear" w:color="auto" w:fill="auto"/>
            <w:noWrap/>
            <w:vAlign w:val="center"/>
            <w:hideMark/>
          </w:tcPr>
          <w:p w14:paraId="385844FF" w14:textId="77777777" w:rsidR="00B44DB5" w:rsidRPr="00384254" w:rsidRDefault="00B44DB5" w:rsidP="00B44DB5">
            <w:pPr>
              <w:pStyle w:val="SpecNormal"/>
              <w:spacing w:line="240" w:lineRule="auto"/>
            </w:pPr>
            <w:r w:rsidRPr="00384254">
              <w:t>None</w:t>
            </w:r>
          </w:p>
        </w:tc>
        <w:tc>
          <w:tcPr>
            <w:tcW w:w="891" w:type="dxa"/>
            <w:vAlign w:val="center"/>
          </w:tcPr>
          <w:p w14:paraId="2D5BC839" w14:textId="77777777" w:rsidR="00B44DB5" w:rsidRPr="00384254" w:rsidRDefault="00B44DB5" w:rsidP="00B44DB5">
            <w:pPr>
              <w:pStyle w:val="SpecNormal"/>
              <w:spacing w:line="240" w:lineRule="auto"/>
            </w:pPr>
            <w:r w:rsidRPr="00384254">
              <w:t>N/A</w:t>
            </w:r>
          </w:p>
        </w:tc>
        <w:tc>
          <w:tcPr>
            <w:tcW w:w="1170" w:type="dxa"/>
            <w:vAlign w:val="center"/>
          </w:tcPr>
          <w:p w14:paraId="351D0787" w14:textId="77777777" w:rsidR="00B44DB5" w:rsidRPr="00384254" w:rsidRDefault="00B44DB5" w:rsidP="00B44DB5">
            <w:pPr>
              <w:pStyle w:val="SpecNormal"/>
              <w:spacing w:line="240" w:lineRule="auto"/>
            </w:pPr>
          </w:p>
        </w:tc>
        <w:tc>
          <w:tcPr>
            <w:tcW w:w="909" w:type="dxa"/>
            <w:vAlign w:val="center"/>
          </w:tcPr>
          <w:p w14:paraId="35B69132" w14:textId="77777777" w:rsidR="00B44DB5" w:rsidRPr="00384254" w:rsidRDefault="00B44DB5" w:rsidP="00B44DB5">
            <w:pPr>
              <w:pStyle w:val="SpecNormal"/>
              <w:spacing w:line="240" w:lineRule="auto"/>
            </w:pPr>
          </w:p>
        </w:tc>
      </w:tr>
      <w:tr w:rsidR="00B44DB5" w:rsidRPr="00384254" w14:paraId="446FEE11" w14:textId="77777777" w:rsidTr="00B44DB5">
        <w:trPr>
          <w:cantSplit/>
          <w:trHeight w:val="300"/>
          <w:jc w:val="center"/>
        </w:trPr>
        <w:tc>
          <w:tcPr>
            <w:tcW w:w="1851" w:type="dxa"/>
            <w:shd w:val="clear" w:color="auto" w:fill="auto"/>
            <w:noWrap/>
            <w:vAlign w:val="center"/>
            <w:hideMark/>
          </w:tcPr>
          <w:p w14:paraId="1BF6DCC0" w14:textId="77777777" w:rsidR="00B44DB5" w:rsidRPr="00384254" w:rsidRDefault="00B44DB5" w:rsidP="00B44DB5">
            <w:pPr>
              <w:pStyle w:val="SpecNormal"/>
              <w:spacing w:line="240" w:lineRule="auto"/>
            </w:pPr>
            <w:r w:rsidRPr="00384254">
              <w:t>SA Flow</w:t>
            </w:r>
          </w:p>
        </w:tc>
        <w:tc>
          <w:tcPr>
            <w:tcW w:w="800" w:type="dxa"/>
            <w:shd w:val="clear" w:color="auto" w:fill="auto"/>
            <w:noWrap/>
            <w:vAlign w:val="center"/>
            <w:hideMark/>
          </w:tcPr>
          <w:p w14:paraId="687F8345"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7EDBDFE1"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5428B791"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39172731" w14:textId="77777777" w:rsidR="00B44DB5" w:rsidRPr="00384254" w:rsidRDefault="00B44DB5" w:rsidP="00B44DB5">
            <w:pPr>
              <w:pStyle w:val="SpecNormal"/>
              <w:spacing w:line="240" w:lineRule="auto"/>
            </w:pPr>
            <w:r w:rsidRPr="00384254">
              <w:t>3 days</w:t>
            </w:r>
          </w:p>
        </w:tc>
        <w:tc>
          <w:tcPr>
            <w:tcW w:w="891" w:type="dxa"/>
            <w:vAlign w:val="center"/>
          </w:tcPr>
          <w:p w14:paraId="484763C2" w14:textId="77777777" w:rsidR="00B44DB5" w:rsidRPr="00384254" w:rsidRDefault="00B44DB5" w:rsidP="00B44DB5">
            <w:pPr>
              <w:pStyle w:val="SpecNormal"/>
              <w:spacing w:line="240" w:lineRule="auto"/>
            </w:pPr>
            <w:r w:rsidRPr="00384254">
              <w:t>C</w:t>
            </w:r>
          </w:p>
        </w:tc>
        <w:tc>
          <w:tcPr>
            <w:tcW w:w="1170" w:type="dxa"/>
            <w:vAlign w:val="center"/>
          </w:tcPr>
          <w:p w14:paraId="75CAE4F6" w14:textId="77777777" w:rsidR="00B44DB5" w:rsidRPr="00384254" w:rsidRDefault="00B44DB5" w:rsidP="00B44DB5">
            <w:pPr>
              <w:pStyle w:val="SpecNormal"/>
              <w:spacing w:line="240" w:lineRule="auto"/>
            </w:pPr>
            <w:r w:rsidRPr="00384254">
              <w:t>±10% from SP</w:t>
            </w:r>
          </w:p>
        </w:tc>
        <w:tc>
          <w:tcPr>
            <w:tcW w:w="909" w:type="dxa"/>
            <w:vAlign w:val="center"/>
          </w:tcPr>
          <w:p w14:paraId="03BEA942" w14:textId="77777777" w:rsidR="00B44DB5" w:rsidRPr="00384254" w:rsidRDefault="00B44DB5" w:rsidP="00B44DB5">
            <w:pPr>
              <w:pStyle w:val="SpecNormal"/>
              <w:spacing w:line="240" w:lineRule="auto"/>
            </w:pPr>
            <w:r w:rsidRPr="00384254">
              <w:t>10 min</w:t>
            </w:r>
          </w:p>
        </w:tc>
      </w:tr>
      <w:tr w:rsidR="00B44DB5" w:rsidRPr="00384254" w14:paraId="35D41E0A" w14:textId="77777777" w:rsidTr="00B44DB5">
        <w:trPr>
          <w:cantSplit/>
          <w:trHeight w:val="282"/>
          <w:jc w:val="center"/>
        </w:trPr>
        <w:tc>
          <w:tcPr>
            <w:tcW w:w="1851" w:type="dxa"/>
            <w:shd w:val="clear" w:color="auto" w:fill="auto"/>
            <w:noWrap/>
            <w:vAlign w:val="center"/>
            <w:hideMark/>
          </w:tcPr>
          <w:p w14:paraId="150CD8A5" w14:textId="77777777" w:rsidR="00B44DB5" w:rsidRPr="00384254" w:rsidRDefault="00B44DB5" w:rsidP="00B44DB5">
            <w:pPr>
              <w:pStyle w:val="SpecNormal"/>
              <w:spacing w:line="240" w:lineRule="auto"/>
            </w:pPr>
            <w:r w:rsidRPr="00384254">
              <w:t>OA Supply Temp</w:t>
            </w:r>
          </w:p>
        </w:tc>
        <w:tc>
          <w:tcPr>
            <w:tcW w:w="800" w:type="dxa"/>
            <w:shd w:val="clear" w:color="auto" w:fill="auto"/>
            <w:noWrap/>
            <w:vAlign w:val="center"/>
            <w:hideMark/>
          </w:tcPr>
          <w:p w14:paraId="28DFFCF2"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33F7A2F0"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3E328E8E"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3493AE5C" w14:textId="77777777" w:rsidR="00B44DB5" w:rsidRPr="00384254" w:rsidRDefault="00B44DB5" w:rsidP="00B44DB5">
            <w:pPr>
              <w:pStyle w:val="SpecNormal"/>
              <w:spacing w:line="240" w:lineRule="auto"/>
            </w:pPr>
            <w:r w:rsidRPr="00384254">
              <w:t>3 days</w:t>
            </w:r>
          </w:p>
        </w:tc>
        <w:tc>
          <w:tcPr>
            <w:tcW w:w="891" w:type="dxa"/>
            <w:vAlign w:val="center"/>
          </w:tcPr>
          <w:p w14:paraId="2094D1EC" w14:textId="77777777" w:rsidR="00B44DB5" w:rsidRPr="00384254" w:rsidRDefault="00B44DB5" w:rsidP="00B44DB5">
            <w:pPr>
              <w:pStyle w:val="SpecNormal"/>
              <w:spacing w:line="240" w:lineRule="auto"/>
            </w:pPr>
            <w:r w:rsidRPr="00384254">
              <w:t>P</w:t>
            </w:r>
          </w:p>
        </w:tc>
        <w:tc>
          <w:tcPr>
            <w:tcW w:w="1170" w:type="dxa"/>
            <w:vAlign w:val="center"/>
          </w:tcPr>
          <w:p w14:paraId="0845FDB0" w14:textId="77777777" w:rsidR="00B44DB5" w:rsidRPr="00384254" w:rsidRDefault="00B44DB5" w:rsidP="00B44DB5">
            <w:pPr>
              <w:pStyle w:val="SpecNormal"/>
              <w:spacing w:line="240" w:lineRule="auto"/>
            </w:pPr>
            <w:r w:rsidRPr="00384254">
              <w:t>±5°F from SP</w:t>
            </w:r>
          </w:p>
        </w:tc>
        <w:tc>
          <w:tcPr>
            <w:tcW w:w="909" w:type="dxa"/>
            <w:vAlign w:val="center"/>
          </w:tcPr>
          <w:p w14:paraId="00221033" w14:textId="77777777" w:rsidR="00B44DB5" w:rsidRPr="00384254" w:rsidRDefault="00B44DB5" w:rsidP="00B44DB5">
            <w:pPr>
              <w:pStyle w:val="SpecNormal"/>
              <w:spacing w:line="240" w:lineRule="auto"/>
            </w:pPr>
            <w:r w:rsidRPr="00384254">
              <w:t>10 min</w:t>
            </w:r>
          </w:p>
        </w:tc>
      </w:tr>
      <w:tr w:rsidR="00B44DB5" w:rsidRPr="00384254" w14:paraId="181399E9" w14:textId="77777777" w:rsidTr="00B44DB5">
        <w:trPr>
          <w:cantSplit/>
          <w:trHeight w:val="318"/>
          <w:jc w:val="center"/>
        </w:trPr>
        <w:tc>
          <w:tcPr>
            <w:tcW w:w="1851" w:type="dxa"/>
            <w:shd w:val="clear" w:color="auto" w:fill="auto"/>
            <w:noWrap/>
            <w:vAlign w:val="center"/>
            <w:hideMark/>
          </w:tcPr>
          <w:p w14:paraId="2591313D" w14:textId="77777777" w:rsidR="00B44DB5" w:rsidRPr="00384254" w:rsidRDefault="00B44DB5" w:rsidP="00B44DB5">
            <w:pPr>
              <w:pStyle w:val="SpecNormal"/>
              <w:spacing w:line="240" w:lineRule="auto"/>
            </w:pPr>
            <w:r w:rsidRPr="00384254">
              <w:t>RA Supply Temp</w:t>
            </w:r>
          </w:p>
        </w:tc>
        <w:tc>
          <w:tcPr>
            <w:tcW w:w="800" w:type="dxa"/>
            <w:shd w:val="clear" w:color="auto" w:fill="auto"/>
            <w:noWrap/>
            <w:vAlign w:val="center"/>
            <w:hideMark/>
          </w:tcPr>
          <w:p w14:paraId="4E1ABD96"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72E807D2"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4A80E572"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4DEF1E74" w14:textId="77777777" w:rsidR="00B44DB5" w:rsidRPr="00384254" w:rsidRDefault="00B44DB5" w:rsidP="00B44DB5">
            <w:pPr>
              <w:pStyle w:val="SpecNormal"/>
              <w:spacing w:line="240" w:lineRule="auto"/>
            </w:pPr>
            <w:r w:rsidRPr="00384254">
              <w:t>3 days</w:t>
            </w:r>
          </w:p>
        </w:tc>
        <w:tc>
          <w:tcPr>
            <w:tcW w:w="891" w:type="dxa"/>
            <w:vAlign w:val="center"/>
          </w:tcPr>
          <w:p w14:paraId="69703263" w14:textId="77777777" w:rsidR="00B44DB5" w:rsidRPr="00384254" w:rsidRDefault="00B44DB5" w:rsidP="00B44DB5">
            <w:pPr>
              <w:pStyle w:val="SpecNormal"/>
              <w:spacing w:line="240" w:lineRule="auto"/>
            </w:pPr>
            <w:r w:rsidRPr="00384254">
              <w:t>N/A</w:t>
            </w:r>
          </w:p>
        </w:tc>
        <w:tc>
          <w:tcPr>
            <w:tcW w:w="1170" w:type="dxa"/>
            <w:vAlign w:val="center"/>
          </w:tcPr>
          <w:p w14:paraId="1049EF89" w14:textId="77777777" w:rsidR="00B44DB5" w:rsidRPr="00384254" w:rsidRDefault="00B44DB5" w:rsidP="00B44DB5">
            <w:pPr>
              <w:pStyle w:val="SpecNormal"/>
              <w:spacing w:line="240" w:lineRule="auto"/>
            </w:pPr>
          </w:p>
        </w:tc>
        <w:tc>
          <w:tcPr>
            <w:tcW w:w="909" w:type="dxa"/>
            <w:vAlign w:val="center"/>
          </w:tcPr>
          <w:p w14:paraId="7F772000" w14:textId="77777777" w:rsidR="00B44DB5" w:rsidRPr="00384254" w:rsidRDefault="00B44DB5" w:rsidP="00B44DB5">
            <w:pPr>
              <w:pStyle w:val="SpecNormal"/>
              <w:spacing w:line="240" w:lineRule="auto"/>
            </w:pPr>
          </w:p>
        </w:tc>
      </w:tr>
      <w:tr w:rsidR="00B44DB5" w:rsidRPr="00384254" w14:paraId="64D90FB6" w14:textId="77777777" w:rsidTr="00B44DB5">
        <w:trPr>
          <w:cantSplit/>
          <w:trHeight w:val="300"/>
          <w:jc w:val="center"/>
        </w:trPr>
        <w:tc>
          <w:tcPr>
            <w:tcW w:w="1851" w:type="dxa"/>
            <w:shd w:val="clear" w:color="auto" w:fill="auto"/>
            <w:noWrap/>
            <w:vAlign w:val="center"/>
            <w:hideMark/>
          </w:tcPr>
          <w:p w14:paraId="43044780" w14:textId="77777777" w:rsidR="00B44DB5" w:rsidRPr="00384254" w:rsidRDefault="00B44DB5" w:rsidP="00B44DB5">
            <w:pPr>
              <w:pStyle w:val="SpecNormal"/>
              <w:spacing w:line="240" w:lineRule="auto"/>
            </w:pPr>
            <w:r w:rsidRPr="00384254">
              <w:t>RA CHW Valve Position</w:t>
            </w:r>
          </w:p>
        </w:tc>
        <w:tc>
          <w:tcPr>
            <w:tcW w:w="800" w:type="dxa"/>
            <w:shd w:val="clear" w:color="auto" w:fill="auto"/>
            <w:noWrap/>
            <w:vAlign w:val="center"/>
            <w:hideMark/>
          </w:tcPr>
          <w:p w14:paraId="1637DAC3"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77D01579"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04D4AA5D"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6D98585F" w14:textId="77777777" w:rsidR="00B44DB5" w:rsidRPr="00384254" w:rsidRDefault="00B44DB5" w:rsidP="00B44DB5">
            <w:pPr>
              <w:pStyle w:val="SpecNormal"/>
              <w:spacing w:line="240" w:lineRule="auto"/>
            </w:pPr>
            <w:r w:rsidRPr="00384254">
              <w:t>3 days</w:t>
            </w:r>
          </w:p>
        </w:tc>
        <w:tc>
          <w:tcPr>
            <w:tcW w:w="891" w:type="dxa"/>
            <w:vAlign w:val="center"/>
          </w:tcPr>
          <w:p w14:paraId="08832342" w14:textId="77777777" w:rsidR="00B44DB5" w:rsidRPr="00384254" w:rsidRDefault="00B44DB5" w:rsidP="00B44DB5">
            <w:pPr>
              <w:pStyle w:val="SpecNormal"/>
              <w:spacing w:line="240" w:lineRule="auto"/>
            </w:pPr>
            <w:r w:rsidRPr="00384254">
              <w:t>N/A</w:t>
            </w:r>
          </w:p>
        </w:tc>
        <w:tc>
          <w:tcPr>
            <w:tcW w:w="1170" w:type="dxa"/>
            <w:vAlign w:val="center"/>
          </w:tcPr>
          <w:p w14:paraId="29EC6070" w14:textId="77777777" w:rsidR="00B44DB5" w:rsidRPr="00384254" w:rsidRDefault="00B44DB5" w:rsidP="00B44DB5">
            <w:pPr>
              <w:pStyle w:val="SpecNormal"/>
              <w:spacing w:line="240" w:lineRule="auto"/>
            </w:pPr>
          </w:p>
        </w:tc>
        <w:tc>
          <w:tcPr>
            <w:tcW w:w="909" w:type="dxa"/>
            <w:vAlign w:val="center"/>
          </w:tcPr>
          <w:p w14:paraId="6C3C6AC6" w14:textId="77777777" w:rsidR="00B44DB5" w:rsidRPr="00384254" w:rsidRDefault="00B44DB5" w:rsidP="00B44DB5">
            <w:pPr>
              <w:pStyle w:val="SpecNormal"/>
              <w:spacing w:line="240" w:lineRule="auto"/>
            </w:pPr>
          </w:p>
        </w:tc>
      </w:tr>
      <w:tr w:rsidR="00B44DB5" w:rsidRPr="00384254" w14:paraId="404AA80F" w14:textId="77777777" w:rsidTr="00B44DB5">
        <w:trPr>
          <w:cantSplit/>
          <w:trHeight w:val="300"/>
          <w:jc w:val="center"/>
        </w:trPr>
        <w:tc>
          <w:tcPr>
            <w:tcW w:w="1851" w:type="dxa"/>
            <w:shd w:val="clear" w:color="auto" w:fill="auto"/>
            <w:noWrap/>
            <w:vAlign w:val="center"/>
            <w:hideMark/>
          </w:tcPr>
          <w:p w14:paraId="763C949A" w14:textId="77777777" w:rsidR="00B44DB5" w:rsidRPr="00384254" w:rsidRDefault="00B44DB5" w:rsidP="00B44DB5">
            <w:pPr>
              <w:pStyle w:val="SpecNormal"/>
              <w:spacing w:line="240" w:lineRule="auto"/>
            </w:pPr>
            <w:r w:rsidRPr="00384254">
              <w:t>OA CHW Valve Position</w:t>
            </w:r>
          </w:p>
        </w:tc>
        <w:tc>
          <w:tcPr>
            <w:tcW w:w="800" w:type="dxa"/>
            <w:shd w:val="clear" w:color="auto" w:fill="auto"/>
            <w:noWrap/>
            <w:vAlign w:val="center"/>
            <w:hideMark/>
          </w:tcPr>
          <w:p w14:paraId="0D1DCFD6"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4BBAE9D5"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5CA966D8"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69DB5DD5" w14:textId="77777777" w:rsidR="00B44DB5" w:rsidRPr="00384254" w:rsidRDefault="00B44DB5" w:rsidP="00B44DB5">
            <w:pPr>
              <w:pStyle w:val="SpecNormal"/>
              <w:spacing w:line="240" w:lineRule="auto"/>
            </w:pPr>
            <w:r w:rsidRPr="00384254">
              <w:t>3 days</w:t>
            </w:r>
          </w:p>
        </w:tc>
        <w:tc>
          <w:tcPr>
            <w:tcW w:w="891" w:type="dxa"/>
            <w:vAlign w:val="center"/>
          </w:tcPr>
          <w:p w14:paraId="1FABADC4" w14:textId="77777777" w:rsidR="00B44DB5" w:rsidRPr="00384254" w:rsidRDefault="00B44DB5" w:rsidP="00B44DB5">
            <w:pPr>
              <w:pStyle w:val="SpecNormal"/>
              <w:spacing w:line="240" w:lineRule="auto"/>
            </w:pPr>
            <w:r w:rsidRPr="00384254">
              <w:t>N/A</w:t>
            </w:r>
          </w:p>
        </w:tc>
        <w:tc>
          <w:tcPr>
            <w:tcW w:w="1170" w:type="dxa"/>
            <w:vAlign w:val="center"/>
          </w:tcPr>
          <w:p w14:paraId="1835F592" w14:textId="77777777" w:rsidR="00B44DB5" w:rsidRPr="00384254" w:rsidRDefault="00B44DB5" w:rsidP="00B44DB5">
            <w:pPr>
              <w:pStyle w:val="SpecNormal"/>
              <w:spacing w:line="240" w:lineRule="auto"/>
            </w:pPr>
          </w:p>
        </w:tc>
        <w:tc>
          <w:tcPr>
            <w:tcW w:w="909" w:type="dxa"/>
            <w:vAlign w:val="center"/>
          </w:tcPr>
          <w:p w14:paraId="691AB2CF" w14:textId="77777777" w:rsidR="00B44DB5" w:rsidRPr="00384254" w:rsidRDefault="00B44DB5" w:rsidP="00B44DB5">
            <w:pPr>
              <w:pStyle w:val="SpecNormal"/>
              <w:spacing w:line="240" w:lineRule="auto"/>
            </w:pPr>
          </w:p>
        </w:tc>
      </w:tr>
      <w:tr w:rsidR="00B44DB5" w:rsidRPr="00384254" w14:paraId="3643DB61" w14:textId="77777777" w:rsidTr="00B44DB5">
        <w:trPr>
          <w:cantSplit/>
          <w:trHeight w:val="300"/>
          <w:jc w:val="center"/>
        </w:trPr>
        <w:tc>
          <w:tcPr>
            <w:tcW w:w="1851" w:type="dxa"/>
            <w:shd w:val="clear" w:color="auto" w:fill="auto"/>
            <w:noWrap/>
            <w:vAlign w:val="center"/>
            <w:hideMark/>
          </w:tcPr>
          <w:p w14:paraId="0B1E20C4" w14:textId="77777777" w:rsidR="00B44DB5" w:rsidRPr="00384254" w:rsidRDefault="00B44DB5" w:rsidP="00B44DB5">
            <w:pPr>
              <w:pStyle w:val="SpecNormal"/>
              <w:spacing w:line="240" w:lineRule="auto"/>
            </w:pPr>
            <w:r w:rsidRPr="00384254">
              <w:lastRenderedPageBreak/>
              <w:t>OA HW Valve Position</w:t>
            </w:r>
          </w:p>
        </w:tc>
        <w:tc>
          <w:tcPr>
            <w:tcW w:w="800" w:type="dxa"/>
            <w:shd w:val="clear" w:color="auto" w:fill="auto"/>
            <w:noWrap/>
            <w:vAlign w:val="center"/>
            <w:hideMark/>
          </w:tcPr>
          <w:p w14:paraId="1DDBC676"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13596CBE"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68AD80A0"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632C5E87" w14:textId="77777777" w:rsidR="00B44DB5" w:rsidRPr="00384254" w:rsidRDefault="00B44DB5" w:rsidP="00B44DB5">
            <w:pPr>
              <w:pStyle w:val="SpecNormal"/>
              <w:spacing w:line="240" w:lineRule="auto"/>
            </w:pPr>
            <w:r w:rsidRPr="00384254">
              <w:t>3 days</w:t>
            </w:r>
          </w:p>
        </w:tc>
        <w:tc>
          <w:tcPr>
            <w:tcW w:w="891" w:type="dxa"/>
            <w:vAlign w:val="center"/>
          </w:tcPr>
          <w:p w14:paraId="38334A2B" w14:textId="77777777" w:rsidR="00B44DB5" w:rsidRPr="00384254" w:rsidRDefault="00B44DB5" w:rsidP="00B44DB5">
            <w:pPr>
              <w:pStyle w:val="SpecNormal"/>
              <w:spacing w:line="240" w:lineRule="auto"/>
            </w:pPr>
            <w:r w:rsidRPr="00384254">
              <w:t>N/A</w:t>
            </w:r>
          </w:p>
        </w:tc>
        <w:tc>
          <w:tcPr>
            <w:tcW w:w="1170" w:type="dxa"/>
            <w:vAlign w:val="center"/>
          </w:tcPr>
          <w:p w14:paraId="22B12765" w14:textId="77777777" w:rsidR="00B44DB5" w:rsidRPr="00384254" w:rsidRDefault="00B44DB5" w:rsidP="00B44DB5">
            <w:pPr>
              <w:pStyle w:val="SpecNormal"/>
              <w:spacing w:line="240" w:lineRule="auto"/>
            </w:pPr>
          </w:p>
        </w:tc>
        <w:tc>
          <w:tcPr>
            <w:tcW w:w="909" w:type="dxa"/>
            <w:vAlign w:val="center"/>
          </w:tcPr>
          <w:p w14:paraId="01410405" w14:textId="77777777" w:rsidR="00B44DB5" w:rsidRPr="00384254" w:rsidRDefault="00B44DB5" w:rsidP="00B44DB5">
            <w:pPr>
              <w:pStyle w:val="SpecNormal"/>
              <w:spacing w:line="240" w:lineRule="auto"/>
            </w:pPr>
          </w:p>
        </w:tc>
      </w:tr>
      <w:tr w:rsidR="00B44DB5" w:rsidRPr="00384254" w14:paraId="30EE25F1" w14:textId="77777777" w:rsidTr="00B44DB5">
        <w:trPr>
          <w:cantSplit/>
          <w:trHeight w:val="300"/>
          <w:jc w:val="center"/>
        </w:trPr>
        <w:tc>
          <w:tcPr>
            <w:tcW w:w="1851" w:type="dxa"/>
            <w:shd w:val="clear" w:color="auto" w:fill="auto"/>
            <w:noWrap/>
            <w:vAlign w:val="center"/>
            <w:hideMark/>
          </w:tcPr>
          <w:p w14:paraId="6443EE7B" w14:textId="77777777" w:rsidR="00B44DB5" w:rsidRPr="00384254" w:rsidRDefault="00B44DB5" w:rsidP="00B44DB5">
            <w:pPr>
              <w:pStyle w:val="SpecNormal"/>
              <w:spacing w:line="240" w:lineRule="auto"/>
            </w:pPr>
            <w:r w:rsidRPr="00384254">
              <w:t>OA Flow</w:t>
            </w:r>
          </w:p>
        </w:tc>
        <w:tc>
          <w:tcPr>
            <w:tcW w:w="800" w:type="dxa"/>
            <w:shd w:val="clear" w:color="auto" w:fill="auto"/>
            <w:noWrap/>
            <w:vAlign w:val="center"/>
            <w:hideMark/>
          </w:tcPr>
          <w:p w14:paraId="1D20CC9D"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0E56540B"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20E2D588"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39268A57" w14:textId="77777777" w:rsidR="00B44DB5" w:rsidRPr="00384254" w:rsidRDefault="00B44DB5" w:rsidP="00B44DB5">
            <w:pPr>
              <w:pStyle w:val="SpecNormal"/>
              <w:spacing w:line="240" w:lineRule="auto"/>
            </w:pPr>
            <w:r w:rsidRPr="00384254">
              <w:t>3 days</w:t>
            </w:r>
          </w:p>
        </w:tc>
        <w:tc>
          <w:tcPr>
            <w:tcW w:w="891" w:type="dxa"/>
            <w:vAlign w:val="center"/>
          </w:tcPr>
          <w:p w14:paraId="1695ED78" w14:textId="77777777" w:rsidR="00B44DB5" w:rsidRPr="00384254" w:rsidRDefault="00B44DB5" w:rsidP="00B44DB5">
            <w:pPr>
              <w:pStyle w:val="SpecNormal"/>
              <w:spacing w:line="240" w:lineRule="auto"/>
            </w:pPr>
            <w:r w:rsidRPr="00384254">
              <w:t>P</w:t>
            </w:r>
          </w:p>
        </w:tc>
        <w:tc>
          <w:tcPr>
            <w:tcW w:w="1170" w:type="dxa"/>
            <w:vAlign w:val="center"/>
          </w:tcPr>
          <w:p w14:paraId="10C3E179" w14:textId="77777777" w:rsidR="00B44DB5" w:rsidRPr="00384254" w:rsidRDefault="00B44DB5" w:rsidP="00B44DB5">
            <w:pPr>
              <w:pStyle w:val="SpecNormal"/>
              <w:spacing w:line="240" w:lineRule="auto"/>
            </w:pPr>
            <w:r w:rsidRPr="00384254">
              <w:t>±10% from SP</w:t>
            </w:r>
          </w:p>
        </w:tc>
        <w:tc>
          <w:tcPr>
            <w:tcW w:w="909" w:type="dxa"/>
            <w:vAlign w:val="center"/>
          </w:tcPr>
          <w:p w14:paraId="45ADA05F" w14:textId="77777777" w:rsidR="00B44DB5" w:rsidRPr="00384254" w:rsidRDefault="00B44DB5" w:rsidP="00B44DB5">
            <w:pPr>
              <w:pStyle w:val="SpecNormal"/>
              <w:spacing w:line="240" w:lineRule="auto"/>
            </w:pPr>
            <w:r w:rsidRPr="00384254">
              <w:t>5 min</w:t>
            </w:r>
          </w:p>
        </w:tc>
      </w:tr>
      <w:tr w:rsidR="00B44DB5" w:rsidRPr="00384254" w14:paraId="55973649" w14:textId="77777777" w:rsidTr="00B44DB5">
        <w:trPr>
          <w:cantSplit/>
          <w:trHeight w:val="300"/>
          <w:jc w:val="center"/>
        </w:trPr>
        <w:tc>
          <w:tcPr>
            <w:tcW w:w="1851" w:type="dxa"/>
            <w:shd w:val="clear" w:color="auto" w:fill="auto"/>
            <w:noWrap/>
            <w:vAlign w:val="center"/>
            <w:hideMark/>
          </w:tcPr>
          <w:p w14:paraId="3B3268B1" w14:textId="77777777" w:rsidR="00B44DB5" w:rsidRPr="00384254" w:rsidRDefault="00B44DB5" w:rsidP="00B44DB5">
            <w:pPr>
              <w:pStyle w:val="SpecNormal"/>
              <w:spacing w:line="240" w:lineRule="auto"/>
            </w:pPr>
            <w:r w:rsidRPr="00384254">
              <w:t>RA Flow</w:t>
            </w:r>
          </w:p>
        </w:tc>
        <w:tc>
          <w:tcPr>
            <w:tcW w:w="800" w:type="dxa"/>
            <w:shd w:val="clear" w:color="auto" w:fill="auto"/>
            <w:noWrap/>
            <w:vAlign w:val="center"/>
            <w:hideMark/>
          </w:tcPr>
          <w:p w14:paraId="17E7157C"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172FFEF4"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2754A65E"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757F21D0" w14:textId="77777777" w:rsidR="00B44DB5" w:rsidRPr="00384254" w:rsidRDefault="00B44DB5" w:rsidP="00B44DB5">
            <w:pPr>
              <w:pStyle w:val="SpecNormal"/>
              <w:spacing w:line="240" w:lineRule="auto"/>
            </w:pPr>
            <w:r w:rsidRPr="00384254">
              <w:t>3 days</w:t>
            </w:r>
          </w:p>
        </w:tc>
        <w:tc>
          <w:tcPr>
            <w:tcW w:w="891" w:type="dxa"/>
            <w:vAlign w:val="center"/>
          </w:tcPr>
          <w:p w14:paraId="29411536" w14:textId="77777777" w:rsidR="00B44DB5" w:rsidRPr="00384254" w:rsidRDefault="00B44DB5" w:rsidP="00B44DB5">
            <w:pPr>
              <w:pStyle w:val="SpecNormal"/>
              <w:spacing w:line="240" w:lineRule="auto"/>
            </w:pPr>
            <w:r w:rsidRPr="00384254">
              <w:t>P</w:t>
            </w:r>
          </w:p>
        </w:tc>
        <w:tc>
          <w:tcPr>
            <w:tcW w:w="1170" w:type="dxa"/>
            <w:vAlign w:val="center"/>
          </w:tcPr>
          <w:p w14:paraId="40D77AC7" w14:textId="77777777" w:rsidR="00B44DB5" w:rsidRPr="00384254" w:rsidRDefault="00B44DB5" w:rsidP="00B44DB5">
            <w:pPr>
              <w:pStyle w:val="SpecNormal"/>
              <w:spacing w:line="240" w:lineRule="auto"/>
            </w:pPr>
            <w:r w:rsidRPr="00384254">
              <w:t>±10% from SP</w:t>
            </w:r>
          </w:p>
        </w:tc>
        <w:tc>
          <w:tcPr>
            <w:tcW w:w="909" w:type="dxa"/>
            <w:vAlign w:val="center"/>
          </w:tcPr>
          <w:p w14:paraId="258E0D0B" w14:textId="77777777" w:rsidR="00B44DB5" w:rsidRPr="00384254" w:rsidRDefault="00B44DB5" w:rsidP="00B44DB5">
            <w:pPr>
              <w:pStyle w:val="SpecNormal"/>
              <w:spacing w:line="240" w:lineRule="auto"/>
            </w:pPr>
            <w:r w:rsidRPr="00384254">
              <w:t>5 min</w:t>
            </w:r>
          </w:p>
        </w:tc>
      </w:tr>
      <w:tr w:rsidR="00B44DB5" w:rsidRPr="00384254" w14:paraId="3AA7754D" w14:textId="77777777" w:rsidTr="00B44DB5">
        <w:trPr>
          <w:cantSplit/>
          <w:trHeight w:val="300"/>
          <w:jc w:val="center"/>
        </w:trPr>
        <w:tc>
          <w:tcPr>
            <w:tcW w:w="1851" w:type="dxa"/>
            <w:shd w:val="clear" w:color="auto" w:fill="auto"/>
            <w:noWrap/>
            <w:vAlign w:val="center"/>
            <w:hideMark/>
          </w:tcPr>
          <w:p w14:paraId="250A7FD0" w14:textId="77777777" w:rsidR="00B44DB5" w:rsidRPr="00384254" w:rsidRDefault="00B44DB5" w:rsidP="00B44DB5">
            <w:pPr>
              <w:pStyle w:val="SpecNormal"/>
              <w:spacing w:line="240" w:lineRule="auto"/>
            </w:pPr>
            <w:r w:rsidRPr="00384254">
              <w:t>Initial UVC Intensity (%)</w:t>
            </w:r>
          </w:p>
        </w:tc>
        <w:tc>
          <w:tcPr>
            <w:tcW w:w="800" w:type="dxa"/>
            <w:shd w:val="clear" w:color="auto" w:fill="auto"/>
            <w:noWrap/>
            <w:vAlign w:val="center"/>
            <w:hideMark/>
          </w:tcPr>
          <w:p w14:paraId="1ED61A9E"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16C7E0E3" w14:textId="77777777" w:rsidR="00B44DB5" w:rsidRPr="00384254" w:rsidRDefault="00B44DB5" w:rsidP="00B44DB5">
            <w:pPr>
              <w:pStyle w:val="SpecNormal"/>
              <w:spacing w:line="240" w:lineRule="auto"/>
            </w:pPr>
            <w:r w:rsidRPr="00384254">
              <w:t>None</w:t>
            </w:r>
          </w:p>
        </w:tc>
        <w:tc>
          <w:tcPr>
            <w:tcW w:w="1459" w:type="dxa"/>
            <w:shd w:val="clear" w:color="auto" w:fill="auto"/>
            <w:noWrap/>
            <w:vAlign w:val="center"/>
            <w:hideMark/>
          </w:tcPr>
          <w:p w14:paraId="0D0B34DE" w14:textId="77777777" w:rsidR="00B44DB5" w:rsidRPr="00384254" w:rsidRDefault="00B44DB5" w:rsidP="00B44DB5">
            <w:pPr>
              <w:pStyle w:val="SpecNormal"/>
              <w:spacing w:line="240" w:lineRule="auto"/>
            </w:pPr>
            <w:r w:rsidRPr="00384254">
              <w:t>None</w:t>
            </w:r>
          </w:p>
        </w:tc>
        <w:tc>
          <w:tcPr>
            <w:tcW w:w="1350" w:type="dxa"/>
            <w:shd w:val="clear" w:color="auto" w:fill="auto"/>
            <w:noWrap/>
            <w:vAlign w:val="center"/>
            <w:hideMark/>
          </w:tcPr>
          <w:p w14:paraId="01F7D84F" w14:textId="77777777" w:rsidR="00B44DB5" w:rsidRPr="00384254" w:rsidRDefault="00B44DB5" w:rsidP="00B44DB5">
            <w:pPr>
              <w:pStyle w:val="SpecNormal"/>
              <w:spacing w:line="240" w:lineRule="auto"/>
            </w:pPr>
            <w:r w:rsidRPr="00384254">
              <w:t>None</w:t>
            </w:r>
          </w:p>
        </w:tc>
        <w:tc>
          <w:tcPr>
            <w:tcW w:w="891" w:type="dxa"/>
            <w:vAlign w:val="center"/>
          </w:tcPr>
          <w:p w14:paraId="1C31EFE5" w14:textId="77777777" w:rsidR="00B44DB5" w:rsidRPr="00384254" w:rsidRDefault="00B44DB5" w:rsidP="00B44DB5">
            <w:pPr>
              <w:pStyle w:val="SpecNormal"/>
              <w:spacing w:line="240" w:lineRule="auto"/>
            </w:pPr>
            <w:r w:rsidRPr="00384254">
              <w:t>N/A</w:t>
            </w:r>
          </w:p>
        </w:tc>
        <w:tc>
          <w:tcPr>
            <w:tcW w:w="1170" w:type="dxa"/>
            <w:vAlign w:val="center"/>
          </w:tcPr>
          <w:p w14:paraId="42CCE994" w14:textId="77777777" w:rsidR="00B44DB5" w:rsidRPr="00384254" w:rsidRDefault="00B44DB5" w:rsidP="00B44DB5">
            <w:pPr>
              <w:pStyle w:val="SpecNormal"/>
              <w:spacing w:line="240" w:lineRule="auto"/>
            </w:pPr>
          </w:p>
        </w:tc>
        <w:tc>
          <w:tcPr>
            <w:tcW w:w="909" w:type="dxa"/>
            <w:vAlign w:val="center"/>
          </w:tcPr>
          <w:p w14:paraId="4A29A4E3" w14:textId="77777777" w:rsidR="00B44DB5" w:rsidRPr="00384254" w:rsidRDefault="00B44DB5" w:rsidP="00B44DB5">
            <w:pPr>
              <w:pStyle w:val="SpecNormal"/>
              <w:spacing w:line="240" w:lineRule="auto"/>
            </w:pPr>
          </w:p>
        </w:tc>
      </w:tr>
      <w:tr w:rsidR="00B44DB5" w:rsidRPr="00384254" w14:paraId="4837D1AB" w14:textId="77777777" w:rsidTr="00B44DB5">
        <w:trPr>
          <w:cantSplit/>
          <w:trHeight w:val="300"/>
          <w:jc w:val="center"/>
        </w:trPr>
        <w:tc>
          <w:tcPr>
            <w:tcW w:w="1851" w:type="dxa"/>
            <w:shd w:val="clear" w:color="auto" w:fill="auto"/>
            <w:noWrap/>
            <w:vAlign w:val="center"/>
            <w:hideMark/>
          </w:tcPr>
          <w:p w14:paraId="454BE6D6" w14:textId="77777777" w:rsidR="00B44DB5" w:rsidRPr="00384254" w:rsidRDefault="00B44DB5" w:rsidP="00B44DB5">
            <w:pPr>
              <w:pStyle w:val="SpecNormal"/>
              <w:spacing w:line="240" w:lineRule="auto"/>
            </w:pPr>
            <w:r w:rsidRPr="00384254">
              <w:t>Duct Pressure</w:t>
            </w:r>
          </w:p>
        </w:tc>
        <w:tc>
          <w:tcPr>
            <w:tcW w:w="800" w:type="dxa"/>
            <w:shd w:val="clear" w:color="auto" w:fill="auto"/>
            <w:noWrap/>
            <w:vAlign w:val="center"/>
            <w:hideMark/>
          </w:tcPr>
          <w:p w14:paraId="0BE36DBF"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2EF5EF3C"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2BE7A924"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71508378" w14:textId="77777777" w:rsidR="00B44DB5" w:rsidRPr="00384254" w:rsidRDefault="00B44DB5" w:rsidP="00B44DB5">
            <w:pPr>
              <w:pStyle w:val="SpecNormal"/>
              <w:spacing w:line="240" w:lineRule="auto"/>
            </w:pPr>
            <w:r w:rsidRPr="00384254">
              <w:t>3 days</w:t>
            </w:r>
          </w:p>
        </w:tc>
        <w:tc>
          <w:tcPr>
            <w:tcW w:w="891" w:type="dxa"/>
            <w:vAlign w:val="center"/>
          </w:tcPr>
          <w:p w14:paraId="38D0980B" w14:textId="77777777" w:rsidR="00B44DB5" w:rsidRPr="00384254" w:rsidRDefault="00B44DB5" w:rsidP="00B44DB5">
            <w:pPr>
              <w:pStyle w:val="SpecNormal"/>
              <w:spacing w:line="240" w:lineRule="auto"/>
            </w:pPr>
            <w:r w:rsidRPr="00384254">
              <w:t>C</w:t>
            </w:r>
          </w:p>
        </w:tc>
        <w:tc>
          <w:tcPr>
            <w:tcW w:w="1170" w:type="dxa"/>
            <w:vAlign w:val="center"/>
          </w:tcPr>
          <w:p w14:paraId="3565A4CE" w14:textId="77777777" w:rsidR="00B44DB5" w:rsidRPr="00384254" w:rsidRDefault="00B44DB5" w:rsidP="00B44DB5">
            <w:pPr>
              <w:pStyle w:val="SpecNormal"/>
              <w:spacing w:line="240" w:lineRule="auto"/>
            </w:pPr>
            <w:r w:rsidRPr="00384254">
              <w:t>±25% from SP</w:t>
            </w:r>
          </w:p>
        </w:tc>
        <w:tc>
          <w:tcPr>
            <w:tcW w:w="909" w:type="dxa"/>
            <w:vAlign w:val="center"/>
          </w:tcPr>
          <w:p w14:paraId="17703F44" w14:textId="77777777" w:rsidR="00B44DB5" w:rsidRPr="00384254" w:rsidRDefault="00B44DB5" w:rsidP="00B44DB5">
            <w:pPr>
              <w:pStyle w:val="SpecNormal"/>
              <w:spacing w:line="240" w:lineRule="auto"/>
            </w:pPr>
            <w:r w:rsidRPr="00384254">
              <w:t>6 min</w:t>
            </w:r>
          </w:p>
        </w:tc>
      </w:tr>
      <w:tr w:rsidR="00B44DB5" w:rsidRPr="00384254" w14:paraId="653EA015" w14:textId="77777777" w:rsidTr="00B44DB5">
        <w:trPr>
          <w:cantSplit/>
          <w:trHeight w:val="300"/>
          <w:jc w:val="center"/>
        </w:trPr>
        <w:tc>
          <w:tcPr>
            <w:tcW w:w="1851" w:type="dxa"/>
            <w:shd w:val="clear" w:color="auto" w:fill="auto"/>
            <w:noWrap/>
            <w:vAlign w:val="center"/>
            <w:hideMark/>
          </w:tcPr>
          <w:p w14:paraId="20736F48" w14:textId="77777777" w:rsidR="00B44DB5" w:rsidRPr="00384254" w:rsidRDefault="00B44DB5" w:rsidP="00B44DB5">
            <w:pPr>
              <w:pStyle w:val="SpecNormal"/>
              <w:spacing w:line="240" w:lineRule="auto"/>
            </w:pPr>
            <w:r w:rsidRPr="00384254">
              <w:t>CO2 Level</w:t>
            </w:r>
          </w:p>
        </w:tc>
        <w:tc>
          <w:tcPr>
            <w:tcW w:w="800" w:type="dxa"/>
            <w:shd w:val="clear" w:color="auto" w:fill="auto"/>
            <w:noWrap/>
            <w:vAlign w:val="center"/>
            <w:hideMark/>
          </w:tcPr>
          <w:p w14:paraId="0780CEB0"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7385EBE2"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73B734E9"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5675B991" w14:textId="77777777" w:rsidR="00B44DB5" w:rsidRPr="00384254" w:rsidRDefault="00B44DB5" w:rsidP="00B44DB5">
            <w:pPr>
              <w:pStyle w:val="SpecNormal"/>
              <w:spacing w:line="240" w:lineRule="auto"/>
            </w:pPr>
            <w:r w:rsidRPr="00384254">
              <w:t>3 days</w:t>
            </w:r>
          </w:p>
        </w:tc>
        <w:tc>
          <w:tcPr>
            <w:tcW w:w="891" w:type="dxa"/>
            <w:vAlign w:val="center"/>
          </w:tcPr>
          <w:p w14:paraId="7D5CD14E" w14:textId="77777777" w:rsidR="00B44DB5" w:rsidRPr="00384254" w:rsidRDefault="00B44DB5" w:rsidP="00B44DB5">
            <w:pPr>
              <w:pStyle w:val="SpecNormal"/>
              <w:spacing w:line="240" w:lineRule="auto"/>
            </w:pPr>
            <w:r w:rsidRPr="00384254">
              <w:t>P</w:t>
            </w:r>
          </w:p>
        </w:tc>
        <w:tc>
          <w:tcPr>
            <w:tcW w:w="1170" w:type="dxa"/>
            <w:vAlign w:val="center"/>
          </w:tcPr>
          <w:p w14:paraId="6CD6912C" w14:textId="77777777" w:rsidR="00B44DB5" w:rsidRPr="00384254" w:rsidRDefault="00B44DB5" w:rsidP="00B44DB5">
            <w:pPr>
              <w:pStyle w:val="SpecNormal"/>
              <w:spacing w:line="240" w:lineRule="auto"/>
            </w:pPr>
            <w:r w:rsidRPr="00384254">
              <w:t>±10% from SP</w:t>
            </w:r>
          </w:p>
        </w:tc>
        <w:tc>
          <w:tcPr>
            <w:tcW w:w="909" w:type="dxa"/>
            <w:vAlign w:val="center"/>
          </w:tcPr>
          <w:p w14:paraId="7E8C3E4A" w14:textId="77777777" w:rsidR="00B44DB5" w:rsidRPr="00384254" w:rsidRDefault="00B44DB5" w:rsidP="00B44DB5">
            <w:pPr>
              <w:pStyle w:val="SpecNormal"/>
              <w:spacing w:line="240" w:lineRule="auto"/>
            </w:pPr>
            <w:r w:rsidRPr="00384254">
              <w:t>10 min</w:t>
            </w:r>
          </w:p>
        </w:tc>
      </w:tr>
      <w:tr w:rsidR="00B44DB5" w:rsidRPr="00384254" w14:paraId="741CF13B" w14:textId="77777777" w:rsidTr="00B44DB5">
        <w:trPr>
          <w:cantSplit/>
          <w:trHeight w:val="300"/>
          <w:jc w:val="center"/>
        </w:trPr>
        <w:tc>
          <w:tcPr>
            <w:tcW w:w="1851" w:type="dxa"/>
            <w:shd w:val="clear" w:color="auto" w:fill="auto"/>
            <w:noWrap/>
            <w:vAlign w:val="center"/>
            <w:hideMark/>
          </w:tcPr>
          <w:p w14:paraId="2E902191"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6A648CA4" w14:textId="77777777" w:rsidR="00B44DB5" w:rsidRPr="00384254" w:rsidRDefault="00B44DB5" w:rsidP="00B44DB5">
            <w:pPr>
              <w:pStyle w:val="SpecNormal"/>
              <w:spacing w:line="240" w:lineRule="auto"/>
            </w:pPr>
          </w:p>
        </w:tc>
        <w:tc>
          <w:tcPr>
            <w:tcW w:w="1308" w:type="dxa"/>
            <w:shd w:val="clear" w:color="auto" w:fill="auto"/>
            <w:noWrap/>
            <w:vAlign w:val="center"/>
            <w:hideMark/>
          </w:tcPr>
          <w:p w14:paraId="2E746F08" w14:textId="77777777" w:rsidR="00B44DB5" w:rsidRPr="00384254" w:rsidRDefault="00B44DB5" w:rsidP="00B44DB5">
            <w:pPr>
              <w:pStyle w:val="SpecNormal"/>
              <w:spacing w:line="240" w:lineRule="auto"/>
            </w:pPr>
          </w:p>
        </w:tc>
        <w:tc>
          <w:tcPr>
            <w:tcW w:w="1459" w:type="dxa"/>
            <w:shd w:val="clear" w:color="auto" w:fill="auto"/>
            <w:noWrap/>
            <w:vAlign w:val="center"/>
            <w:hideMark/>
          </w:tcPr>
          <w:p w14:paraId="43D45E9F" w14:textId="77777777" w:rsidR="00B44DB5" w:rsidRPr="00384254" w:rsidRDefault="00B44DB5" w:rsidP="00B44DB5">
            <w:pPr>
              <w:pStyle w:val="SpecNormal"/>
              <w:spacing w:line="240" w:lineRule="auto"/>
            </w:pPr>
          </w:p>
        </w:tc>
        <w:tc>
          <w:tcPr>
            <w:tcW w:w="1350" w:type="dxa"/>
            <w:shd w:val="clear" w:color="auto" w:fill="auto"/>
            <w:noWrap/>
            <w:vAlign w:val="center"/>
            <w:hideMark/>
          </w:tcPr>
          <w:p w14:paraId="453ED600" w14:textId="77777777" w:rsidR="00B44DB5" w:rsidRPr="00384254" w:rsidRDefault="00B44DB5" w:rsidP="00B44DB5">
            <w:pPr>
              <w:pStyle w:val="SpecNormal"/>
              <w:spacing w:line="240" w:lineRule="auto"/>
            </w:pPr>
          </w:p>
        </w:tc>
        <w:tc>
          <w:tcPr>
            <w:tcW w:w="891" w:type="dxa"/>
            <w:vAlign w:val="center"/>
          </w:tcPr>
          <w:p w14:paraId="16A4887B" w14:textId="77777777" w:rsidR="00B44DB5" w:rsidRPr="00384254" w:rsidRDefault="00B44DB5" w:rsidP="00B44DB5">
            <w:pPr>
              <w:pStyle w:val="SpecNormal"/>
              <w:spacing w:line="240" w:lineRule="auto"/>
            </w:pPr>
          </w:p>
        </w:tc>
        <w:tc>
          <w:tcPr>
            <w:tcW w:w="1170" w:type="dxa"/>
            <w:vAlign w:val="center"/>
          </w:tcPr>
          <w:p w14:paraId="41149F4A" w14:textId="77777777" w:rsidR="00B44DB5" w:rsidRPr="00384254" w:rsidRDefault="00B44DB5" w:rsidP="00B44DB5">
            <w:pPr>
              <w:pStyle w:val="SpecNormal"/>
              <w:spacing w:line="240" w:lineRule="auto"/>
            </w:pPr>
          </w:p>
        </w:tc>
        <w:tc>
          <w:tcPr>
            <w:tcW w:w="909" w:type="dxa"/>
            <w:vAlign w:val="center"/>
          </w:tcPr>
          <w:p w14:paraId="4F2FB419" w14:textId="77777777" w:rsidR="00B44DB5" w:rsidRPr="00384254" w:rsidRDefault="00B44DB5" w:rsidP="00B44DB5">
            <w:pPr>
              <w:pStyle w:val="SpecNormal"/>
              <w:spacing w:line="240" w:lineRule="auto"/>
            </w:pPr>
          </w:p>
        </w:tc>
      </w:tr>
      <w:tr w:rsidR="00B44DB5" w:rsidRPr="00384254" w14:paraId="6DC4B397" w14:textId="77777777" w:rsidTr="00B44DB5">
        <w:trPr>
          <w:cantSplit/>
          <w:trHeight w:val="300"/>
          <w:jc w:val="center"/>
        </w:trPr>
        <w:tc>
          <w:tcPr>
            <w:tcW w:w="1851" w:type="dxa"/>
            <w:shd w:val="clear" w:color="auto" w:fill="auto"/>
            <w:noWrap/>
            <w:vAlign w:val="center"/>
            <w:hideMark/>
          </w:tcPr>
          <w:p w14:paraId="155F4F96" w14:textId="77777777" w:rsidR="00B44DB5" w:rsidRPr="00384254" w:rsidRDefault="00B44DB5" w:rsidP="00B44DB5">
            <w:pPr>
              <w:pStyle w:val="SpecNormal"/>
              <w:spacing w:line="240" w:lineRule="auto"/>
            </w:pPr>
            <w:r w:rsidRPr="00384254">
              <w:t>Supply Fan Status</w:t>
            </w:r>
          </w:p>
        </w:tc>
        <w:tc>
          <w:tcPr>
            <w:tcW w:w="800" w:type="dxa"/>
            <w:shd w:val="clear" w:color="auto" w:fill="auto"/>
            <w:noWrap/>
            <w:vAlign w:val="center"/>
            <w:hideMark/>
          </w:tcPr>
          <w:p w14:paraId="047CD762"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445F6C52"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1BCB5597"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629F467D" w14:textId="77777777" w:rsidR="00B44DB5" w:rsidRPr="00384254" w:rsidRDefault="00B44DB5" w:rsidP="00B44DB5">
            <w:pPr>
              <w:pStyle w:val="SpecNormal"/>
              <w:spacing w:line="240" w:lineRule="auto"/>
            </w:pPr>
            <w:r w:rsidRPr="00384254">
              <w:t>3 days</w:t>
            </w:r>
          </w:p>
        </w:tc>
        <w:tc>
          <w:tcPr>
            <w:tcW w:w="891" w:type="dxa"/>
            <w:vAlign w:val="center"/>
          </w:tcPr>
          <w:p w14:paraId="136011F0" w14:textId="77777777" w:rsidR="00B44DB5" w:rsidRPr="00384254" w:rsidRDefault="00B44DB5" w:rsidP="00B44DB5">
            <w:pPr>
              <w:pStyle w:val="SpecNormal"/>
              <w:spacing w:line="240" w:lineRule="auto"/>
            </w:pPr>
            <w:r w:rsidRPr="00384254">
              <w:t>C</w:t>
            </w:r>
          </w:p>
        </w:tc>
        <w:tc>
          <w:tcPr>
            <w:tcW w:w="1170" w:type="dxa"/>
            <w:vAlign w:val="center"/>
          </w:tcPr>
          <w:p w14:paraId="679CE692" w14:textId="77777777" w:rsidR="00B44DB5" w:rsidRPr="00384254" w:rsidRDefault="00B44DB5" w:rsidP="00B44DB5">
            <w:pPr>
              <w:pStyle w:val="SpecNormal"/>
              <w:spacing w:line="240" w:lineRule="auto"/>
            </w:pPr>
            <w:r w:rsidRPr="00384254">
              <w:t>Status &lt;&gt; Command</w:t>
            </w:r>
          </w:p>
        </w:tc>
        <w:tc>
          <w:tcPr>
            <w:tcW w:w="909" w:type="dxa"/>
            <w:vAlign w:val="center"/>
          </w:tcPr>
          <w:p w14:paraId="09466CB3" w14:textId="77777777" w:rsidR="00B44DB5" w:rsidRPr="00384254" w:rsidRDefault="00B44DB5" w:rsidP="00B44DB5">
            <w:pPr>
              <w:pStyle w:val="SpecNormal"/>
              <w:spacing w:line="240" w:lineRule="auto"/>
            </w:pPr>
            <w:r w:rsidRPr="00384254">
              <w:t>10 min</w:t>
            </w:r>
          </w:p>
        </w:tc>
      </w:tr>
      <w:tr w:rsidR="00B44DB5" w:rsidRPr="00384254" w14:paraId="01D05739" w14:textId="77777777" w:rsidTr="00B44DB5">
        <w:trPr>
          <w:cantSplit/>
          <w:trHeight w:val="300"/>
          <w:jc w:val="center"/>
        </w:trPr>
        <w:tc>
          <w:tcPr>
            <w:tcW w:w="1851" w:type="dxa"/>
            <w:shd w:val="clear" w:color="auto" w:fill="auto"/>
            <w:noWrap/>
            <w:vAlign w:val="center"/>
            <w:hideMark/>
          </w:tcPr>
          <w:p w14:paraId="2E2A9A46" w14:textId="77777777" w:rsidR="00B44DB5" w:rsidRPr="00384254" w:rsidRDefault="00B44DB5" w:rsidP="00B44DB5">
            <w:pPr>
              <w:pStyle w:val="SpecNormal"/>
              <w:spacing w:line="240" w:lineRule="auto"/>
            </w:pPr>
            <w:r w:rsidRPr="00384254">
              <w:t>Return Fan Status</w:t>
            </w:r>
          </w:p>
        </w:tc>
        <w:tc>
          <w:tcPr>
            <w:tcW w:w="800" w:type="dxa"/>
            <w:shd w:val="clear" w:color="auto" w:fill="auto"/>
            <w:noWrap/>
            <w:vAlign w:val="center"/>
            <w:hideMark/>
          </w:tcPr>
          <w:p w14:paraId="336D30FE"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7EFD57A3"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58180079"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2BD71054" w14:textId="77777777" w:rsidR="00B44DB5" w:rsidRPr="00384254" w:rsidRDefault="00B44DB5" w:rsidP="00B44DB5">
            <w:pPr>
              <w:pStyle w:val="SpecNormal"/>
              <w:spacing w:line="240" w:lineRule="auto"/>
            </w:pPr>
            <w:r w:rsidRPr="00384254">
              <w:t>3 days</w:t>
            </w:r>
          </w:p>
        </w:tc>
        <w:tc>
          <w:tcPr>
            <w:tcW w:w="891" w:type="dxa"/>
            <w:vAlign w:val="center"/>
          </w:tcPr>
          <w:p w14:paraId="749A2F58" w14:textId="77777777" w:rsidR="00B44DB5" w:rsidRPr="00384254" w:rsidRDefault="00B44DB5" w:rsidP="00B44DB5">
            <w:pPr>
              <w:pStyle w:val="SpecNormal"/>
              <w:spacing w:line="240" w:lineRule="auto"/>
            </w:pPr>
            <w:r w:rsidRPr="00384254">
              <w:t>C</w:t>
            </w:r>
          </w:p>
        </w:tc>
        <w:tc>
          <w:tcPr>
            <w:tcW w:w="1170" w:type="dxa"/>
            <w:vAlign w:val="center"/>
          </w:tcPr>
          <w:p w14:paraId="5A173216" w14:textId="77777777" w:rsidR="00B44DB5" w:rsidRPr="00384254" w:rsidRDefault="00B44DB5" w:rsidP="00B44DB5">
            <w:pPr>
              <w:pStyle w:val="SpecNormal"/>
              <w:spacing w:line="240" w:lineRule="auto"/>
            </w:pPr>
            <w:r w:rsidRPr="00384254">
              <w:t>Status &lt;&gt; Command</w:t>
            </w:r>
          </w:p>
        </w:tc>
        <w:tc>
          <w:tcPr>
            <w:tcW w:w="909" w:type="dxa"/>
            <w:vAlign w:val="center"/>
          </w:tcPr>
          <w:p w14:paraId="46E95E38" w14:textId="77777777" w:rsidR="00B44DB5" w:rsidRPr="00384254" w:rsidRDefault="00B44DB5" w:rsidP="00B44DB5">
            <w:pPr>
              <w:pStyle w:val="SpecNormal"/>
              <w:spacing w:line="240" w:lineRule="auto"/>
            </w:pPr>
            <w:r w:rsidRPr="00384254">
              <w:t>10 Min</w:t>
            </w:r>
          </w:p>
        </w:tc>
      </w:tr>
      <w:tr w:rsidR="00B44DB5" w:rsidRPr="00384254" w14:paraId="516D451A" w14:textId="77777777" w:rsidTr="00B44DB5">
        <w:trPr>
          <w:cantSplit/>
          <w:trHeight w:val="300"/>
          <w:jc w:val="center"/>
        </w:trPr>
        <w:tc>
          <w:tcPr>
            <w:tcW w:w="1851" w:type="dxa"/>
            <w:shd w:val="clear" w:color="auto" w:fill="auto"/>
            <w:noWrap/>
            <w:vAlign w:val="center"/>
            <w:hideMark/>
          </w:tcPr>
          <w:p w14:paraId="30AEE71F" w14:textId="77777777" w:rsidR="00B44DB5" w:rsidRPr="00384254" w:rsidRDefault="00B44DB5" w:rsidP="00B44DB5">
            <w:pPr>
              <w:pStyle w:val="SpecNormal"/>
              <w:spacing w:line="240" w:lineRule="auto"/>
            </w:pPr>
            <w:r w:rsidRPr="00384254">
              <w:t>High Static Status</w:t>
            </w:r>
          </w:p>
        </w:tc>
        <w:tc>
          <w:tcPr>
            <w:tcW w:w="800" w:type="dxa"/>
            <w:shd w:val="clear" w:color="auto" w:fill="auto"/>
            <w:noWrap/>
            <w:vAlign w:val="center"/>
            <w:hideMark/>
          </w:tcPr>
          <w:p w14:paraId="40E559B2"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39AECC71"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01E5EF89"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6D22FE22" w14:textId="77777777" w:rsidR="00B44DB5" w:rsidRPr="00384254" w:rsidRDefault="00B44DB5" w:rsidP="00B44DB5">
            <w:pPr>
              <w:pStyle w:val="SpecNormal"/>
              <w:spacing w:line="240" w:lineRule="auto"/>
            </w:pPr>
            <w:r w:rsidRPr="00384254">
              <w:t>3 days</w:t>
            </w:r>
          </w:p>
        </w:tc>
        <w:tc>
          <w:tcPr>
            <w:tcW w:w="891" w:type="dxa"/>
            <w:vAlign w:val="center"/>
          </w:tcPr>
          <w:p w14:paraId="727C545D" w14:textId="77777777" w:rsidR="00B44DB5" w:rsidRPr="00384254" w:rsidRDefault="00B44DB5" w:rsidP="00B44DB5">
            <w:pPr>
              <w:pStyle w:val="SpecNormal"/>
              <w:spacing w:line="240" w:lineRule="auto"/>
            </w:pPr>
            <w:r w:rsidRPr="00384254">
              <w:t>P</w:t>
            </w:r>
          </w:p>
        </w:tc>
        <w:tc>
          <w:tcPr>
            <w:tcW w:w="1170" w:type="dxa"/>
            <w:vAlign w:val="center"/>
          </w:tcPr>
          <w:p w14:paraId="26BD67DA" w14:textId="77777777" w:rsidR="00B44DB5" w:rsidRPr="00384254" w:rsidRDefault="00B44DB5" w:rsidP="00B44DB5">
            <w:pPr>
              <w:pStyle w:val="SpecNormal"/>
              <w:spacing w:line="240" w:lineRule="auto"/>
            </w:pPr>
            <w:r w:rsidRPr="00384254">
              <w:t>True</w:t>
            </w:r>
          </w:p>
        </w:tc>
        <w:tc>
          <w:tcPr>
            <w:tcW w:w="909" w:type="dxa"/>
            <w:vAlign w:val="center"/>
          </w:tcPr>
          <w:p w14:paraId="4B45D79B" w14:textId="77777777" w:rsidR="00B44DB5" w:rsidRPr="00384254" w:rsidRDefault="00B44DB5" w:rsidP="00B44DB5">
            <w:pPr>
              <w:pStyle w:val="SpecNormal"/>
              <w:spacing w:line="240" w:lineRule="auto"/>
            </w:pPr>
            <w:r w:rsidRPr="00384254">
              <w:t>1 min</w:t>
            </w:r>
          </w:p>
        </w:tc>
      </w:tr>
      <w:tr w:rsidR="00B44DB5" w:rsidRPr="00384254" w14:paraId="094B8193" w14:textId="77777777" w:rsidTr="00B44DB5">
        <w:trPr>
          <w:cantSplit/>
          <w:trHeight w:val="300"/>
          <w:jc w:val="center"/>
        </w:trPr>
        <w:tc>
          <w:tcPr>
            <w:tcW w:w="1851" w:type="dxa"/>
            <w:shd w:val="clear" w:color="auto" w:fill="auto"/>
            <w:noWrap/>
            <w:vAlign w:val="center"/>
            <w:hideMark/>
          </w:tcPr>
          <w:p w14:paraId="6800D095" w14:textId="77777777" w:rsidR="00B44DB5" w:rsidRPr="00384254" w:rsidRDefault="00B44DB5" w:rsidP="00B44DB5">
            <w:pPr>
              <w:pStyle w:val="SpecNormal"/>
              <w:spacing w:line="240" w:lineRule="auto"/>
            </w:pPr>
            <w:r w:rsidRPr="00384254">
              <w:t>Fire Alarm Status</w:t>
            </w:r>
          </w:p>
        </w:tc>
        <w:tc>
          <w:tcPr>
            <w:tcW w:w="800" w:type="dxa"/>
            <w:shd w:val="clear" w:color="auto" w:fill="auto"/>
            <w:noWrap/>
            <w:vAlign w:val="center"/>
            <w:hideMark/>
          </w:tcPr>
          <w:p w14:paraId="024ED1AE"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24CEA2C1"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264695D7"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7CEF2DC5" w14:textId="77777777" w:rsidR="00B44DB5" w:rsidRPr="00384254" w:rsidRDefault="00B44DB5" w:rsidP="00B44DB5">
            <w:pPr>
              <w:pStyle w:val="SpecNormal"/>
              <w:spacing w:line="240" w:lineRule="auto"/>
            </w:pPr>
            <w:r w:rsidRPr="00384254">
              <w:t>3 days</w:t>
            </w:r>
          </w:p>
        </w:tc>
        <w:tc>
          <w:tcPr>
            <w:tcW w:w="891" w:type="dxa"/>
            <w:vAlign w:val="center"/>
          </w:tcPr>
          <w:p w14:paraId="7EBBE882" w14:textId="77777777" w:rsidR="00B44DB5" w:rsidRPr="00384254" w:rsidRDefault="00B44DB5" w:rsidP="00B44DB5">
            <w:pPr>
              <w:pStyle w:val="SpecNormal"/>
              <w:spacing w:line="240" w:lineRule="auto"/>
            </w:pPr>
            <w:r w:rsidRPr="00384254">
              <w:t>C</w:t>
            </w:r>
          </w:p>
        </w:tc>
        <w:tc>
          <w:tcPr>
            <w:tcW w:w="1170" w:type="dxa"/>
            <w:vAlign w:val="center"/>
          </w:tcPr>
          <w:p w14:paraId="09D3AC81" w14:textId="77777777" w:rsidR="00B44DB5" w:rsidRPr="00384254" w:rsidRDefault="00B44DB5" w:rsidP="00B44DB5">
            <w:pPr>
              <w:pStyle w:val="SpecNormal"/>
              <w:spacing w:line="240" w:lineRule="auto"/>
            </w:pPr>
            <w:r w:rsidRPr="00384254">
              <w:t>True</w:t>
            </w:r>
          </w:p>
        </w:tc>
        <w:tc>
          <w:tcPr>
            <w:tcW w:w="909" w:type="dxa"/>
            <w:vAlign w:val="center"/>
          </w:tcPr>
          <w:p w14:paraId="188D8C49" w14:textId="77777777" w:rsidR="00B44DB5" w:rsidRPr="00384254" w:rsidRDefault="00B44DB5" w:rsidP="00B44DB5">
            <w:pPr>
              <w:pStyle w:val="SpecNormal"/>
              <w:spacing w:line="240" w:lineRule="auto"/>
            </w:pPr>
            <w:r w:rsidRPr="00384254">
              <w:t>5 min</w:t>
            </w:r>
          </w:p>
        </w:tc>
      </w:tr>
      <w:tr w:rsidR="00B44DB5" w:rsidRPr="00384254" w14:paraId="4338022C" w14:textId="77777777" w:rsidTr="00B44DB5">
        <w:trPr>
          <w:cantSplit/>
          <w:trHeight w:val="300"/>
          <w:jc w:val="center"/>
        </w:trPr>
        <w:tc>
          <w:tcPr>
            <w:tcW w:w="1851" w:type="dxa"/>
            <w:shd w:val="clear" w:color="auto" w:fill="auto"/>
            <w:noWrap/>
            <w:vAlign w:val="center"/>
            <w:hideMark/>
          </w:tcPr>
          <w:p w14:paraId="30B68898" w14:textId="77777777" w:rsidR="00B44DB5" w:rsidRPr="00384254" w:rsidRDefault="00B44DB5" w:rsidP="00B44DB5">
            <w:pPr>
              <w:pStyle w:val="SpecNormal"/>
              <w:spacing w:line="240" w:lineRule="auto"/>
            </w:pPr>
            <w:r w:rsidRPr="00384254">
              <w:t>Freeze Stat Level 1</w:t>
            </w:r>
          </w:p>
        </w:tc>
        <w:tc>
          <w:tcPr>
            <w:tcW w:w="800" w:type="dxa"/>
            <w:shd w:val="clear" w:color="auto" w:fill="auto"/>
            <w:noWrap/>
            <w:vAlign w:val="center"/>
            <w:hideMark/>
          </w:tcPr>
          <w:p w14:paraId="65A2FECA"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391587D7"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0A0911A2"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18F6351E" w14:textId="77777777" w:rsidR="00B44DB5" w:rsidRPr="00384254" w:rsidRDefault="00B44DB5" w:rsidP="00B44DB5">
            <w:pPr>
              <w:pStyle w:val="SpecNormal"/>
              <w:spacing w:line="240" w:lineRule="auto"/>
            </w:pPr>
            <w:r w:rsidRPr="00384254">
              <w:t>3 days</w:t>
            </w:r>
          </w:p>
        </w:tc>
        <w:tc>
          <w:tcPr>
            <w:tcW w:w="891" w:type="dxa"/>
            <w:vAlign w:val="center"/>
          </w:tcPr>
          <w:p w14:paraId="38607B64" w14:textId="77777777" w:rsidR="00B44DB5" w:rsidRPr="00384254" w:rsidRDefault="00B44DB5" w:rsidP="00B44DB5">
            <w:pPr>
              <w:pStyle w:val="SpecNormal"/>
              <w:spacing w:line="240" w:lineRule="auto"/>
            </w:pPr>
            <w:r w:rsidRPr="00384254">
              <w:t>C</w:t>
            </w:r>
          </w:p>
        </w:tc>
        <w:tc>
          <w:tcPr>
            <w:tcW w:w="1170" w:type="dxa"/>
            <w:vAlign w:val="center"/>
          </w:tcPr>
          <w:p w14:paraId="686A8DB5" w14:textId="77777777" w:rsidR="00B44DB5" w:rsidRPr="00384254" w:rsidRDefault="00B44DB5" w:rsidP="00B44DB5">
            <w:pPr>
              <w:pStyle w:val="SpecNormal"/>
              <w:spacing w:line="240" w:lineRule="auto"/>
            </w:pPr>
            <w:r w:rsidRPr="00384254">
              <w:t>True</w:t>
            </w:r>
          </w:p>
        </w:tc>
        <w:tc>
          <w:tcPr>
            <w:tcW w:w="909" w:type="dxa"/>
            <w:vAlign w:val="center"/>
          </w:tcPr>
          <w:p w14:paraId="5ACB458C" w14:textId="77777777" w:rsidR="00B44DB5" w:rsidRPr="00384254" w:rsidRDefault="00B44DB5" w:rsidP="00B44DB5">
            <w:pPr>
              <w:pStyle w:val="SpecNormal"/>
              <w:spacing w:line="240" w:lineRule="auto"/>
            </w:pPr>
            <w:r w:rsidRPr="00384254">
              <w:t>10 min</w:t>
            </w:r>
          </w:p>
        </w:tc>
      </w:tr>
      <w:tr w:rsidR="00B44DB5" w:rsidRPr="00384254" w14:paraId="71A1211A" w14:textId="77777777" w:rsidTr="00B44DB5">
        <w:trPr>
          <w:cantSplit/>
          <w:trHeight w:val="300"/>
          <w:jc w:val="center"/>
        </w:trPr>
        <w:tc>
          <w:tcPr>
            <w:tcW w:w="1851" w:type="dxa"/>
            <w:shd w:val="clear" w:color="auto" w:fill="auto"/>
            <w:noWrap/>
            <w:vAlign w:val="center"/>
            <w:hideMark/>
          </w:tcPr>
          <w:p w14:paraId="56B8248E" w14:textId="77777777" w:rsidR="00B44DB5" w:rsidRPr="00384254" w:rsidRDefault="00B44DB5" w:rsidP="00B44DB5">
            <w:pPr>
              <w:pStyle w:val="SpecNormal"/>
              <w:spacing w:line="240" w:lineRule="auto"/>
            </w:pPr>
            <w:r w:rsidRPr="00384254">
              <w:t>Freeze Stat Level 2</w:t>
            </w:r>
          </w:p>
        </w:tc>
        <w:tc>
          <w:tcPr>
            <w:tcW w:w="800" w:type="dxa"/>
            <w:shd w:val="clear" w:color="auto" w:fill="auto"/>
            <w:noWrap/>
            <w:vAlign w:val="center"/>
            <w:hideMark/>
          </w:tcPr>
          <w:p w14:paraId="715F3BDE"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6D889D25"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2D018B0E"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2F40603E" w14:textId="77777777" w:rsidR="00B44DB5" w:rsidRPr="00384254" w:rsidRDefault="00B44DB5" w:rsidP="00B44DB5">
            <w:pPr>
              <w:pStyle w:val="SpecNormal"/>
              <w:spacing w:line="240" w:lineRule="auto"/>
            </w:pPr>
            <w:r w:rsidRPr="00384254">
              <w:t>3 days</w:t>
            </w:r>
          </w:p>
        </w:tc>
        <w:tc>
          <w:tcPr>
            <w:tcW w:w="891" w:type="dxa"/>
            <w:vAlign w:val="center"/>
          </w:tcPr>
          <w:p w14:paraId="53B9014A" w14:textId="77777777" w:rsidR="00B44DB5" w:rsidRPr="00384254" w:rsidRDefault="00B44DB5" w:rsidP="00B44DB5">
            <w:pPr>
              <w:pStyle w:val="SpecNormal"/>
              <w:spacing w:line="240" w:lineRule="auto"/>
            </w:pPr>
            <w:r w:rsidRPr="00384254">
              <w:t>C</w:t>
            </w:r>
          </w:p>
        </w:tc>
        <w:tc>
          <w:tcPr>
            <w:tcW w:w="1170" w:type="dxa"/>
            <w:vAlign w:val="center"/>
          </w:tcPr>
          <w:p w14:paraId="7B735AC2" w14:textId="77777777" w:rsidR="00B44DB5" w:rsidRPr="00384254" w:rsidRDefault="00B44DB5" w:rsidP="00B44DB5">
            <w:pPr>
              <w:pStyle w:val="SpecNormal"/>
              <w:spacing w:line="240" w:lineRule="auto"/>
            </w:pPr>
            <w:r w:rsidRPr="00384254">
              <w:t>True</w:t>
            </w:r>
          </w:p>
        </w:tc>
        <w:tc>
          <w:tcPr>
            <w:tcW w:w="909" w:type="dxa"/>
            <w:vAlign w:val="center"/>
          </w:tcPr>
          <w:p w14:paraId="136DAD61" w14:textId="77777777" w:rsidR="00B44DB5" w:rsidRPr="00384254" w:rsidRDefault="00B44DB5" w:rsidP="00B44DB5">
            <w:pPr>
              <w:pStyle w:val="SpecNormal"/>
              <w:spacing w:line="240" w:lineRule="auto"/>
            </w:pPr>
            <w:r w:rsidRPr="00384254">
              <w:t>5 min</w:t>
            </w:r>
          </w:p>
        </w:tc>
      </w:tr>
      <w:tr w:rsidR="00B44DB5" w:rsidRPr="00384254" w14:paraId="26685924" w14:textId="77777777" w:rsidTr="00B44DB5">
        <w:trPr>
          <w:cantSplit/>
          <w:trHeight w:val="300"/>
          <w:jc w:val="center"/>
        </w:trPr>
        <w:tc>
          <w:tcPr>
            <w:tcW w:w="1851" w:type="dxa"/>
            <w:shd w:val="clear" w:color="auto" w:fill="auto"/>
            <w:noWrap/>
            <w:vAlign w:val="center"/>
            <w:hideMark/>
          </w:tcPr>
          <w:p w14:paraId="4D7FCB7F" w14:textId="77777777" w:rsidR="00B44DB5" w:rsidRPr="00384254" w:rsidRDefault="00B44DB5" w:rsidP="00B44DB5">
            <w:pPr>
              <w:pStyle w:val="SpecNormal"/>
              <w:spacing w:line="240" w:lineRule="auto"/>
            </w:pPr>
            <w:r w:rsidRPr="00384254">
              <w:t>Freeze Stat Level 3</w:t>
            </w:r>
          </w:p>
        </w:tc>
        <w:tc>
          <w:tcPr>
            <w:tcW w:w="800" w:type="dxa"/>
            <w:shd w:val="clear" w:color="auto" w:fill="auto"/>
            <w:noWrap/>
            <w:vAlign w:val="center"/>
            <w:hideMark/>
          </w:tcPr>
          <w:p w14:paraId="3AAE9417"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5673FEBC"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3B005DF8"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1821CD9C" w14:textId="77777777" w:rsidR="00B44DB5" w:rsidRPr="00384254" w:rsidRDefault="00B44DB5" w:rsidP="00B44DB5">
            <w:pPr>
              <w:pStyle w:val="SpecNormal"/>
              <w:spacing w:line="240" w:lineRule="auto"/>
            </w:pPr>
            <w:r w:rsidRPr="00384254">
              <w:t>3 days</w:t>
            </w:r>
          </w:p>
        </w:tc>
        <w:tc>
          <w:tcPr>
            <w:tcW w:w="891" w:type="dxa"/>
            <w:vAlign w:val="center"/>
          </w:tcPr>
          <w:p w14:paraId="63D99D55" w14:textId="77777777" w:rsidR="00B44DB5" w:rsidRPr="00384254" w:rsidRDefault="00B44DB5" w:rsidP="00B44DB5">
            <w:pPr>
              <w:pStyle w:val="SpecNormal"/>
              <w:spacing w:line="240" w:lineRule="auto"/>
            </w:pPr>
            <w:r w:rsidRPr="00384254">
              <w:t>P</w:t>
            </w:r>
          </w:p>
        </w:tc>
        <w:tc>
          <w:tcPr>
            <w:tcW w:w="1170" w:type="dxa"/>
            <w:vAlign w:val="center"/>
          </w:tcPr>
          <w:p w14:paraId="2E75A08B" w14:textId="77777777" w:rsidR="00B44DB5" w:rsidRPr="00384254" w:rsidRDefault="00B44DB5" w:rsidP="00B44DB5">
            <w:pPr>
              <w:pStyle w:val="SpecNormal"/>
              <w:spacing w:line="240" w:lineRule="auto"/>
            </w:pPr>
            <w:r w:rsidRPr="00384254">
              <w:t>True</w:t>
            </w:r>
          </w:p>
        </w:tc>
        <w:tc>
          <w:tcPr>
            <w:tcW w:w="909" w:type="dxa"/>
            <w:vAlign w:val="center"/>
          </w:tcPr>
          <w:p w14:paraId="719CC617" w14:textId="77777777" w:rsidR="00B44DB5" w:rsidRPr="00384254" w:rsidRDefault="00B44DB5" w:rsidP="00B44DB5">
            <w:pPr>
              <w:pStyle w:val="SpecNormal"/>
              <w:spacing w:line="240" w:lineRule="auto"/>
            </w:pPr>
            <w:r w:rsidRPr="00384254">
              <w:t>1 min</w:t>
            </w:r>
          </w:p>
        </w:tc>
      </w:tr>
      <w:tr w:rsidR="00B44DB5" w:rsidRPr="00384254" w14:paraId="72CF4F6E" w14:textId="77777777" w:rsidTr="00B44DB5">
        <w:trPr>
          <w:cantSplit/>
          <w:trHeight w:val="300"/>
          <w:jc w:val="center"/>
        </w:trPr>
        <w:tc>
          <w:tcPr>
            <w:tcW w:w="1851" w:type="dxa"/>
            <w:shd w:val="clear" w:color="auto" w:fill="auto"/>
            <w:noWrap/>
            <w:vAlign w:val="center"/>
            <w:hideMark/>
          </w:tcPr>
          <w:p w14:paraId="0C308C6E" w14:textId="77777777" w:rsidR="00B44DB5" w:rsidRPr="00384254" w:rsidRDefault="00B44DB5" w:rsidP="00B44DB5">
            <w:pPr>
              <w:pStyle w:val="SpecNormal"/>
              <w:spacing w:line="240" w:lineRule="auto"/>
            </w:pPr>
            <w:r w:rsidRPr="00384254">
              <w:t>Fire/Smoke Damper Status</w:t>
            </w:r>
          </w:p>
        </w:tc>
        <w:tc>
          <w:tcPr>
            <w:tcW w:w="800" w:type="dxa"/>
            <w:shd w:val="clear" w:color="auto" w:fill="auto"/>
            <w:noWrap/>
            <w:vAlign w:val="center"/>
            <w:hideMark/>
          </w:tcPr>
          <w:p w14:paraId="3D87FCFA"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2500D252"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2B9162EA"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038C7DA8" w14:textId="77777777" w:rsidR="00B44DB5" w:rsidRPr="00384254" w:rsidRDefault="00B44DB5" w:rsidP="00B44DB5">
            <w:pPr>
              <w:pStyle w:val="SpecNormal"/>
              <w:spacing w:line="240" w:lineRule="auto"/>
            </w:pPr>
            <w:r w:rsidRPr="00384254">
              <w:t>3 days</w:t>
            </w:r>
          </w:p>
        </w:tc>
        <w:tc>
          <w:tcPr>
            <w:tcW w:w="891" w:type="dxa"/>
            <w:vAlign w:val="center"/>
          </w:tcPr>
          <w:p w14:paraId="3FBD56EB" w14:textId="77777777" w:rsidR="00B44DB5" w:rsidRPr="00384254" w:rsidRDefault="00B44DB5" w:rsidP="00B44DB5">
            <w:pPr>
              <w:pStyle w:val="SpecNormal"/>
              <w:spacing w:line="240" w:lineRule="auto"/>
            </w:pPr>
            <w:r w:rsidRPr="00384254">
              <w:t>P</w:t>
            </w:r>
          </w:p>
        </w:tc>
        <w:tc>
          <w:tcPr>
            <w:tcW w:w="1170" w:type="dxa"/>
            <w:vAlign w:val="center"/>
          </w:tcPr>
          <w:p w14:paraId="5DBC5ABF" w14:textId="77777777" w:rsidR="00B44DB5" w:rsidRPr="00384254" w:rsidRDefault="00B44DB5" w:rsidP="00B44DB5">
            <w:pPr>
              <w:pStyle w:val="SpecNormal"/>
              <w:spacing w:line="240" w:lineRule="auto"/>
            </w:pPr>
            <w:r w:rsidRPr="00384254">
              <w:t>Closed</w:t>
            </w:r>
          </w:p>
        </w:tc>
        <w:tc>
          <w:tcPr>
            <w:tcW w:w="909" w:type="dxa"/>
            <w:vAlign w:val="center"/>
          </w:tcPr>
          <w:p w14:paraId="1DF24860" w14:textId="77777777" w:rsidR="00B44DB5" w:rsidRPr="00384254" w:rsidRDefault="00B44DB5" w:rsidP="00B44DB5">
            <w:pPr>
              <w:pStyle w:val="SpecNormal"/>
              <w:spacing w:line="240" w:lineRule="auto"/>
            </w:pPr>
            <w:r w:rsidRPr="00384254">
              <w:t>1 min</w:t>
            </w:r>
          </w:p>
        </w:tc>
      </w:tr>
      <w:tr w:rsidR="00B44DB5" w:rsidRPr="00384254" w14:paraId="5C6132AC" w14:textId="77777777" w:rsidTr="00B44DB5">
        <w:trPr>
          <w:cantSplit/>
          <w:trHeight w:val="300"/>
          <w:jc w:val="center"/>
        </w:trPr>
        <w:tc>
          <w:tcPr>
            <w:tcW w:w="1851" w:type="dxa"/>
            <w:shd w:val="clear" w:color="auto" w:fill="auto"/>
            <w:noWrap/>
            <w:vAlign w:val="center"/>
            <w:hideMark/>
          </w:tcPr>
          <w:p w14:paraId="162736E2" w14:textId="77777777" w:rsidR="00B44DB5" w:rsidRPr="00384254" w:rsidRDefault="00B44DB5" w:rsidP="00B44DB5">
            <w:pPr>
              <w:pStyle w:val="SpecNormal"/>
              <w:spacing w:line="240" w:lineRule="auto"/>
            </w:pPr>
            <w:r w:rsidRPr="00384254">
              <w:t>Emergency AHU Shutdown</w:t>
            </w:r>
          </w:p>
        </w:tc>
        <w:tc>
          <w:tcPr>
            <w:tcW w:w="800" w:type="dxa"/>
            <w:shd w:val="clear" w:color="auto" w:fill="auto"/>
            <w:noWrap/>
            <w:vAlign w:val="center"/>
            <w:hideMark/>
          </w:tcPr>
          <w:p w14:paraId="797142C1"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091AF155"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69A9103C"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15E0BD25" w14:textId="77777777" w:rsidR="00B44DB5" w:rsidRPr="00384254" w:rsidRDefault="00B44DB5" w:rsidP="00B44DB5">
            <w:pPr>
              <w:pStyle w:val="SpecNormal"/>
              <w:spacing w:line="240" w:lineRule="auto"/>
            </w:pPr>
            <w:r w:rsidRPr="00384254">
              <w:t>3 days</w:t>
            </w:r>
          </w:p>
        </w:tc>
        <w:tc>
          <w:tcPr>
            <w:tcW w:w="891" w:type="dxa"/>
            <w:vAlign w:val="center"/>
          </w:tcPr>
          <w:p w14:paraId="69C4E4C5" w14:textId="77777777" w:rsidR="00B44DB5" w:rsidRPr="00384254" w:rsidRDefault="00B44DB5" w:rsidP="00B44DB5">
            <w:pPr>
              <w:pStyle w:val="SpecNormal"/>
              <w:spacing w:line="240" w:lineRule="auto"/>
            </w:pPr>
            <w:r w:rsidRPr="00384254">
              <w:t>P</w:t>
            </w:r>
          </w:p>
        </w:tc>
        <w:tc>
          <w:tcPr>
            <w:tcW w:w="1170" w:type="dxa"/>
            <w:vAlign w:val="center"/>
          </w:tcPr>
          <w:p w14:paraId="4189397A" w14:textId="77777777" w:rsidR="00B44DB5" w:rsidRPr="00384254" w:rsidRDefault="00B44DB5" w:rsidP="00B44DB5">
            <w:pPr>
              <w:pStyle w:val="SpecNormal"/>
              <w:spacing w:line="240" w:lineRule="auto"/>
            </w:pPr>
            <w:r w:rsidRPr="00384254">
              <w:t>True</w:t>
            </w:r>
          </w:p>
        </w:tc>
        <w:tc>
          <w:tcPr>
            <w:tcW w:w="909" w:type="dxa"/>
            <w:vAlign w:val="center"/>
          </w:tcPr>
          <w:p w14:paraId="486EC3FA" w14:textId="77777777" w:rsidR="00B44DB5" w:rsidRPr="00384254" w:rsidRDefault="00B44DB5" w:rsidP="00B44DB5">
            <w:pPr>
              <w:pStyle w:val="SpecNormal"/>
              <w:spacing w:line="240" w:lineRule="auto"/>
            </w:pPr>
            <w:r w:rsidRPr="00384254">
              <w:t>1 min</w:t>
            </w:r>
          </w:p>
        </w:tc>
      </w:tr>
      <w:tr w:rsidR="00B44DB5" w:rsidRPr="00384254" w14:paraId="24547415" w14:textId="77777777" w:rsidTr="00B44DB5">
        <w:trPr>
          <w:cantSplit/>
          <w:trHeight w:val="300"/>
          <w:jc w:val="center"/>
        </w:trPr>
        <w:tc>
          <w:tcPr>
            <w:tcW w:w="1851" w:type="dxa"/>
            <w:shd w:val="clear" w:color="auto" w:fill="auto"/>
            <w:noWrap/>
            <w:vAlign w:val="center"/>
            <w:hideMark/>
          </w:tcPr>
          <w:p w14:paraId="17E1DD0F" w14:textId="77777777" w:rsidR="00B44DB5" w:rsidRPr="00384254" w:rsidRDefault="00B44DB5" w:rsidP="00B44DB5">
            <w:pPr>
              <w:pStyle w:val="SpecNormal"/>
              <w:spacing w:line="240" w:lineRule="auto"/>
            </w:pPr>
            <w:r w:rsidRPr="00384254">
              <w:t>Exhaust Fan #1 Status</w:t>
            </w:r>
          </w:p>
        </w:tc>
        <w:tc>
          <w:tcPr>
            <w:tcW w:w="800" w:type="dxa"/>
            <w:shd w:val="clear" w:color="auto" w:fill="auto"/>
            <w:noWrap/>
            <w:vAlign w:val="center"/>
            <w:hideMark/>
          </w:tcPr>
          <w:p w14:paraId="4EEA437E"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0C2C17B6"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129659EA"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2D0433B6" w14:textId="77777777" w:rsidR="00B44DB5" w:rsidRPr="00384254" w:rsidRDefault="00B44DB5" w:rsidP="00B44DB5">
            <w:pPr>
              <w:pStyle w:val="SpecNormal"/>
              <w:spacing w:line="240" w:lineRule="auto"/>
            </w:pPr>
            <w:r w:rsidRPr="00384254">
              <w:t>3 days</w:t>
            </w:r>
          </w:p>
        </w:tc>
        <w:tc>
          <w:tcPr>
            <w:tcW w:w="891" w:type="dxa"/>
            <w:vAlign w:val="center"/>
          </w:tcPr>
          <w:p w14:paraId="15408E75" w14:textId="77777777" w:rsidR="00B44DB5" w:rsidRPr="00384254" w:rsidRDefault="00B44DB5" w:rsidP="00B44DB5">
            <w:pPr>
              <w:pStyle w:val="SpecNormal"/>
              <w:spacing w:line="240" w:lineRule="auto"/>
            </w:pPr>
            <w:r w:rsidRPr="00384254">
              <w:t>C</w:t>
            </w:r>
          </w:p>
        </w:tc>
        <w:tc>
          <w:tcPr>
            <w:tcW w:w="1170" w:type="dxa"/>
            <w:vAlign w:val="center"/>
          </w:tcPr>
          <w:p w14:paraId="68A5E0F7" w14:textId="77777777" w:rsidR="00B44DB5" w:rsidRPr="00384254" w:rsidRDefault="00B44DB5" w:rsidP="00B44DB5">
            <w:pPr>
              <w:pStyle w:val="SpecNormal"/>
              <w:spacing w:line="240" w:lineRule="auto"/>
            </w:pPr>
            <w:r w:rsidRPr="00384254">
              <w:t>Status &lt;&gt; Command</w:t>
            </w:r>
          </w:p>
        </w:tc>
        <w:tc>
          <w:tcPr>
            <w:tcW w:w="909" w:type="dxa"/>
            <w:vAlign w:val="center"/>
          </w:tcPr>
          <w:p w14:paraId="3EB441FE" w14:textId="77777777" w:rsidR="00B44DB5" w:rsidRPr="00384254" w:rsidRDefault="00B44DB5" w:rsidP="00B44DB5">
            <w:pPr>
              <w:pStyle w:val="SpecNormal"/>
              <w:spacing w:line="240" w:lineRule="auto"/>
            </w:pPr>
            <w:r w:rsidRPr="00384254">
              <w:t>10 min</w:t>
            </w:r>
          </w:p>
        </w:tc>
      </w:tr>
      <w:tr w:rsidR="00B44DB5" w:rsidRPr="00384254" w14:paraId="0ECE0EFA" w14:textId="77777777" w:rsidTr="00B44DB5">
        <w:trPr>
          <w:cantSplit/>
          <w:trHeight w:val="300"/>
          <w:jc w:val="center"/>
        </w:trPr>
        <w:tc>
          <w:tcPr>
            <w:tcW w:w="1851" w:type="dxa"/>
            <w:shd w:val="clear" w:color="auto" w:fill="auto"/>
            <w:noWrap/>
            <w:vAlign w:val="center"/>
            <w:hideMark/>
          </w:tcPr>
          <w:p w14:paraId="56F6160E" w14:textId="77777777" w:rsidR="00B44DB5" w:rsidRPr="00384254" w:rsidRDefault="00B44DB5" w:rsidP="00B44DB5">
            <w:pPr>
              <w:pStyle w:val="SpecNormal"/>
              <w:spacing w:line="240" w:lineRule="auto"/>
            </w:pPr>
            <w:r w:rsidRPr="00384254">
              <w:t>Exhaust Fan #2 Status</w:t>
            </w:r>
          </w:p>
        </w:tc>
        <w:tc>
          <w:tcPr>
            <w:tcW w:w="800" w:type="dxa"/>
            <w:shd w:val="clear" w:color="auto" w:fill="auto"/>
            <w:noWrap/>
            <w:vAlign w:val="center"/>
            <w:hideMark/>
          </w:tcPr>
          <w:p w14:paraId="39B8FB6A"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0891F3AB"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623D98A6"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7015F49D" w14:textId="77777777" w:rsidR="00B44DB5" w:rsidRPr="00384254" w:rsidRDefault="00B44DB5" w:rsidP="00B44DB5">
            <w:pPr>
              <w:pStyle w:val="SpecNormal"/>
              <w:spacing w:line="240" w:lineRule="auto"/>
            </w:pPr>
            <w:r w:rsidRPr="00384254">
              <w:t>3 days</w:t>
            </w:r>
          </w:p>
        </w:tc>
        <w:tc>
          <w:tcPr>
            <w:tcW w:w="891" w:type="dxa"/>
            <w:vAlign w:val="center"/>
          </w:tcPr>
          <w:p w14:paraId="155622D9" w14:textId="77777777" w:rsidR="00B44DB5" w:rsidRPr="00384254" w:rsidRDefault="00B44DB5" w:rsidP="00B44DB5">
            <w:pPr>
              <w:pStyle w:val="SpecNormal"/>
              <w:spacing w:line="240" w:lineRule="auto"/>
            </w:pPr>
            <w:r w:rsidRPr="00384254">
              <w:t>C</w:t>
            </w:r>
          </w:p>
        </w:tc>
        <w:tc>
          <w:tcPr>
            <w:tcW w:w="1170" w:type="dxa"/>
            <w:vAlign w:val="center"/>
          </w:tcPr>
          <w:p w14:paraId="2483A365" w14:textId="77777777" w:rsidR="00B44DB5" w:rsidRPr="00384254" w:rsidRDefault="00B44DB5" w:rsidP="00B44DB5">
            <w:pPr>
              <w:pStyle w:val="SpecNormal"/>
              <w:spacing w:line="240" w:lineRule="auto"/>
            </w:pPr>
            <w:r w:rsidRPr="00384254">
              <w:t>Status &lt;&gt; Command</w:t>
            </w:r>
          </w:p>
        </w:tc>
        <w:tc>
          <w:tcPr>
            <w:tcW w:w="909" w:type="dxa"/>
            <w:vAlign w:val="center"/>
          </w:tcPr>
          <w:p w14:paraId="692014E2" w14:textId="77777777" w:rsidR="00B44DB5" w:rsidRPr="00384254" w:rsidRDefault="00B44DB5" w:rsidP="00B44DB5">
            <w:pPr>
              <w:pStyle w:val="SpecNormal"/>
              <w:spacing w:line="240" w:lineRule="auto"/>
            </w:pPr>
            <w:r w:rsidRPr="00384254">
              <w:t>10 min</w:t>
            </w:r>
          </w:p>
        </w:tc>
      </w:tr>
      <w:tr w:rsidR="00B44DB5" w:rsidRPr="00384254" w14:paraId="3B79521B" w14:textId="77777777" w:rsidTr="00B44DB5">
        <w:trPr>
          <w:cantSplit/>
          <w:trHeight w:val="300"/>
          <w:jc w:val="center"/>
        </w:trPr>
        <w:tc>
          <w:tcPr>
            <w:tcW w:w="1851" w:type="dxa"/>
            <w:shd w:val="clear" w:color="auto" w:fill="auto"/>
            <w:noWrap/>
            <w:vAlign w:val="center"/>
            <w:hideMark/>
          </w:tcPr>
          <w:p w14:paraId="12213D61" w14:textId="77777777" w:rsidR="00B44DB5" w:rsidRPr="00384254" w:rsidRDefault="00B44DB5" w:rsidP="00B44DB5">
            <w:pPr>
              <w:pStyle w:val="SpecNormal"/>
              <w:spacing w:line="240" w:lineRule="auto"/>
            </w:pPr>
            <w:r w:rsidRPr="00384254">
              <w:t>Exhaust Fan #3 Status</w:t>
            </w:r>
          </w:p>
        </w:tc>
        <w:tc>
          <w:tcPr>
            <w:tcW w:w="800" w:type="dxa"/>
            <w:shd w:val="clear" w:color="auto" w:fill="auto"/>
            <w:noWrap/>
            <w:vAlign w:val="center"/>
            <w:hideMark/>
          </w:tcPr>
          <w:p w14:paraId="203C5A54"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466202CF"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3912A52D"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1B57915B" w14:textId="77777777" w:rsidR="00B44DB5" w:rsidRPr="00384254" w:rsidRDefault="00B44DB5" w:rsidP="00B44DB5">
            <w:pPr>
              <w:pStyle w:val="SpecNormal"/>
              <w:spacing w:line="240" w:lineRule="auto"/>
            </w:pPr>
            <w:r w:rsidRPr="00384254">
              <w:t>3 days</w:t>
            </w:r>
          </w:p>
        </w:tc>
        <w:tc>
          <w:tcPr>
            <w:tcW w:w="891" w:type="dxa"/>
            <w:vAlign w:val="center"/>
          </w:tcPr>
          <w:p w14:paraId="09701A04" w14:textId="77777777" w:rsidR="00B44DB5" w:rsidRPr="00384254" w:rsidRDefault="00B44DB5" w:rsidP="00B44DB5">
            <w:pPr>
              <w:pStyle w:val="SpecNormal"/>
              <w:spacing w:line="240" w:lineRule="auto"/>
            </w:pPr>
            <w:r w:rsidRPr="00384254">
              <w:t>C</w:t>
            </w:r>
          </w:p>
        </w:tc>
        <w:tc>
          <w:tcPr>
            <w:tcW w:w="1170" w:type="dxa"/>
            <w:vAlign w:val="center"/>
          </w:tcPr>
          <w:p w14:paraId="2CA2C9A5" w14:textId="77777777" w:rsidR="00B44DB5" w:rsidRPr="00384254" w:rsidRDefault="00B44DB5" w:rsidP="00B44DB5">
            <w:pPr>
              <w:pStyle w:val="SpecNormal"/>
              <w:spacing w:line="240" w:lineRule="auto"/>
            </w:pPr>
            <w:r w:rsidRPr="00384254">
              <w:t>Status &lt;&gt; Command</w:t>
            </w:r>
          </w:p>
        </w:tc>
        <w:tc>
          <w:tcPr>
            <w:tcW w:w="909" w:type="dxa"/>
            <w:vAlign w:val="center"/>
          </w:tcPr>
          <w:p w14:paraId="7C1E8FA3" w14:textId="77777777" w:rsidR="00B44DB5" w:rsidRPr="00384254" w:rsidRDefault="00B44DB5" w:rsidP="00B44DB5">
            <w:pPr>
              <w:pStyle w:val="SpecNormal"/>
              <w:spacing w:line="240" w:lineRule="auto"/>
            </w:pPr>
            <w:r w:rsidRPr="00384254">
              <w:t>10 min</w:t>
            </w:r>
          </w:p>
        </w:tc>
      </w:tr>
      <w:tr w:rsidR="00B44DB5" w:rsidRPr="00384254" w14:paraId="507D621E" w14:textId="77777777" w:rsidTr="00B44DB5">
        <w:trPr>
          <w:cantSplit/>
          <w:trHeight w:val="300"/>
          <w:jc w:val="center"/>
        </w:trPr>
        <w:tc>
          <w:tcPr>
            <w:tcW w:w="1851" w:type="dxa"/>
            <w:shd w:val="clear" w:color="auto" w:fill="auto"/>
            <w:noWrap/>
            <w:vAlign w:val="center"/>
            <w:hideMark/>
          </w:tcPr>
          <w:p w14:paraId="384FB33F" w14:textId="77777777" w:rsidR="00B44DB5" w:rsidRPr="00384254" w:rsidRDefault="00B44DB5" w:rsidP="00B44DB5">
            <w:pPr>
              <w:pStyle w:val="SpecNormal"/>
              <w:spacing w:line="240" w:lineRule="auto"/>
            </w:pPr>
            <w:r w:rsidRPr="00384254">
              <w:t>OA Alarm</w:t>
            </w:r>
          </w:p>
        </w:tc>
        <w:tc>
          <w:tcPr>
            <w:tcW w:w="800" w:type="dxa"/>
            <w:shd w:val="clear" w:color="auto" w:fill="auto"/>
            <w:noWrap/>
            <w:vAlign w:val="center"/>
            <w:hideMark/>
          </w:tcPr>
          <w:p w14:paraId="649C3EC4"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5920DEF6"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5D166393"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3EF6E0EF" w14:textId="77777777" w:rsidR="00B44DB5" w:rsidRPr="00384254" w:rsidRDefault="00B44DB5" w:rsidP="00B44DB5">
            <w:pPr>
              <w:pStyle w:val="SpecNormal"/>
              <w:spacing w:line="240" w:lineRule="auto"/>
            </w:pPr>
            <w:r w:rsidRPr="00384254">
              <w:t>3 days</w:t>
            </w:r>
          </w:p>
        </w:tc>
        <w:tc>
          <w:tcPr>
            <w:tcW w:w="891" w:type="dxa"/>
            <w:vAlign w:val="center"/>
          </w:tcPr>
          <w:p w14:paraId="20200532" w14:textId="77777777" w:rsidR="00B44DB5" w:rsidRPr="00384254" w:rsidRDefault="00B44DB5" w:rsidP="00B44DB5">
            <w:pPr>
              <w:pStyle w:val="SpecNormal"/>
              <w:spacing w:line="240" w:lineRule="auto"/>
            </w:pPr>
            <w:r w:rsidRPr="00384254">
              <w:t>C</w:t>
            </w:r>
          </w:p>
        </w:tc>
        <w:tc>
          <w:tcPr>
            <w:tcW w:w="1170" w:type="dxa"/>
            <w:vAlign w:val="center"/>
          </w:tcPr>
          <w:p w14:paraId="077416E0" w14:textId="77777777" w:rsidR="00B44DB5" w:rsidRPr="00384254" w:rsidRDefault="00B44DB5" w:rsidP="00B44DB5">
            <w:pPr>
              <w:pStyle w:val="SpecNormal"/>
              <w:spacing w:line="240" w:lineRule="auto"/>
            </w:pPr>
            <w:r w:rsidRPr="00384254">
              <w:t>True</w:t>
            </w:r>
          </w:p>
        </w:tc>
        <w:tc>
          <w:tcPr>
            <w:tcW w:w="909" w:type="dxa"/>
            <w:vAlign w:val="center"/>
          </w:tcPr>
          <w:p w14:paraId="0B9E3C56" w14:textId="77777777" w:rsidR="00B44DB5" w:rsidRPr="00384254" w:rsidRDefault="00B44DB5" w:rsidP="00B44DB5">
            <w:pPr>
              <w:pStyle w:val="SpecNormal"/>
              <w:spacing w:line="240" w:lineRule="auto"/>
            </w:pPr>
            <w:r w:rsidRPr="00384254">
              <w:t>10 min</w:t>
            </w:r>
          </w:p>
        </w:tc>
      </w:tr>
      <w:tr w:rsidR="00B44DB5" w:rsidRPr="00384254" w14:paraId="66A2D885" w14:textId="77777777" w:rsidTr="00B44DB5">
        <w:trPr>
          <w:cantSplit/>
          <w:trHeight w:val="300"/>
          <w:jc w:val="center"/>
        </w:trPr>
        <w:tc>
          <w:tcPr>
            <w:tcW w:w="1851" w:type="dxa"/>
            <w:shd w:val="clear" w:color="auto" w:fill="auto"/>
            <w:noWrap/>
            <w:vAlign w:val="center"/>
            <w:hideMark/>
          </w:tcPr>
          <w:p w14:paraId="7529FF8C" w14:textId="77777777" w:rsidR="00B44DB5" w:rsidRPr="00384254" w:rsidRDefault="00B44DB5" w:rsidP="00B44DB5">
            <w:pPr>
              <w:pStyle w:val="SpecNormal"/>
              <w:spacing w:line="240" w:lineRule="auto"/>
            </w:pPr>
            <w:r w:rsidRPr="00384254">
              <w:t>High Static Alarm</w:t>
            </w:r>
          </w:p>
        </w:tc>
        <w:tc>
          <w:tcPr>
            <w:tcW w:w="800" w:type="dxa"/>
            <w:shd w:val="clear" w:color="auto" w:fill="auto"/>
            <w:noWrap/>
            <w:vAlign w:val="center"/>
            <w:hideMark/>
          </w:tcPr>
          <w:p w14:paraId="673D9837"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410567A6"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076613D7"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7213CBFC" w14:textId="77777777" w:rsidR="00B44DB5" w:rsidRPr="00384254" w:rsidRDefault="00B44DB5" w:rsidP="00B44DB5">
            <w:pPr>
              <w:pStyle w:val="SpecNormal"/>
              <w:spacing w:line="240" w:lineRule="auto"/>
            </w:pPr>
            <w:r w:rsidRPr="00384254">
              <w:t>3 days</w:t>
            </w:r>
          </w:p>
        </w:tc>
        <w:tc>
          <w:tcPr>
            <w:tcW w:w="891" w:type="dxa"/>
            <w:vAlign w:val="center"/>
          </w:tcPr>
          <w:p w14:paraId="7C857B2E" w14:textId="77777777" w:rsidR="00B44DB5" w:rsidRPr="00384254" w:rsidRDefault="00B44DB5" w:rsidP="00B44DB5">
            <w:pPr>
              <w:pStyle w:val="SpecNormal"/>
              <w:spacing w:line="240" w:lineRule="auto"/>
            </w:pPr>
            <w:r w:rsidRPr="00384254">
              <w:t>C</w:t>
            </w:r>
          </w:p>
        </w:tc>
        <w:tc>
          <w:tcPr>
            <w:tcW w:w="1170" w:type="dxa"/>
            <w:vAlign w:val="center"/>
          </w:tcPr>
          <w:p w14:paraId="27D37EA3" w14:textId="77777777" w:rsidR="00B44DB5" w:rsidRPr="00384254" w:rsidRDefault="00B44DB5" w:rsidP="00B44DB5">
            <w:pPr>
              <w:pStyle w:val="SpecNormal"/>
              <w:spacing w:line="240" w:lineRule="auto"/>
            </w:pPr>
            <w:r w:rsidRPr="00384254">
              <w:t>True</w:t>
            </w:r>
          </w:p>
        </w:tc>
        <w:tc>
          <w:tcPr>
            <w:tcW w:w="909" w:type="dxa"/>
            <w:vAlign w:val="center"/>
          </w:tcPr>
          <w:p w14:paraId="77ADEE7B" w14:textId="77777777" w:rsidR="00B44DB5" w:rsidRPr="00384254" w:rsidRDefault="00B44DB5" w:rsidP="00B44DB5">
            <w:pPr>
              <w:pStyle w:val="SpecNormal"/>
              <w:spacing w:line="240" w:lineRule="auto"/>
            </w:pPr>
            <w:r w:rsidRPr="00384254">
              <w:t>10 min</w:t>
            </w:r>
          </w:p>
        </w:tc>
      </w:tr>
      <w:tr w:rsidR="00B44DB5" w:rsidRPr="00384254" w14:paraId="229EE0AC" w14:textId="77777777" w:rsidTr="00B44DB5">
        <w:trPr>
          <w:cantSplit/>
          <w:trHeight w:val="300"/>
          <w:jc w:val="center"/>
        </w:trPr>
        <w:tc>
          <w:tcPr>
            <w:tcW w:w="1851" w:type="dxa"/>
            <w:shd w:val="clear" w:color="auto" w:fill="auto"/>
            <w:noWrap/>
            <w:vAlign w:val="center"/>
            <w:hideMark/>
          </w:tcPr>
          <w:p w14:paraId="10595FA1" w14:textId="77777777" w:rsidR="00B44DB5" w:rsidRPr="00384254" w:rsidRDefault="00B44DB5" w:rsidP="00B44DB5">
            <w:pPr>
              <w:pStyle w:val="SpecNormal"/>
              <w:spacing w:line="240" w:lineRule="auto"/>
            </w:pPr>
            <w:r w:rsidRPr="00384254">
              <w:t>UVC Emitter Alarm</w:t>
            </w:r>
          </w:p>
        </w:tc>
        <w:tc>
          <w:tcPr>
            <w:tcW w:w="800" w:type="dxa"/>
            <w:shd w:val="clear" w:color="auto" w:fill="auto"/>
            <w:noWrap/>
            <w:vAlign w:val="center"/>
            <w:hideMark/>
          </w:tcPr>
          <w:p w14:paraId="4FB659E3"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21A32E5C"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0C36518C"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1AE31E56" w14:textId="77777777" w:rsidR="00B44DB5" w:rsidRPr="00384254" w:rsidRDefault="00B44DB5" w:rsidP="00B44DB5">
            <w:pPr>
              <w:pStyle w:val="SpecNormal"/>
              <w:spacing w:line="240" w:lineRule="auto"/>
            </w:pPr>
            <w:r w:rsidRPr="00384254">
              <w:t>3 days</w:t>
            </w:r>
          </w:p>
        </w:tc>
        <w:tc>
          <w:tcPr>
            <w:tcW w:w="891" w:type="dxa"/>
            <w:vAlign w:val="center"/>
          </w:tcPr>
          <w:p w14:paraId="160F7EBE" w14:textId="77777777" w:rsidR="00B44DB5" w:rsidRPr="00384254" w:rsidRDefault="00B44DB5" w:rsidP="00B44DB5">
            <w:pPr>
              <w:pStyle w:val="SpecNormal"/>
              <w:spacing w:line="240" w:lineRule="auto"/>
            </w:pPr>
            <w:r w:rsidRPr="00384254">
              <w:t>P</w:t>
            </w:r>
          </w:p>
        </w:tc>
        <w:tc>
          <w:tcPr>
            <w:tcW w:w="1170" w:type="dxa"/>
            <w:vAlign w:val="center"/>
          </w:tcPr>
          <w:p w14:paraId="6B7E0D05" w14:textId="77777777" w:rsidR="00B44DB5" w:rsidRPr="00384254" w:rsidRDefault="00B44DB5" w:rsidP="00B44DB5">
            <w:pPr>
              <w:pStyle w:val="SpecNormal"/>
              <w:spacing w:line="240" w:lineRule="auto"/>
            </w:pPr>
            <w:r w:rsidRPr="00384254">
              <w:t>True</w:t>
            </w:r>
          </w:p>
        </w:tc>
        <w:tc>
          <w:tcPr>
            <w:tcW w:w="909" w:type="dxa"/>
            <w:vAlign w:val="center"/>
          </w:tcPr>
          <w:p w14:paraId="5DC67C64" w14:textId="77777777" w:rsidR="00B44DB5" w:rsidRPr="00384254" w:rsidRDefault="00B44DB5" w:rsidP="00B44DB5">
            <w:pPr>
              <w:pStyle w:val="SpecNormal"/>
              <w:spacing w:line="240" w:lineRule="auto"/>
            </w:pPr>
            <w:r w:rsidRPr="00384254">
              <w:t>10 min</w:t>
            </w:r>
          </w:p>
        </w:tc>
      </w:tr>
      <w:tr w:rsidR="00B44DB5" w:rsidRPr="00384254" w14:paraId="09E9522B" w14:textId="77777777" w:rsidTr="00B44DB5">
        <w:trPr>
          <w:cantSplit/>
          <w:trHeight w:val="300"/>
          <w:jc w:val="center"/>
        </w:trPr>
        <w:tc>
          <w:tcPr>
            <w:tcW w:w="1851" w:type="dxa"/>
            <w:shd w:val="clear" w:color="auto" w:fill="auto"/>
            <w:noWrap/>
            <w:vAlign w:val="center"/>
            <w:hideMark/>
          </w:tcPr>
          <w:p w14:paraId="441DDFE1" w14:textId="77777777" w:rsidR="00B44DB5" w:rsidRPr="00384254" w:rsidRDefault="00B44DB5" w:rsidP="00B44DB5">
            <w:pPr>
              <w:pStyle w:val="SpecNormal"/>
              <w:spacing w:line="240" w:lineRule="auto"/>
            </w:pPr>
            <w:r w:rsidRPr="00384254">
              <w:lastRenderedPageBreak/>
              <w:t>CO2 Alarm</w:t>
            </w:r>
          </w:p>
        </w:tc>
        <w:tc>
          <w:tcPr>
            <w:tcW w:w="800" w:type="dxa"/>
            <w:shd w:val="clear" w:color="auto" w:fill="auto"/>
            <w:noWrap/>
            <w:vAlign w:val="center"/>
            <w:hideMark/>
          </w:tcPr>
          <w:p w14:paraId="492299D2"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4F73FA62"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2F596D6D"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14C7B0B0" w14:textId="77777777" w:rsidR="00B44DB5" w:rsidRPr="00384254" w:rsidRDefault="00B44DB5" w:rsidP="00B44DB5">
            <w:pPr>
              <w:pStyle w:val="SpecNormal"/>
              <w:spacing w:line="240" w:lineRule="auto"/>
            </w:pPr>
            <w:r w:rsidRPr="00384254">
              <w:t>3 days</w:t>
            </w:r>
          </w:p>
        </w:tc>
        <w:tc>
          <w:tcPr>
            <w:tcW w:w="891" w:type="dxa"/>
            <w:vAlign w:val="center"/>
          </w:tcPr>
          <w:p w14:paraId="4BD20B5B" w14:textId="77777777" w:rsidR="00B44DB5" w:rsidRPr="00384254" w:rsidRDefault="00B44DB5" w:rsidP="00B44DB5">
            <w:pPr>
              <w:pStyle w:val="SpecNormal"/>
              <w:spacing w:line="240" w:lineRule="auto"/>
            </w:pPr>
            <w:r w:rsidRPr="00384254">
              <w:t>P</w:t>
            </w:r>
          </w:p>
        </w:tc>
        <w:tc>
          <w:tcPr>
            <w:tcW w:w="1170" w:type="dxa"/>
            <w:vAlign w:val="center"/>
          </w:tcPr>
          <w:p w14:paraId="540A7D78" w14:textId="77777777" w:rsidR="00B44DB5" w:rsidRPr="00384254" w:rsidRDefault="00B44DB5" w:rsidP="00B44DB5">
            <w:pPr>
              <w:pStyle w:val="SpecNormal"/>
              <w:spacing w:line="240" w:lineRule="auto"/>
            </w:pPr>
            <w:r w:rsidRPr="00384254">
              <w:t>True</w:t>
            </w:r>
          </w:p>
        </w:tc>
        <w:tc>
          <w:tcPr>
            <w:tcW w:w="909" w:type="dxa"/>
            <w:vAlign w:val="center"/>
          </w:tcPr>
          <w:p w14:paraId="317C5583" w14:textId="77777777" w:rsidR="00B44DB5" w:rsidRPr="00384254" w:rsidRDefault="00B44DB5" w:rsidP="00B44DB5">
            <w:pPr>
              <w:pStyle w:val="SpecNormal"/>
              <w:spacing w:line="240" w:lineRule="auto"/>
            </w:pPr>
            <w:r w:rsidRPr="00384254">
              <w:t>10 min</w:t>
            </w:r>
          </w:p>
        </w:tc>
      </w:tr>
      <w:tr w:rsidR="00B44DB5" w:rsidRPr="00384254" w14:paraId="5822272F" w14:textId="77777777" w:rsidTr="00B44DB5">
        <w:trPr>
          <w:cantSplit/>
          <w:trHeight w:val="300"/>
          <w:jc w:val="center"/>
        </w:trPr>
        <w:tc>
          <w:tcPr>
            <w:tcW w:w="1851" w:type="dxa"/>
            <w:shd w:val="clear" w:color="auto" w:fill="auto"/>
            <w:noWrap/>
            <w:vAlign w:val="center"/>
            <w:hideMark/>
          </w:tcPr>
          <w:p w14:paraId="5701EB59" w14:textId="77777777" w:rsidR="00B44DB5" w:rsidRPr="00384254" w:rsidRDefault="00B44DB5" w:rsidP="00B44DB5">
            <w:pPr>
              <w:pStyle w:val="SpecNormal"/>
              <w:spacing w:line="240" w:lineRule="auto"/>
            </w:pPr>
            <w:r w:rsidRPr="00384254">
              <w:t>Power Failure</w:t>
            </w:r>
          </w:p>
        </w:tc>
        <w:tc>
          <w:tcPr>
            <w:tcW w:w="800" w:type="dxa"/>
            <w:shd w:val="clear" w:color="auto" w:fill="auto"/>
            <w:noWrap/>
            <w:vAlign w:val="center"/>
            <w:hideMark/>
          </w:tcPr>
          <w:p w14:paraId="7FAEAA37"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6AC50DF8"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24B5C507"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6C54609A" w14:textId="77777777" w:rsidR="00B44DB5" w:rsidRPr="00384254" w:rsidRDefault="00B44DB5" w:rsidP="00B44DB5">
            <w:pPr>
              <w:pStyle w:val="SpecNormal"/>
              <w:spacing w:line="240" w:lineRule="auto"/>
            </w:pPr>
            <w:r w:rsidRPr="00384254">
              <w:t>3 days</w:t>
            </w:r>
          </w:p>
        </w:tc>
        <w:tc>
          <w:tcPr>
            <w:tcW w:w="891" w:type="dxa"/>
            <w:vAlign w:val="center"/>
          </w:tcPr>
          <w:p w14:paraId="7C0AE396" w14:textId="77777777" w:rsidR="00B44DB5" w:rsidRPr="00384254" w:rsidRDefault="00B44DB5" w:rsidP="00B44DB5">
            <w:pPr>
              <w:pStyle w:val="SpecNormal"/>
              <w:spacing w:line="240" w:lineRule="auto"/>
            </w:pPr>
            <w:r w:rsidRPr="00384254">
              <w:t>P</w:t>
            </w:r>
          </w:p>
        </w:tc>
        <w:tc>
          <w:tcPr>
            <w:tcW w:w="1170" w:type="dxa"/>
            <w:vAlign w:val="center"/>
          </w:tcPr>
          <w:p w14:paraId="48C9E435" w14:textId="77777777" w:rsidR="00B44DB5" w:rsidRPr="00384254" w:rsidRDefault="00B44DB5" w:rsidP="00B44DB5">
            <w:pPr>
              <w:pStyle w:val="SpecNormal"/>
              <w:spacing w:line="240" w:lineRule="auto"/>
            </w:pPr>
            <w:r w:rsidRPr="00384254">
              <w:t>True</w:t>
            </w:r>
          </w:p>
        </w:tc>
        <w:tc>
          <w:tcPr>
            <w:tcW w:w="909" w:type="dxa"/>
            <w:vAlign w:val="center"/>
          </w:tcPr>
          <w:p w14:paraId="0444A2B2" w14:textId="77777777" w:rsidR="00B44DB5" w:rsidRPr="00384254" w:rsidRDefault="00B44DB5" w:rsidP="00B44DB5">
            <w:pPr>
              <w:pStyle w:val="SpecNormal"/>
              <w:spacing w:line="240" w:lineRule="auto"/>
            </w:pPr>
            <w:r w:rsidRPr="00384254">
              <w:t>1 min</w:t>
            </w:r>
          </w:p>
        </w:tc>
      </w:tr>
      <w:tr w:rsidR="00B44DB5" w:rsidRPr="00384254" w14:paraId="761E0068" w14:textId="77777777" w:rsidTr="00B44DB5">
        <w:trPr>
          <w:cantSplit/>
          <w:trHeight w:val="300"/>
          <w:jc w:val="center"/>
        </w:trPr>
        <w:tc>
          <w:tcPr>
            <w:tcW w:w="1851" w:type="dxa"/>
            <w:shd w:val="clear" w:color="auto" w:fill="auto"/>
            <w:noWrap/>
            <w:vAlign w:val="center"/>
            <w:hideMark/>
          </w:tcPr>
          <w:p w14:paraId="31460978"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66E620CD" w14:textId="77777777" w:rsidR="00B44DB5" w:rsidRPr="00384254" w:rsidRDefault="00B44DB5" w:rsidP="00B44DB5">
            <w:pPr>
              <w:pStyle w:val="SpecNormal"/>
              <w:spacing w:line="240" w:lineRule="auto"/>
            </w:pPr>
          </w:p>
        </w:tc>
        <w:tc>
          <w:tcPr>
            <w:tcW w:w="1308" w:type="dxa"/>
            <w:shd w:val="clear" w:color="auto" w:fill="auto"/>
            <w:noWrap/>
            <w:vAlign w:val="center"/>
            <w:hideMark/>
          </w:tcPr>
          <w:p w14:paraId="25853B01" w14:textId="77777777" w:rsidR="00B44DB5" w:rsidRPr="00384254" w:rsidRDefault="00B44DB5" w:rsidP="00B44DB5">
            <w:pPr>
              <w:pStyle w:val="SpecNormal"/>
              <w:spacing w:line="240" w:lineRule="auto"/>
            </w:pPr>
          </w:p>
        </w:tc>
        <w:tc>
          <w:tcPr>
            <w:tcW w:w="1459" w:type="dxa"/>
            <w:shd w:val="clear" w:color="auto" w:fill="auto"/>
            <w:noWrap/>
            <w:vAlign w:val="center"/>
            <w:hideMark/>
          </w:tcPr>
          <w:p w14:paraId="033569BD" w14:textId="77777777" w:rsidR="00B44DB5" w:rsidRPr="00384254" w:rsidRDefault="00B44DB5" w:rsidP="00B44DB5">
            <w:pPr>
              <w:pStyle w:val="SpecNormal"/>
              <w:spacing w:line="240" w:lineRule="auto"/>
            </w:pPr>
          </w:p>
        </w:tc>
        <w:tc>
          <w:tcPr>
            <w:tcW w:w="1350" w:type="dxa"/>
            <w:shd w:val="clear" w:color="auto" w:fill="auto"/>
            <w:noWrap/>
            <w:vAlign w:val="center"/>
            <w:hideMark/>
          </w:tcPr>
          <w:p w14:paraId="33261901" w14:textId="77777777" w:rsidR="00B44DB5" w:rsidRPr="00384254" w:rsidRDefault="00B44DB5" w:rsidP="00B44DB5">
            <w:pPr>
              <w:pStyle w:val="SpecNormal"/>
              <w:spacing w:line="240" w:lineRule="auto"/>
            </w:pPr>
          </w:p>
        </w:tc>
        <w:tc>
          <w:tcPr>
            <w:tcW w:w="891" w:type="dxa"/>
            <w:vAlign w:val="center"/>
          </w:tcPr>
          <w:p w14:paraId="579A0EAF" w14:textId="77777777" w:rsidR="00B44DB5" w:rsidRPr="00384254" w:rsidRDefault="00B44DB5" w:rsidP="00B44DB5">
            <w:pPr>
              <w:pStyle w:val="SpecNormal"/>
              <w:spacing w:line="240" w:lineRule="auto"/>
            </w:pPr>
          </w:p>
        </w:tc>
        <w:tc>
          <w:tcPr>
            <w:tcW w:w="1170" w:type="dxa"/>
            <w:vAlign w:val="center"/>
          </w:tcPr>
          <w:p w14:paraId="4C323FD1" w14:textId="77777777" w:rsidR="00B44DB5" w:rsidRPr="00384254" w:rsidRDefault="00B44DB5" w:rsidP="00B44DB5">
            <w:pPr>
              <w:pStyle w:val="SpecNormal"/>
              <w:spacing w:line="240" w:lineRule="auto"/>
            </w:pPr>
          </w:p>
        </w:tc>
        <w:tc>
          <w:tcPr>
            <w:tcW w:w="909" w:type="dxa"/>
            <w:vAlign w:val="center"/>
          </w:tcPr>
          <w:p w14:paraId="3EC71283" w14:textId="77777777" w:rsidR="00B44DB5" w:rsidRPr="00384254" w:rsidRDefault="00B44DB5" w:rsidP="00B44DB5">
            <w:pPr>
              <w:pStyle w:val="SpecNormal"/>
              <w:spacing w:line="240" w:lineRule="auto"/>
            </w:pPr>
          </w:p>
        </w:tc>
      </w:tr>
      <w:tr w:rsidR="00B44DB5" w:rsidRPr="00384254" w14:paraId="5DD8349C" w14:textId="77777777" w:rsidTr="00B44DB5">
        <w:trPr>
          <w:cantSplit/>
          <w:trHeight w:val="300"/>
          <w:jc w:val="center"/>
        </w:trPr>
        <w:tc>
          <w:tcPr>
            <w:tcW w:w="1851" w:type="dxa"/>
            <w:shd w:val="clear" w:color="auto" w:fill="auto"/>
            <w:noWrap/>
            <w:vAlign w:val="center"/>
            <w:hideMark/>
          </w:tcPr>
          <w:p w14:paraId="7802874B" w14:textId="77777777" w:rsidR="00B44DB5" w:rsidRPr="00384254" w:rsidRDefault="00B44DB5" w:rsidP="00B44DB5">
            <w:pPr>
              <w:pStyle w:val="SpecNormal"/>
              <w:spacing w:line="240" w:lineRule="auto"/>
            </w:pPr>
            <w:r w:rsidRPr="00384254">
              <w:t>Supply Fan Speed</w:t>
            </w:r>
          </w:p>
        </w:tc>
        <w:tc>
          <w:tcPr>
            <w:tcW w:w="800" w:type="dxa"/>
            <w:shd w:val="clear" w:color="auto" w:fill="auto"/>
            <w:noWrap/>
            <w:vAlign w:val="center"/>
            <w:hideMark/>
          </w:tcPr>
          <w:p w14:paraId="140D4FA5" w14:textId="77777777" w:rsidR="00B44DB5" w:rsidRPr="00384254" w:rsidRDefault="00B44DB5" w:rsidP="00B44DB5">
            <w:pPr>
              <w:pStyle w:val="SpecNormal"/>
              <w:spacing w:line="240" w:lineRule="auto"/>
            </w:pPr>
            <w:r w:rsidRPr="00384254">
              <w:t>AO</w:t>
            </w:r>
          </w:p>
        </w:tc>
        <w:tc>
          <w:tcPr>
            <w:tcW w:w="1308" w:type="dxa"/>
            <w:shd w:val="clear" w:color="auto" w:fill="auto"/>
            <w:noWrap/>
            <w:vAlign w:val="center"/>
            <w:hideMark/>
          </w:tcPr>
          <w:p w14:paraId="5DB5291B"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09F6EB8B"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60B6FB33" w14:textId="77777777" w:rsidR="00B44DB5" w:rsidRPr="00384254" w:rsidRDefault="00B44DB5" w:rsidP="00B44DB5">
            <w:pPr>
              <w:pStyle w:val="SpecNormal"/>
              <w:spacing w:line="240" w:lineRule="auto"/>
            </w:pPr>
            <w:r w:rsidRPr="00384254">
              <w:t>3 days</w:t>
            </w:r>
          </w:p>
        </w:tc>
        <w:tc>
          <w:tcPr>
            <w:tcW w:w="891" w:type="dxa"/>
            <w:vAlign w:val="center"/>
          </w:tcPr>
          <w:p w14:paraId="66CFCD35" w14:textId="77777777" w:rsidR="00B44DB5" w:rsidRPr="00384254" w:rsidRDefault="00B44DB5" w:rsidP="00B44DB5">
            <w:pPr>
              <w:pStyle w:val="SpecNormal"/>
              <w:spacing w:line="240" w:lineRule="auto"/>
            </w:pPr>
            <w:r w:rsidRPr="00384254">
              <w:t>N/A</w:t>
            </w:r>
          </w:p>
        </w:tc>
        <w:tc>
          <w:tcPr>
            <w:tcW w:w="1170" w:type="dxa"/>
            <w:vAlign w:val="center"/>
          </w:tcPr>
          <w:p w14:paraId="4D0069DB" w14:textId="77777777" w:rsidR="00B44DB5" w:rsidRPr="00384254" w:rsidRDefault="00B44DB5" w:rsidP="00B44DB5">
            <w:pPr>
              <w:pStyle w:val="SpecNormal"/>
              <w:spacing w:line="240" w:lineRule="auto"/>
            </w:pPr>
          </w:p>
        </w:tc>
        <w:tc>
          <w:tcPr>
            <w:tcW w:w="909" w:type="dxa"/>
            <w:vAlign w:val="center"/>
          </w:tcPr>
          <w:p w14:paraId="23E9DD36" w14:textId="77777777" w:rsidR="00B44DB5" w:rsidRPr="00384254" w:rsidRDefault="00B44DB5" w:rsidP="00B44DB5">
            <w:pPr>
              <w:pStyle w:val="SpecNormal"/>
              <w:spacing w:line="240" w:lineRule="auto"/>
            </w:pPr>
          </w:p>
        </w:tc>
      </w:tr>
      <w:tr w:rsidR="00B44DB5" w:rsidRPr="00384254" w14:paraId="5D4CDA4C" w14:textId="77777777" w:rsidTr="00B44DB5">
        <w:trPr>
          <w:cantSplit/>
          <w:trHeight w:val="300"/>
          <w:jc w:val="center"/>
        </w:trPr>
        <w:tc>
          <w:tcPr>
            <w:tcW w:w="1851" w:type="dxa"/>
            <w:shd w:val="clear" w:color="auto" w:fill="auto"/>
            <w:noWrap/>
            <w:vAlign w:val="center"/>
            <w:hideMark/>
          </w:tcPr>
          <w:p w14:paraId="4A673643" w14:textId="77777777" w:rsidR="00B44DB5" w:rsidRPr="00384254" w:rsidRDefault="00B44DB5" w:rsidP="00B44DB5">
            <w:pPr>
              <w:pStyle w:val="SpecNormal"/>
              <w:spacing w:line="240" w:lineRule="auto"/>
            </w:pPr>
            <w:r w:rsidRPr="00384254">
              <w:t>Return Fan Speed</w:t>
            </w:r>
          </w:p>
        </w:tc>
        <w:tc>
          <w:tcPr>
            <w:tcW w:w="800" w:type="dxa"/>
            <w:shd w:val="clear" w:color="auto" w:fill="auto"/>
            <w:noWrap/>
            <w:vAlign w:val="center"/>
            <w:hideMark/>
          </w:tcPr>
          <w:p w14:paraId="74999043" w14:textId="77777777" w:rsidR="00B44DB5" w:rsidRPr="00384254" w:rsidRDefault="00B44DB5" w:rsidP="00B44DB5">
            <w:pPr>
              <w:pStyle w:val="SpecNormal"/>
              <w:spacing w:line="240" w:lineRule="auto"/>
            </w:pPr>
            <w:r w:rsidRPr="00384254">
              <w:t>AO</w:t>
            </w:r>
          </w:p>
        </w:tc>
        <w:tc>
          <w:tcPr>
            <w:tcW w:w="1308" w:type="dxa"/>
            <w:shd w:val="clear" w:color="auto" w:fill="auto"/>
            <w:noWrap/>
            <w:vAlign w:val="center"/>
            <w:hideMark/>
          </w:tcPr>
          <w:p w14:paraId="42405812"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397F7C96"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6ADB5C5C" w14:textId="77777777" w:rsidR="00B44DB5" w:rsidRPr="00384254" w:rsidRDefault="00B44DB5" w:rsidP="00B44DB5">
            <w:pPr>
              <w:pStyle w:val="SpecNormal"/>
              <w:spacing w:line="240" w:lineRule="auto"/>
            </w:pPr>
            <w:r w:rsidRPr="00384254">
              <w:t>3 days</w:t>
            </w:r>
          </w:p>
        </w:tc>
        <w:tc>
          <w:tcPr>
            <w:tcW w:w="891" w:type="dxa"/>
            <w:vAlign w:val="center"/>
          </w:tcPr>
          <w:p w14:paraId="7C731567" w14:textId="77777777" w:rsidR="00B44DB5" w:rsidRPr="00384254" w:rsidRDefault="00B44DB5" w:rsidP="00B44DB5">
            <w:pPr>
              <w:pStyle w:val="SpecNormal"/>
              <w:spacing w:line="240" w:lineRule="auto"/>
            </w:pPr>
            <w:r w:rsidRPr="00384254">
              <w:t>N/A</w:t>
            </w:r>
          </w:p>
        </w:tc>
        <w:tc>
          <w:tcPr>
            <w:tcW w:w="1170" w:type="dxa"/>
            <w:vAlign w:val="center"/>
          </w:tcPr>
          <w:p w14:paraId="6609047B" w14:textId="77777777" w:rsidR="00B44DB5" w:rsidRPr="00384254" w:rsidRDefault="00B44DB5" w:rsidP="00B44DB5">
            <w:pPr>
              <w:pStyle w:val="SpecNormal"/>
              <w:spacing w:line="240" w:lineRule="auto"/>
            </w:pPr>
          </w:p>
        </w:tc>
        <w:tc>
          <w:tcPr>
            <w:tcW w:w="909" w:type="dxa"/>
            <w:vAlign w:val="center"/>
          </w:tcPr>
          <w:p w14:paraId="02FDCA77" w14:textId="77777777" w:rsidR="00B44DB5" w:rsidRPr="00384254" w:rsidRDefault="00B44DB5" w:rsidP="00B44DB5">
            <w:pPr>
              <w:pStyle w:val="SpecNormal"/>
              <w:spacing w:line="240" w:lineRule="auto"/>
            </w:pPr>
          </w:p>
        </w:tc>
      </w:tr>
      <w:tr w:rsidR="00B44DB5" w:rsidRPr="00384254" w14:paraId="2FEC7ABD" w14:textId="77777777" w:rsidTr="00B44DB5">
        <w:trPr>
          <w:cantSplit/>
          <w:trHeight w:val="300"/>
          <w:jc w:val="center"/>
        </w:trPr>
        <w:tc>
          <w:tcPr>
            <w:tcW w:w="1851" w:type="dxa"/>
            <w:shd w:val="clear" w:color="auto" w:fill="auto"/>
            <w:noWrap/>
            <w:vAlign w:val="center"/>
            <w:hideMark/>
          </w:tcPr>
          <w:p w14:paraId="685F6FC0" w14:textId="77777777" w:rsidR="00B44DB5" w:rsidRPr="00384254" w:rsidRDefault="00B44DB5" w:rsidP="00B44DB5">
            <w:pPr>
              <w:pStyle w:val="SpecNormal"/>
              <w:spacing w:line="240" w:lineRule="auto"/>
            </w:pPr>
            <w:r w:rsidRPr="00384254">
              <w:t>RA CHW Valve Position</w:t>
            </w:r>
          </w:p>
        </w:tc>
        <w:tc>
          <w:tcPr>
            <w:tcW w:w="800" w:type="dxa"/>
            <w:shd w:val="clear" w:color="auto" w:fill="auto"/>
            <w:noWrap/>
            <w:vAlign w:val="center"/>
            <w:hideMark/>
          </w:tcPr>
          <w:p w14:paraId="304EF6F0" w14:textId="77777777" w:rsidR="00B44DB5" w:rsidRPr="00384254" w:rsidRDefault="00B44DB5" w:rsidP="00B44DB5">
            <w:pPr>
              <w:pStyle w:val="SpecNormal"/>
              <w:spacing w:line="240" w:lineRule="auto"/>
            </w:pPr>
            <w:r w:rsidRPr="00384254">
              <w:t>AO</w:t>
            </w:r>
          </w:p>
        </w:tc>
        <w:tc>
          <w:tcPr>
            <w:tcW w:w="1308" w:type="dxa"/>
            <w:shd w:val="clear" w:color="auto" w:fill="auto"/>
            <w:noWrap/>
            <w:vAlign w:val="center"/>
            <w:hideMark/>
          </w:tcPr>
          <w:p w14:paraId="60641506"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7A877E16"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3AFD1C4F" w14:textId="77777777" w:rsidR="00B44DB5" w:rsidRPr="00384254" w:rsidRDefault="00B44DB5" w:rsidP="00B44DB5">
            <w:pPr>
              <w:pStyle w:val="SpecNormal"/>
              <w:spacing w:line="240" w:lineRule="auto"/>
            </w:pPr>
            <w:r w:rsidRPr="00384254">
              <w:t>3 days</w:t>
            </w:r>
          </w:p>
        </w:tc>
        <w:tc>
          <w:tcPr>
            <w:tcW w:w="891" w:type="dxa"/>
            <w:vAlign w:val="center"/>
          </w:tcPr>
          <w:p w14:paraId="1B33E888" w14:textId="77777777" w:rsidR="00B44DB5" w:rsidRPr="00384254" w:rsidRDefault="00B44DB5" w:rsidP="00B44DB5">
            <w:pPr>
              <w:pStyle w:val="SpecNormal"/>
              <w:spacing w:line="240" w:lineRule="auto"/>
            </w:pPr>
            <w:r w:rsidRPr="00384254">
              <w:t>N/A</w:t>
            </w:r>
          </w:p>
        </w:tc>
        <w:tc>
          <w:tcPr>
            <w:tcW w:w="1170" w:type="dxa"/>
            <w:vAlign w:val="center"/>
          </w:tcPr>
          <w:p w14:paraId="316C571D" w14:textId="77777777" w:rsidR="00B44DB5" w:rsidRPr="00384254" w:rsidRDefault="00B44DB5" w:rsidP="00B44DB5">
            <w:pPr>
              <w:pStyle w:val="SpecNormal"/>
              <w:spacing w:line="240" w:lineRule="auto"/>
            </w:pPr>
          </w:p>
        </w:tc>
        <w:tc>
          <w:tcPr>
            <w:tcW w:w="909" w:type="dxa"/>
            <w:vAlign w:val="center"/>
          </w:tcPr>
          <w:p w14:paraId="2456C5BC" w14:textId="77777777" w:rsidR="00B44DB5" w:rsidRPr="00384254" w:rsidRDefault="00B44DB5" w:rsidP="00B44DB5">
            <w:pPr>
              <w:pStyle w:val="SpecNormal"/>
              <w:spacing w:line="240" w:lineRule="auto"/>
            </w:pPr>
          </w:p>
        </w:tc>
      </w:tr>
      <w:tr w:rsidR="00B44DB5" w:rsidRPr="00384254" w14:paraId="1BBA3096" w14:textId="77777777" w:rsidTr="00B44DB5">
        <w:trPr>
          <w:cantSplit/>
          <w:trHeight w:val="300"/>
          <w:jc w:val="center"/>
        </w:trPr>
        <w:tc>
          <w:tcPr>
            <w:tcW w:w="1851" w:type="dxa"/>
            <w:shd w:val="clear" w:color="auto" w:fill="auto"/>
            <w:noWrap/>
            <w:vAlign w:val="center"/>
            <w:hideMark/>
          </w:tcPr>
          <w:p w14:paraId="1E2D7C67" w14:textId="77777777" w:rsidR="00B44DB5" w:rsidRPr="00384254" w:rsidRDefault="00B44DB5" w:rsidP="00B44DB5">
            <w:pPr>
              <w:pStyle w:val="SpecNormal"/>
              <w:spacing w:line="240" w:lineRule="auto"/>
            </w:pPr>
            <w:r w:rsidRPr="00384254">
              <w:t>OA CHW Valve Position</w:t>
            </w:r>
          </w:p>
        </w:tc>
        <w:tc>
          <w:tcPr>
            <w:tcW w:w="800" w:type="dxa"/>
            <w:shd w:val="clear" w:color="auto" w:fill="auto"/>
            <w:noWrap/>
            <w:vAlign w:val="center"/>
            <w:hideMark/>
          </w:tcPr>
          <w:p w14:paraId="520A49CB" w14:textId="77777777" w:rsidR="00B44DB5" w:rsidRPr="00384254" w:rsidRDefault="00B44DB5" w:rsidP="00B44DB5">
            <w:pPr>
              <w:pStyle w:val="SpecNormal"/>
              <w:spacing w:line="240" w:lineRule="auto"/>
            </w:pPr>
            <w:r w:rsidRPr="00384254">
              <w:t>AO</w:t>
            </w:r>
          </w:p>
        </w:tc>
        <w:tc>
          <w:tcPr>
            <w:tcW w:w="1308" w:type="dxa"/>
            <w:shd w:val="clear" w:color="auto" w:fill="auto"/>
            <w:noWrap/>
            <w:vAlign w:val="center"/>
            <w:hideMark/>
          </w:tcPr>
          <w:p w14:paraId="6FBDCA6F"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5F0BEE6C"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67C686DD" w14:textId="77777777" w:rsidR="00B44DB5" w:rsidRPr="00384254" w:rsidRDefault="00B44DB5" w:rsidP="00B44DB5">
            <w:pPr>
              <w:pStyle w:val="SpecNormal"/>
              <w:spacing w:line="240" w:lineRule="auto"/>
            </w:pPr>
            <w:r w:rsidRPr="00384254">
              <w:t>3 days</w:t>
            </w:r>
          </w:p>
        </w:tc>
        <w:tc>
          <w:tcPr>
            <w:tcW w:w="891" w:type="dxa"/>
            <w:vAlign w:val="center"/>
          </w:tcPr>
          <w:p w14:paraId="4630C020" w14:textId="77777777" w:rsidR="00B44DB5" w:rsidRPr="00384254" w:rsidRDefault="00B44DB5" w:rsidP="00B44DB5">
            <w:pPr>
              <w:pStyle w:val="SpecNormal"/>
              <w:spacing w:line="240" w:lineRule="auto"/>
            </w:pPr>
            <w:r w:rsidRPr="00384254">
              <w:t>N/A</w:t>
            </w:r>
          </w:p>
        </w:tc>
        <w:tc>
          <w:tcPr>
            <w:tcW w:w="1170" w:type="dxa"/>
            <w:vAlign w:val="center"/>
          </w:tcPr>
          <w:p w14:paraId="57475E6B" w14:textId="77777777" w:rsidR="00B44DB5" w:rsidRPr="00384254" w:rsidRDefault="00B44DB5" w:rsidP="00B44DB5">
            <w:pPr>
              <w:pStyle w:val="SpecNormal"/>
              <w:spacing w:line="240" w:lineRule="auto"/>
            </w:pPr>
          </w:p>
        </w:tc>
        <w:tc>
          <w:tcPr>
            <w:tcW w:w="909" w:type="dxa"/>
            <w:vAlign w:val="center"/>
          </w:tcPr>
          <w:p w14:paraId="67FE240F" w14:textId="77777777" w:rsidR="00B44DB5" w:rsidRPr="00384254" w:rsidRDefault="00B44DB5" w:rsidP="00B44DB5">
            <w:pPr>
              <w:pStyle w:val="SpecNormal"/>
              <w:spacing w:line="240" w:lineRule="auto"/>
            </w:pPr>
          </w:p>
        </w:tc>
      </w:tr>
      <w:tr w:rsidR="00B44DB5" w:rsidRPr="00384254" w14:paraId="505F86CD" w14:textId="77777777" w:rsidTr="00B44DB5">
        <w:trPr>
          <w:cantSplit/>
          <w:trHeight w:val="300"/>
          <w:jc w:val="center"/>
        </w:trPr>
        <w:tc>
          <w:tcPr>
            <w:tcW w:w="1851" w:type="dxa"/>
            <w:shd w:val="clear" w:color="auto" w:fill="auto"/>
            <w:noWrap/>
            <w:vAlign w:val="center"/>
            <w:hideMark/>
          </w:tcPr>
          <w:p w14:paraId="50E6BBDD" w14:textId="77777777" w:rsidR="00B44DB5" w:rsidRPr="00384254" w:rsidRDefault="00B44DB5" w:rsidP="00B44DB5">
            <w:pPr>
              <w:pStyle w:val="SpecNormal"/>
              <w:spacing w:line="240" w:lineRule="auto"/>
            </w:pPr>
            <w:r w:rsidRPr="00384254">
              <w:t>OA HW Valve Position</w:t>
            </w:r>
          </w:p>
        </w:tc>
        <w:tc>
          <w:tcPr>
            <w:tcW w:w="800" w:type="dxa"/>
            <w:shd w:val="clear" w:color="auto" w:fill="auto"/>
            <w:noWrap/>
            <w:vAlign w:val="center"/>
            <w:hideMark/>
          </w:tcPr>
          <w:p w14:paraId="3EC1F12A" w14:textId="77777777" w:rsidR="00B44DB5" w:rsidRPr="00384254" w:rsidRDefault="00B44DB5" w:rsidP="00B44DB5">
            <w:pPr>
              <w:pStyle w:val="SpecNormal"/>
              <w:spacing w:line="240" w:lineRule="auto"/>
            </w:pPr>
            <w:r w:rsidRPr="00384254">
              <w:t>AO</w:t>
            </w:r>
          </w:p>
        </w:tc>
        <w:tc>
          <w:tcPr>
            <w:tcW w:w="1308" w:type="dxa"/>
            <w:shd w:val="clear" w:color="auto" w:fill="auto"/>
            <w:noWrap/>
            <w:vAlign w:val="center"/>
            <w:hideMark/>
          </w:tcPr>
          <w:p w14:paraId="314DB6F8"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0D71125A"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45D9BA65" w14:textId="77777777" w:rsidR="00B44DB5" w:rsidRPr="00384254" w:rsidRDefault="00B44DB5" w:rsidP="00B44DB5">
            <w:pPr>
              <w:pStyle w:val="SpecNormal"/>
              <w:spacing w:line="240" w:lineRule="auto"/>
            </w:pPr>
            <w:r w:rsidRPr="00384254">
              <w:t>3 days</w:t>
            </w:r>
          </w:p>
        </w:tc>
        <w:tc>
          <w:tcPr>
            <w:tcW w:w="891" w:type="dxa"/>
            <w:vAlign w:val="center"/>
          </w:tcPr>
          <w:p w14:paraId="4CD09B45" w14:textId="77777777" w:rsidR="00B44DB5" w:rsidRPr="00384254" w:rsidRDefault="00B44DB5" w:rsidP="00B44DB5">
            <w:pPr>
              <w:pStyle w:val="SpecNormal"/>
              <w:spacing w:line="240" w:lineRule="auto"/>
            </w:pPr>
            <w:r w:rsidRPr="00384254">
              <w:t>N/A</w:t>
            </w:r>
          </w:p>
        </w:tc>
        <w:tc>
          <w:tcPr>
            <w:tcW w:w="1170" w:type="dxa"/>
            <w:vAlign w:val="center"/>
          </w:tcPr>
          <w:p w14:paraId="79E17317" w14:textId="77777777" w:rsidR="00B44DB5" w:rsidRPr="00384254" w:rsidRDefault="00B44DB5" w:rsidP="00B44DB5">
            <w:pPr>
              <w:pStyle w:val="SpecNormal"/>
              <w:spacing w:line="240" w:lineRule="auto"/>
            </w:pPr>
          </w:p>
        </w:tc>
        <w:tc>
          <w:tcPr>
            <w:tcW w:w="909" w:type="dxa"/>
            <w:vAlign w:val="center"/>
          </w:tcPr>
          <w:p w14:paraId="59092F11" w14:textId="77777777" w:rsidR="00B44DB5" w:rsidRPr="00384254" w:rsidRDefault="00B44DB5" w:rsidP="00B44DB5">
            <w:pPr>
              <w:pStyle w:val="SpecNormal"/>
              <w:spacing w:line="240" w:lineRule="auto"/>
            </w:pPr>
          </w:p>
        </w:tc>
      </w:tr>
      <w:tr w:rsidR="00B44DB5" w:rsidRPr="00384254" w14:paraId="3B1ED376" w14:textId="77777777" w:rsidTr="00B44DB5">
        <w:trPr>
          <w:cantSplit/>
          <w:trHeight w:val="300"/>
          <w:jc w:val="center"/>
        </w:trPr>
        <w:tc>
          <w:tcPr>
            <w:tcW w:w="1851" w:type="dxa"/>
            <w:shd w:val="clear" w:color="auto" w:fill="auto"/>
            <w:noWrap/>
            <w:vAlign w:val="center"/>
            <w:hideMark/>
          </w:tcPr>
          <w:p w14:paraId="7BC34853"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0DBAA0E6" w14:textId="77777777" w:rsidR="00B44DB5" w:rsidRPr="00384254" w:rsidRDefault="00B44DB5" w:rsidP="00B44DB5">
            <w:pPr>
              <w:pStyle w:val="SpecNormal"/>
              <w:spacing w:line="240" w:lineRule="auto"/>
            </w:pPr>
          </w:p>
        </w:tc>
        <w:tc>
          <w:tcPr>
            <w:tcW w:w="1308" w:type="dxa"/>
            <w:shd w:val="clear" w:color="auto" w:fill="auto"/>
            <w:noWrap/>
            <w:vAlign w:val="center"/>
            <w:hideMark/>
          </w:tcPr>
          <w:p w14:paraId="4BBB5E10" w14:textId="77777777" w:rsidR="00B44DB5" w:rsidRPr="00384254" w:rsidRDefault="00B44DB5" w:rsidP="00B44DB5">
            <w:pPr>
              <w:pStyle w:val="SpecNormal"/>
              <w:spacing w:line="240" w:lineRule="auto"/>
            </w:pPr>
          </w:p>
        </w:tc>
        <w:tc>
          <w:tcPr>
            <w:tcW w:w="1459" w:type="dxa"/>
            <w:shd w:val="clear" w:color="auto" w:fill="auto"/>
            <w:noWrap/>
            <w:vAlign w:val="center"/>
            <w:hideMark/>
          </w:tcPr>
          <w:p w14:paraId="6E1462BA" w14:textId="77777777" w:rsidR="00B44DB5" w:rsidRPr="00384254" w:rsidRDefault="00B44DB5" w:rsidP="00B44DB5">
            <w:pPr>
              <w:pStyle w:val="SpecNormal"/>
              <w:spacing w:line="240" w:lineRule="auto"/>
            </w:pPr>
          </w:p>
        </w:tc>
        <w:tc>
          <w:tcPr>
            <w:tcW w:w="1350" w:type="dxa"/>
            <w:shd w:val="clear" w:color="auto" w:fill="auto"/>
            <w:noWrap/>
            <w:vAlign w:val="center"/>
            <w:hideMark/>
          </w:tcPr>
          <w:p w14:paraId="1F1C6E63" w14:textId="77777777" w:rsidR="00B44DB5" w:rsidRPr="00384254" w:rsidRDefault="00B44DB5" w:rsidP="00B44DB5">
            <w:pPr>
              <w:pStyle w:val="SpecNormal"/>
              <w:spacing w:line="240" w:lineRule="auto"/>
            </w:pPr>
          </w:p>
        </w:tc>
        <w:tc>
          <w:tcPr>
            <w:tcW w:w="891" w:type="dxa"/>
            <w:vAlign w:val="center"/>
          </w:tcPr>
          <w:p w14:paraId="20C38656" w14:textId="77777777" w:rsidR="00B44DB5" w:rsidRPr="00384254" w:rsidRDefault="00B44DB5" w:rsidP="00B44DB5">
            <w:pPr>
              <w:pStyle w:val="SpecNormal"/>
              <w:spacing w:line="240" w:lineRule="auto"/>
            </w:pPr>
          </w:p>
        </w:tc>
        <w:tc>
          <w:tcPr>
            <w:tcW w:w="1170" w:type="dxa"/>
            <w:vAlign w:val="center"/>
          </w:tcPr>
          <w:p w14:paraId="080557D4" w14:textId="77777777" w:rsidR="00B44DB5" w:rsidRPr="00384254" w:rsidRDefault="00B44DB5" w:rsidP="00B44DB5">
            <w:pPr>
              <w:pStyle w:val="SpecNormal"/>
              <w:spacing w:line="240" w:lineRule="auto"/>
            </w:pPr>
          </w:p>
        </w:tc>
        <w:tc>
          <w:tcPr>
            <w:tcW w:w="909" w:type="dxa"/>
            <w:vAlign w:val="center"/>
          </w:tcPr>
          <w:p w14:paraId="50071789" w14:textId="77777777" w:rsidR="00B44DB5" w:rsidRPr="00384254" w:rsidRDefault="00B44DB5" w:rsidP="00B44DB5">
            <w:pPr>
              <w:pStyle w:val="SpecNormal"/>
              <w:spacing w:line="240" w:lineRule="auto"/>
            </w:pPr>
          </w:p>
        </w:tc>
      </w:tr>
      <w:tr w:rsidR="00B44DB5" w:rsidRPr="00384254" w14:paraId="50AFA9D9" w14:textId="77777777" w:rsidTr="00B44DB5">
        <w:trPr>
          <w:cantSplit/>
          <w:trHeight w:val="300"/>
          <w:jc w:val="center"/>
        </w:trPr>
        <w:tc>
          <w:tcPr>
            <w:tcW w:w="1851" w:type="dxa"/>
            <w:shd w:val="clear" w:color="auto" w:fill="auto"/>
            <w:noWrap/>
            <w:vAlign w:val="center"/>
            <w:hideMark/>
          </w:tcPr>
          <w:p w14:paraId="28A336E7" w14:textId="77777777" w:rsidR="00B44DB5" w:rsidRPr="00384254" w:rsidRDefault="00B44DB5" w:rsidP="00B44DB5">
            <w:pPr>
              <w:pStyle w:val="SpecNormal"/>
              <w:spacing w:line="240" w:lineRule="auto"/>
            </w:pPr>
            <w:r w:rsidRPr="00384254">
              <w:t>Supply Fan S/S</w:t>
            </w:r>
          </w:p>
        </w:tc>
        <w:tc>
          <w:tcPr>
            <w:tcW w:w="800" w:type="dxa"/>
            <w:shd w:val="clear" w:color="auto" w:fill="auto"/>
            <w:noWrap/>
            <w:vAlign w:val="center"/>
            <w:hideMark/>
          </w:tcPr>
          <w:p w14:paraId="187DF803" w14:textId="77777777" w:rsidR="00B44DB5" w:rsidRPr="00384254" w:rsidRDefault="00B44DB5" w:rsidP="00B44DB5">
            <w:pPr>
              <w:pStyle w:val="SpecNormal"/>
              <w:spacing w:line="240" w:lineRule="auto"/>
            </w:pPr>
            <w:r w:rsidRPr="00384254">
              <w:t>DO</w:t>
            </w:r>
          </w:p>
        </w:tc>
        <w:tc>
          <w:tcPr>
            <w:tcW w:w="1308" w:type="dxa"/>
            <w:shd w:val="clear" w:color="auto" w:fill="auto"/>
            <w:noWrap/>
            <w:vAlign w:val="center"/>
            <w:hideMark/>
          </w:tcPr>
          <w:p w14:paraId="33A0587E"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296FA59A"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3B30D7E4" w14:textId="77777777" w:rsidR="00B44DB5" w:rsidRPr="00384254" w:rsidRDefault="00B44DB5" w:rsidP="00B44DB5">
            <w:pPr>
              <w:pStyle w:val="SpecNormal"/>
              <w:spacing w:line="240" w:lineRule="auto"/>
            </w:pPr>
            <w:r w:rsidRPr="00384254">
              <w:t>3 days</w:t>
            </w:r>
          </w:p>
        </w:tc>
        <w:tc>
          <w:tcPr>
            <w:tcW w:w="891" w:type="dxa"/>
            <w:vAlign w:val="center"/>
          </w:tcPr>
          <w:p w14:paraId="5BD72297" w14:textId="77777777" w:rsidR="00B44DB5" w:rsidRPr="00384254" w:rsidRDefault="00B44DB5" w:rsidP="00B44DB5">
            <w:pPr>
              <w:pStyle w:val="SpecNormal"/>
              <w:spacing w:line="240" w:lineRule="auto"/>
            </w:pPr>
            <w:r w:rsidRPr="00384254">
              <w:t>N/A</w:t>
            </w:r>
          </w:p>
        </w:tc>
        <w:tc>
          <w:tcPr>
            <w:tcW w:w="1170" w:type="dxa"/>
            <w:vAlign w:val="center"/>
          </w:tcPr>
          <w:p w14:paraId="6756CFBF" w14:textId="77777777" w:rsidR="00B44DB5" w:rsidRPr="00384254" w:rsidRDefault="00B44DB5" w:rsidP="00B44DB5">
            <w:pPr>
              <w:pStyle w:val="SpecNormal"/>
              <w:spacing w:line="240" w:lineRule="auto"/>
            </w:pPr>
          </w:p>
        </w:tc>
        <w:tc>
          <w:tcPr>
            <w:tcW w:w="909" w:type="dxa"/>
            <w:vAlign w:val="center"/>
          </w:tcPr>
          <w:p w14:paraId="086CCAE0" w14:textId="77777777" w:rsidR="00B44DB5" w:rsidRPr="00384254" w:rsidRDefault="00B44DB5" w:rsidP="00B44DB5">
            <w:pPr>
              <w:pStyle w:val="SpecNormal"/>
              <w:spacing w:line="240" w:lineRule="auto"/>
            </w:pPr>
          </w:p>
        </w:tc>
      </w:tr>
      <w:tr w:rsidR="00B44DB5" w:rsidRPr="00384254" w14:paraId="508B407E" w14:textId="77777777" w:rsidTr="00B44DB5">
        <w:trPr>
          <w:cantSplit/>
          <w:trHeight w:val="300"/>
          <w:jc w:val="center"/>
        </w:trPr>
        <w:tc>
          <w:tcPr>
            <w:tcW w:w="1851" w:type="dxa"/>
            <w:shd w:val="clear" w:color="auto" w:fill="auto"/>
            <w:noWrap/>
            <w:vAlign w:val="center"/>
            <w:hideMark/>
          </w:tcPr>
          <w:p w14:paraId="7E13C5B1" w14:textId="77777777" w:rsidR="00B44DB5" w:rsidRPr="00384254" w:rsidRDefault="00B44DB5" w:rsidP="00B44DB5">
            <w:pPr>
              <w:pStyle w:val="SpecNormal"/>
              <w:spacing w:line="240" w:lineRule="auto"/>
            </w:pPr>
            <w:r w:rsidRPr="00384254">
              <w:t>Return Fan S/S</w:t>
            </w:r>
          </w:p>
        </w:tc>
        <w:tc>
          <w:tcPr>
            <w:tcW w:w="800" w:type="dxa"/>
            <w:shd w:val="clear" w:color="auto" w:fill="auto"/>
            <w:noWrap/>
            <w:vAlign w:val="center"/>
            <w:hideMark/>
          </w:tcPr>
          <w:p w14:paraId="57940BAA" w14:textId="77777777" w:rsidR="00B44DB5" w:rsidRPr="00384254" w:rsidRDefault="00B44DB5" w:rsidP="00B44DB5">
            <w:pPr>
              <w:pStyle w:val="SpecNormal"/>
              <w:spacing w:line="240" w:lineRule="auto"/>
            </w:pPr>
            <w:r w:rsidRPr="00384254">
              <w:t>DO</w:t>
            </w:r>
          </w:p>
        </w:tc>
        <w:tc>
          <w:tcPr>
            <w:tcW w:w="1308" w:type="dxa"/>
            <w:shd w:val="clear" w:color="auto" w:fill="auto"/>
            <w:noWrap/>
            <w:vAlign w:val="center"/>
            <w:hideMark/>
          </w:tcPr>
          <w:p w14:paraId="6590560B"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6D41C34D"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0EEE62FA" w14:textId="77777777" w:rsidR="00B44DB5" w:rsidRPr="00384254" w:rsidRDefault="00B44DB5" w:rsidP="00B44DB5">
            <w:pPr>
              <w:pStyle w:val="SpecNormal"/>
              <w:spacing w:line="240" w:lineRule="auto"/>
            </w:pPr>
            <w:r w:rsidRPr="00384254">
              <w:t>3 days</w:t>
            </w:r>
          </w:p>
        </w:tc>
        <w:tc>
          <w:tcPr>
            <w:tcW w:w="891" w:type="dxa"/>
            <w:vAlign w:val="center"/>
          </w:tcPr>
          <w:p w14:paraId="6A57C9FD" w14:textId="77777777" w:rsidR="00B44DB5" w:rsidRPr="00384254" w:rsidRDefault="00B44DB5" w:rsidP="00B44DB5">
            <w:pPr>
              <w:pStyle w:val="SpecNormal"/>
              <w:spacing w:line="240" w:lineRule="auto"/>
            </w:pPr>
            <w:r w:rsidRPr="00384254">
              <w:t>N/A</w:t>
            </w:r>
          </w:p>
        </w:tc>
        <w:tc>
          <w:tcPr>
            <w:tcW w:w="1170" w:type="dxa"/>
            <w:vAlign w:val="center"/>
          </w:tcPr>
          <w:p w14:paraId="44ECDF74" w14:textId="77777777" w:rsidR="00B44DB5" w:rsidRPr="00384254" w:rsidRDefault="00B44DB5" w:rsidP="00B44DB5">
            <w:pPr>
              <w:pStyle w:val="SpecNormal"/>
              <w:spacing w:line="240" w:lineRule="auto"/>
            </w:pPr>
          </w:p>
        </w:tc>
        <w:tc>
          <w:tcPr>
            <w:tcW w:w="909" w:type="dxa"/>
            <w:vAlign w:val="center"/>
          </w:tcPr>
          <w:p w14:paraId="4E45383C" w14:textId="77777777" w:rsidR="00B44DB5" w:rsidRPr="00384254" w:rsidRDefault="00B44DB5" w:rsidP="00B44DB5">
            <w:pPr>
              <w:pStyle w:val="SpecNormal"/>
              <w:spacing w:line="240" w:lineRule="auto"/>
            </w:pPr>
          </w:p>
        </w:tc>
      </w:tr>
      <w:tr w:rsidR="00B44DB5" w:rsidRPr="00384254" w14:paraId="0AD43083" w14:textId="77777777" w:rsidTr="00B44DB5">
        <w:trPr>
          <w:cantSplit/>
          <w:trHeight w:val="300"/>
          <w:jc w:val="center"/>
        </w:trPr>
        <w:tc>
          <w:tcPr>
            <w:tcW w:w="1851" w:type="dxa"/>
            <w:shd w:val="clear" w:color="auto" w:fill="auto"/>
            <w:noWrap/>
            <w:vAlign w:val="center"/>
            <w:hideMark/>
          </w:tcPr>
          <w:p w14:paraId="093614CB" w14:textId="77777777" w:rsidR="00B44DB5" w:rsidRPr="00384254" w:rsidRDefault="00B44DB5" w:rsidP="00B44DB5">
            <w:pPr>
              <w:pStyle w:val="SpecNormal"/>
              <w:spacing w:line="240" w:lineRule="auto"/>
            </w:pPr>
            <w:r w:rsidRPr="00384254">
              <w:t>Fire/Smoke Dampers</w:t>
            </w:r>
          </w:p>
        </w:tc>
        <w:tc>
          <w:tcPr>
            <w:tcW w:w="800" w:type="dxa"/>
            <w:shd w:val="clear" w:color="auto" w:fill="auto"/>
            <w:noWrap/>
            <w:vAlign w:val="center"/>
            <w:hideMark/>
          </w:tcPr>
          <w:p w14:paraId="7AC85C40" w14:textId="77777777" w:rsidR="00B44DB5" w:rsidRPr="00384254" w:rsidRDefault="00B44DB5" w:rsidP="00B44DB5">
            <w:pPr>
              <w:pStyle w:val="SpecNormal"/>
              <w:spacing w:line="240" w:lineRule="auto"/>
            </w:pPr>
            <w:r w:rsidRPr="00384254">
              <w:t>DO</w:t>
            </w:r>
          </w:p>
        </w:tc>
        <w:tc>
          <w:tcPr>
            <w:tcW w:w="1308" w:type="dxa"/>
            <w:shd w:val="clear" w:color="auto" w:fill="auto"/>
            <w:noWrap/>
            <w:vAlign w:val="center"/>
            <w:hideMark/>
          </w:tcPr>
          <w:p w14:paraId="7387FF67"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435E11DF"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0AE070CE" w14:textId="77777777" w:rsidR="00B44DB5" w:rsidRPr="00384254" w:rsidRDefault="00B44DB5" w:rsidP="00B44DB5">
            <w:pPr>
              <w:pStyle w:val="SpecNormal"/>
              <w:spacing w:line="240" w:lineRule="auto"/>
            </w:pPr>
            <w:r w:rsidRPr="00384254">
              <w:t>3 days</w:t>
            </w:r>
          </w:p>
        </w:tc>
        <w:tc>
          <w:tcPr>
            <w:tcW w:w="891" w:type="dxa"/>
            <w:vAlign w:val="center"/>
          </w:tcPr>
          <w:p w14:paraId="5F544BAD" w14:textId="77777777" w:rsidR="00B44DB5" w:rsidRPr="00384254" w:rsidRDefault="00B44DB5" w:rsidP="00B44DB5">
            <w:pPr>
              <w:pStyle w:val="SpecNormal"/>
              <w:spacing w:line="240" w:lineRule="auto"/>
            </w:pPr>
            <w:r w:rsidRPr="00384254">
              <w:t>N/A</w:t>
            </w:r>
          </w:p>
        </w:tc>
        <w:tc>
          <w:tcPr>
            <w:tcW w:w="1170" w:type="dxa"/>
            <w:vAlign w:val="center"/>
          </w:tcPr>
          <w:p w14:paraId="3FE81892" w14:textId="77777777" w:rsidR="00B44DB5" w:rsidRPr="00384254" w:rsidRDefault="00B44DB5" w:rsidP="00B44DB5">
            <w:pPr>
              <w:pStyle w:val="SpecNormal"/>
              <w:spacing w:line="240" w:lineRule="auto"/>
            </w:pPr>
          </w:p>
        </w:tc>
        <w:tc>
          <w:tcPr>
            <w:tcW w:w="909" w:type="dxa"/>
            <w:vAlign w:val="center"/>
          </w:tcPr>
          <w:p w14:paraId="46036205" w14:textId="77777777" w:rsidR="00B44DB5" w:rsidRPr="00384254" w:rsidRDefault="00B44DB5" w:rsidP="00B44DB5">
            <w:pPr>
              <w:pStyle w:val="SpecNormal"/>
              <w:spacing w:line="240" w:lineRule="auto"/>
            </w:pPr>
          </w:p>
        </w:tc>
      </w:tr>
      <w:tr w:rsidR="00B44DB5" w:rsidRPr="00384254" w14:paraId="728FC1BD" w14:textId="77777777" w:rsidTr="00B44DB5">
        <w:trPr>
          <w:cantSplit/>
          <w:trHeight w:val="300"/>
          <w:jc w:val="center"/>
        </w:trPr>
        <w:tc>
          <w:tcPr>
            <w:tcW w:w="1851" w:type="dxa"/>
            <w:shd w:val="clear" w:color="auto" w:fill="auto"/>
            <w:noWrap/>
            <w:vAlign w:val="center"/>
            <w:hideMark/>
          </w:tcPr>
          <w:p w14:paraId="0955CB23" w14:textId="77777777" w:rsidR="00B44DB5" w:rsidRPr="00384254" w:rsidRDefault="00B44DB5" w:rsidP="00B44DB5">
            <w:pPr>
              <w:pStyle w:val="SpecNormal"/>
              <w:spacing w:line="240" w:lineRule="auto"/>
            </w:pPr>
            <w:r w:rsidRPr="00384254">
              <w:t>Exhaust Fan S/S</w:t>
            </w:r>
          </w:p>
        </w:tc>
        <w:tc>
          <w:tcPr>
            <w:tcW w:w="800" w:type="dxa"/>
            <w:shd w:val="clear" w:color="auto" w:fill="auto"/>
            <w:noWrap/>
            <w:vAlign w:val="center"/>
            <w:hideMark/>
          </w:tcPr>
          <w:p w14:paraId="3B5EC45F" w14:textId="77777777" w:rsidR="00B44DB5" w:rsidRPr="00384254" w:rsidRDefault="00B44DB5" w:rsidP="00B44DB5">
            <w:pPr>
              <w:pStyle w:val="SpecNormal"/>
              <w:spacing w:line="240" w:lineRule="auto"/>
            </w:pPr>
            <w:r w:rsidRPr="00384254">
              <w:t>DO</w:t>
            </w:r>
          </w:p>
        </w:tc>
        <w:tc>
          <w:tcPr>
            <w:tcW w:w="1308" w:type="dxa"/>
            <w:shd w:val="clear" w:color="auto" w:fill="auto"/>
            <w:noWrap/>
            <w:vAlign w:val="center"/>
            <w:hideMark/>
          </w:tcPr>
          <w:p w14:paraId="3DA0555E"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4AF7BD5B"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1D282D78" w14:textId="77777777" w:rsidR="00B44DB5" w:rsidRPr="00384254" w:rsidRDefault="00B44DB5" w:rsidP="00B44DB5">
            <w:pPr>
              <w:pStyle w:val="SpecNormal"/>
              <w:spacing w:line="240" w:lineRule="auto"/>
            </w:pPr>
            <w:r w:rsidRPr="00384254">
              <w:t>3 days</w:t>
            </w:r>
          </w:p>
        </w:tc>
        <w:tc>
          <w:tcPr>
            <w:tcW w:w="891" w:type="dxa"/>
            <w:vAlign w:val="center"/>
          </w:tcPr>
          <w:p w14:paraId="29650D2B" w14:textId="77777777" w:rsidR="00B44DB5" w:rsidRPr="00384254" w:rsidRDefault="00B44DB5" w:rsidP="00B44DB5">
            <w:pPr>
              <w:pStyle w:val="SpecNormal"/>
              <w:spacing w:line="240" w:lineRule="auto"/>
            </w:pPr>
            <w:r w:rsidRPr="00384254">
              <w:t>N/A</w:t>
            </w:r>
          </w:p>
        </w:tc>
        <w:tc>
          <w:tcPr>
            <w:tcW w:w="1170" w:type="dxa"/>
            <w:vAlign w:val="center"/>
          </w:tcPr>
          <w:p w14:paraId="24B6E36B" w14:textId="77777777" w:rsidR="00B44DB5" w:rsidRPr="00384254" w:rsidRDefault="00B44DB5" w:rsidP="00B44DB5">
            <w:pPr>
              <w:pStyle w:val="SpecNormal"/>
              <w:spacing w:line="240" w:lineRule="auto"/>
            </w:pPr>
          </w:p>
        </w:tc>
        <w:tc>
          <w:tcPr>
            <w:tcW w:w="909" w:type="dxa"/>
            <w:vAlign w:val="center"/>
          </w:tcPr>
          <w:p w14:paraId="173F4D93" w14:textId="77777777" w:rsidR="00B44DB5" w:rsidRPr="00384254" w:rsidRDefault="00B44DB5" w:rsidP="00B44DB5">
            <w:pPr>
              <w:pStyle w:val="SpecNormal"/>
              <w:spacing w:line="240" w:lineRule="auto"/>
            </w:pPr>
          </w:p>
        </w:tc>
      </w:tr>
      <w:tr w:rsidR="00B44DB5" w:rsidRPr="00384254" w14:paraId="62683269" w14:textId="77777777" w:rsidTr="00B44DB5">
        <w:trPr>
          <w:cantSplit/>
          <w:trHeight w:val="300"/>
          <w:jc w:val="center"/>
        </w:trPr>
        <w:tc>
          <w:tcPr>
            <w:tcW w:w="1851" w:type="dxa"/>
            <w:shd w:val="clear" w:color="auto" w:fill="auto"/>
            <w:noWrap/>
            <w:vAlign w:val="center"/>
            <w:hideMark/>
          </w:tcPr>
          <w:p w14:paraId="1008587D" w14:textId="77777777" w:rsidR="00B44DB5" w:rsidRPr="00384254" w:rsidRDefault="00B44DB5" w:rsidP="00B44DB5">
            <w:pPr>
              <w:pStyle w:val="SpecNormal"/>
              <w:spacing w:line="240" w:lineRule="auto"/>
            </w:pPr>
            <w:r w:rsidRPr="00384254">
              <w:t>Exhaust Fan S/S</w:t>
            </w:r>
          </w:p>
        </w:tc>
        <w:tc>
          <w:tcPr>
            <w:tcW w:w="800" w:type="dxa"/>
            <w:shd w:val="clear" w:color="auto" w:fill="auto"/>
            <w:noWrap/>
            <w:vAlign w:val="center"/>
            <w:hideMark/>
          </w:tcPr>
          <w:p w14:paraId="2B376B62" w14:textId="77777777" w:rsidR="00B44DB5" w:rsidRPr="00384254" w:rsidRDefault="00B44DB5" w:rsidP="00B44DB5">
            <w:pPr>
              <w:pStyle w:val="SpecNormal"/>
              <w:spacing w:line="240" w:lineRule="auto"/>
            </w:pPr>
            <w:r w:rsidRPr="00384254">
              <w:t>DO</w:t>
            </w:r>
          </w:p>
        </w:tc>
        <w:tc>
          <w:tcPr>
            <w:tcW w:w="1308" w:type="dxa"/>
            <w:shd w:val="clear" w:color="auto" w:fill="auto"/>
            <w:noWrap/>
            <w:vAlign w:val="center"/>
            <w:hideMark/>
          </w:tcPr>
          <w:p w14:paraId="081F5C62"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3627BD8C"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2D9F6233" w14:textId="77777777" w:rsidR="00B44DB5" w:rsidRPr="00384254" w:rsidRDefault="00B44DB5" w:rsidP="00B44DB5">
            <w:pPr>
              <w:pStyle w:val="SpecNormal"/>
              <w:spacing w:line="240" w:lineRule="auto"/>
            </w:pPr>
            <w:r w:rsidRPr="00384254">
              <w:t>3 days</w:t>
            </w:r>
          </w:p>
        </w:tc>
        <w:tc>
          <w:tcPr>
            <w:tcW w:w="891" w:type="dxa"/>
            <w:vAlign w:val="center"/>
          </w:tcPr>
          <w:p w14:paraId="56871D29" w14:textId="77777777" w:rsidR="00B44DB5" w:rsidRPr="00384254" w:rsidRDefault="00B44DB5" w:rsidP="00B44DB5">
            <w:pPr>
              <w:pStyle w:val="SpecNormal"/>
              <w:spacing w:line="240" w:lineRule="auto"/>
            </w:pPr>
            <w:r w:rsidRPr="00384254">
              <w:t>N/A</w:t>
            </w:r>
          </w:p>
        </w:tc>
        <w:tc>
          <w:tcPr>
            <w:tcW w:w="1170" w:type="dxa"/>
            <w:vAlign w:val="center"/>
          </w:tcPr>
          <w:p w14:paraId="1876978C" w14:textId="77777777" w:rsidR="00B44DB5" w:rsidRPr="00384254" w:rsidRDefault="00B44DB5" w:rsidP="00B44DB5">
            <w:pPr>
              <w:pStyle w:val="SpecNormal"/>
              <w:spacing w:line="240" w:lineRule="auto"/>
            </w:pPr>
          </w:p>
        </w:tc>
        <w:tc>
          <w:tcPr>
            <w:tcW w:w="909" w:type="dxa"/>
            <w:vAlign w:val="center"/>
          </w:tcPr>
          <w:p w14:paraId="18A08DAF" w14:textId="77777777" w:rsidR="00B44DB5" w:rsidRPr="00384254" w:rsidRDefault="00B44DB5" w:rsidP="00B44DB5">
            <w:pPr>
              <w:pStyle w:val="SpecNormal"/>
              <w:spacing w:line="240" w:lineRule="auto"/>
            </w:pPr>
          </w:p>
        </w:tc>
      </w:tr>
      <w:tr w:rsidR="00B44DB5" w:rsidRPr="00384254" w14:paraId="3F8A6B77" w14:textId="77777777" w:rsidTr="00B44DB5">
        <w:trPr>
          <w:cantSplit/>
          <w:trHeight w:val="300"/>
          <w:jc w:val="center"/>
        </w:trPr>
        <w:tc>
          <w:tcPr>
            <w:tcW w:w="1851" w:type="dxa"/>
            <w:shd w:val="clear" w:color="auto" w:fill="auto"/>
            <w:noWrap/>
            <w:vAlign w:val="center"/>
            <w:hideMark/>
          </w:tcPr>
          <w:p w14:paraId="5262DD0E" w14:textId="77777777" w:rsidR="00B44DB5" w:rsidRPr="00384254" w:rsidRDefault="00B44DB5" w:rsidP="00B44DB5">
            <w:pPr>
              <w:pStyle w:val="SpecNormal"/>
              <w:spacing w:line="240" w:lineRule="auto"/>
            </w:pPr>
            <w:r w:rsidRPr="00384254">
              <w:t>Exhaust Fan S/S</w:t>
            </w:r>
          </w:p>
        </w:tc>
        <w:tc>
          <w:tcPr>
            <w:tcW w:w="800" w:type="dxa"/>
            <w:shd w:val="clear" w:color="auto" w:fill="auto"/>
            <w:noWrap/>
            <w:vAlign w:val="center"/>
            <w:hideMark/>
          </w:tcPr>
          <w:p w14:paraId="35C7460B" w14:textId="77777777" w:rsidR="00B44DB5" w:rsidRPr="00384254" w:rsidRDefault="00B44DB5" w:rsidP="00B44DB5">
            <w:pPr>
              <w:pStyle w:val="SpecNormal"/>
              <w:spacing w:line="240" w:lineRule="auto"/>
            </w:pPr>
            <w:r w:rsidRPr="00384254">
              <w:t>DO</w:t>
            </w:r>
          </w:p>
        </w:tc>
        <w:tc>
          <w:tcPr>
            <w:tcW w:w="1308" w:type="dxa"/>
            <w:shd w:val="clear" w:color="auto" w:fill="auto"/>
            <w:noWrap/>
            <w:vAlign w:val="center"/>
            <w:hideMark/>
          </w:tcPr>
          <w:p w14:paraId="38D6D350"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24756A33" w14:textId="77777777" w:rsidR="00B44DB5" w:rsidRPr="00384254" w:rsidRDefault="00B44DB5" w:rsidP="00B44DB5">
            <w:pPr>
              <w:pStyle w:val="SpecNormal"/>
              <w:spacing w:line="240" w:lineRule="auto"/>
            </w:pPr>
            <w:r w:rsidRPr="00384254">
              <w:t>24 hours</w:t>
            </w:r>
          </w:p>
        </w:tc>
        <w:tc>
          <w:tcPr>
            <w:tcW w:w="1350" w:type="dxa"/>
            <w:shd w:val="clear" w:color="auto" w:fill="auto"/>
            <w:noWrap/>
            <w:vAlign w:val="center"/>
            <w:hideMark/>
          </w:tcPr>
          <w:p w14:paraId="4777DA9A" w14:textId="77777777" w:rsidR="00B44DB5" w:rsidRPr="00384254" w:rsidRDefault="00B44DB5" w:rsidP="00B44DB5">
            <w:pPr>
              <w:pStyle w:val="SpecNormal"/>
              <w:spacing w:line="240" w:lineRule="auto"/>
            </w:pPr>
            <w:r w:rsidRPr="00384254">
              <w:t>3 days</w:t>
            </w:r>
          </w:p>
        </w:tc>
        <w:tc>
          <w:tcPr>
            <w:tcW w:w="891" w:type="dxa"/>
            <w:vAlign w:val="center"/>
          </w:tcPr>
          <w:p w14:paraId="5C0A2900" w14:textId="77777777" w:rsidR="00B44DB5" w:rsidRPr="00384254" w:rsidRDefault="00B44DB5" w:rsidP="00B44DB5">
            <w:pPr>
              <w:pStyle w:val="SpecNormal"/>
              <w:spacing w:line="240" w:lineRule="auto"/>
            </w:pPr>
            <w:r w:rsidRPr="00384254">
              <w:t>N/A</w:t>
            </w:r>
          </w:p>
        </w:tc>
        <w:tc>
          <w:tcPr>
            <w:tcW w:w="1170" w:type="dxa"/>
            <w:vAlign w:val="center"/>
          </w:tcPr>
          <w:p w14:paraId="0CD3C3CA" w14:textId="77777777" w:rsidR="00B44DB5" w:rsidRPr="00384254" w:rsidRDefault="00B44DB5" w:rsidP="00B44DB5">
            <w:pPr>
              <w:pStyle w:val="SpecNormal"/>
              <w:spacing w:line="240" w:lineRule="auto"/>
            </w:pPr>
          </w:p>
        </w:tc>
        <w:tc>
          <w:tcPr>
            <w:tcW w:w="909" w:type="dxa"/>
            <w:vAlign w:val="center"/>
          </w:tcPr>
          <w:p w14:paraId="330AC73E" w14:textId="77777777" w:rsidR="00B44DB5" w:rsidRPr="00384254" w:rsidRDefault="00B44DB5" w:rsidP="00B44DB5">
            <w:pPr>
              <w:pStyle w:val="SpecNormal"/>
              <w:spacing w:line="240" w:lineRule="auto"/>
            </w:pPr>
          </w:p>
        </w:tc>
      </w:tr>
      <w:tr w:rsidR="00B44DB5" w:rsidRPr="00384254" w14:paraId="1035CE42" w14:textId="77777777" w:rsidTr="00B44DB5">
        <w:trPr>
          <w:cantSplit/>
          <w:trHeight w:val="300"/>
          <w:jc w:val="center"/>
        </w:trPr>
        <w:tc>
          <w:tcPr>
            <w:tcW w:w="1851" w:type="dxa"/>
            <w:shd w:val="clear" w:color="auto" w:fill="auto"/>
            <w:noWrap/>
            <w:vAlign w:val="center"/>
            <w:hideMark/>
          </w:tcPr>
          <w:p w14:paraId="3C499B2F"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6ED32394" w14:textId="77777777" w:rsidR="00B44DB5" w:rsidRPr="00384254" w:rsidRDefault="00B44DB5" w:rsidP="00B44DB5">
            <w:pPr>
              <w:pStyle w:val="SpecNormal"/>
              <w:spacing w:line="240" w:lineRule="auto"/>
            </w:pPr>
          </w:p>
        </w:tc>
        <w:tc>
          <w:tcPr>
            <w:tcW w:w="1308" w:type="dxa"/>
            <w:shd w:val="clear" w:color="auto" w:fill="auto"/>
            <w:noWrap/>
            <w:vAlign w:val="center"/>
            <w:hideMark/>
          </w:tcPr>
          <w:p w14:paraId="3508C5E0" w14:textId="77777777" w:rsidR="00B44DB5" w:rsidRPr="00384254" w:rsidRDefault="00B44DB5" w:rsidP="00B44DB5">
            <w:pPr>
              <w:pStyle w:val="SpecNormal"/>
              <w:spacing w:line="240" w:lineRule="auto"/>
            </w:pPr>
          </w:p>
        </w:tc>
        <w:tc>
          <w:tcPr>
            <w:tcW w:w="1459" w:type="dxa"/>
            <w:shd w:val="clear" w:color="auto" w:fill="auto"/>
            <w:noWrap/>
            <w:vAlign w:val="center"/>
            <w:hideMark/>
          </w:tcPr>
          <w:p w14:paraId="2C9BE570" w14:textId="77777777" w:rsidR="00B44DB5" w:rsidRPr="00384254" w:rsidRDefault="00B44DB5" w:rsidP="00B44DB5">
            <w:pPr>
              <w:pStyle w:val="SpecNormal"/>
              <w:spacing w:line="240" w:lineRule="auto"/>
            </w:pPr>
          </w:p>
        </w:tc>
        <w:tc>
          <w:tcPr>
            <w:tcW w:w="1350" w:type="dxa"/>
            <w:shd w:val="clear" w:color="auto" w:fill="auto"/>
            <w:noWrap/>
            <w:vAlign w:val="center"/>
            <w:hideMark/>
          </w:tcPr>
          <w:p w14:paraId="73BDC2F7" w14:textId="77777777" w:rsidR="00B44DB5" w:rsidRPr="00384254" w:rsidRDefault="00B44DB5" w:rsidP="00B44DB5">
            <w:pPr>
              <w:pStyle w:val="SpecNormal"/>
              <w:spacing w:line="240" w:lineRule="auto"/>
            </w:pPr>
          </w:p>
        </w:tc>
        <w:tc>
          <w:tcPr>
            <w:tcW w:w="891" w:type="dxa"/>
            <w:vAlign w:val="center"/>
          </w:tcPr>
          <w:p w14:paraId="51ED704C" w14:textId="77777777" w:rsidR="00B44DB5" w:rsidRPr="00384254" w:rsidRDefault="00B44DB5" w:rsidP="00B44DB5">
            <w:pPr>
              <w:pStyle w:val="SpecNormal"/>
              <w:spacing w:line="240" w:lineRule="auto"/>
            </w:pPr>
          </w:p>
        </w:tc>
        <w:tc>
          <w:tcPr>
            <w:tcW w:w="1170" w:type="dxa"/>
            <w:vAlign w:val="center"/>
          </w:tcPr>
          <w:p w14:paraId="1CF9E31C" w14:textId="77777777" w:rsidR="00B44DB5" w:rsidRPr="00384254" w:rsidRDefault="00B44DB5" w:rsidP="00B44DB5">
            <w:pPr>
              <w:pStyle w:val="SpecNormal"/>
              <w:spacing w:line="240" w:lineRule="auto"/>
            </w:pPr>
          </w:p>
        </w:tc>
        <w:tc>
          <w:tcPr>
            <w:tcW w:w="909" w:type="dxa"/>
            <w:vAlign w:val="center"/>
          </w:tcPr>
          <w:p w14:paraId="398A784C" w14:textId="77777777" w:rsidR="00B44DB5" w:rsidRPr="00384254" w:rsidRDefault="00B44DB5" w:rsidP="00B44DB5">
            <w:pPr>
              <w:pStyle w:val="SpecNormal"/>
              <w:spacing w:line="240" w:lineRule="auto"/>
            </w:pPr>
          </w:p>
        </w:tc>
      </w:tr>
      <w:tr w:rsidR="00B44DB5" w:rsidRPr="00384254" w14:paraId="2BA99524" w14:textId="77777777" w:rsidTr="00B44DB5">
        <w:trPr>
          <w:cantSplit/>
          <w:trHeight w:val="300"/>
          <w:jc w:val="center"/>
        </w:trPr>
        <w:tc>
          <w:tcPr>
            <w:tcW w:w="1851" w:type="dxa"/>
            <w:shd w:val="clear" w:color="auto" w:fill="auto"/>
            <w:noWrap/>
            <w:vAlign w:val="center"/>
            <w:hideMark/>
          </w:tcPr>
          <w:p w14:paraId="7B367ADC" w14:textId="77777777" w:rsidR="00B44DB5" w:rsidRPr="00384254" w:rsidRDefault="00B44DB5" w:rsidP="00B44DB5">
            <w:pPr>
              <w:pStyle w:val="SpecNormal"/>
              <w:spacing w:line="240" w:lineRule="auto"/>
            </w:pPr>
            <w:r w:rsidRPr="00384254">
              <w:t>AHU Energy</w:t>
            </w:r>
          </w:p>
        </w:tc>
        <w:tc>
          <w:tcPr>
            <w:tcW w:w="800" w:type="dxa"/>
            <w:shd w:val="clear" w:color="auto" w:fill="auto"/>
            <w:noWrap/>
            <w:vAlign w:val="center"/>
            <w:hideMark/>
          </w:tcPr>
          <w:p w14:paraId="741455A9" w14:textId="77777777" w:rsidR="00B44DB5" w:rsidRPr="00384254" w:rsidRDefault="00B44DB5" w:rsidP="00B44DB5">
            <w:pPr>
              <w:pStyle w:val="SpecNormal"/>
              <w:spacing w:line="240" w:lineRule="auto"/>
            </w:pPr>
            <w:r w:rsidRPr="00384254">
              <w:t>Calc</w:t>
            </w:r>
          </w:p>
        </w:tc>
        <w:tc>
          <w:tcPr>
            <w:tcW w:w="1308" w:type="dxa"/>
            <w:shd w:val="clear" w:color="auto" w:fill="auto"/>
            <w:noWrap/>
            <w:vAlign w:val="center"/>
            <w:hideMark/>
          </w:tcPr>
          <w:p w14:paraId="4B272B75" w14:textId="77777777" w:rsidR="00B44DB5" w:rsidRPr="00384254" w:rsidRDefault="00B44DB5" w:rsidP="00B44DB5">
            <w:pPr>
              <w:pStyle w:val="SpecNormal"/>
              <w:spacing w:line="240" w:lineRule="auto"/>
            </w:pPr>
            <w:r w:rsidRPr="00384254">
              <w:t>1 Hour</w:t>
            </w:r>
          </w:p>
        </w:tc>
        <w:tc>
          <w:tcPr>
            <w:tcW w:w="1459" w:type="dxa"/>
            <w:shd w:val="clear" w:color="auto" w:fill="auto"/>
            <w:noWrap/>
            <w:vAlign w:val="center"/>
            <w:hideMark/>
          </w:tcPr>
          <w:p w14:paraId="38BAF31B" w14:textId="77777777" w:rsidR="00B44DB5" w:rsidRPr="00384254" w:rsidRDefault="00B44DB5" w:rsidP="00B44DB5">
            <w:pPr>
              <w:pStyle w:val="SpecNormal"/>
              <w:spacing w:line="240" w:lineRule="auto"/>
            </w:pPr>
            <w:r w:rsidRPr="00384254">
              <w:t>30 day</w:t>
            </w:r>
          </w:p>
        </w:tc>
        <w:tc>
          <w:tcPr>
            <w:tcW w:w="1350" w:type="dxa"/>
            <w:shd w:val="clear" w:color="auto" w:fill="auto"/>
            <w:noWrap/>
            <w:vAlign w:val="center"/>
            <w:hideMark/>
          </w:tcPr>
          <w:p w14:paraId="770D3736" w14:textId="77777777" w:rsidR="00B44DB5" w:rsidRPr="00384254" w:rsidRDefault="00B44DB5" w:rsidP="00B44DB5">
            <w:pPr>
              <w:pStyle w:val="SpecNormal"/>
              <w:spacing w:line="240" w:lineRule="auto"/>
            </w:pPr>
            <w:r w:rsidRPr="00384254">
              <w:t>N/A</w:t>
            </w:r>
          </w:p>
        </w:tc>
        <w:tc>
          <w:tcPr>
            <w:tcW w:w="891" w:type="dxa"/>
            <w:vAlign w:val="center"/>
          </w:tcPr>
          <w:p w14:paraId="510BFBBE" w14:textId="77777777" w:rsidR="00B44DB5" w:rsidRPr="00384254" w:rsidRDefault="00B44DB5" w:rsidP="00B44DB5">
            <w:pPr>
              <w:pStyle w:val="SpecNormal"/>
              <w:spacing w:line="240" w:lineRule="auto"/>
            </w:pPr>
            <w:r w:rsidRPr="00384254">
              <w:t>N/A</w:t>
            </w:r>
          </w:p>
        </w:tc>
        <w:tc>
          <w:tcPr>
            <w:tcW w:w="1170" w:type="dxa"/>
            <w:vAlign w:val="center"/>
          </w:tcPr>
          <w:p w14:paraId="53C57BDE" w14:textId="77777777" w:rsidR="00B44DB5" w:rsidRPr="00384254" w:rsidRDefault="00B44DB5" w:rsidP="00B44DB5">
            <w:pPr>
              <w:pStyle w:val="SpecNormal"/>
              <w:spacing w:line="240" w:lineRule="auto"/>
            </w:pPr>
          </w:p>
        </w:tc>
        <w:tc>
          <w:tcPr>
            <w:tcW w:w="909" w:type="dxa"/>
            <w:vAlign w:val="center"/>
          </w:tcPr>
          <w:p w14:paraId="5A2DD74D" w14:textId="77777777" w:rsidR="00B44DB5" w:rsidRPr="00384254" w:rsidRDefault="00B44DB5" w:rsidP="00B44DB5">
            <w:pPr>
              <w:pStyle w:val="SpecNormal"/>
              <w:spacing w:line="240" w:lineRule="auto"/>
            </w:pPr>
          </w:p>
        </w:tc>
      </w:tr>
      <w:tr w:rsidR="00B44DB5" w:rsidRPr="00384254" w14:paraId="3FF8C5E9" w14:textId="77777777" w:rsidTr="00B44DB5">
        <w:trPr>
          <w:cantSplit/>
          <w:trHeight w:val="300"/>
          <w:jc w:val="center"/>
        </w:trPr>
        <w:tc>
          <w:tcPr>
            <w:tcW w:w="1851" w:type="dxa"/>
            <w:shd w:val="clear" w:color="auto" w:fill="auto"/>
            <w:noWrap/>
            <w:vAlign w:val="bottom"/>
            <w:hideMark/>
          </w:tcPr>
          <w:p w14:paraId="23CB5CB3"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4BAFF19B" w14:textId="77777777" w:rsidR="00B44DB5" w:rsidRPr="00384254" w:rsidRDefault="00B44DB5" w:rsidP="00B44DB5">
            <w:pPr>
              <w:pStyle w:val="SpecNormal"/>
              <w:spacing w:line="240" w:lineRule="auto"/>
            </w:pPr>
          </w:p>
        </w:tc>
        <w:tc>
          <w:tcPr>
            <w:tcW w:w="1308" w:type="dxa"/>
            <w:shd w:val="clear" w:color="auto" w:fill="auto"/>
            <w:noWrap/>
            <w:vAlign w:val="center"/>
            <w:hideMark/>
          </w:tcPr>
          <w:p w14:paraId="37D49216" w14:textId="77777777" w:rsidR="00B44DB5" w:rsidRPr="00384254" w:rsidRDefault="00B44DB5" w:rsidP="00B44DB5">
            <w:pPr>
              <w:pStyle w:val="SpecNormal"/>
              <w:spacing w:line="240" w:lineRule="auto"/>
            </w:pPr>
          </w:p>
        </w:tc>
        <w:tc>
          <w:tcPr>
            <w:tcW w:w="1459" w:type="dxa"/>
            <w:shd w:val="clear" w:color="auto" w:fill="auto"/>
            <w:noWrap/>
            <w:vAlign w:val="center"/>
            <w:hideMark/>
          </w:tcPr>
          <w:p w14:paraId="70F53A78" w14:textId="77777777" w:rsidR="00B44DB5" w:rsidRPr="00384254" w:rsidRDefault="00B44DB5" w:rsidP="00B44DB5">
            <w:pPr>
              <w:pStyle w:val="SpecNormal"/>
              <w:spacing w:line="240" w:lineRule="auto"/>
            </w:pPr>
          </w:p>
        </w:tc>
        <w:tc>
          <w:tcPr>
            <w:tcW w:w="1350" w:type="dxa"/>
            <w:shd w:val="clear" w:color="auto" w:fill="auto"/>
            <w:noWrap/>
            <w:vAlign w:val="center"/>
            <w:hideMark/>
          </w:tcPr>
          <w:p w14:paraId="0AD0FDB1" w14:textId="77777777" w:rsidR="00B44DB5" w:rsidRPr="00384254" w:rsidRDefault="00B44DB5" w:rsidP="00B44DB5">
            <w:pPr>
              <w:pStyle w:val="SpecNormal"/>
              <w:spacing w:line="240" w:lineRule="auto"/>
            </w:pPr>
          </w:p>
        </w:tc>
        <w:tc>
          <w:tcPr>
            <w:tcW w:w="891" w:type="dxa"/>
            <w:vAlign w:val="center"/>
          </w:tcPr>
          <w:p w14:paraId="0EA11897" w14:textId="77777777" w:rsidR="00B44DB5" w:rsidRPr="00384254" w:rsidRDefault="00B44DB5" w:rsidP="00B44DB5">
            <w:pPr>
              <w:pStyle w:val="SpecNormal"/>
              <w:spacing w:line="240" w:lineRule="auto"/>
            </w:pPr>
          </w:p>
        </w:tc>
        <w:tc>
          <w:tcPr>
            <w:tcW w:w="1170" w:type="dxa"/>
            <w:vAlign w:val="center"/>
          </w:tcPr>
          <w:p w14:paraId="55390F8D" w14:textId="77777777" w:rsidR="00B44DB5" w:rsidRPr="00384254" w:rsidRDefault="00B44DB5" w:rsidP="00B44DB5">
            <w:pPr>
              <w:pStyle w:val="SpecNormal"/>
              <w:spacing w:line="240" w:lineRule="auto"/>
            </w:pPr>
          </w:p>
        </w:tc>
        <w:tc>
          <w:tcPr>
            <w:tcW w:w="909" w:type="dxa"/>
            <w:vAlign w:val="center"/>
          </w:tcPr>
          <w:p w14:paraId="091684FE" w14:textId="77777777" w:rsidR="00B44DB5" w:rsidRPr="00384254" w:rsidRDefault="00B44DB5" w:rsidP="00B44DB5">
            <w:pPr>
              <w:pStyle w:val="SpecNormal"/>
              <w:spacing w:line="240" w:lineRule="auto"/>
            </w:pPr>
          </w:p>
        </w:tc>
      </w:tr>
    </w:tbl>
    <w:p w14:paraId="45CD59FB" w14:textId="77777777" w:rsidR="00B44DB5" w:rsidRDefault="00B44DB5" w:rsidP="00B44DB5">
      <w:pPr>
        <w:pStyle w:val="Level2"/>
      </w:pPr>
    </w:p>
    <w:p w14:paraId="7201BFF5" w14:textId="77777777" w:rsidR="00B44DB5" w:rsidRDefault="00B44DB5" w:rsidP="00B44DB5">
      <w:pPr>
        <w:pStyle w:val="Level2"/>
      </w:pPr>
    </w:p>
    <w:tbl>
      <w:tblPr>
        <w:tblW w:w="97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51"/>
        <w:gridCol w:w="800"/>
        <w:gridCol w:w="1308"/>
        <w:gridCol w:w="1459"/>
        <w:gridCol w:w="1350"/>
        <w:gridCol w:w="891"/>
        <w:gridCol w:w="1170"/>
        <w:gridCol w:w="909"/>
      </w:tblGrid>
      <w:tr w:rsidR="00B44DB5" w:rsidRPr="00384254" w14:paraId="290F9344" w14:textId="77777777" w:rsidTr="006D40D2">
        <w:trPr>
          <w:cantSplit/>
          <w:trHeight w:val="413"/>
          <w:tblHeader/>
          <w:jc w:val="center"/>
        </w:trPr>
        <w:tc>
          <w:tcPr>
            <w:tcW w:w="9738" w:type="dxa"/>
            <w:gridSpan w:val="8"/>
            <w:tcBorders>
              <w:top w:val="single" w:sz="4" w:space="0" w:color="auto"/>
              <w:bottom w:val="single" w:sz="6" w:space="0" w:color="auto"/>
            </w:tcBorders>
            <w:shd w:val="clear" w:color="auto" w:fill="D9D9D9"/>
            <w:vAlign w:val="center"/>
            <w:hideMark/>
          </w:tcPr>
          <w:p w14:paraId="482E08AC" w14:textId="77777777" w:rsidR="00B44DB5" w:rsidRPr="00B44DB5" w:rsidRDefault="00B44DB5" w:rsidP="00B44DB5">
            <w:pPr>
              <w:pStyle w:val="SpecNormal"/>
              <w:rPr>
                <w:b/>
                <w:bCs/>
              </w:rPr>
            </w:pPr>
            <w:r w:rsidRPr="00B44DB5">
              <w:rPr>
                <w:b/>
                <w:bCs/>
              </w:rPr>
              <w:t>Terminal Unit (VAV, CAV, etc.) Trending and Alarms</w:t>
            </w:r>
          </w:p>
        </w:tc>
      </w:tr>
      <w:tr w:rsidR="00B44DB5" w:rsidRPr="00384254" w14:paraId="75FE0125" w14:textId="77777777" w:rsidTr="006D40D2">
        <w:trPr>
          <w:cantSplit/>
          <w:trHeight w:val="858"/>
          <w:tblHeader/>
          <w:jc w:val="center"/>
        </w:trPr>
        <w:tc>
          <w:tcPr>
            <w:tcW w:w="1851" w:type="dxa"/>
            <w:tcBorders>
              <w:top w:val="single" w:sz="6" w:space="0" w:color="auto"/>
              <w:bottom w:val="single" w:sz="6" w:space="0" w:color="auto"/>
            </w:tcBorders>
            <w:shd w:val="clear" w:color="auto" w:fill="D9D9D9"/>
            <w:vAlign w:val="center"/>
            <w:hideMark/>
          </w:tcPr>
          <w:p w14:paraId="559156F1" w14:textId="77777777" w:rsidR="00B44DB5" w:rsidRPr="00B44DB5" w:rsidRDefault="00B44DB5" w:rsidP="00B44DB5">
            <w:pPr>
              <w:pStyle w:val="SpecNormal"/>
              <w:spacing w:line="240" w:lineRule="auto"/>
              <w:rPr>
                <w:b/>
                <w:bCs/>
              </w:rPr>
            </w:pPr>
            <w:r w:rsidRPr="00B44DB5">
              <w:rPr>
                <w:b/>
                <w:bCs/>
              </w:rPr>
              <w:t>Point</w:t>
            </w:r>
          </w:p>
        </w:tc>
        <w:tc>
          <w:tcPr>
            <w:tcW w:w="800" w:type="dxa"/>
            <w:tcBorders>
              <w:top w:val="single" w:sz="6" w:space="0" w:color="auto"/>
              <w:bottom w:val="single" w:sz="6" w:space="0" w:color="auto"/>
            </w:tcBorders>
            <w:shd w:val="clear" w:color="auto" w:fill="D9D9D9"/>
            <w:vAlign w:val="center"/>
            <w:hideMark/>
          </w:tcPr>
          <w:p w14:paraId="43C14114" w14:textId="77777777" w:rsidR="00B44DB5" w:rsidRPr="00B44DB5" w:rsidRDefault="00B44DB5" w:rsidP="00B44DB5">
            <w:pPr>
              <w:pStyle w:val="SpecNormal"/>
              <w:spacing w:line="240" w:lineRule="auto"/>
              <w:rPr>
                <w:b/>
                <w:bCs/>
              </w:rPr>
            </w:pPr>
            <w:r w:rsidRPr="00B44DB5">
              <w:rPr>
                <w:b/>
                <w:bCs/>
              </w:rPr>
              <w:t>Type</w:t>
            </w:r>
          </w:p>
        </w:tc>
        <w:tc>
          <w:tcPr>
            <w:tcW w:w="1308" w:type="dxa"/>
            <w:tcBorders>
              <w:top w:val="single" w:sz="6" w:space="0" w:color="auto"/>
              <w:bottom w:val="single" w:sz="6" w:space="0" w:color="auto"/>
            </w:tcBorders>
            <w:shd w:val="clear" w:color="auto" w:fill="D9D9D9"/>
            <w:vAlign w:val="center"/>
            <w:hideMark/>
          </w:tcPr>
          <w:p w14:paraId="67EA7AD3" w14:textId="77777777" w:rsidR="00B44DB5" w:rsidRPr="00B44DB5" w:rsidRDefault="00B44DB5" w:rsidP="00B44DB5">
            <w:pPr>
              <w:pStyle w:val="SpecNormal"/>
              <w:spacing w:line="240" w:lineRule="auto"/>
              <w:rPr>
                <w:b/>
                <w:bCs/>
              </w:rPr>
            </w:pPr>
            <w:r w:rsidRPr="00B44DB5">
              <w:rPr>
                <w:b/>
                <w:bCs/>
              </w:rPr>
              <w:t>Trend</w:t>
            </w:r>
          </w:p>
          <w:p w14:paraId="2976D356" w14:textId="77777777" w:rsidR="00B44DB5" w:rsidRPr="00B44DB5" w:rsidRDefault="00B44DB5" w:rsidP="00B44DB5">
            <w:pPr>
              <w:pStyle w:val="SpecNormal"/>
              <w:spacing w:line="240" w:lineRule="auto"/>
              <w:rPr>
                <w:b/>
                <w:bCs/>
              </w:rPr>
            </w:pPr>
            <w:r w:rsidRPr="00B44DB5">
              <w:rPr>
                <w:b/>
                <w:bCs/>
              </w:rPr>
              <w:t>Interval</w:t>
            </w:r>
          </w:p>
        </w:tc>
        <w:tc>
          <w:tcPr>
            <w:tcW w:w="1459" w:type="dxa"/>
            <w:tcBorders>
              <w:top w:val="single" w:sz="6" w:space="0" w:color="auto"/>
              <w:bottom w:val="single" w:sz="6" w:space="0" w:color="auto"/>
            </w:tcBorders>
            <w:shd w:val="clear" w:color="auto" w:fill="D9D9D9"/>
            <w:vAlign w:val="center"/>
            <w:hideMark/>
          </w:tcPr>
          <w:p w14:paraId="4E96462F" w14:textId="77777777" w:rsidR="00B44DB5" w:rsidRPr="00B44DB5" w:rsidRDefault="00B44DB5" w:rsidP="00B44DB5">
            <w:pPr>
              <w:pStyle w:val="SpecNormal"/>
              <w:spacing w:line="240" w:lineRule="auto"/>
              <w:rPr>
                <w:b/>
                <w:bCs/>
              </w:rPr>
            </w:pPr>
            <w:r w:rsidRPr="00B44DB5">
              <w:rPr>
                <w:b/>
                <w:bCs/>
              </w:rPr>
              <w:t>Operational Trend</w:t>
            </w:r>
          </w:p>
          <w:p w14:paraId="760F5EE6" w14:textId="77777777" w:rsidR="00B44DB5" w:rsidRPr="00B44DB5" w:rsidRDefault="00B44DB5" w:rsidP="00B44DB5">
            <w:pPr>
              <w:pStyle w:val="SpecNormal"/>
              <w:spacing w:line="240" w:lineRule="auto"/>
              <w:rPr>
                <w:b/>
                <w:bCs/>
              </w:rPr>
            </w:pPr>
            <w:r w:rsidRPr="00B44DB5">
              <w:rPr>
                <w:b/>
                <w:bCs/>
              </w:rPr>
              <w:t>Duration</w:t>
            </w:r>
          </w:p>
        </w:tc>
        <w:tc>
          <w:tcPr>
            <w:tcW w:w="1350" w:type="dxa"/>
            <w:tcBorders>
              <w:top w:val="single" w:sz="6" w:space="0" w:color="auto"/>
              <w:bottom w:val="single" w:sz="6" w:space="0" w:color="auto"/>
            </w:tcBorders>
            <w:shd w:val="clear" w:color="auto" w:fill="D9D9D9"/>
            <w:vAlign w:val="center"/>
            <w:hideMark/>
          </w:tcPr>
          <w:p w14:paraId="46B897FD" w14:textId="77777777" w:rsidR="00B44DB5" w:rsidRPr="00B44DB5" w:rsidRDefault="00B44DB5" w:rsidP="00B44DB5">
            <w:pPr>
              <w:pStyle w:val="SpecNormal"/>
              <w:spacing w:line="240" w:lineRule="auto"/>
              <w:rPr>
                <w:b/>
                <w:bCs/>
              </w:rPr>
            </w:pPr>
            <w:r w:rsidRPr="00B44DB5">
              <w:rPr>
                <w:b/>
                <w:bCs/>
              </w:rPr>
              <w:t>Testing Trend Duration</w:t>
            </w:r>
          </w:p>
        </w:tc>
        <w:tc>
          <w:tcPr>
            <w:tcW w:w="891" w:type="dxa"/>
            <w:tcBorders>
              <w:top w:val="single" w:sz="6" w:space="0" w:color="auto"/>
              <w:bottom w:val="single" w:sz="6" w:space="0" w:color="auto"/>
            </w:tcBorders>
            <w:shd w:val="clear" w:color="auto" w:fill="D9D9D9"/>
            <w:vAlign w:val="center"/>
          </w:tcPr>
          <w:p w14:paraId="32AB9742" w14:textId="77777777" w:rsidR="00B44DB5" w:rsidRPr="00B44DB5" w:rsidRDefault="00B44DB5" w:rsidP="00B44DB5">
            <w:pPr>
              <w:pStyle w:val="SpecNormal"/>
              <w:spacing w:line="240" w:lineRule="auto"/>
              <w:rPr>
                <w:b/>
                <w:bCs/>
              </w:rPr>
            </w:pPr>
            <w:r w:rsidRPr="00B44DB5">
              <w:rPr>
                <w:b/>
                <w:bCs/>
              </w:rPr>
              <w:t>Alarm Type</w:t>
            </w:r>
          </w:p>
        </w:tc>
        <w:tc>
          <w:tcPr>
            <w:tcW w:w="1170" w:type="dxa"/>
            <w:tcBorders>
              <w:top w:val="single" w:sz="6" w:space="0" w:color="auto"/>
              <w:bottom w:val="single" w:sz="6" w:space="0" w:color="auto"/>
            </w:tcBorders>
            <w:shd w:val="clear" w:color="auto" w:fill="D9D9D9"/>
            <w:vAlign w:val="center"/>
          </w:tcPr>
          <w:p w14:paraId="7BD68A5A" w14:textId="77777777" w:rsidR="00B44DB5" w:rsidRPr="00B44DB5" w:rsidRDefault="00B44DB5" w:rsidP="00B44DB5">
            <w:pPr>
              <w:pStyle w:val="SpecNormal"/>
              <w:spacing w:line="240" w:lineRule="auto"/>
              <w:rPr>
                <w:b/>
                <w:bCs/>
              </w:rPr>
            </w:pPr>
            <w:r w:rsidRPr="00B44DB5">
              <w:rPr>
                <w:b/>
                <w:bCs/>
              </w:rPr>
              <w:t>Alarm Range</w:t>
            </w:r>
          </w:p>
        </w:tc>
        <w:tc>
          <w:tcPr>
            <w:tcW w:w="909" w:type="dxa"/>
            <w:tcBorders>
              <w:top w:val="single" w:sz="6" w:space="0" w:color="auto"/>
              <w:bottom w:val="single" w:sz="6" w:space="0" w:color="auto"/>
            </w:tcBorders>
            <w:shd w:val="clear" w:color="auto" w:fill="D9D9D9"/>
            <w:vAlign w:val="center"/>
          </w:tcPr>
          <w:p w14:paraId="7086948E" w14:textId="77777777" w:rsidR="00B44DB5" w:rsidRPr="00B44DB5" w:rsidRDefault="00B44DB5" w:rsidP="00B44DB5">
            <w:pPr>
              <w:pStyle w:val="SpecNormal"/>
              <w:spacing w:line="240" w:lineRule="auto"/>
              <w:rPr>
                <w:b/>
                <w:bCs/>
              </w:rPr>
            </w:pPr>
            <w:r w:rsidRPr="00B44DB5">
              <w:rPr>
                <w:b/>
                <w:bCs/>
              </w:rPr>
              <w:t>Alarm Delay</w:t>
            </w:r>
          </w:p>
        </w:tc>
      </w:tr>
      <w:tr w:rsidR="00B44DB5" w:rsidRPr="00384254" w14:paraId="74D92D85" w14:textId="77777777" w:rsidTr="00B44DB5">
        <w:trPr>
          <w:cantSplit/>
          <w:trHeight w:val="300"/>
          <w:jc w:val="center"/>
        </w:trPr>
        <w:tc>
          <w:tcPr>
            <w:tcW w:w="1851" w:type="dxa"/>
            <w:tcBorders>
              <w:top w:val="single" w:sz="6" w:space="0" w:color="auto"/>
            </w:tcBorders>
            <w:shd w:val="clear" w:color="auto" w:fill="auto"/>
            <w:noWrap/>
            <w:vAlign w:val="center"/>
            <w:hideMark/>
          </w:tcPr>
          <w:p w14:paraId="2C7EE87F" w14:textId="77777777" w:rsidR="00B44DB5" w:rsidRPr="00384254" w:rsidRDefault="00B44DB5" w:rsidP="00B44DB5">
            <w:pPr>
              <w:pStyle w:val="SpecNormal"/>
              <w:spacing w:line="240" w:lineRule="auto"/>
            </w:pPr>
            <w:r w:rsidRPr="00384254">
              <w:t>Space Temperature</w:t>
            </w:r>
          </w:p>
        </w:tc>
        <w:tc>
          <w:tcPr>
            <w:tcW w:w="800" w:type="dxa"/>
            <w:tcBorders>
              <w:top w:val="single" w:sz="6" w:space="0" w:color="auto"/>
            </w:tcBorders>
            <w:shd w:val="clear" w:color="auto" w:fill="auto"/>
            <w:noWrap/>
            <w:vAlign w:val="center"/>
            <w:hideMark/>
          </w:tcPr>
          <w:p w14:paraId="1BAA13F3" w14:textId="77777777" w:rsidR="00B44DB5" w:rsidRPr="00384254" w:rsidRDefault="00B44DB5" w:rsidP="00B44DB5">
            <w:pPr>
              <w:pStyle w:val="SpecNormal"/>
              <w:spacing w:line="240" w:lineRule="auto"/>
            </w:pPr>
            <w:r w:rsidRPr="00384254">
              <w:t>AI</w:t>
            </w:r>
          </w:p>
        </w:tc>
        <w:tc>
          <w:tcPr>
            <w:tcW w:w="1308" w:type="dxa"/>
            <w:tcBorders>
              <w:top w:val="single" w:sz="6" w:space="0" w:color="auto"/>
            </w:tcBorders>
            <w:shd w:val="clear" w:color="auto" w:fill="auto"/>
            <w:noWrap/>
            <w:vAlign w:val="center"/>
            <w:hideMark/>
          </w:tcPr>
          <w:p w14:paraId="66CC1383" w14:textId="77777777" w:rsidR="00B44DB5" w:rsidRPr="00384254" w:rsidRDefault="00B44DB5" w:rsidP="00B44DB5">
            <w:pPr>
              <w:pStyle w:val="SpecNormal"/>
              <w:spacing w:line="240" w:lineRule="auto"/>
            </w:pPr>
            <w:r w:rsidRPr="00384254">
              <w:t>15 Min</w:t>
            </w:r>
          </w:p>
        </w:tc>
        <w:tc>
          <w:tcPr>
            <w:tcW w:w="1459" w:type="dxa"/>
            <w:tcBorders>
              <w:top w:val="single" w:sz="6" w:space="0" w:color="auto"/>
            </w:tcBorders>
            <w:shd w:val="clear" w:color="auto" w:fill="auto"/>
            <w:noWrap/>
            <w:vAlign w:val="center"/>
            <w:hideMark/>
          </w:tcPr>
          <w:p w14:paraId="3E15784F" w14:textId="77777777" w:rsidR="00B44DB5" w:rsidRPr="00384254" w:rsidRDefault="00B44DB5" w:rsidP="00B44DB5">
            <w:pPr>
              <w:pStyle w:val="SpecNormal"/>
              <w:spacing w:line="240" w:lineRule="auto"/>
            </w:pPr>
            <w:r w:rsidRPr="00384254">
              <w:t>12 hours</w:t>
            </w:r>
          </w:p>
        </w:tc>
        <w:tc>
          <w:tcPr>
            <w:tcW w:w="1350" w:type="dxa"/>
            <w:tcBorders>
              <w:top w:val="single" w:sz="6" w:space="0" w:color="auto"/>
            </w:tcBorders>
            <w:shd w:val="clear" w:color="auto" w:fill="auto"/>
            <w:noWrap/>
            <w:vAlign w:val="center"/>
            <w:hideMark/>
          </w:tcPr>
          <w:p w14:paraId="58B541DE" w14:textId="77777777" w:rsidR="00B44DB5" w:rsidRPr="00384254" w:rsidRDefault="00B44DB5" w:rsidP="00B44DB5">
            <w:pPr>
              <w:pStyle w:val="SpecNormal"/>
              <w:spacing w:line="240" w:lineRule="auto"/>
            </w:pPr>
            <w:r w:rsidRPr="00384254">
              <w:t>3 days</w:t>
            </w:r>
          </w:p>
        </w:tc>
        <w:tc>
          <w:tcPr>
            <w:tcW w:w="891" w:type="dxa"/>
            <w:tcBorders>
              <w:top w:val="single" w:sz="6" w:space="0" w:color="auto"/>
            </w:tcBorders>
            <w:vAlign w:val="center"/>
          </w:tcPr>
          <w:p w14:paraId="3CACD351" w14:textId="77777777" w:rsidR="00B44DB5" w:rsidRPr="00384254" w:rsidRDefault="00B44DB5" w:rsidP="00B44DB5">
            <w:pPr>
              <w:pStyle w:val="SpecNormal"/>
              <w:spacing w:line="240" w:lineRule="auto"/>
            </w:pPr>
            <w:r w:rsidRPr="00384254">
              <w:t>P</w:t>
            </w:r>
          </w:p>
        </w:tc>
        <w:tc>
          <w:tcPr>
            <w:tcW w:w="1170" w:type="dxa"/>
            <w:tcBorders>
              <w:top w:val="single" w:sz="6" w:space="0" w:color="auto"/>
            </w:tcBorders>
            <w:vAlign w:val="center"/>
          </w:tcPr>
          <w:p w14:paraId="4D3392F5" w14:textId="77777777" w:rsidR="00B44DB5" w:rsidRPr="00384254" w:rsidRDefault="00B44DB5" w:rsidP="00B44DB5">
            <w:pPr>
              <w:pStyle w:val="SpecNormal"/>
              <w:spacing w:line="240" w:lineRule="auto"/>
            </w:pPr>
            <w:r w:rsidRPr="00384254">
              <w:t>±5°F from SP</w:t>
            </w:r>
          </w:p>
        </w:tc>
        <w:tc>
          <w:tcPr>
            <w:tcW w:w="909" w:type="dxa"/>
            <w:tcBorders>
              <w:top w:val="single" w:sz="6" w:space="0" w:color="auto"/>
            </w:tcBorders>
            <w:vAlign w:val="center"/>
          </w:tcPr>
          <w:p w14:paraId="4E999440" w14:textId="77777777" w:rsidR="00B44DB5" w:rsidRPr="00384254" w:rsidRDefault="00B44DB5" w:rsidP="00B44DB5">
            <w:pPr>
              <w:pStyle w:val="SpecNormal"/>
              <w:spacing w:line="240" w:lineRule="auto"/>
            </w:pPr>
            <w:r w:rsidRPr="00384254">
              <w:t>10 min</w:t>
            </w:r>
          </w:p>
        </w:tc>
      </w:tr>
      <w:tr w:rsidR="00B44DB5" w:rsidRPr="00384254" w14:paraId="7F913392" w14:textId="77777777" w:rsidTr="00B44DB5">
        <w:trPr>
          <w:cantSplit/>
          <w:trHeight w:val="300"/>
          <w:jc w:val="center"/>
        </w:trPr>
        <w:tc>
          <w:tcPr>
            <w:tcW w:w="1851" w:type="dxa"/>
            <w:shd w:val="clear" w:color="auto" w:fill="auto"/>
            <w:noWrap/>
            <w:vAlign w:val="center"/>
            <w:hideMark/>
          </w:tcPr>
          <w:p w14:paraId="4AB43217" w14:textId="77777777" w:rsidR="00B44DB5" w:rsidRPr="00384254" w:rsidRDefault="00B44DB5" w:rsidP="00B44DB5">
            <w:pPr>
              <w:pStyle w:val="SpecNormal"/>
              <w:spacing w:line="240" w:lineRule="auto"/>
            </w:pPr>
            <w:r w:rsidRPr="00384254">
              <w:t>Air Flow</w:t>
            </w:r>
          </w:p>
        </w:tc>
        <w:tc>
          <w:tcPr>
            <w:tcW w:w="800" w:type="dxa"/>
            <w:shd w:val="clear" w:color="auto" w:fill="auto"/>
            <w:noWrap/>
            <w:vAlign w:val="center"/>
            <w:hideMark/>
          </w:tcPr>
          <w:p w14:paraId="7DF2700C"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58C17870"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1136591A"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6D04E9F3" w14:textId="77777777" w:rsidR="00B44DB5" w:rsidRPr="00384254" w:rsidRDefault="00B44DB5" w:rsidP="00B44DB5">
            <w:pPr>
              <w:pStyle w:val="SpecNormal"/>
              <w:spacing w:line="240" w:lineRule="auto"/>
            </w:pPr>
            <w:r w:rsidRPr="00384254">
              <w:t>3 days</w:t>
            </w:r>
          </w:p>
        </w:tc>
        <w:tc>
          <w:tcPr>
            <w:tcW w:w="891" w:type="dxa"/>
            <w:vAlign w:val="center"/>
          </w:tcPr>
          <w:p w14:paraId="708FEF42" w14:textId="77777777" w:rsidR="00B44DB5" w:rsidRPr="00384254" w:rsidRDefault="00B44DB5" w:rsidP="00B44DB5">
            <w:pPr>
              <w:pStyle w:val="SpecNormal"/>
              <w:spacing w:line="240" w:lineRule="auto"/>
            </w:pPr>
            <w:r w:rsidRPr="00384254">
              <w:t>P</w:t>
            </w:r>
          </w:p>
        </w:tc>
        <w:tc>
          <w:tcPr>
            <w:tcW w:w="1170" w:type="dxa"/>
            <w:vAlign w:val="center"/>
          </w:tcPr>
          <w:p w14:paraId="5CDAAB0A" w14:textId="77777777" w:rsidR="00B44DB5" w:rsidRPr="00384254" w:rsidRDefault="00B44DB5" w:rsidP="00B44DB5">
            <w:pPr>
              <w:pStyle w:val="SpecNormal"/>
              <w:spacing w:line="240" w:lineRule="auto"/>
            </w:pPr>
            <w:r w:rsidRPr="00384254">
              <w:t>±5°F from SP</w:t>
            </w:r>
          </w:p>
        </w:tc>
        <w:tc>
          <w:tcPr>
            <w:tcW w:w="909" w:type="dxa"/>
            <w:vAlign w:val="center"/>
          </w:tcPr>
          <w:p w14:paraId="4BE08668" w14:textId="77777777" w:rsidR="00B44DB5" w:rsidRPr="00384254" w:rsidRDefault="00B44DB5" w:rsidP="00B44DB5">
            <w:pPr>
              <w:pStyle w:val="SpecNormal"/>
              <w:spacing w:line="240" w:lineRule="auto"/>
            </w:pPr>
            <w:r w:rsidRPr="00384254">
              <w:t>10 min</w:t>
            </w:r>
          </w:p>
        </w:tc>
      </w:tr>
      <w:tr w:rsidR="00B44DB5" w:rsidRPr="00384254" w14:paraId="362DDB3F" w14:textId="77777777" w:rsidTr="00B44DB5">
        <w:trPr>
          <w:cantSplit/>
          <w:trHeight w:val="300"/>
          <w:jc w:val="center"/>
        </w:trPr>
        <w:tc>
          <w:tcPr>
            <w:tcW w:w="1851" w:type="dxa"/>
            <w:shd w:val="clear" w:color="auto" w:fill="auto"/>
            <w:noWrap/>
            <w:vAlign w:val="center"/>
            <w:hideMark/>
          </w:tcPr>
          <w:p w14:paraId="0074688C" w14:textId="77777777" w:rsidR="00B44DB5" w:rsidRPr="00384254" w:rsidRDefault="00B44DB5" w:rsidP="00B44DB5">
            <w:pPr>
              <w:pStyle w:val="SpecNormal"/>
              <w:spacing w:line="240" w:lineRule="auto"/>
            </w:pPr>
            <w:r w:rsidRPr="00384254">
              <w:t>SA Temperature</w:t>
            </w:r>
          </w:p>
        </w:tc>
        <w:tc>
          <w:tcPr>
            <w:tcW w:w="800" w:type="dxa"/>
            <w:shd w:val="clear" w:color="auto" w:fill="auto"/>
            <w:noWrap/>
            <w:vAlign w:val="center"/>
            <w:hideMark/>
          </w:tcPr>
          <w:p w14:paraId="0CDB63C2"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578EB2FD"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18756B04"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6B97452D" w14:textId="77777777" w:rsidR="00B44DB5" w:rsidRPr="00384254" w:rsidRDefault="00B44DB5" w:rsidP="00B44DB5">
            <w:pPr>
              <w:pStyle w:val="SpecNormal"/>
              <w:spacing w:line="240" w:lineRule="auto"/>
            </w:pPr>
            <w:r w:rsidRPr="00384254">
              <w:t>3 days</w:t>
            </w:r>
          </w:p>
        </w:tc>
        <w:tc>
          <w:tcPr>
            <w:tcW w:w="891" w:type="dxa"/>
            <w:vAlign w:val="center"/>
          </w:tcPr>
          <w:p w14:paraId="2545CF8D" w14:textId="77777777" w:rsidR="00B44DB5" w:rsidRPr="00384254" w:rsidRDefault="00B44DB5" w:rsidP="00B44DB5">
            <w:pPr>
              <w:pStyle w:val="SpecNormal"/>
              <w:spacing w:line="240" w:lineRule="auto"/>
            </w:pPr>
            <w:r w:rsidRPr="00384254">
              <w:t>P</w:t>
            </w:r>
          </w:p>
        </w:tc>
        <w:tc>
          <w:tcPr>
            <w:tcW w:w="1170" w:type="dxa"/>
            <w:vAlign w:val="center"/>
          </w:tcPr>
          <w:p w14:paraId="023825F9" w14:textId="77777777" w:rsidR="00B44DB5" w:rsidRPr="00384254" w:rsidRDefault="00B44DB5" w:rsidP="00B44DB5">
            <w:pPr>
              <w:pStyle w:val="SpecNormal"/>
              <w:spacing w:line="240" w:lineRule="auto"/>
            </w:pPr>
            <w:r w:rsidRPr="00384254">
              <w:t>±5°F from SP</w:t>
            </w:r>
          </w:p>
        </w:tc>
        <w:tc>
          <w:tcPr>
            <w:tcW w:w="909" w:type="dxa"/>
            <w:vAlign w:val="center"/>
          </w:tcPr>
          <w:p w14:paraId="3F157B74" w14:textId="77777777" w:rsidR="00B44DB5" w:rsidRPr="00384254" w:rsidRDefault="00B44DB5" w:rsidP="00B44DB5">
            <w:pPr>
              <w:pStyle w:val="SpecNormal"/>
              <w:spacing w:line="240" w:lineRule="auto"/>
            </w:pPr>
            <w:r w:rsidRPr="00384254">
              <w:t>10 min</w:t>
            </w:r>
          </w:p>
        </w:tc>
      </w:tr>
      <w:tr w:rsidR="00B44DB5" w:rsidRPr="00384254" w14:paraId="6B31F154" w14:textId="77777777" w:rsidTr="00B44DB5">
        <w:trPr>
          <w:cantSplit/>
          <w:trHeight w:val="300"/>
          <w:jc w:val="center"/>
        </w:trPr>
        <w:tc>
          <w:tcPr>
            <w:tcW w:w="1851" w:type="dxa"/>
            <w:shd w:val="clear" w:color="auto" w:fill="auto"/>
            <w:noWrap/>
            <w:vAlign w:val="center"/>
            <w:hideMark/>
          </w:tcPr>
          <w:p w14:paraId="1840E305" w14:textId="77777777" w:rsidR="00B44DB5" w:rsidRPr="00384254" w:rsidRDefault="00B44DB5" w:rsidP="00B44DB5">
            <w:pPr>
              <w:pStyle w:val="SpecNormal"/>
              <w:spacing w:line="240" w:lineRule="auto"/>
            </w:pPr>
            <w:r w:rsidRPr="00384254">
              <w:t>Local Setpoint</w:t>
            </w:r>
          </w:p>
        </w:tc>
        <w:tc>
          <w:tcPr>
            <w:tcW w:w="800" w:type="dxa"/>
            <w:shd w:val="clear" w:color="auto" w:fill="auto"/>
            <w:noWrap/>
            <w:vAlign w:val="center"/>
            <w:hideMark/>
          </w:tcPr>
          <w:p w14:paraId="0C51F636"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3F5F1C5B"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3ECFA560"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3F08374E" w14:textId="77777777" w:rsidR="00B44DB5" w:rsidRPr="00384254" w:rsidRDefault="00B44DB5" w:rsidP="00B44DB5">
            <w:pPr>
              <w:pStyle w:val="SpecNormal"/>
              <w:spacing w:line="240" w:lineRule="auto"/>
            </w:pPr>
            <w:r w:rsidRPr="00384254">
              <w:t>3 days</w:t>
            </w:r>
          </w:p>
        </w:tc>
        <w:tc>
          <w:tcPr>
            <w:tcW w:w="891" w:type="dxa"/>
            <w:vAlign w:val="center"/>
          </w:tcPr>
          <w:p w14:paraId="393E8699" w14:textId="77777777" w:rsidR="00B44DB5" w:rsidRPr="00384254" w:rsidRDefault="00B44DB5" w:rsidP="00B44DB5">
            <w:pPr>
              <w:pStyle w:val="SpecNormal"/>
              <w:spacing w:line="240" w:lineRule="auto"/>
            </w:pPr>
            <w:r w:rsidRPr="00384254">
              <w:t>M</w:t>
            </w:r>
          </w:p>
        </w:tc>
        <w:tc>
          <w:tcPr>
            <w:tcW w:w="1170" w:type="dxa"/>
            <w:vAlign w:val="center"/>
          </w:tcPr>
          <w:p w14:paraId="2EBE7E90" w14:textId="77777777" w:rsidR="00B44DB5" w:rsidRPr="00384254" w:rsidRDefault="00B44DB5" w:rsidP="00B44DB5">
            <w:pPr>
              <w:pStyle w:val="SpecNormal"/>
              <w:spacing w:line="240" w:lineRule="auto"/>
            </w:pPr>
            <w:r w:rsidRPr="00384254">
              <w:t>±10°F from SP</w:t>
            </w:r>
          </w:p>
        </w:tc>
        <w:tc>
          <w:tcPr>
            <w:tcW w:w="909" w:type="dxa"/>
            <w:vAlign w:val="center"/>
          </w:tcPr>
          <w:p w14:paraId="5D0A3221" w14:textId="77777777" w:rsidR="00B44DB5" w:rsidRPr="00384254" w:rsidRDefault="00B44DB5" w:rsidP="00B44DB5">
            <w:pPr>
              <w:pStyle w:val="SpecNormal"/>
              <w:spacing w:line="240" w:lineRule="auto"/>
            </w:pPr>
            <w:r w:rsidRPr="00384254">
              <w:t>60 min</w:t>
            </w:r>
          </w:p>
        </w:tc>
      </w:tr>
      <w:tr w:rsidR="00B44DB5" w:rsidRPr="00384254" w14:paraId="7C456AD0" w14:textId="77777777" w:rsidTr="00B44DB5">
        <w:trPr>
          <w:cantSplit/>
          <w:trHeight w:val="300"/>
          <w:jc w:val="center"/>
        </w:trPr>
        <w:tc>
          <w:tcPr>
            <w:tcW w:w="1851" w:type="dxa"/>
            <w:shd w:val="clear" w:color="auto" w:fill="auto"/>
            <w:noWrap/>
            <w:vAlign w:val="center"/>
            <w:hideMark/>
          </w:tcPr>
          <w:p w14:paraId="76041F72" w14:textId="77777777" w:rsidR="00B44DB5" w:rsidRPr="00384254" w:rsidRDefault="00B44DB5" w:rsidP="00B44DB5">
            <w:pPr>
              <w:pStyle w:val="SpecNormal"/>
              <w:spacing w:line="240" w:lineRule="auto"/>
            </w:pPr>
            <w:r w:rsidRPr="00384254">
              <w:lastRenderedPageBreak/>
              <w:t>Space Humidity</w:t>
            </w:r>
          </w:p>
        </w:tc>
        <w:tc>
          <w:tcPr>
            <w:tcW w:w="800" w:type="dxa"/>
            <w:shd w:val="clear" w:color="auto" w:fill="auto"/>
            <w:noWrap/>
            <w:vAlign w:val="center"/>
            <w:hideMark/>
          </w:tcPr>
          <w:p w14:paraId="1737430A"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3E139C64"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1163864B"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3223962E" w14:textId="77777777" w:rsidR="00B44DB5" w:rsidRPr="00384254" w:rsidRDefault="00B44DB5" w:rsidP="00B44DB5">
            <w:pPr>
              <w:pStyle w:val="SpecNormal"/>
              <w:spacing w:line="240" w:lineRule="auto"/>
            </w:pPr>
            <w:r w:rsidRPr="00384254">
              <w:t>3 days</w:t>
            </w:r>
          </w:p>
        </w:tc>
        <w:tc>
          <w:tcPr>
            <w:tcW w:w="891" w:type="dxa"/>
            <w:vAlign w:val="center"/>
          </w:tcPr>
          <w:p w14:paraId="1A453FA0" w14:textId="77777777" w:rsidR="00B44DB5" w:rsidRPr="00384254" w:rsidRDefault="00B44DB5" w:rsidP="00B44DB5">
            <w:pPr>
              <w:pStyle w:val="SpecNormal"/>
              <w:spacing w:line="240" w:lineRule="auto"/>
            </w:pPr>
            <w:r w:rsidRPr="00384254">
              <w:t>P</w:t>
            </w:r>
          </w:p>
        </w:tc>
        <w:tc>
          <w:tcPr>
            <w:tcW w:w="1170" w:type="dxa"/>
            <w:vAlign w:val="center"/>
          </w:tcPr>
          <w:p w14:paraId="6DA69997" w14:textId="77777777" w:rsidR="00B44DB5" w:rsidRPr="00384254" w:rsidRDefault="00B44DB5" w:rsidP="00B44DB5">
            <w:pPr>
              <w:pStyle w:val="SpecNormal"/>
              <w:spacing w:line="240" w:lineRule="auto"/>
            </w:pPr>
            <w:r w:rsidRPr="00384254">
              <w:t>&gt; 60% RH</w:t>
            </w:r>
          </w:p>
        </w:tc>
        <w:tc>
          <w:tcPr>
            <w:tcW w:w="909" w:type="dxa"/>
            <w:vAlign w:val="center"/>
          </w:tcPr>
          <w:p w14:paraId="2B5F261A" w14:textId="77777777" w:rsidR="00B44DB5" w:rsidRPr="00384254" w:rsidRDefault="00B44DB5" w:rsidP="00B44DB5">
            <w:pPr>
              <w:pStyle w:val="SpecNormal"/>
              <w:spacing w:line="240" w:lineRule="auto"/>
            </w:pPr>
            <w:r w:rsidRPr="00384254">
              <w:t>5 min</w:t>
            </w:r>
          </w:p>
        </w:tc>
      </w:tr>
      <w:tr w:rsidR="00B44DB5" w:rsidRPr="00384254" w14:paraId="1819882F" w14:textId="77777777" w:rsidTr="00B44DB5">
        <w:trPr>
          <w:cantSplit/>
          <w:trHeight w:val="300"/>
          <w:jc w:val="center"/>
        </w:trPr>
        <w:tc>
          <w:tcPr>
            <w:tcW w:w="1851" w:type="dxa"/>
            <w:shd w:val="clear" w:color="auto" w:fill="auto"/>
            <w:noWrap/>
            <w:vAlign w:val="center"/>
            <w:hideMark/>
          </w:tcPr>
          <w:p w14:paraId="0E1FB6AF"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71B01AA2" w14:textId="77777777" w:rsidR="00B44DB5" w:rsidRPr="00384254" w:rsidRDefault="00B44DB5" w:rsidP="00B44DB5">
            <w:pPr>
              <w:pStyle w:val="SpecNormal"/>
              <w:spacing w:line="240" w:lineRule="auto"/>
            </w:pPr>
          </w:p>
        </w:tc>
        <w:tc>
          <w:tcPr>
            <w:tcW w:w="1308" w:type="dxa"/>
            <w:shd w:val="clear" w:color="auto" w:fill="auto"/>
            <w:noWrap/>
            <w:vAlign w:val="center"/>
            <w:hideMark/>
          </w:tcPr>
          <w:p w14:paraId="0BFAA880" w14:textId="77777777" w:rsidR="00B44DB5" w:rsidRPr="00384254" w:rsidRDefault="00B44DB5" w:rsidP="00B44DB5">
            <w:pPr>
              <w:pStyle w:val="SpecNormal"/>
              <w:spacing w:line="240" w:lineRule="auto"/>
            </w:pPr>
          </w:p>
        </w:tc>
        <w:tc>
          <w:tcPr>
            <w:tcW w:w="1459" w:type="dxa"/>
            <w:shd w:val="clear" w:color="auto" w:fill="auto"/>
            <w:noWrap/>
            <w:vAlign w:val="center"/>
            <w:hideMark/>
          </w:tcPr>
          <w:p w14:paraId="2A1EDC7E" w14:textId="77777777" w:rsidR="00B44DB5" w:rsidRPr="00384254" w:rsidRDefault="00B44DB5" w:rsidP="00B44DB5">
            <w:pPr>
              <w:pStyle w:val="SpecNormal"/>
              <w:spacing w:line="240" w:lineRule="auto"/>
            </w:pPr>
          </w:p>
        </w:tc>
        <w:tc>
          <w:tcPr>
            <w:tcW w:w="1350" w:type="dxa"/>
            <w:shd w:val="clear" w:color="auto" w:fill="auto"/>
            <w:noWrap/>
            <w:vAlign w:val="center"/>
            <w:hideMark/>
          </w:tcPr>
          <w:p w14:paraId="7CFD84C4" w14:textId="77777777" w:rsidR="00B44DB5" w:rsidRPr="00384254" w:rsidRDefault="00B44DB5" w:rsidP="00B44DB5">
            <w:pPr>
              <w:pStyle w:val="SpecNormal"/>
              <w:spacing w:line="240" w:lineRule="auto"/>
            </w:pPr>
          </w:p>
        </w:tc>
        <w:tc>
          <w:tcPr>
            <w:tcW w:w="891" w:type="dxa"/>
            <w:vAlign w:val="center"/>
          </w:tcPr>
          <w:p w14:paraId="24DB5FD8" w14:textId="77777777" w:rsidR="00B44DB5" w:rsidRPr="00384254" w:rsidRDefault="00B44DB5" w:rsidP="00B44DB5">
            <w:pPr>
              <w:pStyle w:val="SpecNormal"/>
              <w:spacing w:line="240" w:lineRule="auto"/>
            </w:pPr>
          </w:p>
        </w:tc>
        <w:tc>
          <w:tcPr>
            <w:tcW w:w="1170" w:type="dxa"/>
            <w:vAlign w:val="center"/>
          </w:tcPr>
          <w:p w14:paraId="0EF8B910" w14:textId="77777777" w:rsidR="00B44DB5" w:rsidRPr="00384254" w:rsidRDefault="00B44DB5" w:rsidP="00B44DB5">
            <w:pPr>
              <w:pStyle w:val="SpecNormal"/>
              <w:spacing w:line="240" w:lineRule="auto"/>
            </w:pPr>
          </w:p>
        </w:tc>
        <w:tc>
          <w:tcPr>
            <w:tcW w:w="909" w:type="dxa"/>
            <w:vAlign w:val="center"/>
          </w:tcPr>
          <w:p w14:paraId="76E05B3F" w14:textId="77777777" w:rsidR="00B44DB5" w:rsidRPr="00384254" w:rsidRDefault="00B44DB5" w:rsidP="00B44DB5">
            <w:pPr>
              <w:pStyle w:val="SpecNormal"/>
              <w:spacing w:line="240" w:lineRule="auto"/>
            </w:pPr>
          </w:p>
        </w:tc>
      </w:tr>
      <w:tr w:rsidR="00B44DB5" w:rsidRPr="00384254" w14:paraId="00F3B10D" w14:textId="77777777" w:rsidTr="00B44DB5">
        <w:trPr>
          <w:cantSplit/>
          <w:trHeight w:val="300"/>
          <w:jc w:val="center"/>
        </w:trPr>
        <w:tc>
          <w:tcPr>
            <w:tcW w:w="1851" w:type="dxa"/>
            <w:shd w:val="clear" w:color="auto" w:fill="auto"/>
            <w:noWrap/>
            <w:vAlign w:val="center"/>
            <w:hideMark/>
          </w:tcPr>
          <w:p w14:paraId="268A3623" w14:textId="77777777" w:rsidR="00B44DB5" w:rsidRPr="00384254" w:rsidRDefault="00B44DB5" w:rsidP="00B44DB5">
            <w:pPr>
              <w:pStyle w:val="SpecNormal"/>
              <w:spacing w:line="240" w:lineRule="auto"/>
            </w:pPr>
            <w:r w:rsidRPr="00384254">
              <w:t>Unoccupied Override</w:t>
            </w:r>
          </w:p>
        </w:tc>
        <w:tc>
          <w:tcPr>
            <w:tcW w:w="800" w:type="dxa"/>
            <w:shd w:val="clear" w:color="auto" w:fill="auto"/>
            <w:noWrap/>
            <w:vAlign w:val="center"/>
            <w:hideMark/>
          </w:tcPr>
          <w:p w14:paraId="1F4BA5FF"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342BF3D7"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15364E88"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5F6F7F90" w14:textId="77777777" w:rsidR="00B44DB5" w:rsidRPr="00384254" w:rsidRDefault="00B44DB5" w:rsidP="00B44DB5">
            <w:pPr>
              <w:pStyle w:val="SpecNormal"/>
              <w:spacing w:line="240" w:lineRule="auto"/>
            </w:pPr>
            <w:r w:rsidRPr="00384254">
              <w:t>3 days</w:t>
            </w:r>
          </w:p>
        </w:tc>
        <w:tc>
          <w:tcPr>
            <w:tcW w:w="891" w:type="dxa"/>
            <w:vAlign w:val="center"/>
          </w:tcPr>
          <w:p w14:paraId="537D8E14" w14:textId="77777777" w:rsidR="00B44DB5" w:rsidRPr="00384254" w:rsidRDefault="00B44DB5" w:rsidP="00B44DB5">
            <w:pPr>
              <w:pStyle w:val="SpecNormal"/>
              <w:spacing w:line="240" w:lineRule="auto"/>
            </w:pPr>
            <w:r w:rsidRPr="00384254">
              <w:t>M</w:t>
            </w:r>
          </w:p>
        </w:tc>
        <w:tc>
          <w:tcPr>
            <w:tcW w:w="1170" w:type="dxa"/>
            <w:vAlign w:val="center"/>
          </w:tcPr>
          <w:p w14:paraId="12C07C25" w14:textId="77777777" w:rsidR="00B44DB5" w:rsidRPr="00384254" w:rsidRDefault="00B44DB5" w:rsidP="00B44DB5">
            <w:pPr>
              <w:pStyle w:val="SpecNormal"/>
              <w:spacing w:line="240" w:lineRule="auto"/>
            </w:pPr>
            <w:r w:rsidRPr="00384254">
              <w:t>N/A</w:t>
            </w:r>
          </w:p>
        </w:tc>
        <w:tc>
          <w:tcPr>
            <w:tcW w:w="909" w:type="dxa"/>
            <w:vAlign w:val="center"/>
          </w:tcPr>
          <w:p w14:paraId="7D6759F9" w14:textId="77777777" w:rsidR="00B44DB5" w:rsidRPr="00384254" w:rsidRDefault="00B44DB5" w:rsidP="00B44DB5">
            <w:pPr>
              <w:pStyle w:val="SpecNormal"/>
              <w:spacing w:line="240" w:lineRule="auto"/>
            </w:pPr>
            <w:r w:rsidRPr="00384254">
              <w:t>12 Hours</w:t>
            </w:r>
          </w:p>
        </w:tc>
      </w:tr>
      <w:tr w:rsidR="00B44DB5" w:rsidRPr="00384254" w14:paraId="2178376C" w14:textId="77777777" w:rsidTr="00B44DB5">
        <w:trPr>
          <w:cantSplit/>
          <w:trHeight w:val="300"/>
          <w:jc w:val="center"/>
        </w:trPr>
        <w:tc>
          <w:tcPr>
            <w:tcW w:w="1851" w:type="dxa"/>
            <w:shd w:val="clear" w:color="auto" w:fill="auto"/>
            <w:noWrap/>
            <w:vAlign w:val="center"/>
            <w:hideMark/>
          </w:tcPr>
          <w:p w14:paraId="1FDC027C" w14:textId="77777777" w:rsidR="00B44DB5" w:rsidRPr="00384254" w:rsidRDefault="00B44DB5" w:rsidP="00B44DB5">
            <w:pPr>
              <w:pStyle w:val="SpecNormal"/>
              <w:spacing w:line="240" w:lineRule="auto"/>
            </w:pPr>
            <w:r w:rsidRPr="00384254">
              <w:t>Refrigerator Alarm</w:t>
            </w:r>
          </w:p>
        </w:tc>
        <w:tc>
          <w:tcPr>
            <w:tcW w:w="800" w:type="dxa"/>
            <w:shd w:val="clear" w:color="auto" w:fill="auto"/>
            <w:noWrap/>
            <w:vAlign w:val="center"/>
            <w:hideMark/>
          </w:tcPr>
          <w:p w14:paraId="565822D1"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0E3C941E"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450AF926"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5104EDC3" w14:textId="77777777" w:rsidR="00B44DB5" w:rsidRPr="00384254" w:rsidRDefault="00B44DB5" w:rsidP="00B44DB5">
            <w:pPr>
              <w:pStyle w:val="SpecNormal"/>
              <w:spacing w:line="240" w:lineRule="auto"/>
            </w:pPr>
            <w:r w:rsidRPr="00384254">
              <w:t>3 days</w:t>
            </w:r>
          </w:p>
        </w:tc>
        <w:tc>
          <w:tcPr>
            <w:tcW w:w="891" w:type="dxa"/>
            <w:vAlign w:val="center"/>
          </w:tcPr>
          <w:p w14:paraId="45222C34" w14:textId="77777777" w:rsidR="00B44DB5" w:rsidRPr="00384254" w:rsidRDefault="00B44DB5" w:rsidP="00B44DB5">
            <w:pPr>
              <w:pStyle w:val="SpecNormal"/>
              <w:spacing w:line="240" w:lineRule="auto"/>
            </w:pPr>
            <w:r w:rsidRPr="00384254">
              <w:t>C</w:t>
            </w:r>
          </w:p>
        </w:tc>
        <w:tc>
          <w:tcPr>
            <w:tcW w:w="1170" w:type="dxa"/>
            <w:vAlign w:val="center"/>
          </w:tcPr>
          <w:p w14:paraId="4B06A2FA" w14:textId="77777777" w:rsidR="00B44DB5" w:rsidRPr="00384254" w:rsidRDefault="00B44DB5" w:rsidP="00B44DB5">
            <w:pPr>
              <w:pStyle w:val="SpecNormal"/>
              <w:spacing w:line="240" w:lineRule="auto"/>
            </w:pPr>
            <w:r w:rsidRPr="00384254">
              <w:t>N/A</w:t>
            </w:r>
          </w:p>
        </w:tc>
        <w:tc>
          <w:tcPr>
            <w:tcW w:w="909" w:type="dxa"/>
            <w:vAlign w:val="center"/>
          </w:tcPr>
          <w:p w14:paraId="58A733B9" w14:textId="77777777" w:rsidR="00B44DB5" w:rsidRPr="00384254" w:rsidRDefault="00B44DB5" w:rsidP="00B44DB5">
            <w:pPr>
              <w:pStyle w:val="SpecNormal"/>
              <w:spacing w:line="240" w:lineRule="auto"/>
            </w:pPr>
            <w:r w:rsidRPr="00384254">
              <w:t>10 min</w:t>
            </w:r>
          </w:p>
        </w:tc>
      </w:tr>
      <w:tr w:rsidR="00B44DB5" w:rsidRPr="00384254" w14:paraId="114F46E6" w14:textId="77777777" w:rsidTr="00B44DB5">
        <w:trPr>
          <w:cantSplit/>
          <w:trHeight w:val="300"/>
          <w:jc w:val="center"/>
        </w:trPr>
        <w:tc>
          <w:tcPr>
            <w:tcW w:w="1851" w:type="dxa"/>
            <w:shd w:val="clear" w:color="auto" w:fill="auto"/>
            <w:noWrap/>
            <w:vAlign w:val="center"/>
            <w:hideMark/>
          </w:tcPr>
          <w:p w14:paraId="1BF2DD57"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4F22016F" w14:textId="77777777" w:rsidR="00B44DB5" w:rsidRPr="00384254" w:rsidRDefault="00B44DB5" w:rsidP="00B44DB5">
            <w:pPr>
              <w:pStyle w:val="SpecNormal"/>
              <w:spacing w:line="240" w:lineRule="auto"/>
            </w:pPr>
          </w:p>
        </w:tc>
        <w:tc>
          <w:tcPr>
            <w:tcW w:w="1308" w:type="dxa"/>
            <w:shd w:val="clear" w:color="auto" w:fill="auto"/>
            <w:noWrap/>
            <w:vAlign w:val="center"/>
            <w:hideMark/>
          </w:tcPr>
          <w:p w14:paraId="669DED51" w14:textId="77777777" w:rsidR="00B44DB5" w:rsidRPr="00384254" w:rsidRDefault="00B44DB5" w:rsidP="00B44DB5">
            <w:pPr>
              <w:pStyle w:val="SpecNormal"/>
              <w:spacing w:line="240" w:lineRule="auto"/>
            </w:pPr>
          </w:p>
        </w:tc>
        <w:tc>
          <w:tcPr>
            <w:tcW w:w="1459" w:type="dxa"/>
            <w:shd w:val="clear" w:color="auto" w:fill="auto"/>
            <w:noWrap/>
            <w:vAlign w:val="center"/>
            <w:hideMark/>
          </w:tcPr>
          <w:p w14:paraId="53A62F24" w14:textId="77777777" w:rsidR="00B44DB5" w:rsidRPr="00384254" w:rsidRDefault="00B44DB5" w:rsidP="00B44DB5">
            <w:pPr>
              <w:pStyle w:val="SpecNormal"/>
              <w:spacing w:line="240" w:lineRule="auto"/>
            </w:pPr>
          </w:p>
        </w:tc>
        <w:tc>
          <w:tcPr>
            <w:tcW w:w="1350" w:type="dxa"/>
            <w:shd w:val="clear" w:color="auto" w:fill="auto"/>
            <w:noWrap/>
            <w:vAlign w:val="center"/>
            <w:hideMark/>
          </w:tcPr>
          <w:p w14:paraId="296B5571" w14:textId="77777777" w:rsidR="00B44DB5" w:rsidRPr="00384254" w:rsidRDefault="00B44DB5" w:rsidP="00B44DB5">
            <w:pPr>
              <w:pStyle w:val="SpecNormal"/>
              <w:spacing w:line="240" w:lineRule="auto"/>
            </w:pPr>
          </w:p>
        </w:tc>
        <w:tc>
          <w:tcPr>
            <w:tcW w:w="891" w:type="dxa"/>
            <w:vAlign w:val="center"/>
          </w:tcPr>
          <w:p w14:paraId="15B98FF8" w14:textId="77777777" w:rsidR="00B44DB5" w:rsidRPr="00384254" w:rsidRDefault="00B44DB5" w:rsidP="00B44DB5">
            <w:pPr>
              <w:pStyle w:val="SpecNormal"/>
              <w:spacing w:line="240" w:lineRule="auto"/>
            </w:pPr>
          </w:p>
        </w:tc>
        <w:tc>
          <w:tcPr>
            <w:tcW w:w="1170" w:type="dxa"/>
            <w:vAlign w:val="center"/>
          </w:tcPr>
          <w:p w14:paraId="0AD4CE40" w14:textId="77777777" w:rsidR="00B44DB5" w:rsidRPr="00384254" w:rsidRDefault="00B44DB5" w:rsidP="00B44DB5">
            <w:pPr>
              <w:pStyle w:val="SpecNormal"/>
              <w:spacing w:line="240" w:lineRule="auto"/>
            </w:pPr>
          </w:p>
        </w:tc>
        <w:tc>
          <w:tcPr>
            <w:tcW w:w="909" w:type="dxa"/>
            <w:vAlign w:val="center"/>
          </w:tcPr>
          <w:p w14:paraId="20F926B9" w14:textId="77777777" w:rsidR="00B44DB5" w:rsidRPr="00384254" w:rsidRDefault="00B44DB5" w:rsidP="00B44DB5">
            <w:pPr>
              <w:pStyle w:val="SpecNormal"/>
              <w:spacing w:line="240" w:lineRule="auto"/>
            </w:pPr>
          </w:p>
        </w:tc>
      </w:tr>
      <w:tr w:rsidR="00B44DB5" w:rsidRPr="00384254" w14:paraId="72F0CFB5" w14:textId="77777777" w:rsidTr="00B44DB5">
        <w:trPr>
          <w:cantSplit/>
          <w:trHeight w:val="300"/>
          <w:jc w:val="center"/>
        </w:trPr>
        <w:tc>
          <w:tcPr>
            <w:tcW w:w="1851" w:type="dxa"/>
            <w:shd w:val="clear" w:color="auto" w:fill="auto"/>
            <w:noWrap/>
            <w:vAlign w:val="center"/>
            <w:hideMark/>
          </w:tcPr>
          <w:p w14:paraId="295FA82B" w14:textId="77777777" w:rsidR="00B44DB5" w:rsidRPr="00384254" w:rsidRDefault="00B44DB5" w:rsidP="00B44DB5">
            <w:pPr>
              <w:pStyle w:val="SpecNormal"/>
              <w:spacing w:line="240" w:lineRule="auto"/>
            </w:pPr>
            <w:r w:rsidRPr="00384254">
              <w:t>Damper Position</w:t>
            </w:r>
          </w:p>
        </w:tc>
        <w:tc>
          <w:tcPr>
            <w:tcW w:w="800" w:type="dxa"/>
            <w:shd w:val="clear" w:color="auto" w:fill="auto"/>
            <w:noWrap/>
            <w:vAlign w:val="center"/>
            <w:hideMark/>
          </w:tcPr>
          <w:p w14:paraId="55C33F74" w14:textId="77777777" w:rsidR="00B44DB5" w:rsidRPr="00384254" w:rsidRDefault="00B44DB5" w:rsidP="00B44DB5">
            <w:pPr>
              <w:pStyle w:val="SpecNormal"/>
              <w:spacing w:line="240" w:lineRule="auto"/>
            </w:pPr>
            <w:r w:rsidRPr="00384254">
              <w:t>AO</w:t>
            </w:r>
          </w:p>
        </w:tc>
        <w:tc>
          <w:tcPr>
            <w:tcW w:w="1308" w:type="dxa"/>
            <w:shd w:val="clear" w:color="auto" w:fill="auto"/>
            <w:noWrap/>
            <w:vAlign w:val="center"/>
            <w:hideMark/>
          </w:tcPr>
          <w:p w14:paraId="3E662A12" w14:textId="77777777" w:rsidR="00B44DB5" w:rsidRPr="00384254" w:rsidRDefault="00B44DB5" w:rsidP="00B44DB5">
            <w:pPr>
              <w:pStyle w:val="SpecNormal"/>
              <w:spacing w:line="240" w:lineRule="auto"/>
            </w:pPr>
            <w:r w:rsidRPr="00384254">
              <w:t>15 Minutes</w:t>
            </w:r>
          </w:p>
        </w:tc>
        <w:tc>
          <w:tcPr>
            <w:tcW w:w="1459" w:type="dxa"/>
            <w:shd w:val="clear" w:color="auto" w:fill="auto"/>
            <w:noWrap/>
            <w:vAlign w:val="center"/>
            <w:hideMark/>
          </w:tcPr>
          <w:p w14:paraId="7068C1B6"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7DDC66C3" w14:textId="77777777" w:rsidR="00B44DB5" w:rsidRPr="00384254" w:rsidRDefault="00B44DB5" w:rsidP="00B44DB5">
            <w:pPr>
              <w:pStyle w:val="SpecNormal"/>
              <w:spacing w:line="240" w:lineRule="auto"/>
            </w:pPr>
            <w:r w:rsidRPr="00384254">
              <w:t>3 days</w:t>
            </w:r>
          </w:p>
        </w:tc>
        <w:tc>
          <w:tcPr>
            <w:tcW w:w="891" w:type="dxa"/>
            <w:vAlign w:val="center"/>
          </w:tcPr>
          <w:p w14:paraId="0B5F4C97" w14:textId="77777777" w:rsidR="00B44DB5" w:rsidRPr="00384254" w:rsidRDefault="00B44DB5" w:rsidP="00B44DB5">
            <w:pPr>
              <w:pStyle w:val="SpecNormal"/>
              <w:spacing w:line="240" w:lineRule="auto"/>
            </w:pPr>
            <w:r w:rsidRPr="00384254">
              <w:t>N/A</w:t>
            </w:r>
          </w:p>
        </w:tc>
        <w:tc>
          <w:tcPr>
            <w:tcW w:w="1170" w:type="dxa"/>
            <w:vAlign w:val="center"/>
          </w:tcPr>
          <w:p w14:paraId="6209F92C" w14:textId="77777777" w:rsidR="00B44DB5" w:rsidRPr="00384254" w:rsidRDefault="00B44DB5" w:rsidP="00B44DB5">
            <w:pPr>
              <w:pStyle w:val="SpecNormal"/>
              <w:spacing w:line="240" w:lineRule="auto"/>
            </w:pPr>
          </w:p>
        </w:tc>
        <w:tc>
          <w:tcPr>
            <w:tcW w:w="909" w:type="dxa"/>
            <w:vAlign w:val="center"/>
          </w:tcPr>
          <w:p w14:paraId="33A8EF4B" w14:textId="77777777" w:rsidR="00B44DB5" w:rsidRPr="00384254" w:rsidRDefault="00B44DB5" w:rsidP="00B44DB5">
            <w:pPr>
              <w:pStyle w:val="SpecNormal"/>
              <w:spacing w:line="240" w:lineRule="auto"/>
            </w:pPr>
          </w:p>
        </w:tc>
      </w:tr>
      <w:tr w:rsidR="00B44DB5" w:rsidRPr="00384254" w14:paraId="6486E05A" w14:textId="77777777" w:rsidTr="00B44DB5">
        <w:trPr>
          <w:cantSplit/>
          <w:trHeight w:val="300"/>
          <w:jc w:val="center"/>
        </w:trPr>
        <w:tc>
          <w:tcPr>
            <w:tcW w:w="1851" w:type="dxa"/>
            <w:shd w:val="clear" w:color="auto" w:fill="auto"/>
            <w:noWrap/>
            <w:vAlign w:val="center"/>
            <w:hideMark/>
          </w:tcPr>
          <w:p w14:paraId="1B5D4D30" w14:textId="77777777" w:rsidR="00B44DB5" w:rsidRPr="00384254" w:rsidRDefault="00B44DB5" w:rsidP="00B44DB5">
            <w:pPr>
              <w:pStyle w:val="SpecNormal"/>
              <w:spacing w:line="240" w:lineRule="auto"/>
            </w:pPr>
            <w:r w:rsidRPr="00384254">
              <w:t>Heating coil Valve Position</w:t>
            </w:r>
          </w:p>
        </w:tc>
        <w:tc>
          <w:tcPr>
            <w:tcW w:w="800" w:type="dxa"/>
            <w:shd w:val="clear" w:color="auto" w:fill="auto"/>
            <w:noWrap/>
            <w:vAlign w:val="center"/>
            <w:hideMark/>
          </w:tcPr>
          <w:p w14:paraId="6566FCC8" w14:textId="77777777" w:rsidR="00B44DB5" w:rsidRPr="00384254" w:rsidRDefault="00B44DB5" w:rsidP="00B44DB5">
            <w:pPr>
              <w:pStyle w:val="SpecNormal"/>
              <w:spacing w:line="240" w:lineRule="auto"/>
            </w:pPr>
            <w:r w:rsidRPr="00384254">
              <w:t>AO</w:t>
            </w:r>
          </w:p>
        </w:tc>
        <w:tc>
          <w:tcPr>
            <w:tcW w:w="1308" w:type="dxa"/>
            <w:shd w:val="clear" w:color="auto" w:fill="auto"/>
            <w:noWrap/>
            <w:vAlign w:val="center"/>
            <w:hideMark/>
          </w:tcPr>
          <w:p w14:paraId="3AFC7666" w14:textId="77777777" w:rsidR="00B44DB5" w:rsidRPr="00384254" w:rsidRDefault="00B44DB5" w:rsidP="00B44DB5">
            <w:pPr>
              <w:pStyle w:val="SpecNormal"/>
              <w:spacing w:line="240" w:lineRule="auto"/>
            </w:pPr>
            <w:r w:rsidRPr="00384254">
              <w:t>15 Minutes</w:t>
            </w:r>
          </w:p>
        </w:tc>
        <w:tc>
          <w:tcPr>
            <w:tcW w:w="1459" w:type="dxa"/>
            <w:shd w:val="clear" w:color="auto" w:fill="auto"/>
            <w:noWrap/>
            <w:vAlign w:val="center"/>
            <w:hideMark/>
          </w:tcPr>
          <w:p w14:paraId="0256F68F"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5D3D74B5" w14:textId="77777777" w:rsidR="00B44DB5" w:rsidRPr="00384254" w:rsidRDefault="00B44DB5" w:rsidP="00B44DB5">
            <w:pPr>
              <w:pStyle w:val="SpecNormal"/>
              <w:spacing w:line="240" w:lineRule="auto"/>
            </w:pPr>
            <w:r w:rsidRPr="00384254">
              <w:t>3 days</w:t>
            </w:r>
          </w:p>
        </w:tc>
        <w:tc>
          <w:tcPr>
            <w:tcW w:w="891" w:type="dxa"/>
            <w:vAlign w:val="center"/>
          </w:tcPr>
          <w:p w14:paraId="19B33CC5" w14:textId="77777777" w:rsidR="00B44DB5" w:rsidRPr="00384254" w:rsidRDefault="00B44DB5" w:rsidP="00B44DB5">
            <w:pPr>
              <w:pStyle w:val="SpecNormal"/>
              <w:spacing w:line="240" w:lineRule="auto"/>
            </w:pPr>
            <w:r w:rsidRPr="00384254">
              <w:t>N/A</w:t>
            </w:r>
          </w:p>
        </w:tc>
        <w:tc>
          <w:tcPr>
            <w:tcW w:w="1170" w:type="dxa"/>
            <w:vAlign w:val="center"/>
          </w:tcPr>
          <w:p w14:paraId="0C2F0319" w14:textId="77777777" w:rsidR="00B44DB5" w:rsidRPr="00384254" w:rsidRDefault="00B44DB5" w:rsidP="00B44DB5">
            <w:pPr>
              <w:pStyle w:val="SpecNormal"/>
              <w:spacing w:line="240" w:lineRule="auto"/>
            </w:pPr>
          </w:p>
        </w:tc>
        <w:tc>
          <w:tcPr>
            <w:tcW w:w="909" w:type="dxa"/>
            <w:vAlign w:val="center"/>
          </w:tcPr>
          <w:p w14:paraId="02968C09" w14:textId="77777777" w:rsidR="00B44DB5" w:rsidRPr="00384254" w:rsidRDefault="00B44DB5" w:rsidP="00B44DB5">
            <w:pPr>
              <w:pStyle w:val="SpecNormal"/>
              <w:spacing w:line="240" w:lineRule="auto"/>
            </w:pPr>
          </w:p>
        </w:tc>
      </w:tr>
    </w:tbl>
    <w:p w14:paraId="2559C78C" w14:textId="77777777" w:rsidR="00B44DB5" w:rsidRDefault="00B44DB5" w:rsidP="00B44DB5">
      <w:pPr>
        <w:pStyle w:val="Level2"/>
      </w:pPr>
    </w:p>
    <w:p w14:paraId="00491117" w14:textId="77777777" w:rsidR="00B44DB5" w:rsidRDefault="00B44DB5" w:rsidP="00B44DB5">
      <w:pPr>
        <w:pStyle w:val="Level2"/>
      </w:pPr>
    </w:p>
    <w:tbl>
      <w:tblPr>
        <w:tblW w:w="97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51"/>
        <w:gridCol w:w="800"/>
        <w:gridCol w:w="1308"/>
        <w:gridCol w:w="1459"/>
        <w:gridCol w:w="1350"/>
        <w:gridCol w:w="891"/>
        <w:gridCol w:w="1170"/>
        <w:gridCol w:w="909"/>
      </w:tblGrid>
      <w:tr w:rsidR="00B44DB5" w:rsidRPr="00384254" w14:paraId="318FEEBD" w14:textId="77777777" w:rsidTr="006D40D2">
        <w:trPr>
          <w:cantSplit/>
          <w:trHeight w:val="413"/>
          <w:tblHeader/>
          <w:jc w:val="center"/>
        </w:trPr>
        <w:tc>
          <w:tcPr>
            <w:tcW w:w="9738" w:type="dxa"/>
            <w:gridSpan w:val="8"/>
            <w:tcBorders>
              <w:top w:val="single" w:sz="4" w:space="0" w:color="auto"/>
              <w:bottom w:val="single" w:sz="6" w:space="0" w:color="auto"/>
            </w:tcBorders>
            <w:shd w:val="clear" w:color="auto" w:fill="D9D9D9"/>
            <w:vAlign w:val="center"/>
            <w:hideMark/>
          </w:tcPr>
          <w:p w14:paraId="0E2160EC" w14:textId="77777777" w:rsidR="00B44DB5" w:rsidRPr="00B44DB5" w:rsidRDefault="00B44DB5" w:rsidP="00B44DB5">
            <w:pPr>
              <w:pStyle w:val="SpecNormal"/>
              <w:rPr>
                <w:b/>
                <w:bCs/>
              </w:rPr>
            </w:pPr>
            <w:r w:rsidRPr="00B44DB5">
              <w:rPr>
                <w:b/>
                <w:bCs/>
              </w:rPr>
              <w:t>4-Pipe Fan Coil Trending and Alarms</w:t>
            </w:r>
          </w:p>
        </w:tc>
      </w:tr>
      <w:tr w:rsidR="00B44DB5" w:rsidRPr="00384254" w14:paraId="70D1E745" w14:textId="77777777" w:rsidTr="006D40D2">
        <w:trPr>
          <w:cantSplit/>
          <w:trHeight w:val="858"/>
          <w:tblHeader/>
          <w:jc w:val="center"/>
        </w:trPr>
        <w:tc>
          <w:tcPr>
            <w:tcW w:w="1851" w:type="dxa"/>
            <w:tcBorders>
              <w:top w:val="single" w:sz="6" w:space="0" w:color="auto"/>
              <w:bottom w:val="single" w:sz="6" w:space="0" w:color="auto"/>
            </w:tcBorders>
            <w:shd w:val="clear" w:color="auto" w:fill="D9D9D9"/>
            <w:vAlign w:val="center"/>
            <w:hideMark/>
          </w:tcPr>
          <w:p w14:paraId="79C6A8EC" w14:textId="77777777" w:rsidR="00B44DB5" w:rsidRPr="00B44DB5" w:rsidRDefault="00B44DB5" w:rsidP="00B44DB5">
            <w:pPr>
              <w:pStyle w:val="SpecNormal"/>
              <w:spacing w:line="240" w:lineRule="auto"/>
              <w:rPr>
                <w:b/>
                <w:bCs/>
              </w:rPr>
            </w:pPr>
            <w:r w:rsidRPr="00B44DB5">
              <w:rPr>
                <w:b/>
                <w:bCs/>
              </w:rPr>
              <w:t>Point</w:t>
            </w:r>
          </w:p>
        </w:tc>
        <w:tc>
          <w:tcPr>
            <w:tcW w:w="800" w:type="dxa"/>
            <w:tcBorders>
              <w:top w:val="single" w:sz="6" w:space="0" w:color="auto"/>
              <w:bottom w:val="single" w:sz="6" w:space="0" w:color="auto"/>
            </w:tcBorders>
            <w:shd w:val="clear" w:color="auto" w:fill="D9D9D9"/>
            <w:vAlign w:val="center"/>
            <w:hideMark/>
          </w:tcPr>
          <w:p w14:paraId="554B571A" w14:textId="77777777" w:rsidR="00B44DB5" w:rsidRPr="00B44DB5" w:rsidRDefault="00B44DB5" w:rsidP="00B44DB5">
            <w:pPr>
              <w:pStyle w:val="SpecNormal"/>
              <w:spacing w:line="240" w:lineRule="auto"/>
              <w:rPr>
                <w:b/>
                <w:bCs/>
              </w:rPr>
            </w:pPr>
            <w:r w:rsidRPr="00B44DB5">
              <w:rPr>
                <w:b/>
                <w:bCs/>
              </w:rPr>
              <w:t>Type</w:t>
            </w:r>
          </w:p>
        </w:tc>
        <w:tc>
          <w:tcPr>
            <w:tcW w:w="1308" w:type="dxa"/>
            <w:tcBorders>
              <w:top w:val="single" w:sz="6" w:space="0" w:color="auto"/>
              <w:bottom w:val="single" w:sz="6" w:space="0" w:color="auto"/>
            </w:tcBorders>
            <w:shd w:val="clear" w:color="auto" w:fill="D9D9D9"/>
            <w:vAlign w:val="center"/>
            <w:hideMark/>
          </w:tcPr>
          <w:p w14:paraId="4659538A" w14:textId="77777777" w:rsidR="00B44DB5" w:rsidRPr="00B44DB5" w:rsidRDefault="00B44DB5" w:rsidP="00B44DB5">
            <w:pPr>
              <w:pStyle w:val="SpecNormal"/>
              <w:spacing w:line="240" w:lineRule="auto"/>
              <w:rPr>
                <w:b/>
                <w:bCs/>
              </w:rPr>
            </w:pPr>
            <w:r w:rsidRPr="00B44DB5">
              <w:rPr>
                <w:b/>
                <w:bCs/>
              </w:rPr>
              <w:t>Trend</w:t>
            </w:r>
          </w:p>
          <w:p w14:paraId="6BE6BFD4" w14:textId="77777777" w:rsidR="00B44DB5" w:rsidRPr="00B44DB5" w:rsidRDefault="00B44DB5" w:rsidP="00B44DB5">
            <w:pPr>
              <w:pStyle w:val="SpecNormal"/>
              <w:spacing w:line="240" w:lineRule="auto"/>
              <w:rPr>
                <w:b/>
                <w:bCs/>
              </w:rPr>
            </w:pPr>
            <w:r w:rsidRPr="00B44DB5">
              <w:rPr>
                <w:b/>
                <w:bCs/>
              </w:rPr>
              <w:t>Interval</w:t>
            </w:r>
          </w:p>
        </w:tc>
        <w:tc>
          <w:tcPr>
            <w:tcW w:w="1459" w:type="dxa"/>
            <w:tcBorders>
              <w:top w:val="single" w:sz="6" w:space="0" w:color="auto"/>
              <w:bottom w:val="single" w:sz="6" w:space="0" w:color="auto"/>
            </w:tcBorders>
            <w:shd w:val="clear" w:color="auto" w:fill="D9D9D9"/>
            <w:vAlign w:val="center"/>
            <w:hideMark/>
          </w:tcPr>
          <w:p w14:paraId="0E5A1B09" w14:textId="77777777" w:rsidR="00B44DB5" w:rsidRPr="00B44DB5" w:rsidRDefault="00B44DB5" w:rsidP="00B44DB5">
            <w:pPr>
              <w:pStyle w:val="SpecNormal"/>
              <w:spacing w:line="240" w:lineRule="auto"/>
              <w:rPr>
                <w:b/>
                <w:bCs/>
              </w:rPr>
            </w:pPr>
            <w:r w:rsidRPr="00B44DB5">
              <w:rPr>
                <w:b/>
                <w:bCs/>
              </w:rPr>
              <w:t>Operational Trend</w:t>
            </w:r>
          </w:p>
          <w:p w14:paraId="31CBD4DA" w14:textId="77777777" w:rsidR="00B44DB5" w:rsidRPr="00B44DB5" w:rsidRDefault="00B44DB5" w:rsidP="00B44DB5">
            <w:pPr>
              <w:pStyle w:val="SpecNormal"/>
              <w:spacing w:line="240" w:lineRule="auto"/>
              <w:rPr>
                <w:b/>
                <w:bCs/>
              </w:rPr>
            </w:pPr>
            <w:r w:rsidRPr="00B44DB5">
              <w:rPr>
                <w:b/>
                <w:bCs/>
              </w:rPr>
              <w:t>Duration</w:t>
            </w:r>
          </w:p>
        </w:tc>
        <w:tc>
          <w:tcPr>
            <w:tcW w:w="1350" w:type="dxa"/>
            <w:tcBorders>
              <w:top w:val="single" w:sz="6" w:space="0" w:color="auto"/>
              <w:bottom w:val="single" w:sz="6" w:space="0" w:color="auto"/>
            </w:tcBorders>
            <w:shd w:val="clear" w:color="auto" w:fill="D9D9D9"/>
            <w:vAlign w:val="center"/>
            <w:hideMark/>
          </w:tcPr>
          <w:p w14:paraId="73B18BF4" w14:textId="77777777" w:rsidR="00B44DB5" w:rsidRPr="00B44DB5" w:rsidRDefault="00B44DB5" w:rsidP="00B44DB5">
            <w:pPr>
              <w:pStyle w:val="SpecNormal"/>
              <w:spacing w:line="240" w:lineRule="auto"/>
              <w:rPr>
                <w:b/>
                <w:bCs/>
              </w:rPr>
            </w:pPr>
            <w:r w:rsidRPr="00B44DB5">
              <w:rPr>
                <w:b/>
                <w:bCs/>
              </w:rPr>
              <w:t>Testing Trend Duration</w:t>
            </w:r>
          </w:p>
        </w:tc>
        <w:tc>
          <w:tcPr>
            <w:tcW w:w="891" w:type="dxa"/>
            <w:tcBorders>
              <w:top w:val="single" w:sz="6" w:space="0" w:color="auto"/>
              <w:bottom w:val="single" w:sz="6" w:space="0" w:color="auto"/>
            </w:tcBorders>
            <w:shd w:val="clear" w:color="auto" w:fill="D9D9D9"/>
            <w:vAlign w:val="center"/>
          </w:tcPr>
          <w:p w14:paraId="7D530AE5" w14:textId="77777777" w:rsidR="00B44DB5" w:rsidRPr="00B44DB5" w:rsidRDefault="00B44DB5" w:rsidP="00B44DB5">
            <w:pPr>
              <w:pStyle w:val="SpecNormal"/>
              <w:spacing w:line="240" w:lineRule="auto"/>
              <w:rPr>
                <w:b/>
                <w:bCs/>
              </w:rPr>
            </w:pPr>
            <w:r w:rsidRPr="00B44DB5">
              <w:rPr>
                <w:b/>
                <w:bCs/>
              </w:rPr>
              <w:t>Alarm Type</w:t>
            </w:r>
          </w:p>
        </w:tc>
        <w:tc>
          <w:tcPr>
            <w:tcW w:w="1170" w:type="dxa"/>
            <w:tcBorders>
              <w:top w:val="single" w:sz="6" w:space="0" w:color="auto"/>
              <w:bottom w:val="single" w:sz="6" w:space="0" w:color="auto"/>
            </w:tcBorders>
            <w:shd w:val="clear" w:color="auto" w:fill="D9D9D9"/>
            <w:vAlign w:val="center"/>
          </w:tcPr>
          <w:p w14:paraId="75D5EBC0" w14:textId="77777777" w:rsidR="00B44DB5" w:rsidRPr="00B44DB5" w:rsidRDefault="00B44DB5" w:rsidP="00B44DB5">
            <w:pPr>
              <w:pStyle w:val="SpecNormal"/>
              <w:spacing w:line="240" w:lineRule="auto"/>
              <w:rPr>
                <w:b/>
                <w:bCs/>
              </w:rPr>
            </w:pPr>
            <w:r w:rsidRPr="00B44DB5">
              <w:rPr>
                <w:b/>
                <w:bCs/>
              </w:rPr>
              <w:t>Alarm Range</w:t>
            </w:r>
          </w:p>
        </w:tc>
        <w:tc>
          <w:tcPr>
            <w:tcW w:w="909" w:type="dxa"/>
            <w:tcBorders>
              <w:top w:val="single" w:sz="6" w:space="0" w:color="auto"/>
              <w:bottom w:val="single" w:sz="6" w:space="0" w:color="auto"/>
            </w:tcBorders>
            <w:shd w:val="clear" w:color="auto" w:fill="D9D9D9"/>
            <w:vAlign w:val="center"/>
          </w:tcPr>
          <w:p w14:paraId="2AC208A2" w14:textId="77777777" w:rsidR="00B44DB5" w:rsidRPr="00B44DB5" w:rsidRDefault="00B44DB5" w:rsidP="00B44DB5">
            <w:pPr>
              <w:pStyle w:val="SpecNormal"/>
              <w:spacing w:line="240" w:lineRule="auto"/>
              <w:rPr>
                <w:b/>
                <w:bCs/>
              </w:rPr>
            </w:pPr>
            <w:r w:rsidRPr="00B44DB5">
              <w:rPr>
                <w:b/>
                <w:bCs/>
              </w:rPr>
              <w:t>Alarm Delay</w:t>
            </w:r>
          </w:p>
        </w:tc>
      </w:tr>
      <w:tr w:rsidR="00B44DB5" w:rsidRPr="00384254" w14:paraId="4E482ECF" w14:textId="77777777" w:rsidTr="00B44DB5">
        <w:trPr>
          <w:cantSplit/>
          <w:trHeight w:val="300"/>
          <w:jc w:val="center"/>
        </w:trPr>
        <w:tc>
          <w:tcPr>
            <w:tcW w:w="1851" w:type="dxa"/>
            <w:tcBorders>
              <w:top w:val="single" w:sz="6" w:space="0" w:color="auto"/>
            </w:tcBorders>
            <w:shd w:val="clear" w:color="auto" w:fill="auto"/>
            <w:noWrap/>
            <w:vAlign w:val="center"/>
            <w:hideMark/>
          </w:tcPr>
          <w:p w14:paraId="3FA239A7" w14:textId="77777777" w:rsidR="00B44DB5" w:rsidRPr="00384254" w:rsidRDefault="00B44DB5" w:rsidP="00B44DB5">
            <w:pPr>
              <w:pStyle w:val="SpecNormal"/>
              <w:spacing w:line="240" w:lineRule="auto"/>
            </w:pPr>
            <w:r w:rsidRPr="00384254">
              <w:t>Space Temperature</w:t>
            </w:r>
          </w:p>
        </w:tc>
        <w:tc>
          <w:tcPr>
            <w:tcW w:w="800" w:type="dxa"/>
            <w:tcBorders>
              <w:top w:val="single" w:sz="6" w:space="0" w:color="auto"/>
            </w:tcBorders>
            <w:shd w:val="clear" w:color="auto" w:fill="auto"/>
            <w:noWrap/>
            <w:vAlign w:val="center"/>
            <w:hideMark/>
          </w:tcPr>
          <w:p w14:paraId="4D8A919C" w14:textId="77777777" w:rsidR="00B44DB5" w:rsidRPr="00384254" w:rsidRDefault="00B44DB5" w:rsidP="00B44DB5">
            <w:pPr>
              <w:pStyle w:val="SpecNormal"/>
              <w:spacing w:line="240" w:lineRule="auto"/>
            </w:pPr>
            <w:r w:rsidRPr="00384254">
              <w:t>AI</w:t>
            </w:r>
          </w:p>
        </w:tc>
        <w:tc>
          <w:tcPr>
            <w:tcW w:w="1308" w:type="dxa"/>
            <w:tcBorders>
              <w:top w:val="single" w:sz="6" w:space="0" w:color="auto"/>
            </w:tcBorders>
            <w:shd w:val="clear" w:color="auto" w:fill="auto"/>
            <w:noWrap/>
            <w:vAlign w:val="center"/>
            <w:hideMark/>
          </w:tcPr>
          <w:p w14:paraId="5800F49F" w14:textId="77777777" w:rsidR="00B44DB5" w:rsidRPr="00384254" w:rsidRDefault="00B44DB5" w:rsidP="00B44DB5">
            <w:pPr>
              <w:pStyle w:val="SpecNormal"/>
              <w:spacing w:line="240" w:lineRule="auto"/>
            </w:pPr>
            <w:r w:rsidRPr="00384254">
              <w:t>15 Minutes</w:t>
            </w:r>
          </w:p>
        </w:tc>
        <w:tc>
          <w:tcPr>
            <w:tcW w:w="1459" w:type="dxa"/>
            <w:tcBorders>
              <w:top w:val="single" w:sz="6" w:space="0" w:color="auto"/>
            </w:tcBorders>
            <w:shd w:val="clear" w:color="auto" w:fill="auto"/>
            <w:noWrap/>
            <w:vAlign w:val="center"/>
            <w:hideMark/>
          </w:tcPr>
          <w:p w14:paraId="37B567A1" w14:textId="77777777" w:rsidR="00B44DB5" w:rsidRPr="00384254" w:rsidRDefault="00B44DB5" w:rsidP="00B44DB5">
            <w:pPr>
              <w:pStyle w:val="SpecNormal"/>
              <w:spacing w:line="240" w:lineRule="auto"/>
            </w:pPr>
            <w:r w:rsidRPr="00384254">
              <w:t>12 hours</w:t>
            </w:r>
          </w:p>
        </w:tc>
        <w:tc>
          <w:tcPr>
            <w:tcW w:w="1350" w:type="dxa"/>
            <w:tcBorders>
              <w:top w:val="single" w:sz="6" w:space="0" w:color="auto"/>
            </w:tcBorders>
            <w:shd w:val="clear" w:color="auto" w:fill="auto"/>
            <w:noWrap/>
            <w:vAlign w:val="center"/>
            <w:hideMark/>
          </w:tcPr>
          <w:p w14:paraId="45556C98" w14:textId="77777777" w:rsidR="00B44DB5" w:rsidRPr="00384254" w:rsidRDefault="00B44DB5" w:rsidP="00B44DB5">
            <w:pPr>
              <w:pStyle w:val="SpecNormal"/>
              <w:spacing w:line="240" w:lineRule="auto"/>
            </w:pPr>
            <w:r w:rsidRPr="00384254">
              <w:t>3 days</w:t>
            </w:r>
          </w:p>
        </w:tc>
        <w:tc>
          <w:tcPr>
            <w:tcW w:w="891" w:type="dxa"/>
            <w:tcBorders>
              <w:top w:val="single" w:sz="6" w:space="0" w:color="auto"/>
            </w:tcBorders>
            <w:vAlign w:val="center"/>
          </w:tcPr>
          <w:p w14:paraId="7933ECA4" w14:textId="77777777" w:rsidR="00B44DB5" w:rsidRPr="00384254" w:rsidRDefault="00B44DB5" w:rsidP="00B44DB5">
            <w:pPr>
              <w:pStyle w:val="SpecNormal"/>
              <w:spacing w:line="240" w:lineRule="auto"/>
            </w:pPr>
            <w:r w:rsidRPr="00384254">
              <w:t>P</w:t>
            </w:r>
          </w:p>
        </w:tc>
        <w:tc>
          <w:tcPr>
            <w:tcW w:w="1170" w:type="dxa"/>
            <w:tcBorders>
              <w:top w:val="single" w:sz="6" w:space="0" w:color="auto"/>
            </w:tcBorders>
            <w:vAlign w:val="center"/>
          </w:tcPr>
          <w:p w14:paraId="580A3F38" w14:textId="77777777" w:rsidR="00B44DB5" w:rsidRPr="00384254" w:rsidRDefault="00B44DB5" w:rsidP="00B44DB5">
            <w:pPr>
              <w:pStyle w:val="SpecNormal"/>
              <w:spacing w:line="240" w:lineRule="auto"/>
            </w:pPr>
            <w:r w:rsidRPr="00384254">
              <w:t>±5°F from SP</w:t>
            </w:r>
          </w:p>
        </w:tc>
        <w:tc>
          <w:tcPr>
            <w:tcW w:w="909" w:type="dxa"/>
            <w:tcBorders>
              <w:top w:val="single" w:sz="6" w:space="0" w:color="auto"/>
            </w:tcBorders>
            <w:vAlign w:val="center"/>
          </w:tcPr>
          <w:p w14:paraId="1C283A10" w14:textId="77777777" w:rsidR="00B44DB5" w:rsidRPr="00384254" w:rsidRDefault="00B44DB5" w:rsidP="00B44DB5">
            <w:pPr>
              <w:pStyle w:val="SpecNormal"/>
              <w:spacing w:line="240" w:lineRule="auto"/>
            </w:pPr>
            <w:r w:rsidRPr="00384254">
              <w:t>10 min</w:t>
            </w:r>
          </w:p>
        </w:tc>
      </w:tr>
      <w:tr w:rsidR="00B44DB5" w:rsidRPr="00384254" w14:paraId="1D543017" w14:textId="77777777" w:rsidTr="00B44DB5">
        <w:trPr>
          <w:cantSplit/>
          <w:trHeight w:val="300"/>
          <w:jc w:val="center"/>
        </w:trPr>
        <w:tc>
          <w:tcPr>
            <w:tcW w:w="1851" w:type="dxa"/>
            <w:shd w:val="clear" w:color="auto" w:fill="auto"/>
            <w:noWrap/>
            <w:vAlign w:val="center"/>
            <w:hideMark/>
          </w:tcPr>
          <w:p w14:paraId="4238A17A" w14:textId="77777777" w:rsidR="00B44DB5" w:rsidRPr="00384254" w:rsidRDefault="00B44DB5" w:rsidP="00B44DB5">
            <w:pPr>
              <w:pStyle w:val="SpecNormal"/>
              <w:spacing w:line="240" w:lineRule="auto"/>
            </w:pPr>
            <w:r w:rsidRPr="00384254">
              <w:t>SA Temperature</w:t>
            </w:r>
          </w:p>
        </w:tc>
        <w:tc>
          <w:tcPr>
            <w:tcW w:w="800" w:type="dxa"/>
            <w:shd w:val="clear" w:color="auto" w:fill="auto"/>
            <w:noWrap/>
            <w:vAlign w:val="center"/>
            <w:hideMark/>
          </w:tcPr>
          <w:p w14:paraId="11979CD7"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00689D94" w14:textId="77777777" w:rsidR="00B44DB5" w:rsidRPr="00384254" w:rsidRDefault="00B44DB5" w:rsidP="00B44DB5">
            <w:pPr>
              <w:pStyle w:val="SpecNormal"/>
              <w:spacing w:line="240" w:lineRule="auto"/>
            </w:pPr>
            <w:r w:rsidRPr="00384254">
              <w:t>15 Minutes</w:t>
            </w:r>
          </w:p>
        </w:tc>
        <w:tc>
          <w:tcPr>
            <w:tcW w:w="1459" w:type="dxa"/>
            <w:shd w:val="clear" w:color="auto" w:fill="auto"/>
            <w:noWrap/>
            <w:vAlign w:val="center"/>
            <w:hideMark/>
          </w:tcPr>
          <w:p w14:paraId="4871F674"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5708A91E" w14:textId="77777777" w:rsidR="00B44DB5" w:rsidRPr="00384254" w:rsidRDefault="00B44DB5" w:rsidP="00B44DB5">
            <w:pPr>
              <w:pStyle w:val="SpecNormal"/>
              <w:spacing w:line="240" w:lineRule="auto"/>
            </w:pPr>
            <w:r w:rsidRPr="00384254">
              <w:t>3 days</w:t>
            </w:r>
          </w:p>
        </w:tc>
        <w:tc>
          <w:tcPr>
            <w:tcW w:w="891" w:type="dxa"/>
            <w:vAlign w:val="center"/>
          </w:tcPr>
          <w:p w14:paraId="024CB81F" w14:textId="77777777" w:rsidR="00B44DB5" w:rsidRPr="00384254" w:rsidRDefault="00B44DB5" w:rsidP="00B44DB5">
            <w:pPr>
              <w:pStyle w:val="SpecNormal"/>
              <w:spacing w:line="240" w:lineRule="auto"/>
            </w:pPr>
            <w:r w:rsidRPr="00384254">
              <w:t>P</w:t>
            </w:r>
          </w:p>
        </w:tc>
        <w:tc>
          <w:tcPr>
            <w:tcW w:w="1170" w:type="dxa"/>
            <w:vAlign w:val="center"/>
          </w:tcPr>
          <w:p w14:paraId="54403708" w14:textId="77777777" w:rsidR="00B44DB5" w:rsidRPr="00384254" w:rsidRDefault="00B44DB5" w:rsidP="00B44DB5">
            <w:pPr>
              <w:pStyle w:val="SpecNormal"/>
              <w:spacing w:line="240" w:lineRule="auto"/>
            </w:pPr>
            <w:r w:rsidRPr="00384254">
              <w:t>±5°F from SP</w:t>
            </w:r>
          </w:p>
        </w:tc>
        <w:tc>
          <w:tcPr>
            <w:tcW w:w="909" w:type="dxa"/>
            <w:vAlign w:val="center"/>
          </w:tcPr>
          <w:p w14:paraId="3E8C0979" w14:textId="77777777" w:rsidR="00B44DB5" w:rsidRPr="00384254" w:rsidRDefault="00B44DB5" w:rsidP="00B44DB5">
            <w:pPr>
              <w:pStyle w:val="SpecNormal"/>
              <w:spacing w:line="240" w:lineRule="auto"/>
            </w:pPr>
            <w:r w:rsidRPr="00384254">
              <w:t>10 min</w:t>
            </w:r>
          </w:p>
        </w:tc>
      </w:tr>
      <w:tr w:rsidR="00B44DB5" w:rsidRPr="00384254" w14:paraId="180805CF" w14:textId="77777777" w:rsidTr="00B44DB5">
        <w:trPr>
          <w:cantSplit/>
          <w:trHeight w:val="300"/>
          <w:jc w:val="center"/>
        </w:trPr>
        <w:tc>
          <w:tcPr>
            <w:tcW w:w="1851" w:type="dxa"/>
            <w:shd w:val="clear" w:color="auto" w:fill="auto"/>
            <w:noWrap/>
            <w:vAlign w:val="center"/>
            <w:hideMark/>
          </w:tcPr>
          <w:p w14:paraId="41C5A09F" w14:textId="77777777" w:rsidR="00B44DB5" w:rsidRPr="00384254" w:rsidRDefault="00B44DB5" w:rsidP="00B44DB5">
            <w:pPr>
              <w:pStyle w:val="SpecNormal"/>
              <w:spacing w:line="240" w:lineRule="auto"/>
            </w:pPr>
            <w:r w:rsidRPr="00384254">
              <w:t>Pre-Filter Status</w:t>
            </w:r>
          </w:p>
        </w:tc>
        <w:tc>
          <w:tcPr>
            <w:tcW w:w="800" w:type="dxa"/>
            <w:shd w:val="clear" w:color="auto" w:fill="auto"/>
            <w:noWrap/>
            <w:vAlign w:val="center"/>
            <w:hideMark/>
          </w:tcPr>
          <w:p w14:paraId="55AFCB6D"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541C025E" w14:textId="77777777" w:rsidR="00B44DB5" w:rsidRPr="00384254" w:rsidRDefault="00B44DB5" w:rsidP="00B44DB5">
            <w:pPr>
              <w:pStyle w:val="SpecNormal"/>
              <w:spacing w:line="240" w:lineRule="auto"/>
            </w:pPr>
            <w:r w:rsidRPr="00384254">
              <w:t>None</w:t>
            </w:r>
          </w:p>
        </w:tc>
        <w:tc>
          <w:tcPr>
            <w:tcW w:w="1459" w:type="dxa"/>
            <w:shd w:val="clear" w:color="auto" w:fill="auto"/>
            <w:noWrap/>
            <w:vAlign w:val="center"/>
            <w:hideMark/>
          </w:tcPr>
          <w:p w14:paraId="5193ADF5" w14:textId="77777777" w:rsidR="00B44DB5" w:rsidRPr="00384254" w:rsidRDefault="00B44DB5" w:rsidP="00B44DB5">
            <w:pPr>
              <w:pStyle w:val="SpecNormal"/>
              <w:spacing w:line="240" w:lineRule="auto"/>
            </w:pPr>
            <w:r w:rsidRPr="00384254">
              <w:t>None</w:t>
            </w:r>
          </w:p>
        </w:tc>
        <w:tc>
          <w:tcPr>
            <w:tcW w:w="1350" w:type="dxa"/>
            <w:shd w:val="clear" w:color="auto" w:fill="auto"/>
            <w:noWrap/>
            <w:vAlign w:val="center"/>
            <w:hideMark/>
          </w:tcPr>
          <w:p w14:paraId="298579BB" w14:textId="77777777" w:rsidR="00B44DB5" w:rsidRPr="00384254" w:rsidRDefault="00B44DB5" w:rsidP="00B44DB5">
            <w:pPr>
              <w:pStyle w:val="SpecNormal"/>
              <w:spacing w:line="240" w:lineRule="auto"/>
            </w:pPr>
            <w:r w:rsidRPr="00384254">
              <w:t>None</w:t>
            </w:r>
          </w:p>
        </w:tc>
        <w:tc>
          <w:tcPr>
            <w:tcW w:w="891" w:type="dxa"/>
            <w:vAlign w:val="center"/>
          </w:tcPr>
          <w:p w14:paraId="009BB9BA" w14:textId="77777777" w:rsidR="00B44DB5" w:rsidRPr="00384254" w:rsidRDefault="00B44DB5" w:rsidP="00B44DB5">
            <w:pPr>
              <w:pStyle w:val="SpecNormal"/>
              <w:spacing w:line="240" w:lineRule="auto"/>
            </w:pPr>
            <w:r w:rsidRPr="00384254">
              <w:t>M</w:t>
            </w:r>
          </w:p>
        </w:tc>
        <w:tc>
          <w:tcPr>
            <w:tcW w:w="1170" w:type="dxa"/>
            <w:vAlign w:val="center"/>
          </w:tcPr>
          <w:p w14:paraId="7130D049" w14:textId="77777777" w:rsidR="00B44DB5" w:rsidRPr="00384254" w:rsidRDefault="00B44DB5" w:rsidP="00B44DB5">
            <w:pPr>
              <w:pStyle w:val="SpecNormal"/>
              <w:spacing w:line="240" w:lineRule="auto"/>
            </w:pPr>
            <w:r w:rsidRPr="00384254">
              <w:t>&gt; SP</w:t>
            </w:r>
          </w:p>
        </w:tc>
        <w:tc>
          <w:tcPr>
            <w:tcW w:w="909" w:type="dxa"/>
            <w:vAlign w:val="center"/>
          </w:tcPr>
          <w:p w14:paraId="78B377CE" w14:textId="77777777" w:rsidR="00B44DB5" w:rsidRPr="00384254" w:rsidRDefault="00B44DB5" w:rsidP="00B44DB5">
            <w:pPr>
              <w:pStyle w:val="SpecNormal"/>
              <w:spacing w:line="240" w:lineRule="auto"/>
            </w:pPr>
            <w:r w:rsidRPr="00384254">
              <w:t>1 hour</w:t>
            </w:r>
          </w:p>
        </w:tc>
      </w:tr>
      <w:tr w:rsidR="00B44DB5" w:rsidRPr="00384254" w14:paraId="0E9DFB86" w14:textId="77777777" w:rsidTr="00B44DB5">
        <w:trPr>
          <w:cantSplit/>
          <w:trHeight w:val="300"/>
          <w:jc w:val="center"/>
        </w:trPr>
        <w:tc>
          <w:tcPr>
            <w:tcW w:w="1851" w:type="dxa"/>
            <w:shd w:val="clear" w:color="auto" w:fill="auto"/>
            <w:noWrap/>
            <w:vAlign w:val="center"/>
            <w:hideMark/>
          </w:tcPr>
          <w:p w14:paraId="06D3A64D"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009F921F" w14:textId="77777777" w:rsidR="00B44DB5" w:rsidRPr="00384254" w:rsidRDefault="00B44DB5" w:rsidP="00B44DB5">
            <w:pPr>
              <w:pStyle w:val="SpecNormal"/>
              <w:spacing w:line="240" w:lineRule="auto"/>
            </w:pPr>
          </w:p>
        </w:tc>
        <w:tc>
          <w:tcPr>
            <w:tcW w:w="1308" w:type="dxa"/>
            <w:shd w:val="clear" w:color="auto" w:fill="auto"/>
            <w:noWrap/>
            <w:vAlign w:val="center"/>
            <w:hideMark/>
          </w:tcPr>
          <w:p w14:paraId="04B560F1" w14:textId="77777777" w:rsidR="00B44DB5" w:rsidRPr="00384254" w:rsidRDefault="00B44DB5" w:rsidP="00B44DB5">
            <w:pPr>
              <w:pStyle w:val="SpecNormal"/>
              <w:spacing w:line="240" w:lineRule="auto"/>
            </w:pPr>
          </w:p>
        </w:tc>
        <w:tc>
          <w:tcPr>
            <w:tcW w:w="1459" w:type="dxa"/>
            <w:shd w:val="clear" w:color="auto" w:fill="auto"/>
            <w:noWrap/>
            <w:vAlign w:val="center"/>
            <w:hideMark/>
          </w:tcPr>
          <w:p w14:paraId="3D54C170" w14:textId="77777777" w:rsidR="00B44DB5" w:rsidRPr="00384254" w:rsidRDefault="00B44DB5" w:rsidP="00B44DB5">
            <w:pPr>
              <w:pStyle w:val="SpecNormal"/>
              <w:spacing w:line="240" w:lineRule="auto"/>
            </w:pPr>
          </w:p>
        </w:tc>
        <w:tc>
          <w:tcPr>
            <w:tcW w:w="1350" w:type="dxa"/>
            <w:shd w:val="clear" w:color="auto" w:fill="auto"/>
            <w:noWrap/>
            <w:vAlign w:val="center"/>
            <w:hideMark/>
          </w:tcPr>
          <w:p w14:paraId="778DBA63" w14:textId="77777777" w:rsidR="00B44DB5" w:rsidRPr="00384254" w:rsidRDefault="00B44DB5" w:rsidP="00B44DB5">
            <w:pPr>
              <w:pStyle w:val="SpecNormal"/>
              <w:spacing w:line="240" w:lineRule="auto"/>
            </w:pPr>
          </w:p>
        </w:tc>
        <w:tc>
          <w:tcPr>
            <w:tcW w:w="891" w:type="dxa"/>
            <w:vAlign w:val="center"/>
          </w:tcPr>
          <w:p w14:paraId="13345A9C" w14:textId="77777777" w:rsidR="00B44DB5" w:rsidRPr="00384254" w:rsidRDefault="00B44DB5" w:rsidP="00B44DB5">
            <w:pPr>
              <w:pStyle w:val="SpecNormal"/>
              <w:spacing w:line="240" w:lineRule="auto"/>
            </w:pPr>
          </w:p>
        </w:tc>
        <w:tc>
          <w:tcPr>
            <w:tcW w:w="1170" w:type="dxa"/>
            <w:vAlign w:val="center"/>
          </w:tcPr>
          <w:p w14:paraId="5A84C2D9" w14:textId="77777777" w:rsidR="00B44DB5" w:rsidRPr="00384254" w:rsidRDefault="00B44DB5" w:rsidP="00B44DB5">
            <w:pPr>
              <w:pStyle w:val="SpecNormal"/>
              <w:spacing w:line="240" w:lineRule="auto"/>
            </w:pPr>
          </w:p>
        </w:tc>
        <w:tc>
          <w:tcPr>
            <w:tcW w:w="909" w:type="dxa"/>
            <w:vAlign w:val="center"/>
          </w:tcPr>
          <w:p w14:paraId="3233F72B" w14:textId="77777777" w:rsidR="00B44DB5" w:rsidRPr="00384254" w:rsidRDefault="00B44DB5" w:rsidP="00B44DB5">
            <w:pPr>
              <w:pStyle w:val="SpecNormal"/>
              <w:spacing w:line="240" w:lineRule="auto"/>
            </w:pPr>
          </w:p>
        </w:tc>
      </w:tr>
      <w:tr w:rsidR="00B44DB5" w:rsidRPr="00384254" w14:paraId="1AC7672F" w14:textId="77777777" w:rsidTr="00B44DB5">
        <w:trPr>
          <w:cantSplit/>
          <w:trHeight w:val="300"/>
          <w:jc w:val="center"/>
        </w:trPr>
        <w:tc>
          <w:tcPr>
            <w:tcW w:w="1851" w:type="dxa"/>
            <w:shd w:val="clear" w:color="auto" w:fill="auto"/>
            <w:noWrap/>
            <w:vAlign w:val="center"/>
            <w:hideMark/>
          </w:tcPr>
          <w:p w14:paraId="5DC7016B" w14:textId="77777777" w:rsidR="00B44DB5" w:rsidRPr="00384254" w:rsidRDefault="00B44DB5" w:rsidP="00B44DB5">
            <w:pPr>
              <w:pStyle w:val="SpecNormal"/>
              <w:spacing w:line="240" w:lineRule="auto"/>
            </w:pPr>
            <w:r w:rsidRPr="00384254">
              <w:t>Water Sensor</w:t>
            </w:r>
          </w:p>
        </w:tc>
        <w:tc>
          <w:tcPr>
            <w:tcW w:w="800" w:type="dxa"/>
            <w:shd w:val="clear" w:color="auto" w:fill="auto"/>
            <w:noWrap/>
            <w:vAlign w:val="center"/>
            <w:hideMark/>
          </w:tcPr>
          <w:p w14:paraId="368E597D"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0E0BCE4E"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75F63B28"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02486FE9" w14:textId="77777777" w:rsidR="00B44DB5" w:rsidRPr="00384254" w:rsidRDefault="00B44DB5" w:rsidP="00B44DB5">
            <w:pPr>
              <w:pStyle w:val="SpecNormal"/>
              <w:spacing w:line="240" w:lineRule="auto"/>
            </w:pPr>
            <w:r w:rsidRPr="00384254">
              <w:t>3 days</w:t>
            </w:r>
          </w:p>
        </w:tc>
        <w:tc>
          <w:tcPr>
            <w:tcW w:w="891" w:type="dxa"/>
            <w:vAlign w:val="center"/>
          </w:tcPr>
          <w:p w14:paraId="2FF9F338" w14:textId="77777777" w:rsidR="00B44DB5" w:rsidRPr="00384254" w:rsidRDefault="00B44DB5" w:rsidP="00B44DB5">
            <w:pPr>
              <w:pStyle w:val="SpecNormal"/>
              <w:spacing w:line="240" w:lineRule="auto"/>
            </w:pPr>
            <w:r w:rsidRPr="00384254">
              <w:t>M</w:t>
            </w:r>
          </w:p>
        </w:tc>
        <w:tc>
          <w:tcPr>
            <w:tcW w:w="1170" w:type="dxa"/>
            <w:vAlign w:val="center"/>
          </w:tcPr>
          <w:p w14:paraId="22F48051" w14:textId="77777777" w:rsidR="00B44DB5" w:rsidRPr="00384254" w:rsidRDefault="00B44DB5" w:rsidP="00B44DB5">
            <w:pPr>
              <w:pStyle w:val="SpecNormal"/>
              <w:spacing w:line="240" w:lineRule="auto"/>
            </w:pPr>
            <w:r w:rsidRPr="00384254">
              <w:t>N/A</w:t>
            </w:r>
          </w:p>
        </w:tc>
        <w:tc>
          <w:tcPr>
            <w:tcW w:w="909" w:type="dxa"/>
            <w:vAlign w:val="center"/>
          </w:tcPr>
          <w:p w14:paraId="18EB6D28" w14:textId="77777777" w:rsidR="00B44DB5" w:rsidRPr="00384254" w:rsidRDefault="00B44DB5" w:rsidP="00B44DB5">
            <w:pPr>
              <w:pStyle w:val="SpecNormal"/>
              <w:spacing w:line="240" w:lineRule="auto"/>
            </w:pPr>
            <w:r w:rsidRPr="00384254">
              <w:t>30 Min</w:t>
            </w:r>
          </w:p>
        </w:tc>
      </w:tr>
      <w:tr w:rsidR="00B44DB5" w:rsidRPr="00384254" w14:paraId="70E23A35" w14:textId="77777777" w:rsidTr="00B44DB5">
        <w:trPr>
          <w:cantSplit/>
          <w:trHeight w:val="300"/>
          <w:jc w:val="center"/>
        </w:trPr>
        <w:tc>
          <w:tcPr>
            <w:tcW w:w="1851" w:type="dxa"/>
            <w:shd w:val="clear" w:color="auto" w:fill="auto"/>
            <w:noWrap/>
            <w:vAlign w:val="center"/>
            <w:hideMark/>
          </w:tcPr>
          <w:p w14:paraId="6ECE2CC5"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76987255" w14:textId="77777777" w:rsidR="00B44DB5" w:rsidRPr="00384254" w:rsidRDefault="00B44DB5" w:rsidP="00B44DB5">
            <w:pPr>
              <w:pStyle w:val="SpecNormal"/>
              <w:spacing w:line="240" w:lineRule="auto"/>
            </w:pPr>
          </w:p>
        </w:tc>
        <w:tc>
          <w:tcPr>
            <w:tcW w:w="1308" w:type="dxa"/>
            <w:shd w:val="clear" w:color="auto" w:fill="auto"/>
            <w:noWrap/>
            <w:vAlign w:val="center"/>
            <w:hideMark/>
          </w:tcPr>
          <w:p w14:paraId="51670EF4" w14:textId="77777777" w:rsidR="00B44DB5" w:rsidRPr="00384254" w:rsidRDefault="00B44DB5" w:rsidP="00B44DB5">
            <w:pPr>
              <w:pStyle w:val="SpecNormal"/>
              <w:spacing w:line="240" w:lineRule="auto"/>
            </w:pPr>
          </w:p>
        </w:tc>
        <w:tc>
          <w:tcPr>
            <w:tcW w:w="1459" w:type="dxa"/>
            <w:shd w:val="clear" w:color="auto" w:fill="auto"/>
            <w:noWrap/>
            <w:vAlign w:val="center"/>
            <w:hideMark/>
          </w:tcPr>
          <w:p w14:paraId="79B58C04" w14:textId="77777777" w:rsidR="00B44DB5" w:rsidRPr="00384254" w:rsidRDefault="00B44DB5" w:rsidP="00B44DB5">
            <w:pPr>
              <w:pStyle w:val="SpecNormal"/>
              <w:spacing w:line="240" w:lineRule="auto"/>
            </w:pPr>
          </w:p>
        </w:tc>
        <w:tc>
          <w:tcPr>
            <w:tcW w:w="1350" w:type="dxa"/>
            <w:shd w:val="clear" w:color="auto" w:fill="auto"/>
            <w:noWrap/>
            <w:vAlign w:val="center"/>
            <w:hideMark/>
          </w:tcPr>
          <w:p w14:paraId="44C96C70" w14:textId="77777777" w:rsidR="00B44DB5" w:rsidRPr="00384254" w:rsidRDefault="00B44DB5" w:rsidP="00B44DB5">
            <w:pPr>
              <w:pStyle w:val="SpecNormal"/>
              <w:spacing w:line="240" w:lineRule="auto"/>
            </w:pPr>
          </w:p>
        </w:tc>
        <w:tc>
          <w:tcPr>
            <w:tcW w:w="891" w:type="dxa"/>
            <w:vAlign w:val="center"/>
          </w:tcPr>
          <w:p w14:paraId="7E51EF9B" w14:textId="77777777" w:rsidR="00B44DB5" w:rsidRPr="00384254" w:rsidRDefault="00B44DB5" w:rsidP="00B44DB5">
            <w:pPr>
              <w:pStyle w:val="SpecNormal"/>
              <w:spacing w:line="240" w:lineRule="auto"/>
            </w:pPr>
          </w:p>
        </w:tc>
        <w:tc>
          <w:tcPr>
            <w:tcW w:w="1170" w:type="dxa"/>
            <w:vAlign w:val="center"/>
          </w:tcPr>
          <w:p w14:paraId="2862153B" w14:textId="77777777" w:rsidR="00B44DB5" w:rsidRPr="00384254" w:rsidRDefault="00B44DB5" w:rsidP="00B44DB5">
            <w:pPr>
              <w:pStyle w:val="SpecNormal"/>
              <w:spacing w:line="240" w:lineRule="auto"/>
            </w:pPr>
          </w:p>
        </w:tc>
        <w:tc>
          <w:tcPr>
            <w:tcW w:w="909" w:type="dxa"/>
            <w:vAlign w:val="center"/>
          </w:tcPr>
          <w:p w14:paraId="55D53F17" w14:textId="77777777" w:rsidR="00B44DB5" w:rsidRPr="00384254" w:rsidRDefault="00B44DB5" w:rsidP="00B44DB5">
            <w:pPr>
              <w:pStyle w:val="SpecNormal"/>
              <w:spacing w:line="240" w:lineRule="auto"/>
            </w:pPr>
          </w:p>
        </w:tc>
      </w:tr>
      <w:tr w:rsidR="00B44DB5" w:rsidRPr="00384254" w14:paraId="098126E7" w14:textId="77777777" w:rsidTr="00B44DB5">
        <w:trPr>
          <w:cantSplit/>
          <w:trHeight w:val="300"/>
          <w:jc w:val="center"/>
        </w:trPr>
        <w:tc>
          <w:tcPr>
            <w:tcW w:w="1851" w:type="dxa"/>
            <w:shd w:val="clear" w:color="auto" w:fill="auto"/>
            <w:noWrap/>
            <w:vAlign w:val="center"/>
            <w:hideMark/>
          </w:tcPr>
          <w:p w14:paraId="31DFEFD4" w14:textId="77777777" w:rsidR="00B44DB5" w:rsidRPr="00384254" w:rsidRDefault="00B44DB5" w:rsidP="00B44DB5">
            <w:pPr>
              <w:pStyle w:val="SpecNormal"/>
              <w:spacing w:line="240" w:lineRule="auto"/>
            </w:pPr>
            <w:r w:rsidRPr="00384254">
              <w:t>Cooling Coil Valve Position</w:t>
            </w:r>
          </w:p>
        </w:tc>
        <w:tc>
          <w:tcPr>
            <w:tcW w:w="800" w:type="dxa"/>
            <w:shd w:val="clear" w:color="auto" w:fill="auto"/>
            <w:noWrap/>
            <w:vAlign w:val="center"/>
            <w:hideMark/>
          </w:tcPr>
          <w:p w14:paraId="77005322" w14:textId="77777777" w:rsidR="00B44DB5" w:rsidRPr="00384254" w:rsidRDefault="00B44DB5" w:rsidP="00B44DB5">
            <w:pPr>
              <w:pStyle w:val="SpecNormal"/>
              <w:spacing w:line="240" w:lineRule="auto"/>
            </w:pPr>
            <w:r w:rsidRPr="00384254">
              <w:t>AO</w:t>
            </w:r>
          </w:p>
        </w:tc>
        <w:tc>
          <w:tcPr>
            <w:tcW w:w="1308" w:type="dxa"/>
            <w:shd w:val="clear" w:color="auto" w:fill="auto"/>
            <w:noWrap/>
            <w:vAlign w:val="center"/>
            <w:hideMark/>
          </w:tcPr>
          <w:p w14:paraId="62822541" w14:textId="77777777" w:rsidR="00B44DB5" w:rsidRPr="00384254" w:rsidRDefault="00B44DB5" w:rsidP="00B44DB5">
            <w:pPr>
              <w:pStyle w:val="SpecNormal"/>
              <w:spacing w:line="240" w:lineRule="auto"/>
            </w:pPr>
            <w:r w:rsidRPr="00384254">
              <w:t>15 Minutes</w:t>
            </w:r>
          </w:p>
        </w:tc>
        <w:tc>
          <w:tcPr>
            <w:tcW w:w="1459" w:type="dxa"/>
            <w:shd w:val="clear" w:color="auto" w:fill="auto"/>
            <w:noWrap/>
            <w:vAlign w:val="center"/>
            <w:hideMark/>
          </w:tcPr>
          <w:p w14:paraId="35DC09A7"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556B19BE" w14:textId="77777777" w:rsidR="00B44DB5" w:rsidRPr="00384254" w:rsidRDefault="00B44DB5" w:rsidP="00B44DB5">
            <w:pPr>
              <w:pStyle w:val="SpecNormal"/>
              <w:spacing w:line="240" w:lineRule="auto"/>
            </w:pPr>
            <w:r w:rsidRPr="00384254">
              <w:t>3 days</w:t>
            </w:r>
          </w:p>
        </w:tc>
        <w:tc>
          <w:tcPr>
            <w:tcW w:w="891" w:type="dxa"/>
            <w:vAlign w:val="center"/>
          </w:tcPr>
          <w:p w14:paraId="08C77235" w14:textId="77777777" w:rsidR="00B44DB5" w:rsidRPr="00384254" w:rsidRDefault="00B44DB5" w:rsidP="00B44DB5">
            <w:pPr>
              <w:pStyle w:val="SpecNormal"/>
              <w:spacing w:line="240" w:lineRule="auto"/>
            </w:pPr>
            <w:r w:rsidRPr="00384254">
              <w:t>N/A</w:t>
            </w:r>
          </w:p>
        </w:tc>
        <w:tc>
          <w:tcPr>
            <w:tcW w:w="1170" w:type="dxa"/>
            <w:vAlign w:val="center"/>
          </w:tcPr>
          <w:p w14:paraId="6675091C" w14:textId="77777777" w:rsidR="00B44DB5" w:rsidRPr="00384254" w:rsidRDefault="00B44DB5" w:rsidP="00B44DB5">
            <w:pPr>
              <w:pStyle w:val="SpecNormal"/>
              <w:spacing w:line="240" w:lineRule="auto"/>
            </w:pPr>
          </w:p>
        </w:tc>
        <w:tc>
          <w:tcPr>
            <w:tcW w:w="909" w:type="dxa"/>
            <w:vAlign w:val="center"/>
          </w:tcPr>
          <w:p w14:paraId="32EB574E" w14:textId="77777777" w:rsidR="00B44DB5" w:rsidRPr="00384254" w:rsidRDefault="00B44DB5" w:rsidP="00B44DB5">
            <w:pPr>
              <w:pStyle w:val="SpecNormal"/>
              <w:spacing w:line="240" w:lineRule="auto"/>
            </w:pPr>
          </w:p>
        </w:tc>
      </w:tr>
      <w:tr w:rsidR="00B44DB5" w:rsidRPr="00384254" w14:paraId="45F04152" w14:textId="77777777" w:rsidTr="00B44DB5">
        <w:trPr>
          <w:cantSplit/>
          <w:trHeight w:val="300"/>
          <w:jc w:val="center"/>
        </w:trPr>
        <w:tc>
          <w:tcPr>
            <w:tcW w:w="1851" w:type="dxa"/>
            <w:shd w:val="clear" w:color="auto" w:fill="auto"/>
            <w:noWrap/>
            <w:vAlign w:val="center"/>
            <w:hideMark/>
          </w:tcPr>
          <w:p w14:paraId="3ABE1E0C" w14:textId="77777777" w:rsidR="00B44DB5" w:rsidRPr="00384254" w:rsidRDefault="00B44DB5" w:rsidP="00B44DB5">
            <w:pPr>
              <w:pStyle w:val="SpecNormal"/>
              <w:spacing w:line="240" w:lineRule="auto"/>
            </w:pPr>
            <w:r w:rsidRPr="00384254">
              <w:t>Heating coil Valve Position</w:t>
            </w:r>
          </w:p>
        </w:tc>
        <w:tc>
          <w:tcPr>
            <w:tcW w:w="800" w:type="dxa"/>
            <w:shd w:val="clear" w:color="auto" w:fill="auto"/>
            <w:noWrap/>
            <w:vAlign w:val="center"/>
            <w:hideMark/>
          </w:tcPr>
          <w:p w14:paraId="2A9379B1" w14:textId="77777777" w:rsidR="00B44DB5" w:rsidRPr="00384254" w:rsidRDefault="00B44DB5" w:rsidP="00B44DB5">
            <w:pPr>
              <w:pStyle w:val="SpecNormal"/>
              <w:spacing w:line="240" w:lineRule="auto"/>
            </w:pPr>
            <w:r w:rsidRPr="00384254">
              <w:t>AO</w:t>
            </w:r>
          </w:p>
        </w:tc>
        <w:tc>
          <w:tcPr>
            <w:tcW w:w="1308" w:type="dxa"/>
            <w:shd w:val="clear" w:color="auto" w:fill="auto"/>
            <w:noWrap/>
            <w:vAlign w:val="center"/>
            <w:hideMark/>
          </w:tcPr>
          <w:p w14:paraId="76B05224" w14:textId="77777777" w:rsidR="00B44DB5" w:rsidRPr="00384254" w:rsidRDefault="00B44DB5" w:rsidP="00B44DB5">
            <w:pPr>
              <w:pStyle w:val="SpecNormal"/>
              <w:spacing w:line="240" w:lineRule="auto"/>
            </w:pPr>
            <w:r w:rsidRPr="00384254">
              <w:t>15 Minutes</w:t>
            </w:r>
          </w:p>
        </w:tc>
        <w:tc>
          <w:tcPr>
            <w:tcW w:w="1459" w:type="dxa"/>
            <w:shd w:val="clear" w:color="auto" w:fill="auto"/>
            <w:noWrap/>
            <w:vAlign w:val="center"/>
            <w:hideMark/>
          </w:tcPr>
          <w:p w14:paraId="654C1CEC"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33FE6EAA" w14:textId="77777777" w:rsidR="00B44DB5" w:rsidRPr="00384254" w:rsidRDefault="00B44DB5" w:rsidP="00B44DB5">
            <w:pPr>
              <w:pStyle w:val="SpecNormal"/>
              <w:spacing w:line="240" w:lineRule="auto"/>
            </w:pPr>
            <w:r w:rsidRPr="00384254">
              <w:t>3 days</w:t>
            </w:r>
          </w:p>
        </w:tc>
        <w:tc>
          <w:tcPr>
            <w:tcW w:w="891" w:type="dxa"/>
            <w:vAlign w:val="center"/>
          </w:tcPr>
          <w:p w14:paraId="42E83CEF" w14:textId="77777777" w:rsidR="00B44DB5" w:rsidRPr="00384254" w:rsidRDefault="00B44DB5" w:rsidP="00B44DB5">
            <w:pPr>
              <w:pStyle w:val="SpecNormal"/>
              <w:spacing w:line="240" w:lineRule="auto"/>
            </w:pPr>
            <w:r w:rsidRPr="00384254">
              <w:t>N/A</w:t>
            </w:r>
          </w:p>
        </w:tc>
        <w:tc>
          <w:tcPr>
            <w:tcW w:w="1170" w:type="dxa"/>
            <w:vAlign w:val="center"/>
          </w:tcPr>
          <w:p w14:paraId="62767A1C" w14:textId="77777777" w:rsidR="00B44DB5" w:rsidRPr="00384254" w:rsidRDefault="00B44DB5" w:rsidP="00B44DB5">
            <w:pPr>
              <w:pStyle w:val="SpecNormal"/>
              <w:spacing w:line="240" w:lineRule="auto"/>
            </w:pPr>
          </w:p>
        </w:tc>
        <w:tc>
          <w:tcPr>
            <w:tcW w:w="909" w:type="dxa"/>
            <w:vAlign w:val="center"/>
          </w:tcPr>
          <w:p w14:paraId="7637637A" w14:textId="77777777" w:rsidR="00B44DB5" w:rsidRPr="00384254" w:rsidRDefault="00B44DB5" w:rsidP="00B44DB5">
            <w:pPr>
              <w:pStyle w:val="SpecNormal"/>
              <w:spacing w:line="240" w:lineRule="auto"/>
            </w:pPr>
          </w:p>
        </w:tc>
      </w:tr>
      <w:tr w:rsidR="00B44DB5" w:rsidRPr="00384254" w14:paraId="6CC53D4B" w14:textId="77777777" w:rsidTr="00B44DB5">
        <w:trPr>
          <w:cantSplit/>
          <w:trHeight w:val="300"/>
          <w:jc w:val="center"/>
        </w:trPr>
        <w:tc>
          <w:tcPr>
            <w:tcW w:w="1851" w:type="dxa"/>
            <w:shd w:val="clear" w:color="auto" w:fill="auto"/>
            <w:noWrap/>
            <w:vAlign w:val="bottom"/>
            <w:hideMark/>
          </w:tcPr>
          <w:p w14:paraId="2D06C653" w14:textId="77777777" w:rsidR="00B44DB5" w:rsidRPr="00384254" w:rsidRDefault="00B44DB5" w:rsidP="00B44DB5">
            <w:pPr>
              <w:pStyle w:val="SpecNormal"/>
              <w:spacing w:line="240" w:lineRule="auto"/>
            </w:pPr>
            <w:r w:rsidRPr="00384254">
              <w:t>Fan Coil ON/OFF</w:t>
            </w:r>
          </w:p>
        </w:tc>
        <w:tc>
          <w:tcPr>
            <w:tcW w:w="800" w:type="dxa"/>
            <w:shd w:val="clear" w:color="auto" w:fill="auto"/>
            <w:noWrap/>
            <w:vAlign w:val="center"/>
            <w:hideMark/>
          </w:tcPr>
          <w:p w14:paraId="77F32854" w14:textId="77777777" w:rsidR="00B44DB5" w:rsidRPr="00384254" w:rsidRDefault="00B44DB5" w:rsidP="00B44DB5">
            <w:pPr>
              <w:pStyle w:val="SpecNormal"/>
              <w:spacing w:line="240" w:lineRule="auto"/>
            </w:pPr>
            <w:r w:rsidRPr="00384254">
              <w:t>DO</w:t>
            </w:r>
          </w:p>
        </w:tc>
        <w:tc>
          <w:tcPr>
            <w:tcW w:w="1308" w:type="dxa"/>
            <w:shd w:val="clear" w:color="auto" w:fill="auto"/>
            <w:noWrap/>
            <w:vAlign w:val="center"/>
            <w:hideMark/>
          </w:tcPr>
          <w:p w14:paraId="465F17F9"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4927963B"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0EBB290F" w14:textId="77777777" w:rsidR="00B44DB5" w:rsidRPr="00384254" w:rsidRDefault="00B44DB5" w:rsidP="00B44DB5">
            <w:pPr>
              <w:pStyle w:val="SpecNormal"/>
              <w:spacing w:line="240" w:lineRule="auto"/>
            </w:pPr>
            <w:r w:rsidRPr="00384254">
              <w:t>3 days</w:t>
            </w:r>
          </w:p>
        </w:tc>
        <w:tc>
          <w:tcPr>
            <w:tcW w:w="891" w:type="dxa"/>
            <w:vAlign w:val="center"/>
          </w:tcPr>
          <w:p w14:paraId="3D22CCD6" w14:textId="77777777" w:rsidR="00B44DB5" w:rsidRPr="00384254" w:rsidRDefault="00B44DB5" w:rsidP="00B44DB5">
            <w:pPr>
              <w:pStyle w:val="SpecNormal"/>
              <w:spacing w:line="240" w:lineRule="auto"/>
            </w:pPr>
            <w:r w:rsidRPr="00384254">
              <w:t>M</w:t>
            </w:r>
          </w:p>
        </w:tc>
        <w:tc>
          <w:tcPr>
            <w:tcW w:w="1170" w:type="dxa"/>
            <w:vAlign w:val="center"/>
          </w:tcPr>
          <w:p w14:paraId="7B1903E8" w14:textId="77777777" w:rsidR="00B44DB5" w:rsidRPr="00384254" w:rsidRDefault="00B44DB5" w:rsidP="00B44DB5">
            <w:pPr>
              <w:pStyle w:val="SpecNormal"/>
              <w:spacing w:line="240" w:lineRule="auto"/>
            </w:pPr>
            <w:r w:rsidRPr="00384254">
              <w:t>Status &lt;&gt; Command</w:t>
            </w:r>
          </w:p>
        </w:tc>
        <w:tc>
          <w:tcPr>
            <w:tcW w:w="909" w:type="dxa"/>
            <w:vAlign w:val="center"/>
          </w:tcPr>
          <w:p w14:paraId="09B7D724" w14:textId="77777777" w:rsidR="00B44DB5" w:rsidRPr="00384254" w:rsidRDefault="00B44DB5" w:rsidP="00B44DB5">
            <w:pPr>
              <w:pStyle w:val="SpecNormal"/>
              <w:spacing w:line="240" w:lineRule="auto"/>
            </w:pPr>
            <w:r w:rsidRPr="00384254">
              <w:t>30 min</w:t>
            </w:r>
          </w:p>
        </w:tc>
      </w:tr>
    </w:tbl>
    <w:p w14:paraId="65CD4F72" w14:textId="77777777" w:rsidR="00B44DB5" w:rsidRDefault="00B44DB5" w:rsidP="00B44DB5">
      <w:pPr>
        <w:pStyle w:val="Level2"/>
      </w:pPr>
    </w:p>
    <w:p w14:paraId="106DA328" w14:textId="77777777" w:rsidR="00B44DB5" w:rsidRDefault="00B44DB5" w:rsidP="00B44DB5">
      <w:pPr>
        <w:pStyle w:val="Level2"/>
      </w:pPr>
    </w:p>
    <w:p w14:paraId="5918E7BB" w14:textId="77777777" w:rsidR="00B44DB5" w:rsidRDefault="00B44DB5" w:rsidP="00B44DB5">
      <w:pPr>
        <w:pStyle w:val="Level2"/>
      </w:pPr>
    </w:p>
    <w:p w14:paraId="2B7EE599" w14:textId="77777777" w:rsidR="00B44DB5" w:rsidRDefault="00B44DB5" w:rsidP="00B44DB5">
      <w:pPr>
        <w:pStyle w:val="Level2"/>
      </w:pPr>
    </w:p>
    <w:p w14:paraId="3E3AF14E" w14:textId="77777777" w:rsidR="00B44DB5" w:rsidRDefault="00B44DB5" w:rsidP="00B44DB5">
      <w:pPr>
        <w:pStyle w:val="Level2"/>
      </w:pPr>
    </w:p>
    <w:tbl>
      <w:tblPr>
        <w:tblW w:w="97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51"/>
        <w:gridCol w:w="800"/>
        <w:gridCol w:w="1308"/>
        <w:gridCol w:w="1459"/>
        <w:gridCol w:w="1350"/>
        <w:gridCol w:w="891"/>
        <w:gridCol w:w="1170"/>
        <w:gridCol w:w="909"/>
      </w:tblGrid>
      <w:tr w:rsidR="00B44DB5" w:rsidRPr="00384254" w14:paraId="43FC0A0F" w14:textId="77777777" w:rsidTr="006D40D2">
        <w:trPr>
          <w:cantSplit/>
          <w:trHeight w:val="413"/>
          <w:tblHeader/>
          <w:jc w:val="center"/>
        </w:trPr>
        <w:tc>
          <w:tcPr>
            <w:tcW w:w="9738" w:type="dxa"/>
            <w:gridSpan w:val="8"/>
            <w:tcBorders>
              <w:top w:val="single" w:sz="4" w:space="0" w:color="auto"/>
              <w:bottom w:val="single" w:sz="6" w:space="0" w:color="auto"/>
            </w:tcBorders>
            <w:shd w:val="clear" w:color="auto" w:fill="D9D9D9"/>
            <w:vAlign w:val="center"/>
            <w:hideMark/>
          </w:tcPr>
          <w:p w14:paraId="76480530" w14:textId="77777777" w:rsidR="00B44DB5" w:rsidRPr="00B44DB5" w:rsidRDefault="00B44DB5" w:rsidP="00B44DB5">
            <w:pPr>
              <w:pStyle w:val="SpecNormal"/>
              <w:rPr>
                <w:b/>
                <w:bCs/>
              </w:rPr>
            </w:pPr>
            <w:r w:rsidRPr="00B44DB5">
              <w:rPr>
                <w:b/>
                <w:bCs/>
              </w:rPr>
              <w:lastRenderedPageBreak/>
              <w:t>2-Pipe Fan Coil Unit Trending and Alarms</w:t>
            </w:r>
          </w:p>
        </w:tc>
      </w:tr>
      <w:tr w:rsidR="00B44DB5" w:rsidRPr="00384254" w14:paraId="2D0D057A" w14:textId="77777777" w:rsidTr="006D40D2">
        <w:trPr>
          <w:cantSplit/>
          <w:trHeight w:val="858"/>
          <w:tblHeader/>
          <w:jc w:val="center"/>
        </w:trPr>
        <w:tc>
          <w:tcPr>
            <w:tcW w:w="1851" w:type="dxa"/>
            <w:tcBorders>
              <w:top w:val="single" w:sz="6" w:space="0" w:color="auto"/>
              <w:bottom w:val="single" w:sz="6" w:space="0" w:color="auto"/>
            </w:tcBorders>
            <w:shd w:val="clear" w:color="auto" w:fill="D9D9D9"/>
            <w:vAlign w:val="center"/>
            <w:hideMark/>
          </w:tcPr>
          <w:p w14:paraId="371AB299" w14:textId="77777777" w:rsidR="00B44DB5" w:rsidRPr="00B44DB5" w:rsidRDefault="00B44DB5" w:rsidP="00B44DB5">
            <w:pPr>
              <w:pStyle w:val="SpecNormal"/>
              <w:spacing w:line="240" w:lineRule="auto"/>
              <w:rPr>
                <w:b/>
                <w:bCs/>
              </w:rPr>
            </w:pPr>
            <w:r w:rsidRPr="00B44DB5">
              <w:rPr>
                <w:b/>
                <w:bCs/>
              </w:rPr>
              <w:t>Point</w:t>
            </w:r>
          </w:p>
        </w:tc>
        <w:tc>
          <w:tcPr>
            <w:tcW w:w="800" w:type="dxa"/>
            <w:tcBorders>
              <w:top w:val="single" w:sz="6" w:space="0" w:color="auto"/>
              <w:bottom w:val="single" w:sz="6" w:space="0" w:color="auto"/>
            </w:tcBorders>
            <w:shd w:val="clear" w:color="auto" w:fill="D9D9D9"/>
            <w:vAlign w:val="center"/>
            <w:hideMark/>
          </w:tcPr>
          <w:p w14:paraId="1642668F" w14:textId="77777777" w:rsidR="00B44DB5" w:rsidRPr="00B44DB5" w:rsidRDefault="00B44DB5" w:rsidP="00B44DB5">
            <w:pPr>
              <w:pStyle w:val="SpecNormal"/>
              <w:spacing w:line="240" w:lineRule="auto"/>
              <w:rPr>
                <w:b/>
                <w:bCs/>
              </w:rPr>
            </w:pPr>
            <w:r w:rsidRPr="00B44DB5">
              <w:rPr>
                <w:b/>
                <w:bCs/>
              </w:rPr>
              <w:t>Type</w:t>
            </w:r>
          </w:p>
        </w:tc>
        <w:tc>
          <w:tcPr>
            <w:tcW w:w="1308" w:type="dxa"/>
            <w:tcBorders>
              <w:top w:val="single" w:sz="6" w:space="0" w:color="auto"/>
              <w:bottom w:val="single" w:sz="6" w:space="0" w:color="auto"/>
            </w:tcBorders>
            <w:shd w:val="clear" w:color="auto" w:fill="D9D9D9"/>
            <w:vAlign w:val="center"/>
            <w:hideMark/>
          </w:tcPr>
          <w:p w14:paraId="0C6540A9" w14:textId="77777777" w:rsidR="00B44DB5" w:rsidRPr="00B44DB5" w:rsidRDefault="00B44DB5" w:rsidP="00B44DB5">
            <w:pPr>
              <w:pStyle w:val="SpecNormal"/>
              <w:spacing w:line="240" w:lineRule="auto"/>
              <w:rPr>
                <w:b/>
                <w:bCs/>
              </w:rPr>
            </w:pPr>
            <w:r w:rsidRPr="00B44DB5">
              <w:rPr>
                <w:b/>
                <w:bCs/>
              </w:rPr>
              <w:t>Trend</w:t>
            </w:r>
          </w:p>
          <w:p w14:paraId="236E5C87" w14:textId="77777777" w:rsidR="00B44DB5" w:rsidRPr="00B44DB5" w:rsidRDefault="00B44DB5" w:rsidP="00B44DB5">
            <w:pPr>
              <w:pStyle w:val="SpecNormal"/>
              <w:spacing w:line="240" w:lineRule="auto"/>
              <w:rPr>
                <w:b/>
                <w:bCs/>
              </w:rPr>
            </w:pPr>
            <w:r w:rsidRPr="00B44DB5">
              <w:rPr>
                <w:b/>
                <w:bCs/>
              </w:rPr>
              <w:t>Interval</w:t>
            </w:r>
          </w:p>
        </w:tc>
        <w:tc>
          <w:tcPr>
            <w:tcW w:w="1459" w:type="dxa"/>
            <w:tcBorders>
              <w:top w:val="single" w:sz="6" w:space="0" w:color="auto"/>
              <w:bottom w:val="single" w:sz="6" w:space="0" w:color="auto"/>
            </w:tcBorders>
            <w:shd w:val="clear" w:color="auto" w:fill="D9D9D9"/>
            <w:vAlign w:val="center"/>
            <w:hideMark/>
          </w:tcPr>
          <w:p w14:paraId="5BE0654F" w14:textId="77777777" w:rsidR="00B44DB5" w:rsidRPr="00B44DB5" w:rsidRDefault="00B44DB5" w:rsidP="00B44DB5">
            <w:pPr>
              <w:pStyle w:val="SpecNormal"/>
              <w:spacing w:line="240" w:lineRule="auto"/>
              <w:rPr>
                <w:b/>
                <w:bCs/>
              </w:rPr>
            </w:pPr>
            <w:r w:rsidRPr="00B44DB5">
              <w:rPr>
                <w:b/>
                <w:bCs/>
              </w:rPr>
              <w:t>Operational Trend</w:t>
            </w:r>
          </w:p>
          <w:p w14:paraId="4A9B5F5D" w14:textId="77777777" w:rsidR="00B44DB5" w:rsidRPr="00B44DB5" w:rsidRDefault="00B44DB5" w:rsidP="00B44DB5">
            <w:pPr>
              <w:pStyle w:val="SpecNormal"/>
              <w:spacing w:line="240" w:lineRule="auto"/>
              <w:rPr>
                <w:b/>
                <w:bCs/>
              </w:rPr>
            </w:pPr>
            <w:r w:rsidRPr="00B44DB5">
              <w:rPr>
                <w:b/>
                <w:bCs/>
              </w:rPr>
              <w:t>Duration</w:t>
            </w:r>
          </w:p>
        </w:tc>
        <w:tc>
          <w:tcPr>
            <w:tcW w:w="1350" w:type="dxa"/>
            <w:tcBorders>
              <w:top w:val="single" w:sz="6" w:space="0" w:color="auto"/>
              <w:bottom w:val="single" w:sz="6" w:space="0" w:color="auto"/>
            </w:tcBorders>
            <w:shd w:val="clear" w:color="auto" w:fill="D9D9D9"/>
            <w:vAlign w:val="center"/>
            <w:hideMark/>
          </w:tcPr>
          <w:p w14:paraId="45A6608E" w14:textId="77777777" w:rsidR="00B44DB5" w:rsidRPr="00B44DB5" w:rsidRDefault="00B44DB5" w:rsidP="00B44DB5">
            <w:pPr>
              <w:pStyle w:val="SpecNormal"/>
              <w:spacing w:line="240" w:lineRule="auto"/>
              <w:rPr>
                <w:b/>
                <w:bCs/>
              </w:rPr>
            </w:pPr>
            <w:r w:rsidRPr="00B44DB5">
              <w:rPr>
                <w:b/>
                <w:bCs/>
              </w:rPr>
              <w:t>Testing Trend Duration</w:t>
            </w:r>
          </w:p>
        </w:tc>
        <w:tc>
          <w:tcPr>
            <w:tcW w:w="891" w:type="dxa"/>
            <w:tcBorders>
              <w:top w:val="single" w:sz="6" w:space="0" w:color="auto"/>
              <w:bottom w:val="single" w:sz="6" w:space="0" w:color="auto"/>
            </w:tcBorders>
            <w:shd w:val="clear" w:color="auto" w:fill="D9D9D9"/>
            <w:vAlign w:val="center"/>
          </w:tcPr>
          <w:p w14:paraId="1AD30566" w14:textId="77777777" w:rsidR="00B44DB5" w:rsidRPr="00B44DB5" w:rsidRDefault="00B44DB5" w:rsidP="00B44DB5">
            <w:pPr>
              <w:pStyle w:val="SpecNormal"/>
              <w:spacing w:line="240" w:lineRule="auto"/>
              <w:rPr>
                <w:b/>
                <w:bCs/>
              </w:rPr>
            </w:pPr>
            <w:r w:rsidRPr="00B44DB5">
              <w:rPr>
                <w:b/>
                <w:bCs/>
              </w:rPr>
              <w:t>Alarm Type</w:t>
            </w:r>
          </w:p>
        </w:tc>
        <w:tc>
          <w:tcPr>
            <w:tcW w:w="1170" w:type="dxa"/>
            <w:tcBorders>
              <w:top w:val="single" w:sz="6" w:space="0" w:color="auto"/>
              <w:bottom w:val="single" w:sz="6" w:space="0" w:color="auto"/>
            </w:tcBorders>
            <w:shd w:val="clear" w:color="auto" w:fill="D9D9D9"/>
            <w:vAlign w:val="center"/>
          </w:tcPr>
          <w:p w14:paraId="2C82DD6B" w14:textId="77777777" w:rsidR="00B44DB5" w:rsidRPr="00B44DB5" w:rsidRDefault="00B44DB5" w:rsidP="00B44DB5">
            <w:pPr>
              <w:pStyle w:val="SpecNormal"/>
              <w:spacing w:line="240" w:lineRule="auto"/>
              <w:rPr>
                <w:b/>
                <w:bCs/>
              </w:rPr>
            </w:pPr>
            <w:r w:rsidRPr="00B44DB5">
              <w:rPr>
                <w:b/>
                <w:bCs/>
              </w:rPr>
              <w:t>Alarm Range</w:t>
            </w:r>
          </w:p>
        </w:tc>
        <w:tc>
          <w:tcPr>
            <w:tcW w:w="909" w:type="dxa"/>
            <w:tcBorders>
              <w:top w:val="single" w:sz="6" w:space="0" w:color="auto"/>
              <w:bottom w:val="single" w:sz="6" w:space="0" w:color="auto"/>
            </w:tcBorders>
            <w:shd w:val="clear" w:color="auto" w:fill="D9D9D9"/>
            <w:vAlign w:val="center"/>
          </w:tcPr>
          <w:p w14:paraId="337510A9" w14:textId="77777777" w:rsidR="00B44DB5" w:rsidRPr="00B44DB5" w:rsidRDefault="00B44DB5" w:rsidP="00B44DB5">
            <w:pPr>
              <w:pStyle w:val="SpecNormal"/>
              <w:spacing w:line="240" w:lineRule="auto"/>
              <w:rPr>
                <w:b/>
                <w:bCs/>
              </w:rPr>
            </w:pPr>
            <w:r w:rsidRPr="00B44DB5">
              <w:rPr>
                <w:b/>
                <w:bCs/>
              </w:rPr>
              <w:t>Alarm Delay</w:t>
            </w:r>
          </w:p>
        </w:tc>
      </w:tr>
      <w:tr w:rsidR="00B44DB5" w:rsidRPr="00384254" w14:paraId="76D77744" w14:textId="77777777" w:rsidTr="00B44DB5">
        <w:trPr>
          <w:cantSplit/>
          <w:trHeight w:val="300"/>
          <w:jc w:val="center"/>
        </w:trPr>
        <w:tc>
          <w:tcPr>
            <w:tcW w:w="1851" w:type="dxa"/>
            <w:tcBorders>
              <w:top w:val="single" w:sz="6" w:space="0" w:color="auto"/>
            </w:tcBorders>
            <w:shd w:val="clear" w:color="auto" w:fill="auto"/>
            <w:noWrap/>
            <w:vAlign w:val="center"/>
            <w:hideMark/>
          </w:tcPr>
          <w:p w14:paraId="6797EA3E" w14:textId="77777777" w:rsidR="00B44DB5" w:rsidRPr="00384254" w:rsidRDefault="00B44DB5" w:rsidP="00B44DB5">
            <w:pPr>
              <w:pStyle w:val="SpecNormal"/>
              <w:spacing w:line="240" w:lineRule="auto"/>
            </w:pPr>
            <w:r w:rsidRPr="00384254">
              <w:t>Space Temperature</w:t>
            </w:r>
          </w:p>
        </w:tc>
        <w:tc>
          <w:tcPr>
            <w:tcW w:w="800" w:type="dxa"/>
            <w:tcBorders>
              <w:top w:val="single" w:sz="6" w:space="0" w:color="auto"/>
            </w:tcBorders>
            <w:shd w:val="clear" w:color="auto" w:fill="auto"/>
            <w:noWrap/>
            <w:vAlign w:val="center"/>
            <w:hideMark/>
          </w:tcPr>
          <w:p w14:paraId="4A022CF5" w14:textId="77777777" w:rsidR="00B44DB5" w:rsidRPr="00384254" w:rsidRDefault="00B44DB5" w:rsidP="00B44DB5">
            <w:pPr>
              <w:pStyle w:val="SpecNormal"/>
              <w:spacing w:line="240" w:lineRule="auto"/>
            </w:pPr>
            <w:r w:rsidRPr="00384254">
              <w:t>AI</w:t>
            </w:r>
          </w:p>
        </w:tc>
        <w:tc>
          <w:tcPr>
            <w:tcW w:w="1308" w:type="dxa"/>
            <w:tcBorders>
              <w:top w:val="single" w:sz="6" w:space="0" w:color="auto"/>
            </w:tcBorders>
            <w:shd w:val="clear" w:color="auto" w:fill="auto"/>
            <w:noWrap/>
            <w:vAlign w:val="center"/>
            <w:hideMark/>
          </w:tcPr>
          <w:p w14:paraId="50838413" w14:textId="77777777" w:rsidR="00B44DB5" w:rsidRPr="00384254" w:rsidRDefault="00B44DB5" w:rsidP="00B44DB5">
            <w:pPr>
              <w:pStyle w:val="SpecNormal"/>
              <w:spacing w:line="240" w:lineRule="auto"/>
            </w:pPr>
            <w:r w:rsidRPr="00384254">
              <w:t>15 Minutes</w:t>
            </w:r>
          </w:p>
        </w:tc>
        <w:tc>
          <w:tcPr>
            <w:tcW w:w="1459" w:type="dxa"/>
            <w:tcBorders>
              <w:top w:val="single" w:sz="6" w:space="0" w:color="auto"/>
            </w:tcBorders>
            <w:shd w:val="clear" w:color="auto" w:fill="auto"/>
            <w:noWrap/>
            <w:vAlign w:val="center"/>
            <w:hideMark/>
          </w:tcPr>
          <w:p w14:paraId="606EBB45" w14:textId="77777777" w:rsidR="00B44DB5" w:rsidRPr="00384254" w:rsidRDefault="00B44DB5" w:rsidP="00B44DB5">
            <w:pPr>
              <w:pStyle w:val="SpecNormal"/>
              <w:spacing w:line="240" w:lineRule="auto"/>
            </w:pPr>
            <w:r w:rsidRPr="00384254">
              <w:t>12 hours</w:t>
            </w:r>
          </w:p>
        </w:tc>
        <w:tc>
          <w:tcPr>
            <w:tcW w:w="1350" w:type="dxa"/>
            <w:tcBorders>
              <w:top w:val="single" w:sz="6" w:space="0" w:color="auto"/>
            </w:tcBorders>
            <w:shd w:val="clear" w:color="auto" w:fill="auto"/>
            <w:noWrap/>
            <w:vAlign w:val="center"/>
            <w:hideMark/>
          </w:tcPr>
          <w:p w14:paraId="13133543" w14:textId="77777777" w:rsidR="00B44DB5" w:rsidRPr="00384254" w:rsidRDefault="00B44DB5" w:rsidP="00B44DB5">
            <w:pPr>
              <w:pStyle w:val="SpecNormal"/>
              <w:spacing w:line="240" w:lineRule="auto"/>
            </w:pPr>
            <w:r w:rsidRPr="00384254">
              <w:t>3 days</w:t>
            </w:r>
          </w:p>
        </w:tc>
        <w:tc>
          <w:tcPr>
            <w:tcW w:w="891" w:type="dxa"/>
            <w:tcBorders>
              <w:top w:val="single" w:sz="6" w:space="0" w:color="auto"/>
            </w:tcBorders>
            <w:vAlign w:val="center"/>
          </w:tcPr>
          <w:p w14:paraId="62EF1418" w14:textId="77777777" w:rsidR="00B44DB5" w:rsidRPr="00384254" w:rsidRDefault="00B44DB5" w:rsidP="00B44DB5">
            <w:pPr>
              <w:pStyle w:val="SpecNormal"/>
              <w:spacing w:line="240" w:lineRule="auto"/>
            </w:pPr>
            <w:r w:rsidRPr="00384254">
              <w:t>P</w:t>
            </w:r>
          </w:p>
        </w:tc>
        <w:tc>
          <w:tcPr>
            <w:tcW w:w="1170" w:type="dxa"/>
            <w:tcBorders>
              <w:top w:val="single" w:sz="6" w:space="0" w:color="auto"/>
            </w:tcBorders>
            <w:vAlign w:val="center"/>
          </w:tcPr>
          <w:p w14:paraId="08E2C4DF" w14:textId="77777777" w:rsidR="00B44DB5" w:rsidRPr="00384254" w:rsidRDefault="00B44DB5" w:rsidP="00B44DB5">
            <w:pPr>
              <w:pStyle w:val="SpecNormal"/>
              <w:spacing w:line="240" w:lineRule="auto"/>
            </w:pPr>
            <w:r w:rsidRPr="00384254">
              <w:t>±5°F from SP</w:t>
            </w:r>
          </w:p>
        </w:tc>
        <w:tc>
          <w:tcPr>
            <w:tcW w:w="909" w:type="dxa"/>
            <w:tcBorders>
              <w:top w:val="single" w:sz="6" w:space="0" w:color="auto"/>
            </w:tcBorders>
            <w:vAlign w:val="center"/>
          </w:tcPr>
          <w:p w14:paraId="7EA764EB" w14:textId="77777777" w:rsidR="00B44DB5" w:rsidRPr="00384254" w:rsidRDefault="00B44DB5" w:rsidP="00B44DB5">
            <w:pPr>
              <w:pStyle w:val="SpecNormal"/>
              <w:spacing w:line="240" w:lineRule="auto"/>
            </w:pPr>
            <w:r w:rsidRPr="00384254">
              <w:t>10 min</w:t>
            </w:r>
          </w:p>
        </w:tc>
      </w:tr>
      <w:tr w:rsidR="00B44DB5" w:rsidRPr="00384254" w14:paraId="74D0D2E8" w14:textId="77777777" w:rsidTr="00B44DB5">
        <w:trPr>
          <w:cantSplit/>
          <w:trHeight w:val="300"/>
          <w:jc w:val="center"/>
        </w:trPr>
        <w:tc>
          <w:tcPr>
            <w:tcW w:w="1851" w:type="dxa"/>
            <w:shd w:val="clear" w:color="auto" w:fill="auto"/>
            <w:noWrap/>
            <w:vAlign w:val="center"/>
            <w:hideMark/>
          </w:tcPr>
          <w:p w14:paraId="43075B1F" w14:textId="77777777" w:rsidR="00B44DB5" w:rsidRPr="00384254" w:rsidRDefault="00B44DB5" w:rsidP="00B44DB5">
            <w:pPr>
              <w:pStyle w:val="SpecNormal"/>
              <w:spacing w:line="240" w:lineRule="auto"/>
            </w:pPr>
            <w:r w:rsidRPr="00384254">
              <w:t>SA Temperature</w:t>
            </w:r>
          </w:p>
        </w:tc>
        <w:tc>
          <w:tcPr>
            <w:tcW w:w="800" w:type="dxa"/>
            <w:shd w:val="clear" w:color="auto" w:fill="auto"/>
            <w:noWrap/>
            <w:vAlign w:val="center"/>
            <w:hideMark/>
          </w:tcPr>
          <w:p w14:paraId="0C3F9200"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7DD0C664" w14:textId="77777777" w:rsidR="00B44DB5" w:rsidRPr="00384254" w:rsidRDefault="00B44DB5" w:rsidP="00B44DB5">
            <w:pPr>
              <w:pStyle w:val="SpecNormal"/>
              <w:spacing w:line="240" w:lineRule="auto"/>
            </w:pPr>
            <w:r w:rsidRPr="00384254">
              <w:t>15 Minutes</w:t>
            </w:r>
          </w:p>
        </w:tc>
        <w:tc>
          <w:tcPr>
            <w:tcW w:w="1459" w:type="dxa"/>
            <w:shd w:val="clear" w:color="auto" w:fill="auto"/>
            <w:noWrap/>
            <w:vAlign w:val="center"/>
            <w:hideMark/>
          </w:tcPr>
          <w:p w14:paraId="4D57D39A"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3D5D9CBA" w14:textId="77777777" w:rsidR="00B44DB5" w:rsidRPr="00384254" w:rsidRDefault="00B44DB5" w:rsidP="00B44DB5">
            <w:pPr>
              <w:pStyle w:val="SpecNormal"/>
              <w:spacing w:line="240" w:lineRule="auto"/>
            </w:pPr>
            <w:r w:rsidRPr="00384254">
              <w:t>3 days</w:t>
            </w:r>
          </w:p>
        </w:tc>
        <w:tc>
          <w:tcPr>
            <w:tcW w:w="891" w:type="dxa"/>
            <w:vAlign w:val="center"/>
          </w:tcPr>
          <w:p w14:paraId="4B5266FC" w14:textId="77777777" w:rsidR="00B44DB5" w:rsidRPr="00384254" w:rsidRDefault="00B44DB5" w:rsidP="00B44DB5">
            <w:pPr>
              <w:pStyle w:val="SpecNormal"/>
              <w:spacing w:line="240" w:lineRule="auto"/>
            </w:pPr>
            <w:r w:rsidRPr="00384254">
              <w:t>P</w:t>
            </w:r>
          </w:p>
        </w:tc>
        <w:tc>
          <w:tcPr>
            <w:tcW w:w="1170" w:type="dxa"/>
            <w:vAlign w:val="center"/>
          </w:tcPr>
          <w:p w14:paraId="33459C1A" w14:textId="77777777" w:rsidR="00B44DB5" w:rsidRPr="00384254" w:rsidRDefault="00B44DB5" w:rsidP="00B44DB5">
            <w:pPr>
              <w:pStyle w:val="SpecNormal"/>
              <w:spacing w:line="240" w:lineRule="auto"/>
            </w:pPr>
            <w:r w:rsidRPr="00384254">
              <w:t>±5°F from SP</w:t>
            </w:r>
          </w:p>
        </w:tc>
        <w:tc>
          <w:tcPr>
            <w:tcW w:w="909" w:type="dxa"/>
            <w:vAlign w:val="center"/>
          </w:tcPr>
          <w:p w14:paraId="10826106" w14:textId="77777777" w:rsidR="00B44DB5" w:rsidRPr="00384254" w:rsidRDefault="00B44DB5" w:rsidP="00B44DB5">
            <w:pPr>
              <w:pStyle w:val="SpecNormal"/>
              <w:spacing w:line="240" w:lineRule="auto"/>
            </w:pPr>
            <w:r w:rsidRPr="00384254">
              <w:t>10 min</w:t>
            </w:r>
          </w:p>
        </w:tc>
      </w:tr>
      <w:tr w:rsidR="00B44DB5" w:rsidRPr="00384254" w14:paraId="5C75CC4E" w14:textId="77777777" w:rsidTr="00B44DB5">
        <w:trPr>
          <w:cantSplit/>
          <w:trHeight w:val="300"/>
          <w:jc w:val="center"/>
        </w:trPr>
        <w:tc>
          <w:tcPr>
            <w:tcW w:w="1851" w:type="dxa"/>
            <w:shd w:val="clear" w:color="auto" w:fill="auto"/>
            <w:noWrap/>
            <w:vAlign w:val="center"/>
            <w:hideMark/>
          </w:tcPr>
          <w:p w14:paraId="0A38032C" w14:textId="77777777" w:rsidR="00B44DB5" w:rsidRPr="00384254" w:rsidRDefault="00B44DB5" w:rsidP="00B44DB5">
            <w:pPr>
              <w:pStyle w:val="SpecNormal"/>
              <w:spacing w:line="240" w:lineRule="auto"/>
            </w:pPr>
            <w:r w:rsidRPr="00384254">
              <w:t>Pre-Filter Status</w:t>
            </w:r>
          </w:p>
        </w:tc>
        <w:tc>
          <w:tcPr>
            <w:tcW w:w="800" w:type="dxa"/>
            <w:shd w:val="clear" w:color="auto" w:fill="auto"/>
            <w:noWrap/>
            <w:vAlign w:val="center"/>
            <w:hideMark/>
          </w:tcPr>
          <w:p w14:paraId="21DE7040"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6D8502BE" w14:textId="77777777" w:rsidR="00B44DB5" w:rsidRPr="00384254" w:rsidRDefault="00B44DB5" w:rsidP="00B44DB5">
            <w:pPr>
              <w:pStyle w:val="SpecNormal"/>
              <w:spacing w:line="240" w:lineRule="auto"/>
            </w:pPr>
            <w:r w:rsidRPr="00384254">
              <w:t>None</w:t>
            </w:r>
          </w:p>
        </w:tc>
        <w:tc>
          <w:tcPr>
            <w:tcW w:w="1459" w:type="dxa"/>
            <w:shd w:val="clear" w:color="auto" w:fill="auto"/>
            <w:noWrap/>
            <w:vAlign w:val="center"/>
            <w:hideMark/>
          </w:tcPr>
          <w:p w14:paraId="22C71568" w14:textId="77777777" w:rsidR="00B44DB5" w:rsidRPr="00384254" w:rsidRDefault="00B44DB5" w:rsidP="00B44DB5">
            <w:pPr>
              <w:pStyle w:val="SpecNormal"/>
              <w:spacing w:line="240" w:lineRule="auto"/>
            </w:pPr>
            <w:r w:rsidRPr="00384254">
              <w:t>None</w:t>
            </w:r>
          </w:p>
        </w:tc>
        <w:tc>
          <w:tcPr>
            <w:tcW w:w="1350" w:type="dxa"/>
            <w:shd w:val="clear" w:color="auto" w:fill="auto"/>
            <w:noWrap/>
            <w:vAlign w:val="center"/>
            <w:hideMark/>
          </w:tcPr>
          <w:p w14:paraId="4A8CFD4A" w14:textId="77777777" w:rsidR="00B44DB5" w:rsidRPr="00384254" w:rsidRDefault="00B44DB5" w:rsidP="00B44DB5">
            <w:pPr>
              <w:pStyle w:val="SpecNormal"/>
              <w:spacing w:line="240" w:lineRule="auto"/>
            </w:pPr>
            <w:r w:rsidRPr="00384254">
              <w:t>None</w:t>
            </w:r>
          </w:p>
        </w:tc>
        <w:tc>
          <w:tcPr>
            <w:tcW w:w="891" w:type="dxa"/>
            <w:vAlign w:val="center"/>
          </w:tcPr>
          <w:p w14:paraId="1DDDD6CD" w14:textId="77777777" w:rsidR="00B44DB5" w:rsidRPr="00384254" w:rsidRDefault="00B44DB5" w:rsidP="00B44DB5">
            <w:pPr>
              <w:pStyle w:val="SpecNormal"/>
              <w:spacing w:line="240" w:lineRule="auto"/>
            </w:pPr>
            <w:r w:rsidRPr="00384254">
              <w:t>M</w:t>
            </w:r>
          </w:p>
        </w:tc>
        <w:tc>
          <w:tcPr>
            <w:tcW w:w="1170" w:type="dxa"/>
            <w:vAlign w:val="center"/>
          </w:tcPr>
          <w:p w14:paraId="628644EC" w14:textId="77777777" w:rsidR="00B44DB5" w:rsidRPr="00384254" w:rsidRDefault="00B44DB5" w:rsidP="00B44DB5">
            <w:pPr>
              <w:pStyle w:val="SpecNormal"/>
              <w:spacing w:line="240" w:lineRule="auto"/>
            </w:pPr>
            <w:r w:rsidRPr="00384254">
              <w:t>&gt; SP</w:t>
            </w:r>
          </w:p>
        </w:tc>
        <w:tc>
          <w:tcPr>
            <w:tcW w:w="909" w:type="dxa"/>
            <w:vAlign w:val="center"/>
          </w:tcPr>
          <w:p w14:paraId="540EF264" w14:textId="77777777" w:rsidR="00B44DB5" w:rsidRPr="00384254" w:rsidRDefault="00B44DB5" w:rsidP="00B44DB5">
            <w:pPr>
              <w:pStyle w:val="SpecNormal"/>
              <w:spacing w:line="240" w:lineRule="auto"/>
            </w:pPr>
            <w:r w:rsidRPr="00384254">
              <w:t>1 hour</w:t>
            </w:r>
          </w:p>
        </w:tc>
      </w:tr>
      <w:tr w:rsidR="00B44DB5" w:rsidRPr="00384254" w14:paraId="63E716B0" w14:textId="77777777" w:rsidTr="00B44DB5">
        <w:trPr>
          <w:cantSplit/>
          <w:trHeight w:val="300"/>
          <w:jc w:val="center"/>
        </w:trPr>
        <w:tc>
          <w:tcPr>
            <w:tcW w:w="1851" w:type="dxa"/>
            <w:shd w:val="clear" w:color="auto" w:fill="auto"/>
            <w:noWrap/>
            <w:vAlign w:val="center"/>
            <w:hideMark/>
          </w:tcPr>
          <w:p w14:paraId="2E2BAE58"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5CCC2FEC" w14:textId="77777777" w:rsidR="00B44DB5" w:rsidRPr="00384254" w:rsidRDefault="00B44DB5" w:rsidP="00B44DB5">
            <w:pPr>
              <w:pStyle w:val="SpecNormal"/>
              <w:spacing w:line="240" w:lineRule="auto"/>
            </w:pPr>
          </w:p>
        </w:tc>
        <w:tc>
          <w:tcPr>
            <w:tcW w:w="1308" w:type="dxa"/>
            <w:shd w:val="clear" w:color="auto" w:fill="auto"/>
            <w:noWrap/>
            <w:vAlign w:val="center"/>
            <w:hideMark/>
          </w:tcPr>
          <w:p w14:paraId="2057554A" w14:textId="77777777" w:rsidR="00B44DB5" w:rsidRPr="00384254" w:rsidRDefault="00B44DB5" w:rsidP="00B44DB5">
            <w:pPr>
              <w:pStyle w:val="SpecNormal"/>
              <w:spacing w:line="240" w:lineRule="auto"/>
            </w:pPr>
          </w:p>
        </w:tc>
        <w:tc>
          <w:tcPr>
            <w:tcW w:w="1459" w:type="dxa"/>
            <w:shd w:val="clear" w:color="auto" w:fill="auto"/>
            <w:noWrap/>
            <w:vAlign w:val="center"/>
            <w:hideMark/>
          </w:tcPr>
          <w:p w14:paraId="516FC894" w14:textId="77777777" w:rsidR="00B44DB5" w:rsidRPr="00384254" w:rsidRDefault="00B44DB5" w:rsidP="00B44DB5">
            <w:pPr>
              <w:pStyle w:val="SpecNormal"/>
              <w:spacing w:line="240" w:lineRule="auto"/>
            </w:pPr>
          </w:p>
        </w:tc>
        <w:tc>
          <w:tcPr>
            <w:tcW w:w="1350" w:type="dxa"/>
            <w:shd w:val="clear" w:color="auto" w:fill="auto"/>
            <w:noWrap/>
            <w:vAlign w:val="center"/>
            <w:hideMark/>
          </w:tcPr>
          <w:p w14:paraId="486EC7A8" w14:textId="77777777" w:rsidR="00B44DB5" w:rsidRPr="00384254" w:rsidRDefault="00B44DB5" w:rsidP="00B44DB5">
            <w:pPr>
              <w:pStyle w:val="SpecNormal"/>
              <w:spacing w:line="240" w:lineRule="auto"/>
            </w:pPr>
          </w:p>
        </w:tc>
        <w:tc>
          <w:tcPr>
            <w:tcW w:w="891" w:type="dxa"/>
            <w:vAlign w:val="center"/>
          </w:tcPr>
          <w:p w14:paraId="5CEE5577" w14:textId="77777777" w:rsidR="00B44DB5" w:rsidRPr="00384254" w:rsidRDefault="00B44DB5" w:rsidP="00B44DB5">
            <w:pPr>
              <w:pStyle w:val="SpecNormal"/>
              <w:spacing w:line="240" w:lineRule="auto"/>
            </w:pPr>
          </w:p>
        </w:tc>
        <w:tc>
          <w:tcPr>
            <w:tcW w:w="1170" w:type="dxa"/>
            <w:vAlign w:val="center"/>
          </w:tcPr>
          <w:p w14:paraId="3E51A37A" w14:textId="77777777" w:rsidR="00B44DB5" w:rsidRPr="00384254" w:rsidRDefault="00B44DB5" w:rsidP="00B44DB5">
            <w:pPr>
              <w:pStyle w:val="SpecNormal"/>
              <w:spacing w:line="240" w:lineRule="auto"/>
            </w:pPr>
          </w:p>
        </w:tc>
        <w:tc>
          <w:tcPr>
            <w:tcW w:w="909" w:type="dxa"/>
            <w:vAlign w:val="center"/>
          </w:tcPr>
          <w:p w14:paraId="5CF952B7" w14:textId="77777777" w:rsidR="00B44DB5" w:rsidRPr="00384254" w:rsidRDefault="00B44DB5" w:rsidP="00B44DB5">
            <w:pPr>
              <w:pStyle w:val="SpecNormal"/>
              <w:spacing w:line="240" w:lineRule="auto"/>
            </w:pPr>
          </w:p>
        </w:tc>
      </w:tr>
      <w:tr w:rsidR="00B44DB5" w:rsidRPr="00384254" w14:paraId="1F2FB4E9" w14:textId="77777777" w:rsidTr="00B44DB5">
        <w:trPr>
          <w:cantSplit/>
          <w:trHeight w:val="300"/>
          <w:jc w:val="center"/>
        </w:trPr>
        <w:tc>
          <w:tcPr>
            <w:tcW w:w="1851" w:type="dxa"/>
            <w:shd w:val="clear" w:color="auto" w:fill="auto"/>
            <w:noWrap/>
            <w:vAlign w:val="center"/>
            <w:hideMark/>
          </w:tcPr>
          <w:p w14:paraId="335E4078" w14:textId="77777777" w:rsidR="00B44DB5" w:rsidRPr="00384254" w:rsidRDefault="00B44DB5" w:rsidP="00B44DB5">
            <w:pPr>
              <w:pStyle w:val="SpecNormal"/>
              <w:spacing w:line="240" w:lineRule="auto"/>
            </w:pPr>
            <w:r w:rsidRPr="00384254">
              <w:t>Water Sensor</w:t>
            </w:r>
          </w:p>
        </w:tc>
        <w:tc>
          <w:tcPr>
            <w:tcW w:w="800" w:type="dxa"/>
            <w:shd w:val="clear" w:color="auto" w:fill="auto"/>
            <w:noWrap/>
            <w:vAlign w:val="center"/>
            <w:hideMark/>
          </w:tcPr>
          <w:p w14:paraId="41DC0FF7"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325D3E70"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3E312202"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7DF27FF6" w14:textId="77777777" w:rsidR="00B44DB5" w:rsidRPr="00384254" w:rsidRDefault="00B44DB5" w:rsidP="00B44DB5">
            <w:pPr>
              <w:pStyle w:val="SpecNormal"/>
              <w:spacing w:line="240" w:lineRule="auto"/>
            </w:pPr>
            <w:r w:rsidRPr="00384254">
              <w:t>3 days</w:t>
            </w:r>
          </w:p>
        </w:tc>
        <w:tc>
          <w:tcPr>
            <w:tcW w:w="891" w:type="dxa"/>
            <w:vAlign w:val="center"/>
          </w:tcPr>
          <w:p w14:paraId="5B240D62" w14:textId="77777777" w:rsidR="00B44DB5" w:rsidRPr="00384254" w:rsidRDefault="00B44DB5" w:rsidP="00B44DB5">
            <w:pPr>
              <w:pStyle w:val="SpecNormal"/>
              <w:spacing w:line="240" w:lineRule="auto"/>
            </w:pPr>
            <w:r w:rsidRPr="00384254">
              <w:t>M</w:t>
            </w:r>
          </w:p>
        </w:tc>
        <w:tc>
          <w:tcPr>
            <w:tcW w:w="1170" w:type="dxa"/>
            <w:vAlign w:val="center"/>
          </w:tcPr>
          <w:p w14:paraId="11223CC0" w14:textId="77777777" w:rsidR="00B44DB5" w:rsidRPr="00384254" w:rsidRDefault="00B44DB5" w:rsidP="00B44DB5">
            <w:pPr>
              <w:pStyle w:val="SpecNormal"/>
              <w:spacing w:line="240" w:lineRule="auto"/>
            </w:pPr>
            <w:r w:rsidRPr="00384254">
              <w:t>N/A</w:t>
            </w:r>
          </w:p>
        </w:tc>
        <w:tc>
          <w:tcPr>
            <w:tcW w:w="909" w:type="dxa"/>
            <w:vAlign w:val="center"/>
          </w:tcPr>
          <w:p w14:paraId="6981448D" w14:textId="77777777" w:rsidR="00B44DB5" w:rsidRPr="00384254" w:rsidRDefault="00B44DB5" w:rsidP="00B44DB5">
            <w:pPr>
              <w:pStyle w:val="SpecNormal"/>
              <w:spacing w:line="240" w:lineRule="auto"/>
            </w:pPr>
            <w:r w:rsidRPr="00384254">
              <w:t>30 Min</w:t>
            </w:r>
          </w:p>
        </w:tc>
      </w:tr>
      <w:tr w:rsidR="00B44DB5" w:rsidRPr="00384254" w14:paraId="07009C93" w14:textId="77777777" w:rsidTr="00B44DB5">
        <w:trPr>
          <w:cantSplit/>
          <w:trHeight w:val="300"/>
          <w:jc w:val="center"/>
        </w:trPr>
        <w:tc>
          <w:tcPr>
            <w:tcW w:w="1851" w:type="dxa"/>
            <w:shd w:val="clear" w:color="auto" w:fill="auto"/>
            <w:noWrap/>
            <w:vAlign w:val="center"/>
            <w:hideMark/>
          </w:tcPr>
          <w:p w14:paraId="043C0067"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0CE813E9" w14:textId="77777777" w:rsidR="00B44DB5" w:rsidRPr="00384254" w:rsidRDefault="00B44DB5" w:rsidP="00B44DB5">
            <w:pPr>
              <w:pStyle w:val="SpecNormal"/>
              <w:spacing w:line="240" w:lineRule="auto"/>
            </w:pPr>
          </w:p>
        </w:tc>
        <w:tc>
          <w:tcPr>
            <w:tcW w:w="1308" w:type="dxa"/>
            <w:shd w:val="clear" w:color="auto" w:fill="auto"/>
            <w:noWrap/>
            <w:vAlign w:val="center"/>
            <w:hideMark/>
          </w:tcPr>
          <w:p w14:paraId="3E5096BB" w14:textId="77777777" w:rsidR="00B44DB5" w:rsidRPr="00384254" w:rsidRDefault="00B44DB5" w:rsidP="00B44DB5">
            <w:pPr>
              <w:pStyle w:val="SpecNormal"/>
              <w:spacing w:line="240" w:lineRule="auto"/>
            </w:pPr>
          </w:p>
        </w:tc>
        <w:tc>
          <w:tcPr>
            <w:tcW w:w="1459" w:type="dxa"/>
            <w:shd w:val="clear" w:color="auto" w:fill="auto"/>
            <w:noWrap/>
            <w:vAlign w:val="center"/>
            <w:hideMark/>
          </w:tcPr>
          <w:p w14:paraId="34B3498B" w14:textId="77777777" w:rsidR="00B44DB5" w:rsidRPr="00384254" w:rsidRDefault="00B44DB5" w:rsidP="00B44DB5">
            <w:pPr>
              <w:pStyle w:val="SpecNormal"/>
              <w:spacing w:line="240" w:lineRule="auto"/>
            </w:pPr>
          </w:p>
        </w:tc>
        <w:tc>
          <w:tcPr>
            <w:tcW w:w="1350" w:type="dxa"/>
            <w:shd w:val="clear" w:color="auto" w:fill="auto"/>
            <w:noWrap/>
            <w:vAlign w:val="center"/>
            <w:hideMark/>
          </w:tcPr>
          <w:p w14:paraId="5D192985" w14:textId="77777777" w:rsidR="00B44DB5" w:rsidRPr="00384254" w:rsidRDefault="00B44DB5" w:rsidP="00B44DB5">
            <w:pPr>
              <w:pStyle w:val="SpecNormal"/>
              <w:spacing w:line="240" w:lineRule="auto"/>
            </w:pPr>
          </w:p>
        </w:tc>
        <w:tc>
          <w:tcPr>
            <w:tcW w:w="891" w:type="dxa"/>
            <w:vAlign w:val="center"/>
          </w:tcPr>
          <w:p w14:paraId="295AACDC" w14:textId="77777777" w:rsidR="00B44DB5" w:rsidRPr="00384254" w:rsidRDefault="00B44DB5" w:rsidP="00B44DB5">
            <w:pPr>
              <w:pStyle w:val="SpecNormal"/>
              <w:spacing w:line="240" w:lineRule="auto"/>
            </w:pPr>
          </w:p>
        </w:tc>
        <w:tc>
          <w:tcPr>
            <w:tcW w:w="1170" w:type="dxa"/>
            <w:vAlign w:val="center"/>
          </w:tcPr>
          <w:p w14:paraId="16A629B9" w14:textId="77777777" w:rsidR="00B44DB5" w:rsidRPr="00384254" w:rsidRDefault="00B44DB5" w:rsidP="00B44DB5">
            <w:pPr>
              <w:pStyle w:val="SpecNormal"/>
              <w:spacing w:line="240" w:lineRule="auto"/>
            </w:pPr>
          </w:p>
        </w:tc>
        <w:tc>
          <w:tcPr>
            <w:tcW w:w="909" w:type="dxa"/>
            <w:vAlign w:val="center"/>
          </w:tcPr>
          <w:p w14:paraId="7F9B61B7" w14:textId="77777777" w:rsidR="00B44DB5" w:rsidRPr="00384254" w:rsidRDefault="00B44DB5" w:rsidP="00B44DB5">
            <w:pPr>
              <w:pStyle w:val="SpecNormal"/>
              <w:spacing w:line="240" w:lineRule="auto"/>
            </w:pPr>
          </w:p>
        </w:tc>
      </w:tr>
      <w:tr w:rsidR="00B44DB5" w:rsidRPr="00384254" w14:paraId="481B92D6" w14:textId="77777777" w:rsidTr="00B44DB5">
        <w:trPr>
          <w:cantSplit/>
          <w:trHeight w:val="300"/>
          <w:jc w:val="center"/>
        </w:trPr>
        <w:tc>
          <w:tcPr>
            <w:tcW w:w="1851" w:type="dxa"/>
            <w:shd w:val="clear" w:color="auto" w:fill="auto"/>
            <w:noWrap/>
            <w:vAlign w:val="center"/>
            <w:hideMark/>
          </w:tcPr>
          <w:p w14:paraId="3D8366E1" w14:textId="77777777" w:rsidR="00B44DB5" w:rsidRPr="00384254" w:rsidRDefault="00B44DB5" w:rsidP="00B44DB5">
            <w:pPr>
              <w:pStyle w:val="SpecNormal"/>
              <w:spacing w:line="240" w:lineRule="auto"/>
            </w:pPr>
            <w:r w:rsidRPr="00384254">
              <w:t>Cooling Coil Valve Position</w:t>
            </w:r>
          </w:p>
        </w:tc>
        <w:tc>
          <w:tcPr>
            <w:tcW w:w="800" w:type="dxa"/>
            <w:shd w:val="clear" w:color="auto" w:fill="auto"/>
            <w:noWrap/>
            <w:vAlign w:val="center"/>
            <w:hideMark/>
          </w:tcPr>
          <w:p w14:paraId="750E9768" w14:textId="77777777" w:rsidR="00B44DB5" w:rsidRPr="00384254" w:rsidRDefault="00B44DB5" w:rsidP="00B44DB5">
            <w:pPr>
              <w:pStyle w:val="SpecNormal"/>
              <w:spacing w:line="240" w:lineRule="auto"/>
            </w:pPr>
            <w:r w:rsidRPr="00384254">
              <w:t>AO</w:t>
            </w:r>
          </w:p>
        </w:tc>
        <w:tc>
          <w:tcPr>
            <w:tcW w:w="1308" w:type="dxa"/>
            <w:shd w:val="clear" w:color="auto" w:fill="auto"/>
            <w:noWrap/>
            <w:vAlign w:val="center"/>
            <w:hideMark/>
          </w:tcPr>
          <w:p w14:paraId="4BD37089" w14:textId="77777777" w:rsidR="00B44DB5" w:rsidRPr="00384254" w:rsidRDefault="00B44DB5" w:rsidP="00B44DB5">
            <w:pPr>
              <w:pStyle w:val="SpecNormal"/>
              <w:spacing w:line="240" w:lineRule="auto"/>
            </w:pPr>
            <w:r w:rsidRPr="00384254">
              <w:t>15 Minutes</w:t>
            </w:r>
          </w:p>
        </w:tc>
        <w:tc>
          <w:tcPr>
            <w:tcW w:w="1459" w:type="dxa"/>
            <w:shd w:val="clear" w:color="auto" w:fill="auto"/>
            <w:noWrap/>
            <w:vAlign w:val="center"/>
            <w:hideMark/>
          </w:tcPr>
          <w:p w14:paraId="09910613"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1BA2B343" w14:textId="77777777" w:rsidR="00B44DB5" w:rsidRPr="00384254" w:rsidRDefault="00B44DB5" w:rsidP="00B44DB5">
            <w:pPr>
              <w:pStyle w:val="SpecNormal"/>
              <w:spacing w:line="240" w:lineRule="auto"/>
            </w:pPr>
            <w:r w:rsidRPr="00384254">
              <w:t>3 days</w:t>
            </w:r>
          </w:p>
        </w:tc>
        <w:tc>
          <w:tcPr>
            <w:tcW w:w="891" w:type="dxa"/>
            <w:vAlign w:val="center"/>
          </w:tcPr>
          <w:p w14:paraId="4BC3D932" w14:textId="77777777" w:rsidR="00B44DB5" w:rsidRPr="00384254" w:rsidRDefault="00B44DB5" w:rsidP="00B44DB5">
            <w:pPr>
              <w:pStyle w:val="SpecNormal"/>
              <w:spacing w:line="240" w:lineRule="auto"/>
            </w:pPr>
            <w:r w:rsidRPr="00384254">
              <w:t>N/A</w:t>
            </w:r>
          </w:p>
        </w:tc>
        <w:tc>
          <w:tcPr>
            <w:tcW w:w="1170" w:type="dxa"/>
            <w:vAlign w:val="center"/>
          </w:tcPr>
          <w:p w14:paraId="3370346C" w14:textId="77777777" w:rsidR="00B44DB5" w:rsidRPr="00384254" w:rsidRDefault="00B44DB5" w:rsidP="00B44DB5">
            <w:pPr>
              <w:pStyle w:val="SpecNormal"/>
              <w:spacing w:line="240" w:lineRule="auto"/>
            </w:pPr>
          </w:p>
        </w:tc>
        <w:tc>
          <w:tcPr>
            <w:tcW w:w="909" w:type="dxa"/>
            <w:vAlign w:val="center"/>
          </w:tcPr>
          <w:p w14:paraId="7297E43B" w14:textId="77777777" w:rsidR="00B44DB5" w:rsidRPr="00384254" w:rsidRDefault="00B44DB5" w:rsidP="00B44DB5">
            <w:pPr>
              <w:pStyle w:val="SpecNormal"/>
              <w:spacing w:line="240" w:lineRule="auto"/>
            </w:pPr>
          </w:p>
        </w:tc>
      </w:tr>
      <w:tr w:rsidR="00B44DB5" w:rsidRPr="00384254" w14:paraId="599989E7" w14:textId="77777777" w:rsidTr="00B44DB5">
        <w:trPr>
          <w:cantSplit/>
          <w:trHeight w:val="300"/>
          <w:jc w:val="center"/>
        </w:trPr>
        <w:tc>
          <w:tcPr>
            <w:tcW w:w="1851" w:type="dxa"/>
            <w:shd w:val="clear" w:color="auto" w:fill="auto"/>
            <w:noWrap/>
            <w:vAlign w:val="bottom"/>
            <w:hideMark/>
          </w:tcPr>
          <w:p w14:paraId="64DCE8B1" w14:textId="77777777" w:rsidR="00B44DB5" w:rsidRPr="00384254" w:rsidRDefault="00B44DB5" w:rsidP="00B44DB5">
            <w:pPr>
              <w:pStyle w:val="SpecNormal"/>
              <w:spacing w:line="240" w:lineRule="auto"/>
            </w:pPr>
            <w:r w:rsidRPr="00384254">
              <w:t>Fan Coil ON/OFF</w:t>
            </w:r>
          </w:p>
        </w:tc>
        <w:tc>
          <w:tcPr>
            <w:tcW w:w="800" w:type="dxa"/>
            <w:shd w:val="clear" w:color="auto" w:fill="auto"/>
            <w:noWrap/>
            <w:vAlign w:val="center"/>
            <w:hideMark/>
          </w:tcPr>
          <w:p w14:paraId="09D7BD0C" w14:textId="77777777" w:rsidR="00B44DB5" w:rsidRPr="00384254" w:rsidRDefault="00B44DB5" w:rsidP="00B44DB5">
            <w:pPr>
              <w:pStyle w:val="SpecNormal"/>
              <w:spacing w:line="240" w:lineRule="auto"/>
            </w:pPr>
            <w:r w:rsidRPr="00384254">
              <w:t>DO</w:t>
            </w:r>
          </w:p>
        </w:tc>
        <w:tc>
          <w:tcPr>
            <w:tcW w:w="1308" w:type="dxa"/>
            <w:shd w:val="clear" w:color="auto" w:fill="auto"/>
            <w:noWrap/>
            <w:vAlign w:val="center"/>
            <w:hideMark/>
          </w:tcPr>
          <w:p w14:paraId="347C3AAB"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1CE38CA3"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60970CE0" w14:textId="77777777" w:rsidR="00B44DB5" w:rsidRPr="00384254" w:rsidRDefault="00B44DB5" w:rsidP="00B44DB5">
            <w:pPr>
              <w:pStyle w:val="SpecNormal"/>
              <w:spacing w:line="240" w:lineRule="auto"/>
            </w:pPr>
            <w:r w:rsidRPr="00384254">
              <w:t>3 days</w:t>
            </w:r>
          </w:p>
        </w:tc>
        <w:tc>
          <w:tcPr>
            <w:tcW w:w="891" w:type="dxa"/>
            <w:vAlign w:val="center"/>
          </w:tcPr>
          <w:p w14:paraId="1DD5C80A" w14:textId="77777777" w:rsidR="00B44DB5" w:rsidRPr="00384254" w:rsidRDefault="00B44DB5" w:rsidP="00B44DB5">
            <w:pPr>
              <w:pStyle w:val="SpecNormal"/>
              <w:spacing w:line="240" w:lineRule="auto"/>
            </w:pPr>
            <w:r w:rsidRPr="00384254">
              <w:t>M</w:t>
            </w:r>
          </w:p>
        </w:tc>
        <w:tc>
          <w:tcPr>
            <w:tcW w:w="1170" w:type="dxa"/>
            <w:vAlign w:val="center"/>
          </w:tcPr>
          <w:p w14:paraId="2D67F93B" w14:textId="77777777" w:rsidR="00B44DB5" w:rsidRPr="00384254" w:rsidRDefault="00B44DB5" w:rsidP="00B44DB5">
            <w:pPr>
              <w:pStyle w:val="SpecNormal"/>
              <w:spacing w:line="240" w:lineRule="auto"/>
            </w:pPr>
            <w:r w:rsidRPr="00384254">
              <w:t>Status &lt;&gt; Command</w:t>
            </w:r>
          </w:p>
        </w:tc>
        <w:tc>
          <w:tcPr>
            <w:tcW w:w="909" w:type="dxa"/>
            <w:vAlign w:val="center"/>
          </w:tcPr>
          <w:p w14:paraId="08D11EDC" w14:textId="77777777" w:rsidR="00B44DB5" w:rsidRPr="00384254" w:rsidRDefault="00B44DB5" w:rsidP="00B44DB5">
            <w:pPr>
              <w:pStyle w:val="SpecNormal"/>
              <w:spacing w:line="240" w:lineRule="auto"/>
            </w:pPr>
            <w:r w:rsidRPr="00384254">
              <w:t>30 min</w:t>
            </w:r>
          </w:p>
        </w:tc>
      </w:tr>
    </w:tbl>
    <w:p w14:paraId="724C54A8" w14:textId="77777777" w:rsidR="00B44DB5" w:rsidRDefault="00B44DB5" w:rsidP="00B44DB5">
      <w:pPr>
        <w:pStyle w:val="Level2"/>
      </w:pPr>
    </w:p>
    <w:p w14:paraId="7558A6E4" w14:textId="77777777" w:rsidR="00B44DB5" w:rsidRDefault="00B44DB5" w:rsidP="00B44DB5">
      <w:pPr>
        <w:pStyle w:val="Level2"/>
      </w:pPr>
    </w:p>
    <w:tbl>
      <w:tblPr>
        <w:tblW w:w="97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51"/>
        <w:gridCol w:w="800"/>
        <w:gridCol w:w="1308"/>
        <w:gridCol w:w="1459"/>
        <w:gridCol w:w="1350"/>
        <w:gridCol w:w="891"/>
        <w:gridCol w:w="1170"/>
        <w:gridCol w:w="909"/>
      </w:tblGrid>
      <w:tr w:rsidR="00B44DB5" w:rsidRPr="00384254" w14:paraId="6922CC04" w14:textId="77777777" w:rsidTr="006D40D2">
        <w:trPr>
          <w:cantSplit/>
          <w:trHeight w:val="413"/>
          <w:tblHeader/>
          <w:jc w:val="center"/>
        </w:trPr>
        <w:tc>
          <w:tcPr>
            <w:tcW w:w="9738" w:type="dxa"/>
            <w:gridSpan w:val="8"/>
            <w:tcBorders>
              <w:top w:val="single" w:sz="4" w:space="0" w:color="auto"/>
              <w:bottom w:val="single" w:sz="6" w:space="0" w:color="auto"/>
            </w:tcBorders>
            <w:shd w:val="clear" w:color="auto" w:fill="D9D9D9"/>
            <w:vAlign w:val="center"/>
            <w:hideMark/>
          </w:tcPr>
          <w:p w14:paraId="65076E64" w14:textId="77777777" w:rsidR="00B44DB5" w:rsidRPr="00B44DB5" w:rsidRDefault="00B44DB5" w:rsidP="00B44DB5">
            <w:pPr>
              <w:pStyle w:val="SpecNormal"/>
              <w:rPr>
                <w:b/>
                <w:bCs/>
              </w:rPr>
            </w:pPr>
            <w:r w:rsidRPr="00B44DB5">
              <w:rPr>
                <w:b/>
                <w:bCs/>
              </w:rPr>
              <w:t>Unit Heater Trending and Alarms</w:t>
            </w:r>
          </w:p>
        </w:tc>
      </w:tr>
      <w:tr w:rsidR="00B44DB5" w:rsidRPr="00384254" w14:paraId="106E99BB" w14:textId="77777777" w:rsidTr="006D40D2">
        <w:trPr>
          <w:cantSplit/>
          <w:trHeight w:val="858"/>
          <w:tblHeader/>
          <w:jc w:val="center"/>
        </w:trPr>
        <w:tc>
          <w:tcPr>
            <w:tcW w:w="1851" w:type="dxa"/>
            <w:tcBorders>
              <w:top w:val="single" w:sz="6" w:space="0" w:color="auto"/>
              <w:bottom w:val="single" w:sz="6" w:space="0" w:color="auto"/>
            </w:tcBorders>
            <w:shd w:val="clear" w:color="auto" w:fill="D9D9D9"/>
            <w:vAlign w:val="center"/>
            <w:hideMark/>
          </w:tcPr>
          <w:p w14:paraId="76F99F8C" w14:textId="77777777" w:rsidR="00B44DB5" w:rsidRPr="00B44DB5" w:rsidRDefault="00B44DB5" w:rsidP="00B44DB5">
            <w:pPr>
              <w:pStyle w:val="SpecNormal"/>
              <w:spacing w:line="240" w:lineRule="auto"/>
              <w:rPr>
                <w:b/>
                <w:bCs/>
              </w:rPr>
            </w:pPr>
            <w:r w:rsidRPr="00B44DB5">
              <w:rPr>
                <w:b/>
                <w:bCs/>
              </w:rPr>
              <w:t>Point</w:t>
            </w:r>
          </w:p>
        </w:tc>
        <w:tc>
          <w:tcPr>
            <w:tcW w:w="800" w:type="dxa"/>
            <w:tcBorders>
              <w:top w:val="single" w:sz="6" w:space="0" w:color="auto"/>
              <w:bottom w:val="single" w:sz="6" w:space="0" w:color="auto"/>
            </w:tcBorders>
            <w:shd w:val="clear" w:color="auto" w:fill="D9D9D9"/>
            <w:vAlign w:val="center"/>
            <w:hideMark/>
          </w:tcPr>
          <w:p w14:paraId="616AC5DA" w14:textId="77777777" w:rsidR="00B44DB5" w:rsidRPr="00B44DB5" w:rsidRDefault="00B44DB5" w:rsidP="00B44DB5">
            <w:pPr>
              <w:pStyle w:val="SpecNormal"/>
              <w:spacing w:line="240" w:lineRule="auto"/>
              <w:rPr>
                <w:b/>
                <w:bCs/>
              </w:rPr>
            </w:pPr>
            <w:r w:rsidRPr="00B44DB5">
              <w:rPr>
                <w:b/>
                <w:bCs/>
              </w:rPr>
              <w:t>Type</w:t>
            </w:r>
          </w:p>
        </w:tc>
        <w:tc>
          <w:tcPr>
            <w:tcW w:w="1308" w:type="dxa"/>
            <w:tcBorders>
              <w:top w:val="single" w:sz="6" w:space="0" w:color="auto"/>
              <w:bottom w:val="single" w:sz="6" w:space="0" w:color="auto"/>
            </w:tcBorders>
            <w:shd w:val="clear" w:color="auto" w:fill="D9D9D9"/>
            <w:vAlign w:val="center"/>
            <w:hideMark/>
          </w:tcPr>
          <w:p w14:paraId="5835301C" w14:textId="77777777" w:rsidR="00B44DB5" w:rsidRPr="00B44DB5" w:rsidRDefault="00B44DB5" w:rsidP="00B44DB5">
            <w:pPr>
              <w:pStyle w:val="SpecNormal"/>
              <w:spacing w:line="240" w:lineRule="auto"/>
              <w:rPr>
                <w:b/>
                <w:bCs/>
              </w:rPr>
            </w:pPr>
            <w:r w:rsidRPr="00B44DB5">
              <w:rPr>
                <w:b/>
                <w:bCs/>
              </w:rPr>
              <w:t>Trend</w:t>
            </w:r>
          </w:p>
          <w:p w14:paraId="0B837BF1" w14:textId="77777777" w:rsidR="00B44DB5" w:rsidRPr="00B44DB5" w:rsidRDefault="00B44DB5" w:rsidP="00B44DB5">
            <w:pPr>
              <w:pStyle w:val="SpecNormal"/>
              <w:spacing w:line="240" w:lineRule="auto"/>
              <w:rPr>
                <w:b/>
                <w:bCs/>
              </w:rPr>
            </w:pPr>
            <w:r w:rsidRPr="00B44DB5">
              <w:rPr>
                <w:b/>
                <w:bCs/>
              </w:rPr>
              <w:t>Interval</w:t>
            </w:r>
          </w:p>
        </w:tc>
        <w:tc>
          <w:tcPr>
            <w:tcW w:w="1459" w:type="dxa"/>
            <w:tcBorders>
              <w:top w:val="single" w:sz="6" w:space="0" w:color="auto"/>
              <w:bottom w:val="single" w:sz="6" w:space="0" w:color="auto"/>
            </w:tcBorders>
            <w:shd w:val="clear" w:color="auto" w:fill="D9D9D9"/>
            <w:vAlign w:val="center"/>
            <w:hideMark/>
          </w:tcPr>
          <w:p w14:paraId="4E3670E4" w14:textId="77777777" w:rsidR="00B44DB5" w:rsidRPr="00B44DB5" w:rsidRDefault="00B44DB5" w:rsidP="00B44DB5">
            <w:pPr>
              <w:pStyle w:val="SpecNormal"/>
              <w:spacing w:line="240" w:lineRule="auto"/>
              <w:rPr>
                <w:b/>
                <w:bCs/>
              </w:rPr>
            </w:pPr>
            <w:r w:rsidRPr="00B44DB5">
              <w:rPr>
                <w:b/>
                <w:bCs/>
              </w:rPr>
              <w:t>Operational Trend</w:t>
            </w:r>
          </w:p>
          <w:p w14:paraId="1995B857" w14:textId="77777777" w:rsidR="00B44DB5" w:rsidRPr="00B44DB5" w:rsidRDefault="00B44DB5" w:rsidP="00B44DB5">
            <w:pPr>
              <w:pStyle w:val="SpecNormal"/>
              <w:spacing w:line="240" w:lineRule="auto"/>
              <w:rPr>
                <w:b/>
                <w:bCs/>
              </w:rPr>
            </w:pPr>
            <w:r w:rsidRPr="00B44DB5">
              <w:rPr>
                <w:b/>
                <w:bCs/>
              </w:rPr>
              <w:t>Duration</w:t>
            </w:r>
          </w:p>
        </w:tc>
        <w:tc>
          <w:tcPr>
            <w:tcW w:w="1350" w:type="dxa"/>
            <w:tcBorders>
              <w:top w:val="single" w:sz="6" w:space="0" w:color="auto"/>
              <w:bottom w:val="single" w:sz="6" w:space="0" w:color="auto"/>
            </w:tcBorders>
            <w:shd w:val="clear" w:color="auto" w:fill="D9D9D9"/>
            <w:vAlign w:val="center"/>
            <w:hideMark/>
          </w:tcPr>
          <w:p w14:paraId="1FCDAF75" w14:textId="77777777" w:rsidR="00B44DB5" w:rsidRPr="00B44DB5" w:rsidRDefault="00B44DB5" w:rsidP="00B44DB5">
            <w:pPr>
              <w:pStyle w:val="SpecNormal"/>
              <w:spacing w:line="240" w:lineRule="auto"/>
              <w:rPr>
                <w:b/>
                <w:bCs/>
              </w:rPr>
            </w:pPr>
            <w:r w:rsidRPr="00B44DB5">
              <w:rPr>
                <w:b/>
                <w:bCs/>
              </w:rPr>
              <w:t>Testing Trend Duration</w:t>
            </w:r>
          </w:p>
        </w:tc>
        <w:tc>
          <w:tcPr>
            <w:tcW w:w="891" w:type="dxa"/>
            <w:tcBorders>
              <w:top w:val="single" w:sz="6" w:space="0" w:color="auto"/>
              <w:bottom w:val="single" w:sz="6" w:space="0" w:color="auto"/>
            </w:tcBorders>
            <w:shd w:val="clear" w:color="auto" w:fill="D9D9D9"/>
            <w:vAlign w:val="center"/>
          </w:tcPr>
          <w:p w14:paraId="30D0EAC7" w14:textId="77777777" w:rsidR="00B44DB5" w:rsidRPr="00B44DB5" w:rsidRDefault="00B44DB5" w:rsidP="00B44DB5">
            <w:pPr>
              <w:pStyle w:val="SpecNormal"/>
              <w:spacing w:line="240" w:lineRule="auto"/>
              <w:rPr>
                <w:b/>
                <w:bCs/>
              </w:rPr>
            </w:pPr>
            <w:r w:rsidRPr="00B44DB5">
              <w:rPr>
                <w:b/>
                <w:bCs/>
              </w:rPr>
              <w:t>Alarm Type</w:t>
            </w:r>
          </w:p>
        </w:tc>
        <w:tc>
          <w:tcPr>
            <w:tcW w:w="1170" w:type="dxa"/>
            <w:tcBorders>
              <w:top w:val="single" w:sz="6" w:space="0" w:color="auto"/>
              <w:bottom w:val="single" w:sz="6" w:space="0" w:color="auto"/>
            </w:tcBorders>
            <w:shd w:val="clear" w:color="auto" w:fill="D9D9D9"/>
            <w:vAlign w:val="center"/>
          </w:tcPr>
          <w:p w14:paraId="59CBB4E0" w14:textId="77777777" w:rsidR="00B44DB5" w:rsidRPr="00B44DB5" w:rsidRDefault="00B44DB5" w:rsidP="00B44DB5">
            <w:pPr>
              <w:pStyle w:val="SpecNormal"/>
              <w:spacing w:line="240" w:lineRule="auto"/>
              <w:rPr>
                <w:b/>
                <w:bCs/>
              </w:rPr>
            </w:pPr>
            <w:r w:rsidRPr="00B44DB5">
              <w:rPr>
                <w:b/>
                <w:bCs/>
              </w:rPr>
              <w:t>Alarm Range</w:t>
            </w:r>
          </w:p>
        </w:tc>
        <w:tc>
          <w:tcPr>
            <w:tcW w:w="909" w:type="dxa"/>
            <w:tcBorders>
              <w:top w:val="single" w:sz="6" w:space="0" w:color="auto"/>
              <w:bottom w:val="single" w:sz="6" w:space="0" w:color="auto"/>
            </w:tcBorders>
            <w:shd w:val="clear" w:color="auto" w:fill="D9D9D9"/>
            <w:vAlign w:val="center"/>
          </w:tcPr>
          <w:p w14:paraId="76E6D462" w14:textId="77777777" w:rsidR="00B44DB5" w:rsidRPr="00B44DB5" w:rsidRDefault="00B44DB5" w:rsidP="00B44DB5">
            <w:pPr>
              <w:pStyle w:val="SpecNormal"/>
              <w:spacing w:line="240" w:lineRule="auto"/>
              <w:rPr>
                <w:b/>
                <w:bCs/>
              </w:rPr>
            </w:pPr>
            <w:r w:rsidRPr="00B44DB5">
              <w:rPr>
                <w:b/>
                <w:bCs/>
              </w:rPr>
              <w:t>Alarm Delay</w:t>
            </w:r>
          </w:p>
        </w:tc>
      </w:tr>
      <w:tr w:rsidR="00B44DB5" w:rsidRPr="00384254" w14:paraId="3E468FAA" w14:textId="77777777" w:rsidTr="00B44DB5">
        <w:trPr>
          <w:cantSplit/>
          <w:trHeight w:val="300"/>
          <w:jc w:val="center"/>
        </w:trPr>
        <w:tc>
          <w:tcPr>
            <w:tcW w:w="1851" w:type="dxa"/>
            <w:tcBorders>
              <w:top w:val="single" w:sz="6" w:space="0" w:color="auto"/>
            </w:tcBorders>
            <w:shd w:val="clear" w:color="auto" w:fill="auto"/>
            <w:noWrap/>
            <w:vAlign w:val="center"/>
            <w:hideMark/>
          </w:tcPr>
          <w:p w14:paraId="7E0C6496" w14:textId="77777777" w:rsidR="00B44DB5" w:rsidRPr="00384254" w:rsidRDefault="00B44DB5" w:rsidP="00B44DB5">
            <w:pPr>
              <w:pStyle w:val="SpecNormal"/>
              <w:spacing w:line="240" w:lineRule="auto"/>
            </w:pPr>
            <w:r w:rsidRPr="00384254">
              <w:t>Space Temperature</w:t>
            </w:r>
          </w:p>
        </w:tc>
        <w:tc>
          <w:tcPr>
            <w:tcW w:w="800" w:type="dxa"/>
            <w:tcBorders>
              <w:top w:val="single" w:sz="6" w:space="0" w:color="auto"/>
            </w:tcBorders>
            <w:shd w:val="clear" w:color="auto" w:fill="auto"/>
            <w:noWrap/>
            <w:vAlign w:val="center"/>
            <w:hideMark/>
          </w:tcPr>
          <w:p w14:paraId="3C7BBD89" w14:textId="77777777" w:rsidR="00B44DB5" w:rsidRPr="00384254" w:rsidRDefault="00B44DB5" w:rsidP="00B44DB5">
            <w:pPr>
              <w:pStyle w:val="SpecNormal"/>
              <w:spacing w:line="240" w:lineRule="auto"/>
            </w:pPr>
            <w:r w:rsidRPr="00384254">
              <w:t>AI</w:t>
            </w:r>
          </w:p>
        </w:tc>
        <w:tc>
          <w:tcPr>
            <w:tcW w:w="1308" w:type="dxa"/>
            <w:tcBorders>
              <w:top w:val="single" w:sz="6" w:space="0" w:color="auto"/>
            </w:tcBorders>
            <w:shd w:val="clear" w:color="auto" w:fill="auto"/>
            <w:noWrap/>
            <w:vAlign w:val="center"/>
            <w:hideMark/>
          </w:tcPr>
          <w:p w14:paraId="72231219" w14:textId="77777777" w:rsidR="00B44DB5" w:rsidRPr="00384254" w:rsidRDefault="00B44DB5" w:rsidP="00B44DB5">
            <w:pPr>
              <w:pStyle w:val="SpecNormal"/>
              <w:spacing w:line="240" w:lineRule="auto"/>
            </w:pPr>
            <w:r w:rsidRPr="00384254">
              <w:t>15 Minutes</w:t>
            </w:r>
          </w:p>
        </w:tc>
        <w:tc>
          <w:tcPr>
            <w:tcW w:w="1459" w:type="dxa"/>
            <w:tcBorders>
              <w:top w:val="single" w:sz="6" w:space="0" w:color="auto"/>
            </w:tcBorders>
            <w:shd w:val="clear" w:color="auto" w:fill="auto"/>
            <w:noWrap/>
            <w:vAlign w:val="center"/>
            <w:hideMark/>
          </w:tcPr>
          <w:p w14:paraId="467A4769" w14:textId="77777777" w:rsidR="00B44DB5" w:rsidRPr="00384254" w:rsidRDefault="00B44DB5" w:rsidP="00B44DB5">
            <w:pPr>
              <w:pStyle w:val="SpecNormal"/>
              <w:spacing w:line="240" w:lineRule="auto"/>
            </w:pPr>
            <w:r w:rsidRPr="00384254">
              <w:t>12 hours</w:t>
            </w:r>
          </w:p>
        </w:tc>
        <w:tc>
          <w:tcPr>
            <w:tcW w:w="1350" w:type="dxa"/>
            <w:tcBorders>
              <w:top w:val="single" w:sz="6" w:space="0" w:color="auto"/>
            </w:tcBorders>
            <w:shd w:val="clear" w:color="auto" w:fill="auto"/>
            <w:noWrap/>
            <w:vAlign w:val="center"/>
            <w:hideMark/>
          </w:tcPr>
          <w:p w14:paraId="5C126A93" w14:textId="77777777" w:rsidR="00B44DB5" w:rsidRPr="00384254" w:rsidRDefault="00B44DB5" w:rsidP="00B44DB5">
            <w:pPr>
              <w:pStyle w:val="SpecNormal"/>
              <w:spacing w:line="240" w:lineRule="auto"/>
            </w:pPr>
            <w:r w:rsidRPr="00384254">
              <w:t>3 days</w:t>
            </w:r>
          </w:p>
        </w:tc>
        <w:tc>
          <w:tcPr>
            <w:tcW w:w="891" w:type="dxa"/>
            <w:tcBorders>
              <w:top w:val="single" w:sz="6" w:space="0" w:color="auto"/>
            </w:tcBorders>
            <w:vAlign w:val="center"/>
          </w:tcPr>
          <w:p w14:paraId="498F64AA" w14:textId="77777777" w:rsidR="00B44DB5" w:rsidRPr="00384254" w:rsidRDefault="00B44DB5" w:rsidP="00B44DB5">
            <w:pPr>
              <w:pStyle w:val="SpecNormal"/>
              <w:spacing w:line="240" w:lineRule="auto"/>
            </w:pPr>
            <w:r w:rsidRPr="00384254">
              <w:t>P</w:t>
            </w:r>
          </w:p>
        </w:tc>
        <w:tc>
          <w:tcPr>
            <w:tcW w:w="1170" w:type="dxa"/>
            <w:tcBorders>
              <w:top w:val="single" w:sz="6" w:space="0" w:color="auto"/>
            </w:tcBorders>
            <w:vAlign w:val="center"/>
          </w:tcPr>
          <w:p w14:paraId="1D15B0BE" w14:textId="77777777" w:rsidR="00B44DB5" w:rsidRPr="00384254" w:rsidRDefault="00B44DB5" w:rsidP="00B44DB5">
            <w:pPr>
              <w:pStyle w:val="SpecNormal"/>
              <w:spacing w:line="240" w:lineRule="auto"/>
            </w:pPr>
            <w:r w:rsidRPr="00384254">
              <w:t>±5°F from SP</w:t>
            </w:r>
          </w:p>
        </w:tc>
        <w:tc>
          <w:tcPr>
            <w:tcW w:w="909" w:type="dxa"/>
            <w:tcBorders>
              <w:top w:val="single" w:sz="6" w:space="0" w:color="auto"/>
            </w:tcBorders>
            <w:vAlign w:val="center"/>
          </w:tcPr>
          <w:p w14:paraId="642A1A79" w14:textId="77777777" w:rsidR="00B44DB5" w:rsidRPr="00384254" w:rsidRDefault="00B44DB5" w:rsidP="00B44DB5">
            <w:pPr>
              <w:pStyle w:val="SpecNormal"/>
              <w:spacing w:line="240" w:lineRule="auto"/>
            </w:pPr>
            <w:r w:rsidRPr="00384254">
              <w:t>10 min</w:t>
            </w:r>
          </w:p>
        </w:tc>
      </w:tr>
      <w:tr w:rsidR="00B44DB5" w:rsidRPr="00384254" w14:paraId="17B9C353" w14:textId="77777777" w:rsidTr="00B44DB5">
        <w:trPr>
          <w:cantSplit/>
          <w:trHeight w:val="300"/>
          <w:jc w:val="center"/>
        </w:trPr>
        <w:tc>
          <w:tcPr>
            <w:tcW w:w="1851" w:type="dxa"/>
            <w:shd w:val="clear" w:color="auto" w:fill="auto"/>
            <w:noWrap/>
            <w:vAlign w:val="center"/>
            <w:hideMark/>
          </w:tcPr>
          <w:p w14:paraId="34024254"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55B754A0" w14:textId="77777777" w:rsidR="00B44DB5" w:rsidRPr="00384254" w:rsidRDefault="00B44DB5" w:rsidP="00B44DB5">
            <w:pPr>
              <w:pStyle w:val="SpecNormal"/>
              <w:spacing w:line="240" w:lineRule="auto"/>
            </w:pPr>
          </w:p>
        </w:tc>
        <w:tc>
          <w:tcPr>
            <w:tcW w:w="1308" w:type="dxa"/>
            <w:shd w:val="clear" w:color="auto" w:fill="auto"/>
            <w:noWrap/>
            <w:vAlign w:val="center"/>
            <w:hideMark/>
          </w:tcPr>
          <w:p w14:paraId="75365C3B" w14:textId="77777777" w:rsidR="00B44DB5" w:rsidRPr="00384254" w:rsidRDefault="00B44DB5" w:rsidP="00B44DB5">
            <w:pPr>
              <w:pStyle w:val="SpecNormal"/>
              <w:spacing w:line="240" w:lineRule="auto"/>
            </w:pPr>
          </w:p>
        </w:tc>
        <w:tc>
          <w:tcPr>
            <w:tcW w:w="1459" w:type="dxa"/>
            <w:shd w:val="clear" w:color="auto" w:fill="auto"/>
            <w:noWrap/>
            <w:vAlign w:val="center"/>
            <w:hideMark/>
          </w:tcPr>
          <w:p w14:paraId="417D4908" w14:textId="77777777" w:rsidR="00B44DB5" w:rsidRPr="00384254" w:rsidRDefault="00B44DB5" w:rsidP="00B44DB5">
            <w:pPr>
              <w:pStyle w:val="SpecNormal"/>
              <w:spacing w:line="240" w:lineRule="auto"/>
            </w:pPr>
          </w:p>
        </w:tc>
        <w:tc>
          <w:tcPr>
            <w:tcW w:w="1350" w:type="dxa"/>
            <w:shd w:val="clear" w:color="auto" w:fill="auto"/>
            <w:noWrap/>
            <w:vAlign w:val="center"/>
            <w:hideMark/>
          </w:tcPr>
          <w:p w14:paraId="7E678CA6" w14:textId="77777777" w:rsidR="00B44DB5" w:rsidRPr="00384254" w:rsidRDefault="00B44DB5" w:rsidP="00B44DB5">
            <w:pPr>
              <w:pStyle w:val="SpecNormal"/>
              <w:spacing w:line="240" w:lineRule="auto"/>
            </w:pPr>
          </w:p>
        </w:tc>
        <w:tc>
          <w:tcPr>
            <w:tcW w:w="891" w:type="dxa"/>
            <w:vAlign w:val="center"/>
          </w:tcPr>
          <w:p w14:paraId="658BA6DA" w14:textId="77777777" w:rsidR="00B44DB5" w:rsidRPr="00384254" w:rsidRDefault="00B44DB5" w:rsidP="00B44DB5">
            <w:pPr>
              <w:pStyle w:val="SpecNormal"/>
              <w:spacing w:line="240" w:lineRule="auto"/>
            </w:pPr>
          </w:p>
        </w:tc>
        <w:tc>
          <w:tcPr>
            <w:tcW w:w="1170" w:type="dxa"/>
            <w:vAlign w:val="center"/>
          </w:tcPr>
          <w:p w14:paraId="398CDE6D" w14:textId="77777777" w:rsidR="00B44DB5" w:rsidRPr="00384254" w:rsidRDefault="00B44DB5" w:rsidP="00B44DB5">
            <w:pPr>
              <w:pStyle w:val="SpecNormal"/>
              <w:spacing w:line="240" w:lineRule="auto"/>
            </w:pPr>
          </w:p>
        </w:tc>
        <w:tc>
          <w:tcPr>
            <w:tcW w:w="909" w:type="dxa"/>
            <w:vAlign w:val="center"/>
          </w:tcPr>
          <w:p w14:paraId="6C3DBE48" w14:textId="77777777" w:rsidR="00B44DB5" w:rsidRPr="00384254" w:rsidRDefault="00B44DB5" w:rsidP="00B44DB5">
            <w:pPr>
              <w:pStyle w:val="SpecNormal"/>
              <w:spacing w:line="240" w:lineRule="auto"/>
            </w:pPr>
          </w:p>
        </w:tc>
      </w:tr>
      <w:tr w:rsidR="00B44DB5" w:rsidRPr="00384254" w14:paraId="4DE1DF94" w14:textId="77777777" w:rsidTr="00B44DB5">
        <w:trPr>
          <w:cantSplit/>
          <w:trHeight w:val="300"/>
          <w:jc w:val="center"/>
        </w:trPr>
        <w:tc>
          <w:tcPr>
            <w:tcW w:w="1851" w:type="dxa"/>
            <w:shd w:val="clear" w:color="auto" w:fill="auto"/>
            <w:noWrap/>
            <w:vAlign w:val="center"/>
            <w:hideMark/>
          </w:tcPr>
          <w:p w14:paraId="4C8701AC" w14:textId="77777777" w:rsidR="00B44DB5" w:rsidRPr="00384254" w:rsidRDefault="00B44DB5" w:rsidP="00B44DB5">
            <w:pPr>
              <w:pStyle w:val="SpecNormal"/>
              <w:spacing w:line="240" w:lineRule="auto"/>
            </w:pPr>
            <w:r w:rsidRPr="00384254">
              <w:t>Heating Valve Position</w:t>
            </w:r>
          </w:p>
        </w:tc>
        <w:tc>
          <w:tcPr>
            <w:tcW w:w="800" w:type="dxa"/>
            <w:shd w:val="clear" w:color="auto" w:fill="auto"/>
            <w:noWrap/>
            <w:vAlign w:val="center"/>
            <w:hideMark/>
          </w:tcPr>
          <w:p w14:paraId="7257F800" w14:textId="77777777" w:rsidR="00B44DB5" w:rsidRPr="00384254" w:rsidRDefault="00B44DB5" w:rsidP="00B44DB5">
            <w:pPr>
              <w:pStyle w:val="SpecNormal"/>
              <w:spacing w:line="240" w:lineRule="auto"/>
            </w:pPr>
            <w:r w:rsidRPr="00384254">
              <w:t>AO</w:t>
            </w:r>
          </w:p>
        </w:tc>
        <w:tc>
          <w:tcPr>
            <w:tcW w:w="1308" w:type="dxa"/>
            <w:shd w:val="clear" w:color="auto" w:fill="auto"/>
            <w:noWrap/>
            <w:vAlign w:val="center"/>
            <w:hideMark/>
          </w:tcPr>
          <w:p w14:paraId="33D21402" w14:textId="77777777" w:rsidR="00B44DB5" w:rsidRPr="00384254" w:rsidRDefault="00B44DB5" w:rsidP="00B44DB5">
            <w:pPr>
              <w:pStyle w:val="SpecNormal"/>
              <w:spacing w:line="240" w:lineRule="auto"/>
            </w:pPr>
            <w:r w:rsidRPr="00384254">
              <w:t>15 Minutes</w:t>
            </w:r>
          </w:p>
        </w:tc>
        <w:tc>
          <w:tcPr>
            <w:tcW w:w="1459" w:type="dxa"/>
            <w:shd w:val="clear" w:color="auto" w:fill="auto"/>
            <w:noWrap/>
            <w:vAlign w:val="center"/>
            <w:hideMark/>
          </w:tcPr>
          <w:p w14:paraId="1D565BE2"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150FA7B3" w14:textId="77777777" w:rsidR="00B44DB5" w:rsidRPr="00384254" w:rsidRDefault="00B44DB5" w:rsidP="00B44DB5">
            <w:pPr>
              <w:pStyle w:val="SpecNormal"/>
              <w:spacing w:line="240" w:lineRule="auto"/>
            </w:pPr>
            <w:r w:rsidRPr="00384254">
              <w:t>3 days</w:t>
            </w:r>
          </w:p>
        </w:tc>
        <w:tc>
          <w:tcPr>
            <w:tcW w:w="891" w:type="dxa"/>
            <w:vAlign w:val="center"/>
          </w:tcPr>
          <w:p w14:paraId="14A13328" w14:textId="77777777" w:rsidR="00B44DB5" w:rsidRPr="00384254" w:rsidRDefault="00B44DB5" w:rsidP="00B44DB5">
            <w:pPr>
              <w:pStyle w:val="SpecNormal"/>
              <w:spacing w:line="240" w:lineRule="auto"/>
            </w:pPr>
            <w:r w:rsidRPr="00384254">
              <w:t>N/A</w:t>
            </w:r>
          </w:p>
        </w:tc>
        <w:tc>
          <w:tcPr>
            <w:tcW w:w="1170" w:type="dxa"/>
            <w:vAlign w:val="center"/>
          </w:tcPr>
          <w:p w14:paraId="073430B2" w14:textId="77777777" w:rsidR="00B44DB5" w:rsidRPr="00384254" w:rsidRDefault="00B44DB5" w:rsidP="00B44DB5">
            <w:pPr>
              <w:pStyle w:val="SpecNormal"/>
              <w:spacing w:line="240" w:lineRule="auto"/>
            </w:pPr>
          </w:p>
        </w:tc>
        <w:tc>
          <w:tcPr>
            <w:tcW w:w="909" w:type="dxa"/>
            <w:vAlign w:val="center"/>
          </w:tcPr>
          <w:p w14:paraId="783CC1C0" w14:textId="77777777" w:rsidR="00B44DB5" w:rsidRPr="00384254" w:rsidRDefault="00B44DB5" w:rsidP="00B44DB5">
            <w:pPr>
              <w:pStyle w:val="SpecNormal"/>
              <w:spacing w:line="240" w:lineRule="auto"/>
            </w:pPr>
          </w:p>
        </w:tc>
      </w:tr>
      <w:tr w:rsidR="00B44DB5" w:rsidRPr="00384254" w14:paraId="414DA33C" w14:textId="77777777" w:rsidTr="00B44DB5">
        <w:trPr>
          <w:cantSplit/>
          <w:trHeight w:val="300"/>
          <w:jc w:val="center"/>
        </w:trPr>
        <w:tc>
          <w:tcPr>
            <w:tcW w:w="1851" w:type="dxa"/>
            <w:shd w:val="clear" w:color="auto" w:fill="auto"/>
            <w:noWrap/>
            <w:vAlign w:val="center"/>
            <w:hideMark/>
          </w:tcPr>
          <w:p w14:paraId="6D4B2248"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766F051C" w14:textId="77777777" w:rsidR="00B44DB5" w:rsidRPr="00384254" w:rsidRDefault="00B44DB5" w:rsidP="00B44DB5">
            <w:pPr>
              <w:pStyle w:val="SpecNormal"/>
              <w:spacing w:line="240" w:lineRule="auto"/>
            </w:pPr>
          </w:p>
        </w:tc>
        <w:tc>
          <w:tcPr>
            <w:tcW w:w="1308" w:type="dxa"/>
            <w:shd w:val="clear" w:color="auto" w:fill="auto"/>
            <w:noWrap/>
            <w:vAlign w:val="center"/>
            <w:hideMark/>
          </w:tcPr>
          <w:p w14:paraId="1C24052D" w14:textId="77777777" w:rsidR="00B44DB5" w:rsidRPr="00384254" w:rsidRDefault="00B44DB5" w:rsidP="00B44DB5">
            <w:pPr>
              <w:pStyle w:val="SpecNormal"/>
              <w:spacing w:line="240" w:lineRule="auto"/>
            </w:pPr>
          </w:p>
        </w:tc>
        <w:tc>
          <w:tcPr>
            <w:tcW w:w="1459" w:type="dxa"/>
            <w:shd w:val="clear" w:color="auto" w:fill="auto"/>
            <w:noWrap/>
            <w:vAlign w:val="center"/>
            <w:hideMark/>
          </w:tcPr>
          <w:p w14:paraId="2CE74885" w14:textId="77777777" w:rsidR="00B44DB5" w:rsidRPr="00384254" w:rsidRDefault="00B44DB5" w:rsidP="00B44DB5">
            <w:pPr>
              <w:pStyle w:val="SpecNormal"/>
              <w:spacing w:line="240" w:lineRule="auto"/>
            </w:pPr>
          </w:p>
        </w:tc>
        <w:tc>
          <w:tcPr>
            <w:tcW w:w="1350" w:type="dxa"/>
            <w:shd w:val="clear" w:color="auto" w:fill="auto"/>
            <w:noWrap/>
            <w:vAlign w:val="center"/>
            <w:hideMark/>
          </w:tcPr>
          <w:p w14:paraId="3FD5E07F" w14:textId="77777777" w:rsidR="00B44DB5" w:rsidRPr="00384254" w:rsidRDefault="00B44DB5" w:rsidP="00B44DB5">
            <w:pPr>
              <w:pStyle w:val="SpecNormal"/>
              <w:spacing w:line="240" w:lineRule="auto"/>
            </w:pPr>
          </w:p>
        </w:tc>
        <w:tc>
          <w:tcPr>
            <w:tcW w:w="891" w:type="dxa"/>
            <w:vAlign w:val="center"/>
          </w:tcPr>
          <w:p w14:paraId="0B123B3C" w14:textId="77777777" w:rsidR="00B44DB5" w:rsidRPr="00384254" w:rsidRDefault="00B44DB5" w:rsidP="00B44DB5">
            <w:pPr>
              <w:pStyle w:val="SpecNormal"/>
              <w:spacing w:line="240" w:lineRule="auto"/>
            </w:pPr>
          </w:p>
        </w:tc>
        <w:tc>
          <w:tcPr>
            <w:tcW w:w="1170" w:type="dxa"/>
            <w:vAlign w:val="center"/>
          </w:tcPr>
          <w:p w14:paraId="55773121" w14:textId="77777777" w:rsidR="00B44DB5" w:rsidRPr="00384254" w:rsidRDefault="00B44DB5" w:rsidP="00B44DB5">
            <w:pPr>
              <w:pStyle w:val="SpecNormal"/>
              <w:spacing w:line="240" w:lineRule="auto"/>
            </w:pPr>
          </w:p>
        </w:tc>
        <w:tc>
          <w:tcPr>
            <w:tcW w:w="909" w:type="dxa"/>
            <w:vAlign w:val="center"/>
          </w:tcPr>
          <w:p w14:paraId="58A4B201" w14:textId="77777777" w:rsidR="00B44DB5" w:rsidRPr="00384254" w:rsidRDefault="00B44DB5" w:rsidP="00B44DB5">
            <w:pPr>
              <w:pStyle w:val="SpecNormal"/>
              <w:spacing w:line="240" w:lineRule="auto"/>
            </w:pPr>
          </w:p>
        </w:tc>
      </w:tr>
      <w:tr w:rsidR="00B44DB5" w:rsidRPr="00384254" w14:paraId="327C07DB" w14:textId="77777777" w:rsidTr="00B44DB5">
        <w:trPr>
          <w:cantSplit/>
          <w:trHeight w:val="300"/>
          <w:jc w:val="center"/>
        </w:trPr>
        <w:tc>
          <w:tcPr>
            <w:tcW w:w="1851" w:type="dxa"/>
            <w:shd w:val="clear" w:color="auto" w:fill="auto"/>
            <w:noWrap/>
            <w:vAlign w:val="center"/>
            <w:hideMark/>
          </w:tcPr>
          <w:p w14:paraId="5A7C0A97" w14:textId="77777777" w:rsidR="00B44DB5" w:rsidRPr="00384254" w:rsidRDefault="00B44DB5" w:rsidP="00B44DB5">
            <w:pPr>
              <w:pStyle w:val="SpecNormal"/>
              <w:spacing w:line="240" w:lineRule="auto"/>
            </w:pPr>
            <w:r w:rsidRPr="00384254">
              <w:t>Unit Heater ON/OFF</w:t>
            </w:r>
          </w:p>
        </w:tc>
        <w:tc>
          <w:tcPr>
            <w:tcW w:w="800" w:type="dxa"/>
            <w:shd w:val="clear" w:color="auto" w:fill="auto"/>
            <w:noWrap/>
            <w:vAlign w:val="center"/>
            <w:hideMark/>
          </w:tcPr>
          <w:p w14:paraId="63AF1BDE" w14:textId="77777777" w:rsidR="00B44DB5" w:rsidRPr="00384254" w:rsidRDefault="00B44DB5" w:rsidP="00B44DB5">
            <w:pPr>
              <w:pStyle w:val="SpecNormal"/>
              <w:spacing w:line="240" w:lineRule="auto"/>
            </w:pPr>
            <w:r w:rsidRPr="00384254">
              <w:t>DO</w:t>
            </w:r>
          </w:p>
        </w:tc>
        <w:tc>
          <w:tcPr>
            <w:tcW w:w="1308" w:type="dxa"/>
            <w:shd w:val="clear" w:color="auto" w:fill="auto"/>
            <w:noWrap/>
            <w:vAlign w:val="center"/>
            <w:hideMark/>
          </w:tcPr>
          <w:p w14:paraId="4FCD0BC2"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0848F1D7"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717268D8" w14:textId="77777777" w:rsidR="00B44DB5" w:rsidRPr="00384254" w:rsidRDefault="00B44DB5" w:rsidP="00B44DB5">
            <w:pPr>
              <w:pStyle w:val="SpecNormal"/>
              <w:spacing w:line="240" w:lineRule="auto"/>
            </w:pPr>
            <w:r w:rsidRPr="00384254">
              <w:t>3 days</w:t>
            </w:r>
          </w:p>
        </w:tc>
        <w:tc>
          <w:tcPr>
            <w:tcW w:w="891" w:type="dxa"/>
            <w:vAlign w:val="center"/>
          </w:tcPr>
          <w:p w14:paraId="4D2D18F5" w14:textId="77777777" w:rsidR="00B44DB5" w:rsidRPr="00384254" w:rsidRDefault="00B44DB5" w:rsidP="00B44DB5">
            <w:pPr>
              <w:pStyle w:val="SpecNormal"/>
              <w:spacing w:line="240" w:lineRule="auto"/>
            </w:pPr>
            <w:r w:rsidRPr="00384254">
              <w:t>M</w:t>
            </w:r>
          </w:p>
        </w:tc>
        <w:tc>
          <w:tcPr>
            <w:tcW w:w="1170" w:type="dxa"/>
            <w:vAlign w:val="center"/>
          </w:tcPr>
          <w:p w14:paraId="56235DD2" w14:textId="77777777" w:rsidR="00B44DB5" w:rsidRPr="00384254" w:rsidRDefault="00B44DB5" w:rsidP="00B44DB5">
            <w:pPr>
              <w:pStyle w:val="SpecNormal"/>
              <w:spacing w:line="240" w:lineRule="auto"/>
            </w:pPr>
            <w:r w:rsidRPr="00384254">
              <w:t>Status &lt;&gt; Command</w:t>
            </w:r>
          </w:p>
        </w:tc>
        <w:tc>
          <w:tcPr>
            <w:tcW w:w="909" w:type="dxa"/>
            <w:vAlign w:val="center"/>
          </w:tcPr>
          <w:p w14:paraId="25D333EE" w14:textId="77777777" w:rsidR="00B44DB5" w:rsidRPr="00384254" w:rsidRDefault="00B44DB5" w:rsidP="00B44DB5">
            <w:pPr>
              <w:pStyle w:val="SpecNormal"/>
              <w:spacing w:line="240" w:lineRule="auto"/>
            </w:pPr>
            <w:r w:rsidRPr="00384254">
              <w:t>30 min</w:t>
            </w:r>
          </w:p>
        </w:tc>
      </w:tr>
    </w:tbl>
    <w:p w14:paraId="5B462098" w14:textId="77777777" w:rsidR="00B44DB5" w:rsidRDefault="00B44DB5" w:rsidP="00B44DB5">
      <w:pPr>
        <w:pStyle w:val="Level2"/>
      </w:pPr>
    </w:p>
    <w:p w14:paraId="2C5D3E5D" w14:textId="77777777" w:rsidR="00B44DB5" w:rsidRDefault="00B44DB5" w:rsidP="00B44DB5">
      <w:pPr>
        <w:pStyle w:val="Level2"/>
      </w:pPr>
    </w:p>
    <w:tbl>
      <w:tblPr>
        <w:tblW w:w="97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51"/>
        <w:gridCol w:w="800"/>
        <w:gridCol w:w="1308"/>
        <w:gridCol w:w="1459"/>
        <w:gridCol w:w="1350"/>
        <w:gridCol w:w="891"/>
        <w:gridCol w:w="1170"/>
        <w:gridCol w:w="909"/>
      </w:tblGrid>
      <w:tr w:rsidR="00B44DB5" w:rsidRPr="00F664B3" w14:paraId="575ED096" w14:textId="77777777" w:rsidTr="006D40D2">
        <w:trPr>
          <w:cantSplit/>
          <w:trHeight w:val="413"/>
          <w:tblHeader/>
          <w:jc w:val="center"/>
        </w:trPr>
        <w:tc>
          <w:tcPr>
            <w:tcW w:w="9738" w:type="dxa"/>
            <w:gridSpan w:val="8"/>
            <w:tcBorders>
              <w:top w:val="single" w:sz="4" w:space="0" w:color="auto"/>
              <w:bottom w:val="single" w:sz="6" w:space="0" w:color="auto"/>
            </w:tcBorders>
            <w:shd w:val="clear" w:color="auto" w:fill="D9D9D9"/>
            <w:vAlign w:val="center"/>
            <w:hideMark/>
          </w:tcPr>
          <w:p w14:paraId="102E32C8" w14:textId="77777777" w:rsidR="00B44DB5" w:rsidRPr="00B44DB5" w:rsidRDefault="00B44DB5" w:rsidP="00B44DB5">
            <w:pPr>
              <w:pStyle w:val="SpecNormal"/>
              <w:rPr>
                <w:b/>
                <w:bCs/>
              </w:rPr>
            </w:pPr>
            <w:r w:rsidRPr="00B44DB5">
              <w:rPr>
                <w:b/>
                <w:bCs/>
              </w:rPr>
              <w:t>Steam and Condensate Pumps Trending and Alarms</w:t>
            </w:r>
          </w:p>
        </w:tc>
      </w:tr>
      <w:tr w:rsidR="00B44DB5" w:rsidRPr="00F664B3" w14:paraId="3C372E3E" w14:textId="77777777" w:rsidTr="006D40D2">
        <w:trPr>
          <w:cantSplit/>
          <w:trHeight w:val="858"/>
          <w:tblHeader/>
          <w:jc w:val="center"/>
        </w:trPr>
        <w:tc>
          <w:tcPr>
            <w:tcW w:w="1851" w:type="dxa"/>
            <w:tcBorders>
              <w:top w:val="single" w:sz="6" w:space="0" w:color="auto"/>
              <w:bottom w:val="single" w:sz="6" w:space="0" w:color="auto"/>
            </w:tcBorders>
            <w:shd w:val="clear" w:color="auto" w:fill="D9D9D9"/>
            <w:vAlign w:val="center"/>
            <w:hideMark/>
          </w:tcPr>
          <w:p w14:paraId="6B74F197" w14:textId="77777777" w:rsidR="00B44DB5" w:rsidRPr="00B44DB5" w:rsidRDefault="00B44DB5" w:rsidP="00B44DB5">
            <w:pPr>
              <w:pStyle w:val="SpecNormal"/>
              <w:spacing w:line="240" w:lineRule="auto"/>
              <w:rPr>
                <w:b/>
                <w:bCs/>
              </w:rPr>
            </w:pPr>
            <w:r w:rsidRPr="00B44DB5">
              <w:rPr>
                <w:b/>
                <w:bCs/>
              </w:rPr>
              <w:t>Point</w:t>
            </w:r>
          </w:p>
        </w:tc>
        <w:tc>
          <w:tcPr>
            <w:tcW w:w="800" w:type="dxa"/>
            <w:tcBorders>
              <w:top w:val="single" w:sz="6" w:space="0" w:color="auto"/>
              <w:bottom w:val="single" w:sz="6" w:space="0" w:color="auto"/>
            </w:tcBorders>
            <w:shd w:val="clear" w:color="auto" w:fill="D9D9D9"/>
            <w:vAlign w:val="center"/>
            <w:hideMark/>
          </w:tcPr>
          <w:p w14:paraId="00652BAA" w14:textId="77777777" w:rsidR="00B44DB5" w:rsidRPr="00B44DB5" w:rsidRDefault="00B44DB5" w:rsidP="00B44DB5">
            <w:pPr>
              <w:pStyle w:val="SpecNormal"/>
              <w:spacing w:line="240" w:lineRule="auto"/>
              <w:rPr>
                <w:b/>
                <w:bCs/>
              </w:rPr>
            </w:pPr>
            <w:r w:rsidRPr="00B44DB5">
              <w:rPr>
                <w:b/>
                <w:bCs/>
              </w:rPr>
              <w:t>Type</w:t>
            </w:r>
          </w:p>
        </w:tc>
        <w:tc>
          <w:tcPr>
            <w:tcW w:w="1308" w:type="dxa"/>
            <w:tcBorders>
              <w:top w:val="single" w:sz="6" w:space="0" w:color="auto"/>
              <w:bottom w:val="single" w:sz="6" w:space="0" w:color="auto"/>
            </w:tcBorders>
            <w:shd w:val="clear" w:color="auto" w:fill="D9D9D9"/>
            <w:vAlign w:val="center"/>
            <w:hideMark/>
          </w:tcPr>
          <w:p w14:paraId="4448CB56" w14:textId="77777777" w:rsidR="00B44DB5" w:rsidRPr="00B44DB5" w:rsidRDefault="00B44DB5" w:rsidP="00B44DB5">
            <w:pPr>
              <w:pStyle w:val="SpecNormal"/>
              <w:spacing w:line="240" w:lineRule="auto"/>
              <w:rPr>
                <w:b/>
                <w:bCs/>
              </w:rPr>
            </w:pPr>
            <w:r w:rsidRPr="00B44DB5">
              <w:rPr>
                <w:b/>
                <w:bCs/>
              </w:rPr>
              <w:t>Trend</w:t>
            </w:r>
          </w:p>
          <w:p w14:paraId="37AD6D06" w14:textId="77777777" w:rsidR="00B44DB5" w:rsidRPr="00B44DB5" w:rsidRDefault="00B44DB5" w:rsidP="00B44DB5">
            <w:pPr>
              <w:pStyle w:val="SpecNormal"/>
              <w:spacing w:line="240" w:lineRule="auto"/>
              <w:rPr>
                <w:b/>
                <w:bCs/>
              </w:rPr>
            </w:pPr>
            <w:r w:rsidRPr="00B44DB5">
              <w:rPr>
                <w:b/>
                <w:bCs/>
              </w:rPr>
              <w:t>Interval</w:t>
            </w:r>
          </w:p>
        </w:tc>
        <w:tc>
          <w:tcPr>
            <w:tcW w:w="1459" w:type="dxa"/>
            <w:tcBorders>
              <w:top w:val="single" w:sz="6" w:space="0" w:color="auto"/>
              <w:bottom w:val="single" w:sz="6" w:space="0" w:color="auto"/>
            </w:tcBorders>
            <w:shd w:val="clear" w:color="auto" w:fill="D9D9D9"/>
            <w:vAlign w:val="center"/>
            <w:hideMark/>
          </w:tcPr>
          <w:p w14:paraId="133C4BAF" w14:textId="77777777" w:rsidR="00B44DB5" w:rsidRPr="00B44DB5" w:rsidRDefault="00B44DB5" w:rsidP="00B44DB5">
            <w:pPr>
              <w:pStyle w:val="SpecNormal"/>
              <w:spacing w:line="240" w:lineRule="auto"/>
              <w:rPr>
                <w:b/>
                <w:bCs/>
              </w:rPr>
            </w:pPr>
            <w:r w:rsidRPr="00B44DB5">
              <w:rPr>
                <w:b/>
                <w:bCs/>
              </w:rPr>
              <w:t>Operational Trend</w:t>
            </w:r>
          </w:p>
          <w:p w14:paraId="0B303D83" w14:textId="77777777" w:rsidR="00B44DB5" w:rsidRPr="00B44DB5" w:rsidRDefault="00B44DB5" w:rsidP="00B44DB5">
            <w:pPr>
              <w:pStyle w:val="SpecNormal"/>
              <w:spacing w:line="240" w:lineRule="auto"/>
              <w:rPr>
                <w:b/>
                <w:bCs/>
              </w:rPr>
            </w:pPr>
            <w:r w:rsidRPr="00B44DB5">
              <w:rPr>
                <w:b/>
                <w:bCs/>
              </w:rPr>
              <w:t>Duration</w:t>
            </w:r>
          </w:p>
        </w:tc>
        <w:tc>
          <w:tcPr>
            <w:tcW w:w="1350" w:type="dxa"/>
            <w:tcBorders>
              <w:top w:val="single" w:sz="6" w:space="0" w:color="auto"/>
              <w:bottom w:val="single" w:sz="6" w:space="0" w:color="auto"/>
            </w:tcBorders>
            <w:shd w:val="clear" w:color="auto" w:fill="D9D9D9"/>
            <w:vAlign w:val="center"/>
            <w:hideMark/>
          </w:tcPr>
          <w:p w14:paraId="54B48243" w14:textId="77777777" w:rsidR="00B44DB5" w:rsidRPr="00B44DB5" w:rsidRDefault="00B44DB5" w:rsidP="00B44DB5">
            <w:pPr>
              <w:pStyle w:val="SpecNormal"/>
              <w:spacing w:line="240" w:lineRule="auto"/>
              <w:rPr>
                <w:b/>
                <w:bCs/>
              </w:rPr>
            </w:pPr>
            <w:r w:rsidRPr="00B44DB5">
              <w:rPr>
                <w:b/>
                <w:bCs/>
              </w:rPr>
              <w:t>Testing Trend Duration</w:t>
            </w:r>
          </w:p>
        </w:tc>
        <w:tc>
          <w:tcPr>
            <w:tcW w:w="891" w:type="dxa"/>
            <w:tcBorders>
              <w:top w:val="single" w:sz="6" w:space="0" w:color="auto"/>
              <w:bottom w:val="single" w:sz="6" w:space="0" w:color="auto"/>
            </w:tcBorders>
            <w:shd w:val="clear" w:color="auto" w:fill="D9D9D9"/>
            <w:vAlign w:val="center"/>
          </w:tcPr>
          <w:p w14:paraId="2BF61C9B" w14:textId="77777777" w:rsidR="00B44DB5" w:rsidRPr="00B44DB5" w:rsidRDefault="00B44DB5" w:rsidP="00B44DB5">
            <w:pPr>
              <w:pStyle w:val="SpecNormal"/>
              <w:spacing w:line="240" w:lineRule="auto"/>
              <w:rPr>
                <w:b/>
                <w:bCs/>
              </w:rPr>
            </w:pPr>
            <w:r w:rsidRPr="00B44DB5">
              <w:rPr>
                <w:b/>
                <w:bCs/>
              </w:rPr>
              <w:t>Alarm Type</w:t>
            </w:r>
          </w:p>
        </w:tc>
        <w:tc>
          <w:tcPr>
            <w:tcW w:w="1170" w:type="dxa"/>
            <w:tcBorders>
              <w:top w:val="single" w:sz="6" w:space="0" w:color="auto"/>
              <w:bottom w:val="single" w:sz="6" w:space="0" w:color="auto"/>
            </w:tcBorders>
            <w:shd w:val="clear" w:color="auto" w:fill="D9D9D9"/>
            <w:vAlign w:val="center"/>
          </w:tcPr>
          <w:p w14:paraId="1BB43F1A" w14:textId="77777777" w:rsidR="00B44DB5" w:rsidRPr="00B44DB5" w:rsidRDefault="00B44DB5" w:rsidP="00B44DB5">
            <w:pPr>
              <w:pStyle w:val="SpecNormal"/>
              <w:spacing w:line="240" w:lineRule="auto"/>
              <w:rPr>
                <w:b/>
                <w:bCs/>
              </w:rPr>
            </w:pPr>
            <w:r w:rsidRPr="00B44DB5">
              <w:rPr>
                <w:b/>
                <w:bCs/>
              </w:rPr>
              <w:t>Alarm Range</w:t>
            </w:r>
          </w:p>
        </w:tc>
        <w:tc>
          <w:tcPr>
            <w:tcW w:w="909" w:type="dxa"/>
            <w:tcBorders>
              <w:top w:val="single" w:sz="6" w:space="0" w:color="auto"/>
              <w:bottom w:val="single" w:sz="6" w:space="0" w:color="auto"/>
            </w:tcBorders>
            <w:shd w:val="clear" w:color="auto" w:fill="D9D9D9"/>
            <w:vAlign w:val="center"/>
          </w:tcPr>
          <w:p w14:paraId="6CE58549" w14:textId="77777777" w:rsidR="00B44DB5" w:rsidRPr="00B44DB5" w:rsidRDefault="00B44DB5" w:rsidP="00B44DB5">
            <w:pPr>
              <w:pStyle w:val="SpecNormal"/>
              <w:spacing w:line="240" w:lineRule="auto"/>
              <w:rPr>
                <w:b/>
                <w:bCs/>
              </w:rPr>
            </w:pPr>
            <w:r w:rsidRPr="00B44DB5">
              <w:rPr>
                <w:b/>
                <w:bCs/>
              </w:rPr>
              <w:t>Alarm Delay</w:t>
            </w:r>
          </w:p>
        </w:tc>
      </w:tr>
      <w:tr w:rsidR="00B44DB5" w:rsidRPr="00F664B3" w14:paraId="5FF37E33" w14:textId="77777777" w:rsidTr="00B44DB5">
        <w:trPr>
          <w:cantSplit/>
          <w:trHeight w:val="300"/>
          <w:jc w:val="center"/>
        </w:trPr>
        <w:tc>
          <w:tcPr>
            <w:tcW w:w="1851" w:type="dxa"/>
            <w:tcBorders>
              <w:top w:val="single" w:sz="6" w:space="0" w:color="auto"/>
            </w:tcBorders>
            <w:shd w:val="clear" w:color="auto" w:fill="auto"/>
            <w:noWrap/>
            <w:vAlign w:val="center"/>
            <w:hideMark/>
          </w:tcPr>
          <w:p w14:paraId="2BF5C994" w14:textId="77777777" w:rsidR="00B44DB5" w:rsidRPr="00F664B3" w:rsidRDefault="00B44DB5" w:rsidP="00B44DB5">
            <w:pPr>
              <w:pStyle w:val="SpecNormal"/>
              <w:spacing w:line="240" w:lineRule="auto"/>
            </w:pPr>
            <w:r w:rsidRPr="00F664B3">
              <w:t>Steam Flow (LB/HR)</w:t>
            </w:r>
          </w:p>
        </w:tc>
        <w:tc>
          <w:tcPr>
            <w:tcW w:w="800" w:type="dxa"/>
            <w:tcBorders>
              <w:top w:val="single" w:sz="6" w:space="0" w:color="auto"/>
            </w:tcBorders>
            <w:shd w:val="clear" w:color="auto" w:fill="auto"/>
            <w:noWrap/>
            <w:vAlign w:val="center"/>
            <w:hideMark/>
          </w:tcPr>
          <w:p w14:paraId="0F43106E" w14:textId="77777777" w:rsidR="00B44DB5" w:rsidRPr="00F664B3" w:rsidRDefault="00B44DB5" w:rsidP="00B44DB5">
            <w:pPr>
              <w:pStyle w:val="SpecNormal"/>
              <w:spacing w:line="240" w:lineRule="auto"/>
            </w:pPr>
            <w:r w:rsidRPr="00F664B3">
              <w:t>AI</w:t>
            </w:r>
          </w:p>
        </w:tc>
        <w:tc>
          <w:tcPr>
            <w:tcW w:w="1308" w:type="dxa"/>
            <w:tcBorders>
              <w:top w:val="single" w:sz="6" w:space="0" w:color="auto"/>
            </w:tcBorders>
            <w:shd w:val="clear" w:color="auto" w:fill="auto"/>
            <w:noWrap/>
            <w:vAlign w:val="center"/>
            <w:hideMark/>
          </w:tcPr>
          <w:p w14:paraId="1ADA0163" w14:textId="77777777" w:rsidR="00B44DB5" w:rsidRPr="00F664B3" w:rsidRDefault="00B44DB5" w:rsidP="00B44DB5">
            <w:pPr>
              <w:pStyle w:val="SpecNormal"/>
              <w:spacing w:line="240" w:lineRule="auto"/>
            </w:pPr>
            <w:r w:rsidRPr="00F664B3">
              <w:t>15 Minutes</w:t>
            </w:r>
          </w:p>
        </w:tc>
        <w:tc>
          <w:tcPr>
            <w:tcW w:w="1459" w:type="dxa"/>
            <w:tcBorders>
              <w:top w:val="single" w:sz="6" w:space="0" w:color="auto"/>
            </w:tcBorders>
            <w:shd w:val="clear" w:color="auto" w:fill="auto"/>
            <w:noWrap/>
            <w:vAlign w:val="center"/>
            <w:hideMark/>
          </w:tcPr>
          <w:p w14:paraId="3873F9FF" w14:textId="77777777" w:rsidR="00B44DB5" w:rsidRPr="00F664B3" w:rsidRDefault="00B44DB5" w:rsidP="00B44DB5">
            <w:pPr>
              <w:pStyle w:val="SpecNormal"/>
              <w:spacing w:line="240" w:lineRule="auto"/>
            </w:pPr>
            <w:r w:rsidRPr="00F664B3">
              <w:t>12 hours</w:t>
            </w:r>
          </w:p>
        </w:tc>
        <w:tc>
          <w:tcPr>
            <w:tcW w:w="1350" w:type="dxa"/>
            <w:tcBorders>
              <w:top w:val="single" w:sz="6" w:space="0" w:color="auto"/>
            </w:tcBorders>
            <w:shd w:val="clear" w:color="auto" w:fill="auto"/>
            <w:noWrap/>
            <w:vAlign w:val="center"/>
            <w:hideMark/>
          </w:tcPr>
          <w:p w14:paraId="544A8CF8" w14:textId="77777777" w:rsidR="00B44DB5" w:rsidRPr="00F664B3" w:rsidRDefault="00B44DB5" w:rsidP="00B44DB5">
            <w:pPr>
              <w:pStyle w:val="SpecNormal"/>
              <w:spacing w:line="240" w:lineRule="auto"/>
            </w:pPr>
            <w:r w:rsidRPr="00F664B3">
              <w:t>3 days</w:t>
            </w:r>
          </w:p>
        </w:tc>
        <w:tc>
          <w:tcPr>
            <w:tcW w:w="891" w:type="dxa"/>
            <w:tcBorders>
              <w:top w:val="single" w:sz="6" w:space="0" w:color="auto"/>
            </w:tcBorders>
            <w:vAlign w:val="center"/>
          </w:tcPr>
          <w:p w14:paraId="4B0EDE0F" w14:textId="77777777" w:rsidR="00B44DB5" w:rsidRPr="00F664B3" w:rsidRDefault="00B44DB5" w:rsidP="00B44DB5">
            <w:pPr>
              <w:pStyle w:val="SpecNormal"/>
              <w:spacing w:line="240" w:lineRule="auto"/>
            </w:pPr>
            <w:r w:rsidRPr="00F664B3">
              <w:t>N/A</w:t>
            </w:r>
          </w:p>
        </w:tc>
        <w:tc>
          <w:tcPr>
            <w:tcW w:w="1170" w:type="dxa"/>
            <w:tcBorders>
              <w:top w:val="single" w:sz="6" w:space="0" w:color="auto"/>
            </w:tcBorders>
            <w:vAlign w:val="center"/>
          </w:tcPr>
          <w:p w14:paraId="1469C8BB" w14:textId="77777777" w:rsidR="00B44DB5" w:rsidRPr="00F664B3" w:rsidRDefault="00B44DB5" w:rsidP="00B44DB5">
            <w:pPr>
              <w:pStyle w:val="SpecNormal"/>
              <w:spacing w:line="240" w:lineRule="auto"/>
            </w:pPr>
          </w:p>
        </w:tc>
        <w:tc>
          <w:tcPr>
            <w:tcW w:w="909" w:type="dxa"/>
            <w:tcBorders>
              <w:top w:val="single" w:sz="6" w:space="0" w:color="auto"/>
            </w:tcBorders>
            <w:vAlign w:val="center"/>
          </w:tcPr>
          <w:p w14:paraId="39467B43" w14:textId="77777777" w:rsidR="00B44DB5" w:rsidRPr="00F664B3" w:rsidRDefault="00B44DB5" w:rsidP="00B44DB5">
            <w:pPr>
              <w:pStyle w:val="SpecNormal"/>
              <w:spacing w:line="240" w:lineRule="auto"/>
            </w:pPr>
          </w:p>
        </w:tc>
      </w:tr>
      <w:tr w:rsidR="00B44DB5" w:rsidRPr="00F664B3" w14:paraId="20F6B954" w14:textId="77777777" w:rsidTr="00B44DB5">
        <w:trPr>
          <w:cantSplit/>
          <w:trHeight w:val="300"/>
          <w:jc w:val="center"/>
        </w:trPr>
        <w:tc>
          <w:tcPr>
            <w:tcW w:w="1851" w:type="dxa"/>
            <w:shd w:val="clear" w:color="auto" w:fill="auto"/>
            <w:noWrap/>
            <w:vAlign w:val="center"/>
            <w:hideMark/>
          </w:tcPr>
          <w:p w14:paraId="1B3D4199" w14:textId="77777777" w:rsidR="00B44DB5" w:rsidRPr="00F664B3" w:rsidRDefault="00B44DB5" w:rsidP="00B44DB5">
            <w:pPr>
              <w:pStyle w:val="SpecNormal"/>
              <w:spacing w:line="240" w:lineRule="auto"/>
            </w:pPr>
            <w:r w:rsidRPr="00F664B3">
              <w:t>Condensate Pump Run Hours</w:t>
            </w:r>
          </w:p>
        </w:tc>
        <w:tc>
          <w:tcPr>
            <w:tcW w:w="800" w:type="dxa"/>
            <w:shd w:val="clear" w:color="auto" w:fill="auto"/>
            <w:noWrap/>
            <w:vAlign w:val="center"/>
            <w:hideMark/>
          </w:tcPr>
          <w:p w14:paraId="180A409C"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5C5D52B9"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033B69F0"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95BD0CA" w14:textId="77777777" w:rsidR="00B44DB5" w:rsidRPr="00F664B3" w:rsidRDefault="00B44DB5" w:rsidP="00B44DB5">
            <w:pPr>
              <w:pStyle w:val="SpecNormal"/>
              <w:spacing w:line="240" w:lineRule="auto"/>
            </w:pPr>
            <w:r w:rsidRPr="00F664B3">
              <w:t>3 days</w:t>
            </w:r>
          </w:p>
        </w:tc>
        <w:tc>
          <w:tcPr>
            <w:tcW w:w="891" w:type="dxa"/>
            <w:vAlign w:val="center"/>
          </w:tcPr>
          <w:p w14:paraId="72659C7D" w14:textId="77777777" w:rsidR="00B44DB5" w:rsidRPr="00F664B3" w:rsidRDefault="00B44DB5" w:rsidP="00B44DB5">
            <w:pPr>
              <w:pStyle w:val="SpecNormal"/>
              <w:spacing w:line="240" w:lineRule="auto"/>
            </w:pPr>
            <w:r w:rsidRPr="00F664B3">
              <w:t>N/A</w:t>
            </w:r>
          </w:p>
        </w:tc>
        <w:tc>
          <w:tcPr>
            <w:tcW w:w="1170" w:type="dxa"/>
            <w:vAlign w:val="center"/>
          </w:tcPr>
          <w:p w14:paraId="3F3166B7" w14:textId="77777777" w:rsidR="00B44DB5" w:rsidRPr="00F664B3" w:rsidRDefault="00B44DB5" w:rsidP="00B44DB5">
            <w:pPr>
              <w:pStyle w:val="SpecNormal"/>
              <w:spacing w:line="240" w:lineRule="auto"/>
            </w:pPr>
          </w:p>
        </w:tc>
        <w:tc>
          <w:tcPr>
            <w:tcW w:w="909" w:type="dxa"/>
            <w:vAlign w:val="center"/>
          </w:tcPr>
          <w:p w14:paraId="653E4555" w14:textId="77777777" w:rsidR="00B44DB5" w:rsidRPr="00F664B3" w:rsidRDefault="00B44DB5" w:rsidP="00B44DB5">
            <w:pPr>
              <w:pStyle w:val="SpecNormal"/>
              <w:spacing w:line="240" w:lineRule="auto"/>
            </w:pPr>
          </w:p>
        </w:tc>
      </w:tr>
      <w:tr w:rsidR="00B44DB5" w:rsidRPr="00F664B3" w14:paraId="1F1C7D72" w14:textId="77777777" w:rsidTr="00B44DB5">
        <w:trPr>
          <w:cantSplit/>
          <w:trHeight w:val="300"/>
          <w:jc w:val="center"/>
        </w:trPr>
        <w:tc>
          <w:tcPr>
            <w:tcW w:w="1851" w:type="dxa"/>
            <w:shd w:val="clear" w:color="auto" w:fill="auto"/>
            <w:noWrap/>
            <w:vAlign w:val="center"/>
            <w:hideMark/>
          </w:tcPr>
          <w:p w14:paraId="34309120" w14:textId="77777777" w:rsidR="00B44DB5" w:rsidRPr="00F664B3" w:rsidRDefault="00B44DB5" w:rsidP="00B44DB5">
            <w:pPr>
              <w:pStyle w:val="SpecNormal"/>
              <w:spacing w:line="240" w:lineRule="auto"/>
            </w:pPr>
            <w:r w:rsidRPr="00F664B3">
              <w:lastRenderedPageBreak/>
              <w:t>Water Meter (GPM)</w:t>
            </w:r>
          </w:p>
        </w:tc>
        <w:tc>
          <w:tcPr>
            <w:tcW w:w="800" w:type="dxa"/>
            <w:shd w:val="clear" w:color="auto" w:fill="auto"/>
            <w:noWrap/>
            <w:vAlign w:val="center"/>
            <w:hideMark/>
          </w:tcPr>
          <w:p w14:paraId="463C48A6"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11BBE1D9"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6FD3F7A1"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1CFC55D" w14:textId="77777777" w:rsidR="00B44DB5" w:rsidRPr="00F664B3" w:rsidRDefault="00B44DB5" w:rsidP="00B44DB5">
            <w:pPr>
              <w:pStyle w:val="SpecNormal"/>
              <w:spacing w:line="240" w:lineRule="auto"/>
            </w:pPr>
            <w:r w:rsidRPr="00F664B3">
              <w:t>3 days</w:t>
            </w:r>
          </w:p>
        </w:tc>
        <w:tc>
          <w:tcPr>
            <w:tcW w:w="891" w:type="dxa"/>
            <w:vAlign w:val="center"/>
          </w:tcPr>
          <w:p w14:paraId="0AD34D97" w14:textId="77777777" w:rsidR="00B44DB5" w:rsidRPr="00F664B3" w:rsidRDefault="00B44DB5" w:rsidP="00B44DB5">
            <w:pPr>
              <w:pStyle w:val="SpecNormal"/>
              <w:spacing w:line="240" w:lineRule="auto"/>
            </w:pPr>
            <w:r w:rsidRPr="00F664B3">
              <w:t>N/A</w:t>
            </w:r>
          </w:p>
        </w:tc>
        <w:tc>
          <w:tcPr>
            <w:tcW w:w="1170" w:type="dxa"/>
            <w:vAlign w:val="center"/>
          </w:tcPr>
          <w:p w14:paraId="6754544C" w14:textId="77777777" w:rsidR="00B44DB5" w:rsidRPr="00F664B3" w:rsidRDefault="00B44DB5" w:rsidP="00B44DB5">
            <w:pPr>
              <w:pStyle w:val="SpecNormal"/>
              <w:spacing w:line="240" w:lineRule="auto"/>
            </w:pPr>
          </w:p>
        </w:tc>
        <w:tc>
          <w:tcPr>
            <w:tcW w:w="909" w:type="dxa"/>
            <w:vAlign w:val="center"/>
          </w:tcPr>
          <w:p w14:paraId="2932DB86" w14:textId="77777777" w:rsidR="00B44DB5" w:rsidRPr="00F664B3" w:rsidRDefault="00B44DB5" w:rsidP="00B44DB5">
            <w:pPr>
              <w:pStyle w:val="SpecNormal"/>
              <w:spacing w:line="240" w:lineRule="auto"/>
            </w:pPr>
          </w:p>
        </w:tc>
      </w:tr>
      <w:tr w:rsidR="00B44DB5" w:rsidRPr="00F664B3" w14:paraId="4B29CA4B" w14:textId="77777777" w:rsidTr="00B44DB5">
        <w:trPr>
          <w:cantSplit/>
          <w:trHeight w:val="300"/>
          <w:jc w:val="center"/>
        </w:trPr>
        <w:tc>
          <w:tcPr>
            <w:tcW w:w="1851" w:type="dxa"/>
            <w:shd w:val="clear" w:color="auto" w:fill="auto"/>
            <w:noWrap/>
            <w:vAlign w:val="center"/>
            <w:hideMark/>
          </w:tcPr>
          <w:p w14:paraId="2305491F" w14:textId="77777777" w:rsidR="00B44DB5" w:rsidRPr="00F664B3" w:rsidRDefault="00B44DB5" w:rsidP="00B44DB5">
            <w:pPr>
              <w:pStyle w:val="SpecNormal"/>
              <w:spacing w:line="240" w:lineRule="auto"/>
            </w:pPr>
            <w:r w:rsidRPr="00F664B3">
              <w:t>Electric Meter (KW/H)</w:t>
            </w:r>
          </w:p>
        </w:tc>
        <w:tc>
          <w:tcPr>
            <w:tcW w:w="800" w:type="dxa"/>
            <w:shd w:val="clear" w:color="auto" w:fill="auto"/>
            <w:noWrap/>
            <w:vAlign w:val="center"/>
            <w:hideMark/>
          </w:tcPr>
          <w:p w14:paraId="1CD2E169"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611E46FE"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619673E9"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3E9923A" w14:textId="77777777" w:rsidR="00B44DB5" w:rsidRPr="00F664B3" w:rsidRDefault="00B44DB5" w:rsidP="00B44DB5">
            <w:pPr>
              <w:pStyle w:val="SpecNormal"/>
              <w:spacing w:line="240" w:lineRule="auto"/>
            </w:pPr>
            <w:r w:rsidRPr="00F664B3">
              <w:t>3 days</w:t>
            </w:r>
          </w:p>
        </w:tc>
        <w:tc>
          <w:tcPr>
            <w:tcW w:w="891" w:type="dxa"/>
            <w:vAlign w:val="center"/>
          </w:tcPr>
          <w:p w14:paraId="129B9A15" w14:textId="77777777" w:rsidR="00B44DB5" w:rsidRPr="00F664B3" w:rsidRDefault="00B44DB5" w:rsidP="00B44DB5">
            <w:pPr>
              <w:pStyle w:val="SpecNormal"/>
              <w:spacing w:line="240" w:lineRule="auto"/>
            </w:pPr>
            <w:r w:rsidRPr="00F664B3">
              <w:t>N/A</w:t>
            </w:r>
          </w:p>
        </w:tc>
        <w:tc>
          <w:tcPr>
            <w:tcW w:w="1170" w:type="dxa"/>
            <w:vAlign w:val="center"/>
          </w:tcPr>
          <w:p w14:paraId="7672D764" w14:textId="77777777" w:rsidR="00B44DB5" w:rsidRPr="00F664B3" w:rsidRDefault="00B44DB5" w:rsidP="00B44DB5">
            <w:pPr>
              <w:pStyle w:val="SpecNormal"/>
              <w:spacing w:line="240" w:lineRule="auto"/>
            </w:pPr>
          </w:p>
        </w:tc>
        <w:tc>
          <w:tcPr>
            <w:tcW w:w="909" w:type="dxa"/>
            <w:vAlign w:val="center"/>
          </w:tcPr>
          <w:p w14:paraId="2EBE0746" w14:textId="77777777" w:rsidR="00B44DB5" w:rsidRPr="00F664B3" w:rsidRDefault="00B44DB5" w:rsidP="00B44DB5">
            <w:pPr>
              <w:pStyle w:val="SpecNormal"/>
              <w:spacing w:line="240" w:lineRule="auto"/>
            </w:pPr>
          </w:p>
        </w:tc>
      </w:tr>
      <w:tr w:rsidR="00B44DB5" w:rsidRPr="00F664B3" w14:paraId="3D7AD0A4" w14:textId="77777777" w:rsidTr="00B44DB5">
        <w:trPr>
          <w:cantSplit/>
          <w:trHeight w:val="300"/>
          <w:jc w:val="center"/>
        </w:trPr>
        <w:tc>
          <w:tcPr>
            <w:tcW w:w="1851" w:type="dxa"/>
            <w:shd w:val="clear" w:color="auto" w:fill="auto"/>
            <w:noWrap/>
            <w:vAlign w:val="center"/>
            <w:hideMark/>
          </w:tcPr>
          <w:p w14:paraId="1D426C20" w14:textId="77777777" w:rsidR="00B44DB5" w:rsidRPr="00F664B3" w:rsidRDefault="00B44DB5" w:rsidP="00B44DB5">
            <w:pPr>
              <w:pStyle w:val="SpecNormal"/>
              <w:spacing w:line="240" w:lineRule="auto"/>
            </w:pPr>
            <w:r w:rsidRPr="00F664B3">
              <w:t>Irrigation Meter (GPM)</w:t>
            </w:r>
          </w:p>
        </w:tc>
        <w:tc>
          <w:tcPr>
            <w:tcW w:w="800" w:type="dxa"/>
            <w:shd w:val="clear" w:color="auto" w:fill="auto"/>
            <w:noWrap/>
            <w:vAlign w:val="center"/>
            <w:hideMark/>
          </w:tcPr>
          <w:p w14:paraId="183AC90A"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223F4E11"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71A295F3"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55F78D4" w14:textId="77777777" w:rsidR="00B44DB5" w:rsidRPr="00F664B3" w:rsidRDefault="00B44DB5" w:rsidP="00B44DB5">
            <w:pPr>
              <w:pStyle w:val="SpecNormal"/>
              <w:spacing w:line="240" w:lineRule="auto"/>
            </w:pPr>
            <w:r w:rsidRPr="00F664B3">
              <w:t>3 days</w:t>
            </w:r>
          </w:p>
        </w:tc>
        <w:tc>
          <w:tcPr>
            <w:tcW w:w="891" w:type="dxa"/>
            <w:vAlign w:val="center"/>
          </w:tcPr>
          <w:p w14:paraId="3AAAFFB5" w14:textId="77777777" w:rsidR="00B44DB5" w:rsidRPr="00F664B3" w:rsidRDefault="00B44DB5" w:rsidP="00B44DB5">
            <w:pPr>
              <w:pStyle w:val="SpecNormal"/>
              <w:spacing w:line="240" w:lineRule="auto"/>
            </w:pPr>
            <w:r w:rsidRPr="00F664B3">
              <w:t>N/A</w:t>
            </w:r>
          </w:p>
        </w:tc>
        <w:tc>
          <w:tcPr>
            <w:tcW w:w="1170" w:type="dxa"/>
            <w:vAlign w:val="center"/>
          </w:tcPr>
          <w:p w14:paraId="4D20A06A" w14:textId="77777777" w:rsidR="00B44DB5" w:rsidRPr="00F664B3" w:rsidRDefault="00B44DB5" w:rsidP="00B44DB5">
            <w:pPr>
              <w:pStyle w:val="SpecNormal"/>
              <w:spacing w:line="240" w:lineRule="auto"/>
            </w:pPr>
          </w:p>
        </w:tc>
        <w:tc>
          <w:tcPr>
            <w:tcW w:w="909" w:type="dxa"/>
            <w:vAlign w:val="center"/>
          </w:tcPr>
          <w:p w14:paraId="77B6DE4B" w14:textId="77777777" w:rsidR="00B44DB5" w:rsidRPr="00F664B3" w:rsidRDefault="00B44DB5" w:rsidP="00B44DB5">
            <w:pPr>
              <w:pStyle w:val="SpecNormal"/>
              <w:spacing w:line="240" w:lineRule="auto"/>
            </w:pPr>
          </w:p>
        </w:tc>
      </w:tr>
      <w:tr w:rsidR="00B44DB5" w:rsidRPr="00F664B3" w14:paraId="78DB307F" w14:textId="77777777" w:rsidTr="00B44DB5">
        <w:trPr>
          <w:cantSplit/>
          <w:trHeight w:val="300"/>
          <w:jc w:val="center"/>
        </w:trPr>
        <w:tc>
          <w:tcPr>
            <w:tcW w:w="1851" w:type="dxa"/>
            <w:shd w:val="clear" w:color="auto" w:fill="auto"/>
            <w:noWrap/>
            <w:vAlign w:val="center"/>
            <w:hideMark/>
          </w:tcPr>
          <w:p w14:paraId="2BA304E9" w14:textId="77777777" w:rsidR="00B44DB5" w:rsidRPr="00F664B3" w:rsidRDefault="00B44DB5" w:rsidP="00B44DB5">
            <w:pPr>
              <w:pStyle w:val="SpecNormal"/>
              <w:spacing w:line="240" w:lineRule="auto"/>
            </w:pPr>
            <w:r w:rsidRPr="00F664B3">
              <w:t>Chilled Water Flow (TONS)</w:t>
            </w:r>
          </w:p>
        </w:tc>
        <w:tc>
          <w:tcPr>
            <w:tcW w:w="800" w:type="dxa"/>
            <w:shd w:val="clear" w:color="auto" w:fill="auto"/>
            <w:noWrap/>
            <w:vAlign w:val="center"/>
            <w:hideMark/>
          </w:tcPr>
          <w:p w14:paraId="2800369D"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2B3BE1F4"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33581AF8"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60F60F4" w14:textId="77777777" w:rsidR="00B44DB5" w:rsidRPr="00F664B3" w:rsidRDefault="00B44DB5" w:rsidP="00B44DB5">
            <w:pPr>
              <w:pStyle w:val="SpecNormal"/>
              <w:spacing w:line="240" w:lineRule="auto"/>
            </w:pPr>
            <w:r w:rsidRPr="00F664B3">
              <w:t>3 days</w:t>
            </w:r>
          </w:p>
        </w:tc>
        <w:tc>
          <w:tcPr>
            <w:tcW w:w="891" w:type="dxa"/>
            <w:vAlign w:val="center"/>
          </w:tcPr>
          <w:p w14:paraId="270747B6" w14:textId="77777777" w:rsidR="00B44DB5" w:rsidRPr="00F664B3" w:rsidRDefault="00B44DB5" w:rsidP="00B44DB5">
            <w:pPr>
              <w:pStyle w:val="SpecNormal"/>
              <w:spacing w:line="240" w:lineRule="auto"/>
            </w:pPr>
            <w:r w:rsidRPr="00F664B3">
              <w:t>N/A</w:t>
            </w:r>
          </w:p>
        </w:tc>
        <w:tc>
          <w:tcPr>
            <w:tcW w:w="1170" w:type="dxa"/>
            <w:vAlign w:val="center"/>
          </w:tcPr>
          <w:p w14:paraId="5D56C724" w14:textId="77777777" w:rsidR="00B44DB5" w:rsidRPr="00F664B3" w:rsidRDefault="00B44DB5" w:rsidP="00B44DB5">
            <w:pPr>
              <w:pStyle w:val="SpecNormal"/>
              <w:spacing w:line="240" w:lineRule="auto"/>
            </w:pPr>
          </w:p>
        </w:tc>
        <w:tc>
          <w:tcPr>
            <w:tcW w:w="909" w:type="dxa"/>
            <w:vAlign w:val="center"/>
          </w:tcPr>
          <w:p w14:paraId="6522887E" w14:textId="77777777" w:rsidR="00B44DB5" w:rsidRPr="00F664B3" w:rsidRDefault="00B44DB5" w:rsidP="00B44DB5">
            <w:pPr>
              <w:pStyle w:val="SpecNormal"/>
              <w:spacing w:line="240" w:lineRule="auto"/>
            </w:pPr>
          </w:p>
        </w:tc>
      </w:tr>
      <w:tr w:rsidR="00B44DB5" w:rsidRPr="00F664B3" w14:paraId="1CD615D9" w14:textId="77777777" w:rsidTr="00B44DB5">
        <w:trPr>
          <w:cantSplit/>
          <w:trHeight w:val="300"/>
          <w:jc w:val="center"/>
        </w:trPr>
        <w:tc>
          <w:tcPr>
            <w:tcW w:w="1851" w:type="dxa"/>
            <w:shd w:val="clear" w:color="auto" w:fill="auto"/>
            <w:noWrap/>
            <w:vAlign w:val="center"/>
            <w:hideMark/>
          </w:tcPr>
          <w:p w14:paraId="0BE07977" w14:textId="77777777" w:rsidR="00B44DB5" w:rsidRPr="00F664B3" w:rsidRDefault="00B44DB5" w:rsidP="00B44DB5">
            <w:pPr>
              <w:pStyle w:val="SpecNormal"/>
              <w:spacing w:line="240" w:lineRule="auto"/>
            </w:pPr>
            <w:r w:rsidRPr="00F664B3">
              <w:t>Condensate Flow (GPM)</w:t>
            </w:r>
          </w:p>
        </w:tc>
        <w:tc>
          <w:tcPr>
            <w:tcW w:w="800" w:type="dxa"/>
            <w:shd w:val="clear" w:color="auto" w:fill="auto"/>
            <w:noWrap/>
            <w:vAlign w:val="center"/>
            <w:hideMark/>
          </w:tcPr>
          <w:p w14:paraId="3DA0917D"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53FA3848"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414E141F"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B66CDAA" w14:textId="77777777" w:rsidR="00B44DB5" w:rsidRPr="00F664B3" w:rsidRDefault="00B44DB5" w:rsidP="00B44DB5">
            <w:pPr>
              <w:pStyle w:val="SpecNormal"/>
              <w:spacing w:line="240" w:lineRule="auto"/>
            </w:pPr>
            <w:r w:rsidRPr="00F664B3">
              <w:t>3 days</w:t>
            </w:r>
          </w:p>
        </w:tc>
        <w:tc>
          <w:tcPr>
            <w:tcW w:w="891" w:type="dxa"/>
            <w:vAlign w:val="center"/>
          </w:tcPr>
          <w:p w14:paraId="61ECDBE1" w14:textId="77777777" w:rsidR="00B44DB5" w:rsidRPr="00F664B3" w:rsidRDefault="00B44DB5" w:rsidP="00B44DB5">
            <w:pPr>
              <w:pStyle w:val="SpecNormal"/>
              <w:spacing w:line="240" w:lineRule="auto"/>
            </w:pPr>
            <w:r w:rsidRPr="00F664B3">
              <w:t>N/A</w:t>
            </w:r>
          </w:p>
        </w:tc>
        <w:tc>
          <w:tcPr>
            <w:tcW w:w="1170" w:type="dxa"/>
            <w:vAlign w:val="center"/>
          </w:tcPr>
          <w:p w14:paraId="56BC40F2" w14:textId="77777777" w:rsidR="00B44DB5" w:rsidRPr="00F664B3" w:rsidRDefault="00B44DB5" w:rsidP="00B44DB5">
            <w:pPr>
              <w:pStyle w:val="SpecNormal"/>
              <w:spacing w:line="240" w:lineRule="auto"/>
            </w:pPr>
          </w:p>
        </w:tc>
        <w:tc>
          <w:tcPr>
            <w:tcW w:w="909" w:type="dxa"/>
            <w:vAlign w:val="center"/>
          </w:tcPr>
          <w:p w14:paraId="0F146792" w14:textId="77777777" w:rsidR="00B44DB5" w:rsidRPr="00F664B3" w:rsidRDefault="00B44DB5" w:rsidP="00B44DB5">
            <w:pPr>
              <w:pStyle w:val="SpecNormal"/>
              <w:spacing w:line="240" w:lineRule="auto"/>
            </w:pPr>
          </w:p>
        </w:tc>
      </w:tr>
      <w:tr w:rsidR="00B44DB5" w:rsidRPr="00F664B3" w14:paraId="11DA7DCE" w14:textId="77777777" w:rsidTr="00B44DB5">
        <w:trPr>
          <w:cantSplit/>
          <w:trHeight w:val="300"/>
          <w:jc w:val="center"/>
        </w:trPr>
        <w:tc>
          <w:tcPr>
            <w:tcW w:w="1851" w:type="dxa"/>
            <w:shd w:val="clear" w:color="auto" w:fill="auto"/>
            <w:noWrap/>
            <w:vAlign w:val="center"/>
            <w:hideMark/>
          </w:tcPr>
          <w:p w14:paraId="5C10D616"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0CF1E2EF"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369BB59B"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0E92B96D"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2DE05454" w14:textId="77777777" w:rsidR="00B44DB5" w:rsidRPr="00F664B3" w:rsidRDefault="00B44DB5" w:rsidP="00B44DB5">
            <w:pPr>
              <w:pStyle w:val="SpecNormal"/>
              <w:spacing w:line="240" w:lineRule="auto"/>
            </w:pPr>
          </w:p>
        </w:tc>
        <w:tc>
          <w:tcPr>
            <w:tcW w:w="891" w:type="dxa"/>
            <w:vAlign w:val="center"/>
          </w:tcPr>
          <w:p w14:paraId="120FEA2B" w14:textId="77777777" w:rsidR="00B44DB5" w:rsidRPr="00F664B3" w:rsidRDefault="00B44DB5" w:rsidP="00B44DB5">
            <w:pPr>
              <w:pStyle w:val="SpecNormal"/>
              <w:spacing w:line="240" w:lineRule="auto"/>
            </w:pPr>
          </w:p>
        </w:tc>
        <w:tc>
          <w:tcPr>
            <w:tcW w:w="1170" w:type="dxa"/>
            <w:vAlign w:val="center"/>
          </w:tcPr>
          <w:p w14:paraId="07972A53" w14:textId="77777777" w:rsidR="00B44DB5" w:rsidRPr="00F664B3" w:rsidRDefault="00B44DB5" w:rsidP="00B44DB5">
            <w:pPr>
              <w:pStyle w:val="SpecNormal"/>
              <w:spacing w:line="240" w:lineRule="auto"/>
            </w:pPr>
          </w:p>
        </w:tc>
        <w:tc>
          <w:tcPr>
            <w:tcW w:w="909" w:type="dxa"/>
            <w:vAlign w:val="center"/>
          </w:tcPr>
          <w:p w14:paraId="4D3F5631" w14:textId="77777777" w:rsidR="00B44DB5" w:rsidRPr="00F664B3" w:rsidRDefault="00B44DB5" w:rsidP="00B44DB5">
            <w:pPr>
              <w:pStyle w:val="SpecNormal"/>
              <w:spacing w:line="240" w:lineRule="auto"/>
            </w:pPr>
          </w:p>
        </w:tc>
      </w:tr>
      <w:tr w:rsidR="00B44DB5" w:rsidRPr="00F664B3" w14:paraId="1C650D7B" w14:textId="77777777" w:rsidTr="00B44DB5">
        <w:trPr>
          <w:cantSplit/>
          <w:trHeight w:val="300"/>
          <w:jc w:val="center"/>
        </w:trPr>
        <w:tc>
          <w:tcPr>
            <w:tcW w:w="1851" w:type="dxa"/>
            <w:shd w:val="clear" w:color="auto" w:fill="auto"/>
            <w:noWrap/>
            <w:vAlign w:val="center"/>
            <w:hideMark/>
          </w:tcPr>
          <w:p w14:paraId="0618FFD0" w14:textId="77777777" w:rsidR="00B44DB5" w:rsidRPr="00F664B3" w:rsidRDefault="00B44DB5" w:rsidP="00B44DB5">
            <w:pPr>
              <w:pStyle w:val="SpecNormal"/>
              <w:spacing w:line="240" w:lineRule="auto"/>
            </w:pPr>
            <w:r w:rsidRPr="00F664B3">
              <w:t>High Water Level Alarm</w:t>
            </w:r>
          </w:p>
        </w:tc>
        <w:tc>
          <w:tcPr>
            <w:tcW w:w="800" w:type="dxa"/>
            <w:shd w:val="clear" w:color="auto" w:fill="auto"/>
            <w:noWrap/>
            <w:vAlign w:val="center"/>
            <w:hideMark/>
          </w:tcPr>
          <w:p w14:paraId="081A75FB"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7A2CC01F"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21D37055"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7892526" w14:textId="77777777" w:rsidR="00B44DB5" w:rsidRPr="00F664B3" w:rsidRDefault="00B44DB5" w:rsidP="00B44DB5">
            <w:pPr>
              <w:pStyle w:val="SpecNormal"/>
              <w:spacing w:line="240" w:lineRule="auto"/>
            </w:pPr>
            <w:r w:rsidRPr="00F664B3">
              <w:t>3 days</w:t>
            </w:r>
          </w:p>
        </w:tc>
        <w:tc>
          <w:tcPr>
            <w:tcW w:w="891" w:type="dxa"/>
            <w:vAlign w:val="center"/>
          </w:tcPr>
          <w:p w14:paraId="73630C73" w14:textId="77777777" w:rsidR="00B44DB5" w:rsidRPr="00F664B3" w:rsidRDefault="00B44DB5" w:rsidP="00B44DB5">
            <w:pPr>
              <w:pStyle w:val="SpecNormal"/>
              <w:spacing w:line="240" w:lineRule="auto"/>
            </w:pPr>
            <w:r w:rsidRPr="00F664B3">
              <w:t>C</w:t>
            </w:r>
          </w:p>
        </w:tc>
        <w:tc>
          <w:tcPr>
            <w:tcW w:w="1170" w:type="dxa"/>
            <w:vAlign w:val="center"/>
          </w:tcPr>
          <w:p w14:paraId="39E19C54" w14:textId="77777777" w:rsidR="00B44DB5" w:rsidRPr="00F664B3" w:rsidRDefault="00B44DB5" w:rsidP="00B44DB5">
            <w:pPr>
              <w:pStyle w:val="SpecNormal"/>
              <w:spacing w:line="240" w:lineRule="auto"/>
            </w:pPr>
            <w:r w:rsidRPr="00F664B3">
              <w:t>True</w:t>
            </w:r>
          </w:p>
        </w:tc>
        <w:tc>
          <w:tcPr>
            <w:tcW w:w="909" w:type="dxa"/>
            <w:vAlign w:val="center"/>
          </w:tcPr>
          <w:p w14:paraId="1F37026F" w14:textId="77777777" w:rsidR="00B44DB5" w:rsidRPr="00F664B3" w:rsidRDefault="00B44DB5" w:rsidP="00B44DB5">
            <w:pPr>
              <w:pStyle w:val="SpecNormal"/>
              <w:spacing w:line="240" w:lineRule="auto"/>
            </w:pPr>
            <w:r w:rsidRPr="00F664B3">
              <w:t>5 Min</w:t>
            </w:r>
          </w:p>
        </w:tc>
      </w:tr>
      <w:tr w:rsidR="00B44DB5" w:rsidRPr="00F664B3" w14:paraId="57F38158" w14:textId="77777777" w:rsidTr="00B44DB5">
        <w:trPr>
          <w:cantSplit/>
          <w:trHeight w:val="300"/>
          <w:jc w:val="center"/>
        </w:trPr>
        <w:tc>
          <w:tcPr>
            <w:tcW w:w="1851" w:type="dxa"/>
            <w:shd w:val="clear" w:color="auto" w:fill="auto"/>
            <w:noWrap/>
            <w:vAlign w:val="center"/>
            <w:hideMark/>
          </w:tcPr>
          <w:p w14:paraId="6BC2E127"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2E447B39"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1437FC79"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42DD5B5D"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4106DB79" w14:textId="77777777" w:rsidR="00B44DB5" w:rsidRPr="00F664B3" w:rsidRDefault="00B44DB5" w:rsidP="00B44DB5">
            <w:pPr>
              <w:pStyle w:val="SpecNormal"/>
              <w:spacing w:line="240" w:lineRule="auto"/>
            </w:pPr>
          </w:p>
        </w:tc>
        <w:tc>
          <w:tcPr>
            <w:tcW w:w="891" w:type="dxa"/>
            <w:vAlign w:val="center"/>
          </w:tcPr>
          <w:p w14:paraId="3F1E7EE2" w14:textId="77777777" w:rsidR="00B44DB5" w:rsidRPr="00F664B3" w:rsidRDefault="00B44DB5" w:rsidP="00B44DB5">
            <w:pPr>
              <w:pStyle w:val="SpecNormal"/>
              <w:spacing w:line="240" w:lineRule="auto"/>
            </w:pPr>
          </w:p>
        </w:tc>
        <w:tc>
          <w:tcPr>
            <w:tcW w:w="1170" w:type="dxa"/>
            <w:vAlign w:val="center"/>
          </w:tcPr>
          <w:p w14:paraId="0FF67A59" w14:textId="77777777" w:rsidR="00B44DB5" w:rsidRPr="00F664B3" w:rsidRDefault="00B44DB5" w:rsidP="00B44DB5">
            <w:pPr>
              <w:pStyle w:val="SpecNormal"/>
              <w:spacing w:line="240" w:lineRule="auto"/>
            </w:pPr>
          </w:p>
        </w:tc>
        <w:tc>
          <w:tcPr>
            <w:tcW w:w="909" w:type="dxa"/>
            <w:vAlign w:val="center"/>
          </w:tcPr>
          <w:p w14:paraId="7DC05E6D" w14:textId="77777777" w:rsidR="00B44DB5" w:rsidRPr="00F664B3" w:rsidRDefault="00B44DB5" w:rsidP="00B44DB5">
            <w:pPr>
              <w:pStyle w:val="SpecNormal"/>
              <w:spacing w:line="240" w:lineRule="auto"/>
            </w:pPr>
          </w:p>
        </w:tc>
      </w:tr>
      <w:tr w:rsidR="00B44DB5" w:rsidRPr="00F664B3" w14:paraId="7B44D0F3" w14:textId="77777777" w:rsidTr="00B44DB5">
        <w:trPr>
          <w:cantSplit/>
          <w:trHeight w:val="300"/>
          <w:jc w:val="center"/>
        </w:trPr>
        <w:tc>
          <w:tcPr>
            <w:tcW w:w="1851" w:type="dxa"/>
            <w:shd w:val="clear" w:color="auto" w:fill="auto"/>
            <w:noWrap/>
            <w:vAlign w:val="center"/>
            <w:hideMark/>
          </w:tcPr>
          <w:p w14:paraId="33B5EFA6" w14:textId="77777777" w:rsidR="00B44DB5" w:rsidRPr="00F664B3" w:rsidRDefault="00B44DB5" w:rsidP="00B44DB5">
            <w:pPr>
              <w:pStyle w:val="SpecNormal"/>
              <w:spacing w:line="240" w:lineRule="auto"/>
            </w:pPr>
            <w:r w:rsidRPr="00F664B3">
              <w:t>Condensate Pump Start/Stop</w:t>
            </w:r>
          </w:p>
        </w:tc>
        <w:tc>
          <w:tcPr>
            <w:tcW w:w="800" w:type="dxa"/>
            <w:shd w:val="clear" w:color="auto" w:fill="auto"/>
            <w:noWrap/>
            <w:vAlign w:val="center"/>
            <w:hideMark/>
          </w:tcPr>
          <w:p w14:paraId="65B7959C"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4EF36780"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6AD66D91"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F364C3C" w14:textId="77777777" w:rsidR="00B44DB5" w:rsidRPr="00F664B3" w:rsidRDefault="00B44DB5" w:rsidP="00B44DB5">
            <w:pPr>
              <w:pStyle w:val="SpecNormal"/>
              <w:spacing w:line="240" w:lineRule="auto"/>
            </w:pPr>
            <w:r w:rsidRPr="00F664B3">
              <w:t>3 days</w:t>
            </w:r>
          </w:p>
        </w:tc>
        <w:tc>
          <w:tcPr>
            <w:tcW w:w="891" w:type="dxa"/>
            <w:vAlign w:val="center"/>
          </w:tcPr>
          <w:p w14:paraId="21177DAE" w14:textId="77777777" w:rsidR="00B44DB5" w:rsidRPr="00F664B3" w:rsidRDefault="00B44DB5" w:rsidP="00B44DB5">
            <w:pPr>
              <w:pStyle w:val="SpecNormal"/>
              <w:spacing w:line="240" w:lineRule="auto"/>
            </w:pPr>
            <w:r w:rsidRPr="00F664B3">
              <w:t>P</w:t>
            </w:r>
          </w:p>
        </w:tc>
        <w:tc>
          <w:tcPr>
            <w:tcW w:w="1170" w:type="dxa"/>
            <w:vAlign w:val="center"/>
          </w:tcPr>
          <w:p w14:paraId="1D3D348F" w14:textId="77777777" w:rsidR="00B44DB5" w:rsidRPr="00F664B3" w:rsidRDefault="00B44DB5" w:rsidP="00B44DB5">
            <w:pPr>
              <w:pStyle w:val="SpecNormal"/>
              <w:spacing w:line="240" w:lineRule="auto"/>
            </w:pPr>
            <w:r w:rsidRPr="00F664B3">
              <w:t>Status &lt;&gt; Command</w:t>
            </w:r>
          </w:p>
        </w:tc>
        <w:tc>
          <w:tcPr>
            <w:tcW w:w="909" w:type="dxa"/>
            <w:vAlign w:val="center"/>
          </w:tcPr>
          <w:p w14:paraId="50161C34" w14:textId="77777777" w:rsidR="00B44DB5" w:rsidRPr="00F664B3" w:rsidRDefault="00B44DB5" w:rsidP="00B44DB5">
            <w:pPr>
              <w:pStyle w:val="SpecNormal"/>
              <w:spacing w:line="240" w:lineRule="auto"/>
            </w:pPr>
            <w:r w:rsidRPr="00F664B3">
              <w:t>10 min</w:t>
            </w:r>
          </w:p>
        </w:tc>
      </w:tr>
    </w:tbl>
    <w:p w14:paraId="1A110738" w14:textId="77777777" w:rsidR="00B44DB5" w:rsidRDefault="00B44DB5" w:rsidP="00B44DB5">
      <w:pPr>
        <w:pStyle w:val="Level2"/>
      </w:pPr>
    </w:p>
    <w:p w14:paraId="1A4EBC73" w14:textId="77777777" w:rsidR="00B44DB5" w:rsidRDefault="00B44DB5" w:rsidP="00B44DB5">
      <w:pPr>
        <w:pStyle w:val="Level2"/>
      </w:pPr>
    </w:p>
    <w:tbl>
      <w:tblPr>
        <w:tblW w:w="97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51"/>
        <w:gridCol w:w="800"/>
        <w:gridCol w:w="1308"/>
        <w:gridCol w:w="1459"/>
        <w:gridCol w:w="1350"/>
        <w:gridCol w:w="891"/>
        <w:gridCol w:w="1170"/>
        <w:gridCol w:w="909"/>
      </w:tblGrid>
      <w:tr w:rsidR="00B44DB5" w:rsidRPr="00F664B3" w14:paraId="7286E45C" w14:textId="77777777" w:rsidTr="006D40D2">
        <w:trPr>
          <w:cantSplit/>
          <w:trHeight w:val="413"/>
          <w:tblHeader/>
          <w:jc w:val="center"/>
        </w:trPr>
        <w:tc>
          <w:tcPr>
            <w:tcW w:w="9738" w:type="dxa"/>
            <w:gridSpan w:val="8"/>
            <w:tcBorders>
              <w:top w:val="single" w:sz="4" w:space="0" w:color="auto"/>
              <w:bottom w:val="single" w:sz="6" w:space="0" w:color="auto"/>
            </w:tcBorders>
            <w:shd w:val="clear" w:color="auto" w:fill="D9D9D9"/>
            <w:vAlign w:val="center"/>
            <w:hideMark/>
          </w:tcPr>
          <w:p w14:paraId="59A037BB" w14:textId="77777777" w:rsidR="00B44DB5" w:rsidRPr="00B44DB5" w:rsidRDefault="00B44DB5" w:rsidP="00B44DB5">
            <w:pPr>
              <w:pStyle w:val="SpecNormal"/>
              <w:spacing w:line="240" w:lineRule="auto"/>
              <w:rPr>
                <w:b/>
                <w:bCs/>
              </w:rPr>
            </w:pPr>
            <w:r w:rsidRPr="00B44DB5">
              <w:rPr>
                <w:b/>
                <w:bCs/>
              </w:rPr>
              <w:t>Domestic Hot Water Trending and Alarms</w:t>
            </w:r>
          </w:p>
        </w:tc>
      </w:tr>
      <w:tr w:rsidR="00B44DB5" w:rsidRPr="00F664B3" w14:paraId="605365AD" w14:textId="77777777" w:rsidTr="006D40D2">
        <w:trPr>
          <w:cantSplit/>
          <w:trHeight w:val="858"/>
          <w:tblHeader/>
          <w:jc w:val="center"/>
        </w:trPr>
        <w:tc>
          <w:tcPr>
            <w:tcW w:w="1851" w:type="dxa"/>
            <w:tcBorders>
              <w:top w:val="single" w:sz="6" w:space="0" w:color="auto"/>
              <w:bottom w:val="single" w:sz="6" w:space="0" w:color="auto"/>
            </w:tcBorders>
            <w:shd w:val="clear" w:color="auto" w:fill="D9D9D9"/>
            <w:vAlign w:val="center"/>
            <w:hideMark/>
          </w:tcPr>
          <w:p w14:paraId="3BF39F0C" w14:textId="77777777" w:rsidR="00B44DB5" w:rsidRPr="00B44DB5" w:rsidRDefault="00B44DB5" w:rsidP="00B44DB5">
            <w:pPr>
              <w:pStyle w:val="SpecNormal"/>
              <w:spacing w:line="240" w:lineRule="auto"/>
              <w:rPr>
                <w:b/>
                <w:bCs/>
              </w:rPr>
            </w:pPr>
            <w:r w:rsidRPr="00B44DB5">
              <w:rPr>
                <w:b/>
                <w:bCs/>
              </w:rPr>
              <w:t>Point</w:t>
            </w:r>
          </w:p>
        </w:tc>
        <w:tc>
          <w:tcPr>
            <w:tcW w:w="800" w:type="dxa"/>
            <w:tcBorders>
              <w:top w:val="single" w:sz="6" w:space="0" w:color="auto"/>
              <w:bottom w:val="single" w:sz="6" w:space="0" w:color="auto"/>
            </w:tcBorders>
            <w:shd w:val="clear" w:color="auto" w:fill="D9D9D9"/>
            <w:vAlign w:val="center"/>
            <w:hideMark/>
          </w:tcPr>
          <w:p w14:paraId="0C29727E" w14:textId="77777777" w:rsidR="00B44DB5" w:rsidRPr="00B44DB5" w:rsidRDefault="00B44DB5" w:rsidP="00B44DB5">
            <w:pPr>
              <w:pStyle w:val="SpecNormal"/>
              <w:spacing w:line="240" w:lineRule="auto"/>
              <w:rPr>
                <w:b/>
                <w:bCs/>
              </w:rPr>
            </w:pPr>
            <w:r w:rsidRPr="00B44DB5">
              <w:rPr>
                <w:b/>
                <w:bCs/>
              </w:rPr>
              <w:t>Type</w:t>
            </w:r>
          </w:p>
        </w:tc>
        <w:tc>
          <w:tcPr>
            <w:tcW w:w="1308" w:type="dxa"/>
            <w:tcBorders>
              <w:top w:val="single" w:sz="6" w:space="0" w:color="auto"/>
              <w:bottom w:val="single" w:sz="6" w:space="0" w:color="auto"/>
            </w:tcBorders>
            <w:shd w:val="clear" w:color="auto" w:fill="D9D9D9"/>
            <w:vAlign w:val="center"/>
            <w:hideMark/>
          </w:tcPr>
          <w:p w14:paraId="2D1A0B2A" w14:textId="77777777" w:rsidR="00B44DB5" w:rsidRPr="00B44DB5" w:rsidRDefault="00B44DB5" w:rsidP="00B44DB5">
            <w:pPr>
              <w:pStyle w:val="SpecNormal"/>
              <w:spacing w:line="240" w:lineRule="auto"/>
              <w:rPr>
                <w:b/>
                <w:bCs/>
              </w:rPr>
            </w:pPr>
            <w:r w:rsidRPr="00B44DB5">
              <w:rPr>
                <w:b/>
                <w:bCs/>
              </w:rPr>
              <w:t>Trend</w:t>
            </w:r>
          </w:p>
          <w:p w14:paraId="5B2B175C" w14:textId="77777777" w:rsidR="00B44DB5" w:rsidRPr="00B44DB5" w:rsidRDefault="00B44DB5" w:rsidP="00B44DB5">
            <w:pPr>
              <w:pStyle w:val="SpecNormal"/>
              <w:spacing w:line="240" w:lineRule="auto"/>
              <w:rPr>
                <w:b/>
                <w:bCs/>
              </w:rPr>
            </w:pPr>
            <w:r w:rsidRPr="00B44DB5">
              <w:rPr>
                <w:b/>
                <w:bCs/>
              </w:rPr>
              <w:t>Interval</w:t>
            </w:r>
          </w:p>
        </w:tc>
        <w:tc>
          <w:tcPr>
            <w:tcW w:w="1459" w:type="dxa"/>
            <w:tcBorders>
              <w:top w:val="single" w:sz="6" w:space="0" w:color="auto"/>
              <w:bottom w:val="single" w:sz="6" w:space="0" w:color="auto"/>
            </w:tcBorders>
            <w:shd w:val="clear" w:color="auto" w:fill="D9D9D9"/>
            <w:vAlign w:val="center"/>
            <w:hideMark/>
          </w:tcPr>
          <w:p w14:paraId="1F2BFABE" w14:textId="77777777" w:rsidR="00B44DB5" w:rsidRPr="00B44DB5" w:rsidRDefault="00B44DB5" w:rsidP="00B44DB5">
            <w:pPr>
              <w:pStyle w:val="SpecNormal"/>
              <w:spacing w:line="240" w:lineRule="auto"/>
              <w:rPr>
                <w:b/>
                <w:bCs/>
              </w:rPr>
            </w:pPr>
            <w:r w:rsidRPr="00B44DB5">
              <w:rPr>
                <w:b/>
                <w:bCs/>
              </w:rPr>
              <w:t>Operational Trend</w:t>
            </w:r>
          </w:p>
          <w:p w14:paraId="753F0816" w14:textId="77777777" w:rsidR="00B44DB5" w:rsidRPr="00B44DB5" w:rsidRDefault="00B44DB5" w:rsidP="00B44DB5">
            <w:pPr>
              <w:pStyle w:val="SpecNormal"/>
              <w:spacing w:line="240" w:lineRule="auto"/>
              <w:rPr>
                <w:b/>
                <w:bCs/>
              </w:rPr>
            </w:pPr>
            <w:r w:rsidRPr="00B44DB5">
              <w:rPr>
                <w:b/>
                <w:bCs/>
              </w:rPr>
              <w:t>Duration</w:t>
            </w:r>
          </w:p>
        </w:tc>
        <w:tc>
          <w:tcPr>
            <w:tcW w:w="1350" w:type="dxa"/>
            <w:tcBorders>
              <w:top w:val="single" w:sz="6" w:space="0" w:color="auto"/>
              <w:bottom w:val="single" w:sz="6" w:space="0" w:color="auto"/>
            </w:tcBorders>
            <w:shd w:val="clear" w:color="auto" w:fill="D9D9D9"/>
            <w:vAlign w:val="center"/>
            <w:hideMark/>
          </w:tcPr>
          <w:p w14:paraId="0E26359F" w14:textId="77777777" w:rsidR="00B44DB5" w:rsidRPr="00B44DB5" w:rsidRDefault="00B44DB5" w:rsidP="00B44DB5">
            <w:pPr>
              <w:pStyle w:val="SpecNormal"/>
              <w:spacing w:line="240" w:lineRule="auto"/>
              <w:rPr>
                <w:b/>
                <w:bCs/>
              </w:rPr>
            </w:pPr>
            <w:r w:rsidRPr="00B44DB5">
              <w:rPr>
                <w:b/>
                <w:bCs/>
              </w:rPr>
              <w:t>Testing Trend Duration</w:t>
            </w:r>
          </w:p>
        </w:tc>
        <w:tc>
          <w:tcPr>
            <w:tcW w:w="891" w:type="dxa"/>
            <w:tcBorders>
              <w:top w:val="single" w:sz="6" w:space="0" w:color="auto"/>
              <w:bottom w:val="single" w:sz="6" w:space="0" w:color="auto"/>
            </w:tcBorders>
            <w:shd w:val="clear" w:color="auto" w:fill="D9D9D9"/>
            <w:vAlign w:val="center"/>
          </w:tcPr>
          <w:p w14:paraId="6AE3D187" w14:textId="77777777" w:rsidR="00B44DB5" w:rsidRPr="00B44DB5" w:rsidRDefault="00B44DB5" w:rsidP="00B44DB5">
            <w:pPr>
              <w:pStyle w:val="SpecNormal"/>
              <w:spacing w:line="240" w:lineRule="auto"/>
              <w:rPr>
                <w:b/>
                <w:bCs/>
              </w:rPr>
            </w:pPr>
            <w:r w:rsidRPr="00B44DB5">
              <w:rPr>
                <w:b/>
                <w:bCs/>
              </w:rPr>
              <w:t>Alarm Type</w:t>
            </w:r>
          </w:p>
        </w:tc>
        <w:tc>
          <w:tcPr>
            <w:tcW w:w="1170" w:type="dxa"/>
            <w:tcBorders>
              <w:top w:val="single" w:sz="6" w:space="0" w:color="auto"/>
              <w:bottom w:val="single" w:sz="6" w:space="0" w:color="auto"/>
            </w:tcBorders>
            <w:shd w:val="clear" w:color="auto" w:fill="D9D9D9"/>
            <w:vAlign w:val="center"/>
          </w:tcPr>
          <w:p w14:paraId="40EA0DCC" w14:textId="77777777" w:rsidR="00B44DB5" w:rsidRPr="00B44DB5" w:rsidRDefault="00B44DB5" w:rsidP="00B44DB5">
            <w:pPr>
              <w:pStyle w:val="SpecNormal"/>
              <w:spacing w:line="240" w:lineRule="auto"/>
              <w:rPr>
                <w:b/>
                <w:bCs/>
              </w:rPr>
            </w:pPr>
            <w:r w:rsidRPr="00B44DB5">
              <w:rPr>
                <w:b/>
                <w:bCs/>
              </w:rPr>
              <w:t>Alarm Range</w:t>
            </w:r>
          </w:p>
        </w:tc>
        <w:tc>
          <w:tcPr>
            <w:tcW w:w="909" w:type="dxa"/>
            <w:tcBorders>
              <w:top w:val="single" w:sz="6" w:space="0" w:color="auto"/>
              <w:bottom w:val="single" w:sz="6" w:space="0" w:color="auto"/>
            </w:tcBorders>
            <w:shd w:val="clear" w:color="auto" w:fill="D9D9D9"/>
            <w:vAlign w:val="center"/>
          </w:tcPr>
          <w:p w14:paraId="6E20185C" w14:textId="77777777" w:rsidR="00B44DB5" w:rsidRPr="00B44DB5" w:rsidRDefault="00B44DB5" w:rsidP="00B44DB5">
            <w:pPr>
              <w:pStyle w:val="SpecNormal"/>
              <w:spacing w:line="240" w:lineRule="auto"/>
              <w:rPr>
                <w:b/>
                <w:bCs/>
              </w:rPr>
            </w:pPr>
            <w:r w:rsidRPr="00B44DB5">
              <w:rPr>
                <w:b/>
                <w:bCs/>
              </w:rPr>
              <w:t>Alarm Delay</w:t>
            </w:r>
          </w:p>
        </w:tc>
      </w:tr>
      <w:tr w:rsidR="00B44DB5" w:rsidRPr="00F664B3" w14:paraId="1D5DFE61" w14:textId="77777777" w:rsidTr="00B44DB5">
        <w:trPr>
          <w:cantSplit/>
          <w:trHeight w:val="300"/>
          <w:jc w:val="center"/>
        </w:trPr>
        <w:tc>
          <w:tcPr>
            <w:tcW w:w="1851" w:type="dxa"/>
            <w:tcBorders>
              <w:top w:val="single" w:sz="6" w:space="0" w:color="auto"/>
            </w:tcBorders>
            <w:shd w:val="clear" w:color="auto" w:fill="auto"/>
            <w:noWrap/>
            <w:vAlign w:val="center"/>
            <w:hideMark/>
          </w:tcPr>
          <w:p w14:paraId="7A70792F" w14:textId="77777777" w:rsidR="00B44DB5" w:rsidRPr="00F664B3" w:rsidRDefault="00B44DB5" w:rsidP="00B44DB5">
            <w:pPr>
              <w:pStyle w:val="SpecNormal"/>
              <w:spacing w:line="240" w:lineRule="auto"/>
            </w:pPr>
            <w:r w:rsidRPr="00F664B3">
              <w:t>Domestic HW Setpoint WH-1</w:t>
            </w:r>
          </w:p>
        </w:tc>
        <w:tc>
          <w:tcPr>
            <w:tcW w:w="800" w:type="dxa"/>
            <w:tcBorders>
              <w:top w:val="single" w:sz="6" w:space="0" w:color="auto"/>
            </w:tcBorders>
            <w:shd w:val="clear" w:color="auto" w:fill="auto"/>
            <w:noWrap/>
            <w:vAlign w:val="center"/>
            <w:hideMark/>
          </w:tcPr>
          <w:p w14:paraId="47E5EA06" w14:textId="77777777" w:rsidR="00B44DB5" w:rsidRPr="00F664B3" w:rsidRDefault="00B44DB5" w:rsidP="00B44DB5">
            <w:pPr>
              <w:pStyle w:val="SpecNormal"/>
              <w:spacing w:line="240" w:lineRule="auto"/>
            </w:pPr>
            <w:r w:rsidRPr="00F664B3">
              <w:t>AI</w:t>
            </w:r>
          </w:p>
        </w:tc>
        <w:tc>
          <w:tcPr>
            <w:tcW w:w="1308" w:type="dxa"/>
            <w:tcBorders>
              <w:top w:val="single" w:sz="6" w:space="0" w:color="auto"/>
            </w:tcBorders>
            <w:shd w:val="clear" w:color="auto" w:fill="auto"/>
            <w:noWrap/>
            <w:vAlign w:val="center"/>
            <w:hideMark/>
          </w:tcPr>
          <w:p w14:paraId="5A4FBC06" w14:textId="77777777" w:rsidR="00B44DB5" w:rsidRPr="00F664B3" w:rsidRDefault="00B44DB5" w:rsidP="00B44DB5">
            <w:pPr>
              <w:pStyle w:val="SpecNormal"/>
              <w:spacing w:line="240" w:lineRule="auto"/>
            </w:pPr>
            <w:r w:rsidRPr="00F664B3">
              <w:t>15 Minute</w:t>
            </w:r>
          </w:p>
        </w:tc>
        <w:tc>
          <w:tcPr>
            <w:tcW w:w="1459" w:type="dxa"/>
            <w:tcBorders>
              <w:top w:val="single" w:sz="6" w:space="0" w:color="auto"/>
            </w:tcBorders>
            <w:shd w:val="clear" w:color="auto" w:fill="auto"/>
            <w:noWrap/>
            <w:vAlign w:val="center"/>
            <w:hideMark/>
          </w:tcPr>
          <w:p w14:paraId="3FED15D6" w14:textId="77777777" w:rsidR="00B44DB5" w:rsidRPr="00F664B3" w:rsidRDefault="00B44DB5" w:rsidP="00B44DB5">
            <w:pPr>
              <w:pStyle w:val="SpecNormal"/>
              <w:spacing w:line="240" w:lineRule="auto"/>
            </w:pPr>
            <w:r w:rsidRPr="00F664B3">
              <w:t>12 Hours</w:t>
            </w:r>
          </w:p>
        </w:tc>
        <w:tc>
          <w:tcPr>
            <w:tcW w:w="1350" w:type="dxa"/>
            <w:tcBorders>
              <w:top w:val="single" w:sz="6" w:space="0" w:color="auto"/>
            </w:tcBorders>
            <w:shd w:val="clear" w:color="auto" w:fill="auto"/>
            <w:noWrap/>
            <w:vAlign w:val="center"/>
            <w:hideMark/>
          </w:tcPr>
          <w:p w14:paraId="056B7C8D" w14:textId="77777777" w:rsidR="00B44DB5" w:rsidRPr="00F664B3" w:rsidRDefault="00B44DB5" w:rsidP="00B44DB5">
            <w:pPr>
              <w:pStyle w:val="SpecNormal"/>
              <w:spacing w:line="240" w:lineRule="auto"/>
            </w:pPr>
            <w:r w:rsidRPr="00F664B3">
              <w:t>3 days</w:t>
            </w:r>
          </w:p>
        </w:tc>
        <w:tc>
          <w:tcPr>
            <w:tcW w:w="891" w:type="dxa"/>
            <w:tcBorders>
              <w:top w:val="single" w:sz="6" w:space="0" w:color="auto"/>
            </w:tcBorders>
            <w:vAlign w:val="center"/>
          </w:tcPr>
          <w:p w14:paraId="0795DD7B" w14:textId="77777777" w:rsidR="00B44DB5" w:rsidRPr="00F664B3" w:rsidRDefault="00B44DB5" w:rsidP="00B44DB5">
            <w:pPr>
              <w:pStyle w:val="SpecNormal"/>
              <w:spacing w:line="240" w:lineRule="auto"/>
            </w:pPr>
            <w:r w:rsidRPr="00F664B3">
              <w:t>N/A</w:t>
            </w:r>
          </w:p>
        </w:tc>
        <w:tc>
          <w:tcPr>
            <w:tcW w:w="1170" w:type="dxa"/>
            <w:tcBorders>
              <w:top w:val="single" w:sz="6" w:space="0" w:color="auto"/>
            </w:tcBorders>
            <w:vAlign w:val="center"/>
          </w:tcPr>
          <w:p w14:paraId="1B5E6A43" w14:textId="77777777" w:rsidR="00B44DB5" w:rsidRPr="00F664B3" w:rsidRDefault="00B44DB5" w:rsidP="00B44DB5">
            <w:pPr>
              <w:pStyle w:val="SpecNormal"/>
              <w:spacing w:line="240" w:lineRule="auto"/>
            </w:pPr>
          </w:p>
        </w:tc>
        <w:tc>
          <w:tcPr>
            <w:tcW w:w="909" w:type="dxa"/>
            <w:tcBorders>
              <w:top w:val="single" w:sz="6" w:space="0" w:color="auto"/>
            </w:tcBorders>
            <w:vAlign w:val="center"/>
          </w:tcPr>
          <w:p w14:paraId="101F571F" w14:textId="77777777" w:rsidR="00B44DB5" w:rsidRPr="00F664B3" w:rsidRDefault="00B44DB5" w:rsidP="00B44DB5">
            <w:pPr>
              <w:pStyle w:val="SpecNormal"/>
              <w:spacing w:line="240" w:lineRule="auto"/>
            </w:pPr>
          </w:p>
        </w:tc>
      </w:tr>
      <w:tr w:rsidR="00B44DB5" w:rsidRPr="00F664B3" w14:paraId="1E4D8149" w14:textId="77777777" w:rsidTr="00B44DB5">
        <w:trPr>
          <w:cantSplit/>
          <w:trHeight w:val="300"/>
          <w:jc w:val="center"/>
        </w:trPr>
        <w:tc>
          <w:tcPr>
            <w:tcW w:w="1851" w:type="dxa"/>
            <w:shd w:val="clear" w:color="auto" w:fill="auto"/>
            <w:noWrap/>
            <w:vAlign w:val="center"/>
            <w:hideMark/>
          </w:tcPr>
          <w:p w14:paraId="39F498F8" w14:textId="77777777" w:rsidR="00B44DB5" w:rsidRPr="00F664B3" w:rsidRDefault="00B44DB5" w:rsidP="00B44DB5">
            <w:pPr>
              <w:pStyle w:val="SpecNormal"/>
              <w:spacing w:line="240" w:lineRule="auto"/>
            </w:pPr>
            <w:r w:rsidRPr="00F664B3">
              <w:t>Domestic HW Setpoint WH-2</w:t>
            </w:r>
          </w:p>
        </w:tc>
        <w:tc>
          <w:tcPr>
            <w:tcW w:w="800" w:type="dxa"/>
            <w:shd w:val="clear" w:color="auto" w:fill="auto"/>
            <w:noWrap/>
            <w:vAlign w:val="center"/>
            <w:hideMark/>
          </w:tcPr>
          <w:p w14:paraId="779D31BD"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648A2315" w14:textId="77777777" w:rsidR="00B44DB5" w:rsidRPr="00F664B3" w:rsidRDefault="00B44DB5" w:rsidP="00B44DB5">
            <w:pPr>
              <w:pStyle w:val="SpecNormal"/>
              <w:spacing w:line="240" w:lineRule="auto"/>
            </w:pPr>
            <w:r w:rsidRPr="00F664B3">
              <w:t>15 Minute</w:t>
            </w:r>
          </w:p>
        </w:tc>
        <w:tc>
          <w:tcPr>
            <w:tcW w:w="1459" w:type="dxa"/>
            <w:shd w:val="clear" w:color="auto" w:fill="auto"/>
            <w:noWrap/>
            <w:vAlign w:val="center"/>
            <w:hideMark/>
          </w:tcPr>
          <w:p w14:paraId="2270CD8C"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C8A436F" w14:textId="77777777" w:rsidR="00B44DB5" w:rsidRPr="00F664B3" w:rsidRDefault="00B44DB5" w:rsidP="00B44DB5">
            <w:pPr>
              <w:pStyle w:val="SpecNormal"/>
              <w:spacing w:line="240" w:lineRule="auto"/>
            </w:pPr>
            <w:r w:rsidRPr="00F664B3">
              <w:t>3 days</w:t>
            </w:r>
          </w:p>
        </w:tc>
        <w:tc>
          <w:tcPr>
            <w:tcW w:w="891" w:type="dxa"/>
            <w:vAlign w:val="center"/>
          </w:tcPr>
          <w:p w14:paraId="3F49CF6B" w14:textId="77777777" w:rsidR="00B44DB5" w:rsidRPr="00F664B3" w:rsidRDefault="00B44DB5" w:rsidP="00B44DB5">
            <w:pPr>
              <w:pStyle w:val="SpecNormal"/>
              <w:spacing w:line="240" w:lineRule="auto"/>
            </w:pPr>
            <w:r w:rsidRPr="00F664B3">
              <w:t>N/A</w:t>
            </w:r>
          </w:p>
        </w:tc>
        <w:tc>
          <w:tcPr>
            <w:tcW w:w="1170" w:type="dxa"/>
            <w:vAlign w:val="center"/>
          </w:tcPr>
          <w:p w14:paraId="0DA70A66" w14:textId="77777777" w:rsidR="00B44DB5" w:rsidRPr="00F664B3" w:rsidRDefault="00B44DB5" w:rsidP="00B44DB5">
            <w:pPr>
              <w:pStyle w:val="SpecNormal"/>
              <w:spacing w:line="240" w:lineRule="auto"/>
            </w:pPr>
          </w:p>
        </w:tc>
        <w:tc>
          <w:tcPr>
            <w:tcW w:w="909" w:type="dxa"/>
            <w:vAlign w:val="center"/>
          </w:tcPr>
          <w:p w14:paraId="5C46AC51" w14:textId="77777777" w:rsidR="00B44DB5" w:rsidRPr="00F664B3" w:rsidRDefault="00B44DB5" w:rsidP="00B44DB5">
            <w:pPr>
              <w:pStyle w:val="SpecNormal"/>
              <w:spacing w:line="240" w:lineRule="auto"/>
            </w:pPr>
          </w:p>
        </w:tc>
      </w:tr>
      <w:tr w:rsidR="00B44DB5" w:rsidRPr="00F664B3" w14:paraId="544B60B0" w14:textId="77777777" w:rsidTr="00B44DB5">
        <w:trPr>
          <w:cantSplit/>
          <w:trHeight w:val="300"/>
          <w:jc w:val="center"/>
        </w:trPr>
        <w:tc>
          <w:tcPr>
            <w:tcW w:w="1851" w:type="dxa"/>
            <w:shd w:val="clear" w:color="auto" w:fill="auto"/>
            <w:noWrap/>
            <w:vAlign w:val="center"/>
            <w:hideMark/>
          </w:tcPr>
          <w:p w14:paraId="1E65898A" w14:textId="77777777" w:rsidR="00B44DB5" w:rsidRPr="00F664B3" w:rsidRDefault="00B44DB5" w:rsidP="00B44DB5">
            <w:pPr>
              <w:pStyle w:val="SpecNormal"/>
              <w:spacing w:line="240" w:lineRule="auto"/>
            </w:pPr>
            <w:r w:rsidRPr="00F664B3">
              <w:t>Domestic HW Temperature</w:t>
            </w:r>
          </w:p>
        </w:tc>
        <w:tc>
          <w:tcPr>
            <w:tcW w:w="800" w:type="dxa"/>
            <w:shd w:val="clear" w:color="auto" w:fill="auto"/>
            <w:noWrap/>
            <w:vAlign w:val="center"/>
            <w:hideMark/>
          </w:tcPr>
          <w:p w14:paraId="385A3991"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785F3F9F" w14:textId="77777777" w:rsidR="00B44DB5" w:rsidRPr="00F664B3" w:rsidRDefault="00B44DB5" w:rsidP="00B44DB5">
            <w:pPr>
              <w:pStyle w:val="SpecNormal"/>
              <w:spacing w:line="240" w:lineRule="auto"/>
            </w:pPr>
            <w:r w:rsidRPr="00F664B3">
              <w:t>15 Minute</w:t>
            </w:r>
          </w:p>
        </w:tc>
        <w:tc>
          <w:tcPr>
            <w:tcW w:w="1459" w:type="dxa"/>
            <w:shd w:val="clear" w:color="auto" w:fill="auto"/>
            <w:noWrap/>
            <w:vAlign w:val="center"/>
            <w:hideMark/>
          </w:tcPr>
          <w:p w14:paraId="7918AFB1"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3192019" w14:textId="77777777" w:rsidR="00B44DB5" w:rsidRPr="00F664B3" w:rsidRDefault="00B44DB5" w:rsidP="00B44DB5">
            <w:pPr>
              <w:pStyle w:val="SpecNormal"/>
              <w:spacing w:line="240" w:lineRule="auto"/>
            </w:pPr>
            <w:r w:rsidRPr="00F664B3">
              <w:t>3 days</w:t>
            </w:r>
          </w:p>
        </w:tc>
        <w:tc>
          <w:tcPr>
            <w:tcW w:w="891" w:type="dxa"/>
            <w:vAlign w:val="center"/>
          </w:tcPr>
          <w:p w14:paraId="35F1303B" w14:textId="77777777" w:rsidR="00B44DB5" w:rsidRPr="00F664B3" w:rsidRDefault="00B44DB5" w:rsidP="00B44DB5">
            <w:pPr>
              <w:pStyle w:val="SpecNormal"/>
              <w:spacing w:line="240" w:lineRule="auto"/>
            </w:pPr>
            <w:r w:rsidRPr="00F664B3">
              <w:t>C</w:t>
            </w:r>
          </w:p>
        </w:tc>
        <w:tc>
          <w:tcPr>
            <w:tcW w:w="1170" w:type="dxa"/>
            <w:vAlign w:val="center"/>
          </w:tcPr>
          <w:p w14:paraId="00D4166A" w14:textId="77777777" w:rsidR="00B44DB5" w:rsidRPr="00F664B3" w:rsidRDefault="00B44DB5" w:rsidP="00B44DB5">
            <w:pPr>
              <w:pStyle w:val="SpecNormal"/>
              <w:spacing w:line="240" w:lineRule="auto"/>
            </w:pPr>
            <w:r w:rsidRPr="00F664B3">
              <w:t xml:space="preserve">&gt; 135 </w:t>
            </w:r>
            <w:proofErr w:type="spellStart"/>
            <w:r w:rsidRPr="00F664B3">
              <w:t>oF</w:t>
            </w:r>
            <w:proofErr w:type="spellEnd"/>
          </w:p>
        </w:tc>
        <w:tc>
          <w:tcPr>
            <w:tcW w:w="909" w:type="dxa"/>
            <w:vAlign w:val="center"/>
          </w:tcPr>
          <w:p w14:paraId="636C7EDA" w14:textId="77777777" w:rsidR="00B44DB5" w:rsidRPr="00F664B3" w:rsidRDefault="00B44DB5" w:rsidP="00B44DB5">
            <w:pPr>
              <w:pStyle w:val="SpecNormal"/>
              <w:spacing w:line="240" w:lineRule="auto"/>
            </w:pPr>
            <w:r w:rsidRPr="00F664B3">
              <w:t>10 Min</w:t>
            </w:r>
          </w:p>
        </w:tc>
      </w:tr>
      <w:tr w:rsidR="00B44DB5" w:rsidRPr="00F664B3" w14:paraId="159A8CE4" w14:textId="77777777" w:rsidTr="00B44DB5">
        <w:trPr>
          <w:cantSplit/>
          <w:trHeight w:val="300"/>
          <w:jc w:val="center"/>
        </w:trPr>
        <w:tc>
          <w:tcPr>
            <w:tcW w:w="1851" w:type="dxa"/>
            <w:shd w:val="clear" w:color="auto" w:fill="auto"/>
            <w:noWrap/>
            <w:vAlign w:val="center"/>
            <w:hideMark/>
          </w:tcPr>
          <w:p w14:paraId="6AC93007" w14:textId="77777777" w:rsidR="00B44DB5" w:rsidRPr="00F664B3" w:rsidRDefault="00B44DB5" w:rsidP="00B44DB5">
            <w:pPr>
              <w:pStyle w:val="SpecNormal"/>
              <w:spacing w:line="240" w:lineRule="auto"/>
            </w:pPr>
            <w:r w:rsidRPr="00F664B3">
              <w:t>Domestic HW Temperature</w:t>
            </w:r>
          </w:p>
        </w:tc>
        <w:tc>
          <w:tcPr>
            <w:tcW w:w="800" w:type="dxa"/>
            <w:shd w:val="clear" w:color="auto" w:fill="auto"/>
            <w:noWrap/>
            <w:vAlign w:val="center"/>
            <w:hideMark/>
          </w:tcPr>
          <w:p w14:paraId="4344728E"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33EB8EB9" w14:textId="77777777" w:rsidR="00B44DB5" w:rsidRPr="00F664B3" w:rsidRDefault="00B44DB5" w:rsidP="00B44DB5">
            <w:pPr>
              <w:pStyle w:val="SpecNormal"/>
              <w:spacing w:line="240" w:lineRule="auto"/>
            </w:pPr>
            <w:r w:rsidRPr="00F664B3">
              <w:t>15 Minute</w:t>
            </w:r>
          </w:p>
        </w:tc>
        <w:tc>
          <w:tcPr>
            <w:tcW w:w="1459" w:type="dxa"/>
            <w:shd w:val="clear" w:color="auto" w:fill="auto"/>
            <w:noWrap/>
            <w:vAlign w:val="center"/>
            <w:hideMark/>
          </w:tcPr>
          <w:p w14:paraId="6ECF2094"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B21B1A6" w14:textId="77777777" w:rsidR="00B44DB5" w:rsidRPr="00F664B3" w:rsidRDefault="00B44DB5" w:rsidP="00B44DB5">
            <w:pPr>
              <w:pStyle w:val="SpecNormal"/>
              <w:spacing w:line="240" w:lineRule="auto"/>
            </w:pPr>
            <w:r w:rsidRPr="00F664B3">
              <w:t>3 days</w:t>
            </w:r>
          </w:p>
        </w:tc>
        <w:tc>
          <w:tcPr>
            <w:tcW w:w="891" w:type="dxa"/>
            <w:vAlign w:val="center"/>
          </w:tcPr>
          <w:p w14:paraId="76A8E5B9" w14:textId="77777777" w:rsidR="00B44DB5" w:rsidRPr="00F664B3" w:rsidRDefault="00B44DB5" w:rsidP="00B44DB5">
            <w:pPr>
              <w:pStyle w:val="SpecNormal"/>
              <w:spacing w:line="240" w:lineRule="auto"/>
            </w:pPr>
            <w:r w:rsidRPr="00F664B3">
              <w:t>P</w:t>
            </w:r>
          </w:p>
        </w:tc>
        <w:tc>
          <w:tcPr>
            <w:tcW w:w="1170" w:type="dxa"/>
            <w:vAlign w:val="center"/>
          </w:tcPr>
          <w:p w14:paraId="4881E1CB" w14:textId="77777777" w:rsidR="00B44DB5" w:rsidRPr="00F664B3" w:rsidRDefault="00B44DB5" w:rsidP="00B44DB5">
            <w:pPr>
              <w:pStyle w:val="SpecNormal"/>
              <w:spacing w:line="240" w:lineRule="auto"/>
            </w:pPr>
            <w:r w:rsidRPr="00F664B3">
              <w:t>±5°F from SP</w:t>
            </w:r>
          </w:p>
        </w:tc>
        <w:tc>
          <w:tcPr>
            <w:tcW w:w="909" w:type="dxa"/>
            <w:vAlign w:val="center"/>
          </w:tcPr>
          <w:p w14:paraId="39BFFEB1" w14:textId="77777777" w:rsidR="00B44DB5" w:rsidRPr="00F664B3" w:rsidRDefault="00B44DB5" w:rsidP="00B44DB5">
            <w:pPr>
              <w:pStyle w:val="SpecNormal"/>
              <w:spacing w:line="240" w:lineRule="auto"/>
            </w:pPr>
            <w:r w:rsidRPr="00F664B3">
              <w:t>10 Min</w:t>
            </w:r>
          </w:p>
        </w:tc>
      </w:tr>
      <w:tr w:rsidR="00B44DB5" w:rsidRPr="00F664B3" w14:paraId="6A798B5A" w14:textId="77777777" w:rsidTr="00B44DB5">
        <w:trPr>
          <w:cantSplit/>
          <w:trHeight w:val="300"/>
          <w:jc w:val="center"/>
        </w:trPr>
        <w:tc>
          <w:tcPr>
            <w:tcW w:w="1851" w:type="dxa"/>
            <w:shd w:val="clear" w:color="auto" w:fill="auto"/>
            <w:noWrap/>
            <w:vAlign w:val="center"/>
            <w:hideMark/>
          </w:tcPr>
          <w:p w14:paraId="651BD055"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77142DFC"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5C3505F8"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7932EACF"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316700BC" w14:textId="77777777" w:rsidR="00B44DB5" w:rsidRPr="00F664B3" w:rsidRDefault="00B44DB5" w:rsidP="00B44DB5">
            <w:pPr>
              <w:pStyle w:val="SpecNormal"/>
              <w:spacing w:line="240" w:lineRule="auto"/>
            </w:pPr>
          </w:p>
        </w:tc>
        <w:tc>
          <w:tcPr>
            <w:tcW w:w="891" w:type="dxa"/>
            <w:vAlign w:val="center"/>
          </w:tcPr>
          <w:p w14:paraId="5793F7C0" w14:textId="77777777" w:rsidR="00B44DB5" w:rsidRPr="00F664B3" w:rsidRDefault="00B44DB5" w:rsidP="00B44DB5">
            <w:pPr>
              <w:pStyle w:val="SpecNormal"/>
              <w:spacing w:line="240" w:lineRule="auto"/>
            </w:pPr>
          </w:p>
        </w:tc>
        <w:tc>
          <w:tcPr>
            <w:tcW w:w="1170" w:type="dxa"/>
            <w:vAlign w:val="center"/>
          </w:tcPr>
          <w:p w14:paraId="62945737" w14:textId="77777777" w:rsidR="00B44DB5" w:rsidRPr="00F664B3" w:rsidRDefault="00B44DB5" w:rsidP="00B44DB5">
            <w:pPr>
              <w:pStyle w:val="SpecNormal"/>
              <w:spacing w:line="240" w:lineRule="auto"/>
            </w:pPr>
          </w:p>
        </w:tc>
        <w:tc>
          <w:tcPr>
            <w:tcW w:w="909" w:type="dxa"/>
            <w:vAlign w:val="center"/>
          </w:tcPr>
          <w:p w14:paraId="6FE2CA58" w14:textId="77777777" w:rsidR="00B44DB5" w:rsidRPr="00F664B3" w:rsidRDefault="00B44DB5" w:rsidP="00B44DB5">
            <w:pPr>
              <w:pStyle w:val="SpecNormal"/>
              <w:spacing w:line="240" w:lineRule="auto"/>
            </w:pPr>
          </w:p>
        </w:tc>
      </w:tr>
      <w:tr w:rsidR="00B44DB5" w:rsidRPr="00F664B3" w14:paraId="51C0610C" w14:textId="77777777" w:rsidTr="00B44DB5">
        <w:trPr>
          <w:cantSplit/>
          <w:trHeight w:val="300"/>
          <w:jc w:val="center"/>
        </w:trPr>
        <w:tc>
          <w:tcPr>
            <w:tcW w:w="1851" w:type="dxa"/>
            <w:shd w:val="clear" w:color="auto" w:fill="auto"/>
            <w:noWrap/>
            <w:vAlign w:val="center"/>
            <w:hideMark/>
          </w:tcPr>
          <w:p w14:paraId="53E3DF6D" w14:textId="77777777" w:rsidR="00B44DB5" w:rsidRPr="00F664B3" w:rsidRDefault="00B44DB5" w:rsidP="00B44DB5">
            <w:pPr>
              <w:pStyle w:val="SpecNormal"/>
              <w:spacing w:line="240" w:lineRule="auto"/>
            </w:pPr>
            <w:r w:rsidRPr="00F664B3">
              <w:t>Dom. Circ. Pump #1 Status</w:t>
            </w:r>
          </w:p>
        </w:tc>
        <w:tc>
          <w:tcPr>
            <w:tcW w:w="800" w:type="dxa"/>
            <w:shd w:val="clear" w:color="auto" w:fill="auto"/>
            <w:noWrap/>
            <w:vAlign w:val="center"/>
            <w:hideMark/>
          </w:tcPr>
          <w:p w14:paraId="67FF295E"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42E2F402"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17B7CA0B"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0CECF42" w14:textId="77777777" w:rsidR="00B44DB5" w:rsidRPr="00F664B3" w:rsidRDefault="00B44DB5" w:rsidP="00B44DB5">
            <w:pPr>
              <w:pStyle w:val="SpecNormal"/>
              <w:spacing w:line="240" w:lineRule="auto"/>
            </w:pPr>
            <w:r w:rsidRPr="00F664B3">
              <w:t>3 days</w:t>
            </w:r>
          </w:p>
        </w:tc>
        <w:tc>
          <w:tcPr>
            <w:tcW w:w="891" w:type="dxa"/>
            <w:vAlign w:val="center"/>
          </w:tcPr>
          <w:p w14:paraId="18F1C07D" w14:textId="77777777" w:rsidR="00B44DB5" w:rsidRPr="00F664B3" w:rsidRDefault="00B44DB5" w:rsidP="00B44DB5">
            <w:pPr>
              <w:pStyle w:val="SpecNormal"/>
              <w:spacing w:line="240" w:lineRule="auto"/>
            </w:pPr>
            <w:r w:rsidRPr="00F664B3">
              <w:t>M</w:t>
            </w:r>
          </w:p>
        </w:tc>
        <w:tc>
          <w:tcPr>
            <w:tcW w:w="1170" w:type="dxa"/>
            <w:vAlign w:val="center"/>
          </w:tcPr>
          <w:p w14:paraId="0D724704" w14:textId="77777777" w:rsidR="00B44DB5" w:rsidRPr="00F664B3" w:rsidRDefault="00B44DB5" w:rsidP="00B44DB5">
            <w:pPr>
              <w:pStyle w:val="SpecNormal"/>
              <w:spacing w:line="240" w:lineRule="auto"/>
            </w:pPr>
            <w:r w:rsidRPr="00F664B3">
              <w:t>Status &lt;&gt; Command</w:t>
            </w:r>
          </w:p>
        </w:tc>
        <w:tc>
          <w:tcPr>
            <w:tcW w:w="909" w:type="dxa"/>
            <w:vAlign w:val="center"/>
          </w:tcPr>
          <w:p w14:paraId="741B2DFE" w14:textId="77777777" w:rsidR="00B44DB5" w:rsidRPr="00F664B3" w:rsidRDefault="00B44DB5" w:rsidP="00B44DB5">
            <w:pPr>
              <w:pStyle w:val="SpecNormal"/>
              <w:spacing w:line="240" w:lineRule="auto"/>
            </w:pPr>
            <w:r w:rsidRPr="00F664B3">
              <w:t>30 min</w:t>
            </w:r>
          </w:p>
        </w:tc>
      </w:tr>
      <w:tr w:rsidR="00B44DB5" w:rsidRPr="00F664B3" w14:paraId="7CB3AD77" w14:textId="77777777" w:rsidTr="00B44DB5">
        <w:trPr>
          <w:cantSplit/>
          <w:trHeight w:val="300"/>
          <w:jc w:val="center"/>
        </w:trPr>
        <w:tc>
          <w:tcPr>
            <w:tcW w:w="1851" w:type="dxa"/>
            <w:shd w:val="clear" w:color="auto" w:fill="auto"/>
            <w:noWrap/>
            <w:vAlign w:val="center"/>
            <w:hideMark/>
          </w:tcPr>
          <w:p w14:paraId="5C57DDA7" w14:textId="77777777" w:rsidR="00B44DB5" w:rsidRPr="00F664B3" w:rsidRDefault="00B44DB5" w:rsidP="00B44DB5">
            <w:pPr>
              <w:pStyle w:val="SpecNormal"/>
              <w:spacing w:line="240" w:lineRule="auto"/>
            </w:pPr>
            <w:r w:rsidRPr="00F664B3">
              <w:t>Dom. Circ. Pump #2 Status</w:t>
            </w:r>
          </w:p>
        </w:tc>
        <w:tc>
          <w:tcPr>
            <w:tcW w:w="800" w:type="dxa"/>
            <w:shd w:val="clear" w:color="auto" w:fill="auto"/>
            <w:noWrap/>
            <w:vAlign w:val="center"/>
            <w:hideMark/>
          </w:tcPr>
          <w:p w14:paraId="31DF36C5"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5B44FB02"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005E5499"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DE00F08" w14:textId="77777777" w:rsidR="00B44DB5" w:rsidRPr="00F664B3" w:rsidRDefault="00B44DB5" w:rsidP="00B44DB5">
            <w:pPr>
              <w:pStyle w:val="SpecNormal"/>
              <w:spacing w:line="240" w:lineRule="auto"/>
            </w:pPr>
            <w:r w:rsidRPr="00F664B3">
              <w:t>3 days</w:t>
            </w:r>
          </w:p>
        </w:tc>
        <w:tc>
          <w:tcPr>
            <w:tcW w:w="891" w:type="dxa"/>
            <w:vAlign w:val="center"/>
          </w:tcPr>
          <w:p w14:paraId="57AD6825" w14:textId="77777777" w:rsidR="00B44DB5" w:rsidRPr="00F664B3" w:rsidRDefault="00B44DB5" w:rsidP="00B44DB5">
            <w:pPr>
              <w:pStyle w:val="SpecNormal"/>
              <w:spacing w:line="240" w:lineRule="auto"/>
            </w:pPr>
            <w:r w:rsidRPr="00F664B3">
              <w:t>M</w:t>
            </w:r>
          </w:p>
        </w:tc>
        <w:tc>
          <w:tcPr>
            <w:tcW w:w="1170" w:type="dxa"/>
            <w:vAlign w:val="center"/>
          </w:tcPr>
          <w:p w14:paraId="32812B2F" w14:textId="77777777" w:rsidR="00B44DB5" w:rsidRPr="00F664B3" w:rsidRDefault="00B44DB5" w:rsidP="00B44DB5">
            <w:pPr>
              <w:pStyle w:val="SpecNormal"/>
              <w:spacing w:line="240" w:lineRule="auto"/>
            </w:pPr>
            <w:r w:rsidRPr="00F664B3">
              <w:t>Status &lt;&gt; Command</w:t>
            </w:r>
          </w:p>
        </w:tc>
        <w:tc>
          <w:tcPr>
            <w:tcW w:w="909" w:type="dxa"/>
            <w:vAlign w:val="center"/>
          </w:tcPr>
          <w:p w14:paraId="20627874" w14:textId="77777777" w:rsidR="00B44DB5" w:rsidRPr="00F664B3" w:rsidRDefault="00B44DB5" w:rsidP="00B44DB5">
            <w:pPr>
              <w:pStyle w:val="SpecNormal"/>
              <w:spacing w:line="240" w:lineRule="auto"/>
            </w:pPr>
            <w:r w:rsidRPr="00F664B3">
              <w:t>30 min</w:t>
            </w:r>
          </w:p>
        </w:tc>
      </w:tr>
      <w:tr w:rsidR="00B44DB5" w:rsidRPr="00F664B3" w14:paraId="5388119D" w14:textId="77777777" w:rsidTr="00B44DB5">
        <w:trPr>
          <w:cantSplit/>
          <w:trHeight w:val="300"/>
          <w:jc w:val="center"/>
        </w:trPr>
        <w:tc>
          <w:tcPr>
            <w:tcW w:w="1851" w:type="dxa"/>
            <w:shd w:val="clear" w:color="auto" w:fill="auto"/>
            <w:noWrap/>
            <w:vAlign w:val="center"/>
            <w:hideMark/>
          </w:tcPr>
          <w:p w14:paraId="14129855"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286AB026"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1FF46F48"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7F5DEFF3"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51CB3277" w14:textId="77777777" w:rsidR="00B44DB5" w:rsidRPr="00F664B3" w:rsidRDefault="00B44DB5" w:rsidP="00B44DB5">
            <w:pPr>
              <w:pStyle w:val="SpecNormal"/>
              <w:spacing w:line="240" w:lineRule="auto"/>
            </w:pPr>
          </w:p>
        </w:tc>
        <w:tc>
          <w:tcPr>
            <w:tcW w:w="891" w:type="dxa"/>
            <w:vAlign w:val="center"/>
          </w:tcPr>
          <w:p w14:paraId="7B5BDC5D" w14:textId="77777777" w:rsidR="00B44DB5" w:rsidRPr="00F664B3" w:rsidRDefault="00B44DB5" w:rsidP="00B44DB5">
            <w:pPr>
              <w:pStyle w:val="SpecNormal"/>
              <w:spacing w:line="240" w:lineRule="auto"/>
            </w:pPr>
          </w:p>
        </w:tc>
        <w:tc>
          <w:tcPr>
            <w:tcW w:w="1170" w:type="dxa"/>
            <w:vAlign w:val="center"/>
          </w:tcPr>
          <w:p w14:paraId="0E21D386" w14:textId="77777777" w:rsidR="00B44DB5" w:rsidRPr="00F664B3" w:rsidRDefault="00B44DB5" w:rsidP="00B44DB5">
            <w:pPr>
              <w:pStyle w:val="SpecNormal"/>
              <w:spacing w:line="240" w:lineRule="auto"/>
            </w:pPr>
          </w:p>
        </w:tc>
        <w:tc>
          <w:tcPr>
            <w:tcW w:w="909" w:type="dxa"/>
            <w:vAlign w:val="center"/>
          </w:tcPr>
          <w:p w14:paraId="42BC7959" w14:textId="77777777" w:rsidR="00B44DB5" w:rsidRPr="00F664B3" w:rsidRDefault="00B44DB5" w:rsidP="00B44DB5">
            <w:pPr>
              <w:pStyle w:val="SpecNormal"/>
              <w:spacing w:line="240" w:lineRule="auto"/>
            </w:pPr>
          </w:p>
        </w:tc>
      </w:tr>
      <w:tr w:rsidR="00B44DB5" w:rsidRPr="00F664B3" w14:paraId="04772315" w14:textId="77777777" w:rsidTr="00B44DB5">
        <w:trPr>
          <w:cantSplit/>
          <w:trHeight w:val="300"/>
          <w:jc w:val="center"/>
        </w:trPr>
        <w:tc>
          <w:tcPr>
            <w:tcW w:w="1851" w:type="dxa"/>
            <w:shd w:val="clear" w:color="auto" w:fill="auto"/>
            <w:noWrap/>
            <w:vAlign w:val="center"/>
            <w:hideMark/>
          </w:tcPr>
          <w:p w14:paraId="26189C6A" w14:textId="77777777" w:rsidR="00B44DB5" w:rsidRPr="00F664B3" w:rsidRDefault="00B44DB5" w:rsidP="00B44DB5">
            <w:pPr>
              <w:pStyle w:val="SpecNormal"/>
              <w:spacing w:line="240" w:lineRule="auto"/>
            </w:pPr>
            <w:r w:rsidRPr="00F664B3">
              <w:t>Dom. Circ. Pump #1 Start/Stop</w:t>
            </w:r>
          </w:p>
        </w:tc>
        <w:tc>
          <w:tcPr>
            <w:tcW w:w="800" w:type="dxa"/>
            <w:shd w:val="clear" w:color="auto" w:fill="auto"/>
            <w:noWrap/>
            <w:vAlign w:val="center"/>
            <w:hideMark/>
          </w:tcPr>
          <w:p w14:paraId="193542F6"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2B56908A"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32F3C850"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D587828" w14:textId="77777777" w:rsidR="00B44DB5" w:rsidRPr="00F664B3" w:rsidRDefault="00B44DB5" w:rsidP="00B44DB5">
            <w:pPr>
              <w:pStyle w:val="SpecNormal"/>
              <w:spacing w:line="240" w:lineRule="auto"/>
            </w:pPr>
            <w:r w:rsidRPr="00F664B3">
              <w:t>3 days</w:t>
            </w:r>
          </w:p>
        </w:tc>
        <w:tc>
          <w:tcPr>
            <w:tcW w:w="891" w:type="dxa"/>
            <w:vAlign w:val="center"/>
          </w:tcPr>
          <w:p w14:paraId="5606813A" w14:textId="77777777" w:rsidR="00B44DB5" w:rsidRPr="00F664B3" w:rsidRDefault="00B44DB5" w:rsidP="00B44DB5">
            <w:pPr>
              <w:pStyle w:val="SpecNormal"/>
              <w:spacing w:line="240" w:lineRule="auto"/>
            </w:pPr>
            <w:r w:rsidRPr="00F664B3">
              <w:t>N/A</w:t>
            </w:r>
          </w:p>
        </w:tc>
        <w:tc>
          <w:tcPr>
            <w:tcW w:w="1170" w:type="dxa"/>
            <w:vAlign w:val="center"/>
          </w:tcPr>
          <w:p w14:paraId="52988116" w14:textId="77777777" w:rsidR="00B44DB5" w:rsidRPr="00F664B3" w:rsidRDefault="00B44DB5" w:rsidP="00B44DB5">
            <w:pPr>
              <w:pStyle w:val="SpecNormal"/>
              <w:spacing w:line="240" w:lineRule="auto"/>
            </w:pPr>
          </w:p>
        </w:tc>
        <w:tc>
          <w:tcPr>
            <w:tcW w:w="909" w:type="dxa"/>
            <w:vAlign w:val="center"/>
          </w:tcPr>
          <w:p w14:paraId="3F9CFBDD" w14:textId="77777777" w:rsidR="00B44DB5" w:rsidRPr="00F664B3" w:rsidRDefault="00B44DB5" w:rsidP="00B44DB5">
            <w:pPr>
              <w:pStyle w:val="SpecNormal"/>
              <w:spacing w:line="240" w:lineRule="auto"/>
            </w:pPr>
          </w:p>
        </w:tc>
      </w:tr>
      <w:tr w:rsidR="00B44DB5" w:rsidRPr="00F664B3" w14:paraId="1FD0B786" w14:textId="77777777" w:rsidTr="00B44DB5">
        <w:trPr>
          <w:cantSplit/>
          <w:trHeight w:val="300"/>
          <w:jc w:val="center"/>
        </w:trPr>
        <w:tc>
          <w:tcPr>
            <w:tcW w:w="1851" w:type="dxa"/>
            <w:shd w:val="clear" w:color="auto" w:fill="auto"/>
            <w:noWrap/>
            <w:vAlign w:val="center"/>
            <w:hideMark/>
          </w:tcPr>
          <w:p w14:paraId="69898F47" w14:textId="77777777" w:rsidR="00B44DB5" w:rsidRPr="00F664B3" w:rsidRDefault="00B44DB5" w:rsidP="00B44DB5">
            <w:pPr>
              <w:pStyle w:val="SpecNormal"/>
              <w:spacing w:line="240" w:lineRule="auto"/>
            </w:pPr>
            <w:r w:rsidRPr="00F664B3">
              <w:t>Dom. Circ. Pump #2 Start/Stop</w:t>
            </w:r>
          </w:p>
        </w:tc>
        <w:tc>
          <w:tcPr>
            <w:tcW w:w="800" w:type="dxa"/>
            <w:shd w:val="clear" w:color="auto" w:fill="auto"/>
            <w:noWrap/>
            <w:vAlign w:val="center"/>
            <w:hideMark/>
          </w:tcPr>
          <w:p w14:paraId="5D4A8EE7"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10591447"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46BB1E6"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29490AE" w14:textId="77777777" w:rsidR="00B44DB5" w:rsidRPr="00F664B3" w:rsidRDefault="00B44DB5" w:rsidP="00B44DB5">
            <w:pPr>
              <w:pStyle w:val="SpecNormal"/>
              <w:spacing w:line="240" w:lineRule="auto"/>
            </w:pPr>
            <w:r w:rsidRPr="00F664B3">
              <w:t>3 days</w:t>
            </w:r>
          </w:p>
        </w:tc>
        <w:tc>
          <w:tcPr>
            <w:tcW w:w="891" w:type="dxa"/>
            <w:vAlign w:val="center"/>
          </w:tcPr>
          <w:p w14:paraId="487F5208" w14:textId="77777777" w:rsidR="00B44DB5" w:rsidRPr="00F664B3" w:rsidRDefault="00B44DB5" w:rsidP="00B44DB5">
            <w:pPr>
              <w:pStyle w:val="SpecNormal"/>
              <w:spacing w:line="240" w:lineRule="auto"/>
            </w:pPr>
            <w:r w:rsidRPr="00F664B3">
              <w:t>N/A</w:t>
            </w:r>
          </w:p>
        </w:tc>
        <w:tc>
          <w:tcPr>
            <w:tcW w:w="1170" w:type="dxa"/>
            <w:vAlign w:val="center"/>
          </w:tcPr>
          <w:p w14:paraId="577AC942" w14:textId="77777777" w:rsidR="00B44DB5" w:rsidRPr="00F664B3" w:rsidRDefault="00B44DB5" w:rsidP="00B44DB5">
            <w:pPr>
              <w:pStyle w:val="SpecNormal"/>
              <w:spacing w:line="240" w:lineRule="auto"/>
            </w:pPr>
          </w:p>
        </w:tc>
        <w:tc>
          <w:tcPr>
            <w:tcW w:w="909" w:type="dxa"/>
            <w:vAlign w:val="center"/>
          </w:tcPr>
          <w:p w14:paraId="1C87C657" w14:textId="77777777" w:rsidR="00B44DB5" w:rsidRPr="00F664B3" w:rsidRDefault="00B44DB5" w:rsidP="00B44DB5">
            <w:pPr>
              <w:pStyle w:val="SpecNormal"/>
              <w:spacing w:line="240" w:lineRule="auto"/>
            </w:pPr>
          </w:p>
        </w:tc>
      </w:tr>
      <w:tr w:rsidR="00B44DB5" w:rsidRPr="00F664B3" w14:paraId="449072BC" w14:textId="77777777" w:rsidTr="00B44DB5">
        <w:trPr>
          <w:cantSplit/>
          <w:trHeight w:val="300"/>
          <w:jc w:val="center"/>
        </w:trPr>
        <w:tc>
          <w:tcPr>
            <w:tcW w:w="1851" w:type="dxa"/>
            <w:shd w:val="clear" w:color="auto" w:fill="auto"/>
            <w:noWrap/>
            <w:vAlign w:val="center"/>
            <w:hideMark/>
          </w:tcPr>
          <w:p w14:paraId="251D40D6" w14:textId="77777777" w:rsidR="00B44DB5" w:rsidRPr="00F664B3" w:rsidRDefault="00B44DB5" w:rsidP="00B44DB5">
            <w:pPr>
              <w:pStyle w:val="SpecNormal"/>
              <w:spacing w:line="240" w:lineRule="auto"/>
            </w:pPr>
            <w:r w:rsidRPr="00F664B3">
              <w:lastRenderedPageBreak/>
              <w:t>Domestic HW Start/Stop</w:t>
            </w:r>
          </w:p>
        </w:tc>
        <w:tc>
          <w:tcPr>
            <w:tcW w:w="800" w:type="dxa"/>
            <w:shd w:val="clear" w:color="auto" w:fill="auto"/>
            <w:noWrap/>
            <w:vAlign w:val="center"/>
            <w:hideMark/>
          </w:tcPr>
          <w:p w14:paraId="6E4D0B36"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1CB3FCAC"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3FF1153F"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EC8E5A9" w14:textId="77777777" w:rsidR="00B44DB5" w:rsidRPr="00F664B3" w:rsidRDefault="00B44DB5" w:rsidP="00B44DB5">
            <w:pPr>
              <w:pStyle w:val="SpecNormal"/>
              <w:spacing w:line="240" w:lineRule="auto"/>
            </w:pPr>
            <w:r w:rsidRPr="00F664B3">
              <w:t>3 days</w:t>
            </w:r>
          </w:p>
        </w:tc>
        <w:tc>
          <w:tcPr>
            <w:tcW w:w="891" w:type="dxa"/>
            <w:vAlign w:val="center"/>
          </w:tcPr>
          <w:p w14:paraId="1C1F3AB8" w14:textId="77777777" w:rsidR="00B44DB5" w:rsidRPr="00F664B3" w:rsidRDefault="00B44DB5" w:rsidP="00B44DB5">
            <w:pPr>
              <w:pStyle w:val="SpecNormal"/>
              <w:spacing w:line="240" w:lineRule="auto"/>
            </w:pPr>
            <w:r w:rsidRPr="00F664B3">
              <w:t>N/A</w:t>
            </w:r>
          </w:p>
        </w:tc>
        <w:tc>
          <w:tcPr>
            <w:tcW w:w="1170" w:type="dxa"/>
            <w:vAlign w:val="center"/>
          </w:tcPr>
          <w:p w14:paraId="751C72C4" w14:textId="77777777" w:rsidR="00B44DB5" w:rsidRPr="00F664B3" w:rsidRDefault="00B44DB5" w:rsidP="00B44DB5">
            <w:pPr>
              <w:pStyle w:val="SpecNormal"/>
              <w:spacing w:line="240" w:lineRule="auto"/>
            </w:pPr>
          </w:p>
        </w:tc>
        <w:tc>
          <w:tcPr>
            <w:tcW w:w="909" w:type="dxa"/>
            <w:vAlign w:val="center"/>
          </w:tcPr>
          <w:p w14:paraId="5F6BC5CF" w14:textId="77777777" w:rsidR="00B44DB5" w:rsidRPr="00F664B3" w:rsidRDefault="00B44DB5" w:rsidP="00B44DB5">
            <w:pPr>
              <w:pStyle w:val="SpecNormal"/>
              <w:spacing w:line="240" w:lineRule="auto"/>
            </w:pPr>
          </w:p>
        </w:tc>
      </w:tr>
    </w:tbl>
    <w:p w14:paraId="748E7CA5" w14:textId="77777777" w:rsidR="00B44DB5" w:rsidRDefault="00B44DB5" w:rsidP="00B44DB5">
      <w:pPr>
        <w:pStyle w:val="Level2"/>
      </w:pPr>
    </w:p>
    <w:p w14:paraId="1950CACB" w14:textId="77777777" w:rsidR="00B44DB5" w:rsidRDefault="00B44DB5" w:rsidP="00B44DB5">
      <w:pPr>
        <w:pStyle w:val="Level2"/>
      </w:pPr>
    </w:p>
    <w:tbl>
      <w:tblPr>
        <w:tblW w:w="97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51"/>
        <w:gridCol w:w="800"/>
        <w:gridCol w:w="1308"/>
        <w:gridCol w:w="1459"/>
        <w:gridCol w:w="1350"/>
        <w:gridCol w:w="891"/>
        <w:gridCol w:w="1170"/>
        <w:gridCol w:w="909"/>
      </w:tblGrid>
      <w:tr w:rsidR="00B44DB5" w:rsidRPr="00F664B3" w14:paraId="1C34F605" w14:textId="77777777" w:rsidTr="006D40D2">
        <w:trPr>
          <w:cantSplit/>
          <w:trHeight w:val="413"/>
          <w:tblHeader/>
          <w:jc w:val="center"/>
        </w:trPr>
        <w:tc>
          <w:tcPr>
            <w:tcW w:w="9738" w:type="dxa"/>
            <w:gridSpan w:val="8"/>
            <w:tcBorders>
              <w:top w:val="single" w:sz="4" w:space="0" w:color="auto"/>
              <w:bottom w:val="single" w:sz="6" w:space="0" w:color="auto"/>
            </w:tcBorders>
            <w:shd w:val="clear" w:color="auto" w:fill="D9D9D9"/>
            <w:vAlign w:val="center"/>
            <w:hideMark/>
          </w:tcPr>
          <w:p w14:paraId="4B80832B" w14:textId="77777777" w:rsidR="00B44DB5" w:rsidRPr="00B44DB5" w:rsidRDefault="00B44DB5" w:rsidP="00B44DB5">
            <w:pPr>
              <w:pStyle w:val="SpecNormal"/>
              <w:spacing w:line="240" w:lineRule="auto"/>
              <w:rPr>
                <w:b/>
                <w:bCs/>
              </w:rPr>
            </w:pPr>
            <w:r w:rsidRPr="00B44DB5">
              <w:rPr>
                <w:b/>
                <w:bCs/>
              </w:rPr>
              <w:t>Hydronic Hot Water Trending and Alarms</w:t>
            </w:r>
          </w:p>
        </w:tc>
      </w:tr>
      <w:tr w:rsidR="00B44DB5" w:rsidRPr="00F664B3" w14:paraId="4E3C4676" w14:textId="77777777" w:rsidTr="006D40D2">
        <w:trPr>
          <w:cantSplit/>
          <w:trHeight w:val="858"/>
          <w:tblHeader/>
          <w:jc w:val="center"/>
        </w:trPr>
        <w:tc>
          <w:tcPr>
            <w:tcW w:w="1851" w:type="dxa"/>
            <w:tcBorders>
              <w:top w:val="single" w:sz="6" w:space="0" w:color="auto"/>
              <w:bottom w:val="single" w:sz="6" w:space="0" w:color="auto"/>
            </w:tcBorders>
            <w:shd w:val="clear" w:color="auto" w:fill="D9D9D9"/>
            <w:vAlign w:val="center"/>
            <w:hideMark/>
          </w:tcPr>
          <w:p w14:paraId="36CED8C9" w14:textId="77777777" w:rsidR="00B44DB5" w:rsidRPr="00B44DB5" w:rsidRDefault="00B44DB5" w:rsidP="00B44DB5">
            <w:pPr>
              <w:pStyle w:val="SpecNormal"/>
              <w:spacing w:line="240" w:lineRule="auto"/>
              <w:rPr>
                <w:b/>
                <w:bCs/>
              </w:rPr>
            </w:pPr>
            <w:r w:rsidRPr="00B44DB5">
              <w:rPr>
                <w:b/>
                <w:bCs/>
              </w:rPr>
              <w:t>Point</w:t>
            </w:r>
          </w:p>
        </w:tc>
        <w:tc>
          <w:tcPr>
            <w:tcW w:w="800" w:type="dxa"/>
            <w:tcBorders>
              <w:top w:val="single" w:sz="6" w:space="0" w:color="auto"/>
              <w:bottom w:val="single" w:sz="6" w:space="0" w:color="auto"/>
            </w:tcBorders>
            <w:shd w:val="clear" w:color="auto" w:fill="D9D9D9"/>
            <w:vAlign w:val="center"/>
            <w:hideMark/>
          </w:tcPr>
          <w:p w14:paraId="385F6EFC" w14:textId="77777777" w:rsidR="00B44DB5" w:rsidRPr="00B44DB5" w:rsidRDefault="00B44DB5" w:rsidP="00B44DB5">
            <w:pPr>
              <w:pStyle w:val="SpecNormal"/>
              <w:spacing w:line="240" w:lineRule="auto"/>
              <w:rPr>
                <w:b/>
                <w:bCs/>
              </w:rPr>
            </w:pPr>
            <w:r w:rsidRPr="00B44DB5">
              <w:rPr>
                <w:b/>
                <w:bCs/>
              </w:rPr>
              <w:t>Type</w:t>
            </w:r>
          </w:p>
        </w:tc>
        <w:tc>
          <w:tcPr>
            <w:tcW w:w="1308" w:type="dxa"/>
            <w:tcBorders>
              <w:top w:val="single" w:sz="6" w:space="0" w:color="auto"/>
              <w:bottom w:val="single" w:sz="6" w:space="0" w:color="auto"/>
            </w:tcBorders>
            <w:shd w:val="clear" w:color="auto" w:fill="D9D9D9"/>
            <w:vAlign w:val="center"/>
            <w:hideMark/>
          </w:tcPr>
          <w:p w14:paraId="40319CD4" w14:textId="77777777" w:rsidR="00B44DB5" w:rsidRPr="00B44DB5" w:rsidRDefault="00B44DB5" w:rsidP="00B44DB5">
            <w:pPr>
              <w:pStyle w:val="SpecNormal"/>
              <w:spacing w:line="240" w:lineRule="auto"/>
              <w:rPr>
                <w:b/>
                <w:bCs/>
              </w:rPr>
            </w:pPr>
            <w:r w:rsidRPr="00B44DB5">
              <w:rPr>
                <w:b/>
                <w:bCs/>
              </w:rPr>
              <w:t>Trend</w:t>
            </w:r>
          </w:p>
          <w:p w14:paraId="4A5A3E57" w14:textId="77777777" w:rsidR="00B44DB5" w:rsidRPr="00B44DB5" w:rsidRDefault="00B44DB5" w:rsidP="00B44DB5">
            <w:pPr>
              <w:pStyle w:val="SpecNormal"/>
              <w:spacing w:line="240" w:lineRule="auto"/>
              <w:rPr>
                <w:b/>
                <w:bCs/>
              </w:rPr>
            </w:pPr>
            <w:r w:rsidRPr="00B44DB5">
              <w:rPr>
                <w:b/>
                <w:bCs/>
              </w:rPr>
              <w:t>Interval</w:t>
            </w:r>
          </w:p>
        </w:tc>
        <w:tc>
          <w:tcPr>
            <w:tcW w:w="1459" w:type="dxa"/>
            <w:tcBorders>
              <w:top w:val="single" w:sz="6" w:space="0" w:color="auto"/>
              <w:bottom w:val="single" w:sz="6" w:space="0" w:color="auto"/>
            </w:tcBorders>
            <w:shd w:val="clear" w:color="auto" w:fill="D9D9D9"/>
            <w:vAlign w:val="center"/>
            <w:hideMark/>
          </w:tcPr>
          <w:p w14:paraId="03167AD5" w14:textId="77777777" w:rsidR="00B44DB5" w:rsidRPr="00B44DB5" w:rsidRDefault="00B44DB5" w:rsidP="00B44DB5">
            <w:pPr>
              <w:pStyle w:val="SpecNormal"/>
              <w:spacing w:line="240" w:lineRule="auto"/>
              <w:rPr>
                <w:b/>
                <w:bCs/>
              </w:rPr>
            </w:pPr>
            <w:r w:rsidRPr="00B44DB5">
              <w:rPr>
                <w:b/>
                <w:bCs/>
              </w:rPr>
              <w:t>Operational Trend</w:t>
            </w:r>
          </w:p>
          <w:p w14:paraId="1072EE16" w14:textId="77777777" w:rsidR="00B44DB5" w:rsidRPr="00B44DB5" w:rsidRDefault="00B44DB5" w:rsidP="00B44DB5">
            <w:pPr>
              <w:pStyle w:val="SpecNormal"/>
              <w:spacing w:line="240" w:lineRule="auto"/>
              <w:rPr>
                <w:b/>
                <w:bCs/>
              </w:rPr>
            </w:pPr>
            <w:r w:rsidRPr="00B44DB5">
              <w:rPr>
                <w:b/>
                <w:bCs/>
              </w:rPr>
              <w:t>Duration</w:t>
            </w:r>
          </w:p>
        </w:tc>
        <w:tc>
          <w:tcPr>
            <w:tcW w:w="1350" w:type="dxa"/>
            <w:tcBorders>
              <w:top w:val="single" w:sz="6" w:space="0" w:color="auto"/>
              <w:bottom w:val="single" w:sz="6" w:space="0" w:color="auto"/>
            </w:tcBorders>
            <w:shd w:val="clear" w:color="auto" w:fill="D9D9D9"/>
            <w:vAlign w:val="center"/>
            <w:hideMark/>
          </w:tcPr>
          <w:p w14:paraId="24247805" w14:textId="77777777" w:rsidR="00B44DB5" w:rsidRPr="00B44DB5" w:rsidRDefault="00B44DB5" w:rsidP="00B44DB5">
            <w:pPr>
              <w:pStyle w:val="SpecNormal"/>
              <w:spacing w:line="240" w:lineRule="auto"/>
              <w:rPr>
                <w:b/>
                <w:bCs/>
              </w:rPr>
            </w:pPr>
            <w:r w:rsidRPr="00B44DB5">
              <w:rPr>
                <w:b/>
                <w:bCs/>
              </w:rPr>
              <w:t>Testing Trend Duration</w:t>
            </w:r>
          </w:p>
        </w:tc>
        <w:tc>
          <w:tcPr>
            <w:tcW w:w="891" w:type="dxa"/>
            <w:tcBorders>
              <w:top w:val="single" w:sz="6" w:space="0" w:color="auto"/>
              <w:bottom w:val="single" w:sz="6" w:space="0" w:color="auto"/>
            </w:tcBorders>
            <w:shd w:val="clear" w:color="auto" w:fill="D9D9D9"/>
            <w:vAlign w:val="center"/>
          </w:tcPr>
          <w:p w14:paraId="261D20E0" w14:textId="77777777" w:rsidR="00B44DB5" w:rsidRPr="00B44DB5" w:rsidRDefault="00B44DB5" w:rsidP="00B44DB5">
            <w:pPr>
              <w:pStyle w:val="SpecNormal"/>
              <w:spacing w:line="240" w:lineRule="auto"/>
              <w:rPr>
                <w:b/>
                <w:bCs/>
              </w:rPr>
            </w:pPr>
            <w:r w:rsidRPr="00B44DB5">
              <w:rPr>
                <w:b/>
                <w:bCs/>
              </w:rPr>
              <w:t>Alarm Type</w:t>
            </w:r>
          </w:p>
        </w:tc>
        <w:tc>
          <w:tcPr>
            <w:tcW w:w="1170" w:type="dxa"/>
            <w:tcBorders>
              <w:top w:val="single" w:sz="6" w:space="0" w:color="auto"/>
              <w:bottom w:val="single" w:sz="6" w:space="0" w:color="auto"/>
            </w:tcBorders>
            <w:shd w:val="clear" w:color="auto" w:fill="D9D9D9"/>
            <w:vAlign w:val="center"/>
          </w:tcPr>
          <w:p w14:paraId="4682E8AC" w14:textId="77777777" w:rsidR="00B44DB5" w:rsidRPr="00B44DB5" w:rsidRDefault="00B44DB5" w:rsidP="00B44DB5">
            <w:pPr>
              <w:pStyle w:val="SpecNormal"/>
              <w:spacing w:line="240" w:lineRule="auto"/>
              <w:rPr>
                <w:b/>
                <w:bCs/>
              </w:rPr>
            </w:pPr>
            <w:r w:rsidRPr="00B44DB5">
              <w:rPr>
                <w:b/>
                <w:bCs/>
              </w:rPr>
              <w:t>Alarm Range</w:t>
            </w:r>
          </w:p>
        </w:tc>
        <w:tc>
          <w:tcPr>
            <w:tcW w:w="909" w:type="dxa"/>
            <w:tcBorders>
              <w:top w:val="single" w:sz="6" w:space="0" w:color="auto"/>
              <w:bottom w:val="single" w:sz="6" w:space="0" w:color="auto"/>
            </w:tcBorders>
            <w:shd w:val="clear" w:color="auto" w:fill="D9D9D9"/>
            <w:vAlign w:val="center"/>
          </w:tcPr>
          <w:p w14:paraId="2724EA46" w14:textId="77777777" w:rsidR="00B44DB5" w:rsidRPr="00B44DB5" w:rsidRDefault="00B44DB5" w:rsidP="00B44DB5">
            <w:pPr>
              <w:pStyle w:val="SpecNormal"/>
              <w:spacing w:line="240" w:lineRule="auto"/>
              <w:rPr>
                <w:b/>
                <w:bCs/>
              </w:rPr>
            </w:pPr>
            <w:r w:rsidRPr="00B44DB5">
              <w:rPr>
                <w:b/>
                <w:bCs/>
              </w:rPr>
              <w:t>Alarm Delay</w:t>
            </w:r>
          </w:p>
        </w:tc>
      </w:tr>
      <w:tr w:rsidR="00B44DB5" w:rsidRPr="00F664B3" w14:paraId="2AF5E85A" w14:textId="77777777" w:rsidTr="00B44DB5">
        <w:trPr>
          <w:cantSplit/>
          <w:trHeight w:val="300"/>
          <w:jc w:val="center"/>
        </w:trPr>
        <w:tc>
          <w:tcPr>
            <w:tcW w:w="1851" w:type="dxa"/>
            <w:tcBorders>
              <w:top w:val="single" w:sz="6" w:space="0" w:color="auto"/>
            </w:tcBorders>
            <w:shd w:val="clear" w:color="auto" w:fill="auto"/>
            <w:noWrap/>
            <w:vAlign w:val="center"/>
            <w:hideMark/>
          </w:tcPr>
          <w:p w14:paraId="7967FE32" w14:textId="77777777" w:rsidR="00B44DB5" w:rsidRPr="00F664B3" w:rsidRDefault="00B44DB5" w:rsidP="00B44DB5">
            <w:pPr>
              <w:pStyle w:val="SpecNormal"/>
              <w:spacing w:line="240" w:lineRule="auto"/>
            </w:pPr>
            <w:r w:rsidRPr="00F664B3">
              <w:t>System HWS Temperature</w:t>
            </w:r>
          </w:p>
        </w:tc>
        <w:tc>
          <w:tcPr>
            <w:tcW w:w="800" w:type="dxa"/>
            <w:tcBorders>
              <w:top w:val="single" w:sz="6" w:space="0" w:color="auto"/>
            </w:tcBorders>
            <w:shd w:val="clear" w:color="auto" w:fill="auto"/>
            <w:noWrap/>
            <w:vAlign w:val="center"/>
            <w:hideMark/>
          </w:tcPr>
          <w:p w14:paraId="258FC27F" w14:textId="77777777" w:rsidR="00B44DB5" w:rsidRPr="00F664B3" w:rsidRDefault="00B44DB5" w:rsidP="00B44DB5">
            <w:pPr>
              <w:pStyle w:val="SpecNormal"/>
              <w:spacing w:line="240" w:lineRule="auto"/>
            </w:pPr>
            <w:r w:rsidRPr="00F664B3">
              <w:t>AI</w:t>
            </w:r>
          </w:p>
        </w:tc>
        <w:tc>
          <w:tcPr>
            <w:tcW w:w="1308" w:type="dxa"/>
            <w:tcBorders>
              <w:top w:val="single" w:sz="6" w:space="0" w:color="auto"/>
            </w:tcBorders>
            <w:shd w:val="clear" w:color="auto" w:fill="auto"/>
            <w:noWrap/>
            <w:vAlign w:val="center"/>
            <w:hideMark/>
          </w:tcPr>
          <w:p w14:paraId="17253F35" w14:textId="77777777" w:rsidR="00B44DB5" w:rsidRPr="00F664B3" w:rsidRDefault="00B44DB5" w:rsidP="00B44DB5">
            <w:pPr>
              <w:pStyle w:val="SpecNormal"/>
              <w:spacing w:line="240" w:lineRule="auto"/>
            </w:pPr>
            <w:r w:rsidRPr="00F664B3">
              <w:t>15 min</w:t>
            </w:r>
          </w:p>
        </w:tc>
        <w:tc>
          <w:tcPr>
            <w:tcW w:w="1459" w:type="dxa"/>
            <w:tcBorders>
              <w:top w:val="single" w:sz="6" w:space="0" w:color="auto"/>
            </w:tcBorders>
            <w:shd w:val="clear" w:color="auto" w:fill="auto"/>
            <w:noWrap/>
            <w:vAlign w:val="center"/>
            <w:hideMark/>
          </w:tcPr>
          <w:p w14:paraId="0AF68928" w14:textId="77777777" w:rsidR="00B44DB5" w:rsidRPr="00F664B3" w:rsidRDefault="00B44DB5" w:rsidP="00B44DB5">
            <w:pPr>
              <w:pStyle w:val="SpecNormal"/>
              <w:spacing w:line="240" w:lineRule="auto"/>
            </w:pPr>
            <w:r w:rsidRPr="00F664B3">
              <w:t>12 hours</w:t>
            </w:r>
          </w:p>
        </w:tc>
        <w:tc>
          <w:tcPr>
            <w:tcW w:w="1350" w:type="dxa"/>
            <w:tcBorders>
              <w:top w:val="single" w:sz="6" w:space="0" w:color="auto"/>
            </w:tcBorders>
            <w:shd w:val="clear" w:color="auto" w:fill="auto"/>
            <w:noWrap/>
            <w:vAlign w:val="center"/>
            <w:hideMark/>
          </w:tcPr>
          <w:p w14:paraId="2EF88026" w14:textId="77777777" w:rsidR="00B44DB5" w:rsidRPr="00F664B3" w:rsidRDefault="00B44DB5" w:rsidP="00B44DB5">
            <w:pPr>
              <w:pStyle w:val="SpecNormal"/>
              <w:spacing w:line="240" w:lineRule="auto"/>
            </w:pPr>
            <w:r w:rsidRPr="00F664B3">
              <w:t>3 days</w:t>
            </w:r>
          </w:p>
        </w:tc>
        <w:tc>
          <w:tcPr>
            <w:tcW w:w="891" w:type="dxa"/>
            <w:tcBorders>
              <w:top w:val="single" w:sz="6" w:space="0" w:color="auto"/>
            </w:tcBorders>
            <w:vAlign w:val="center"/>
          </w:tcPr>
          <w:p w14:paraId="0E5909A0" w14:textId="77777777" w:rsidR="00B44DB5" w:rsidRPr="00F664B3" w:rsidRDefault="00B44DB5" w:rsidP="00B44DB5">
            <w:pPr>
              <w:pStyle w:val="SpecNormal"/>
              <w:spacing w:line="240" w:lineRule="auto"/>
            </w:pPr>
            <w:r w:rsidRPr="00F664B3">
              <w:t>C</w:t>
            </w:r>
          </w:p>
        </w:tc>
        <w:tc>
          <w:tcPr>
            <w:tcW w:w="1170" w:type="dxa"/>
            <w:tcBorders>
              <w:top w:val="single" w:sz="6" w:space="0" w:color="auto"/>
            </w:tcBorders>
            <w:vAlign w:val="center"/>
          </w:tcPr>
          <w:p w14:paraId="08D2EE1C" w14:textId="77777777" w:rsidR="00B44DB5" w:rsidRPr="00F664B3" w:rsidRDefault="00B44DB5" w:rsidP="00B44DB5">
            <w:pPr>
              <w:pStyle w:val="SpecNormal"/>
              <w:spacing w:line="240" w:lineRule="auto"/>
            </w:pPr>
            <w:r w:rsidRPr="00F664B3">
              <w:t>±5°F from SP</w:t>
            </w:r>
          </w:p>
        </w:tc>
        <w:tc>
          <w:tcPr>
            <w:tcW w:w="909" w:type="dxa"/>
            <w:tcBorders>
              <w:top w:val="single" w:sz="6" w:space="0" w:color="auto"/>
            </w:tcBorders>
            <w:vAlign w:val="center"/>
          </w:tcPr>
          <w:p w14:paraId="1F055761" w14:textId="77777777" w:rsidR="00B44DB5" w:rsidRPr="00F664B3" w:rsidRDefault="00B44DB5" w:rsidP="00B44DB5">
            <w:pPr>
              <w:pStyle w:val="SpecNormal"/>
              <w:spacing w:line="240" w:lineRule="auto"/>
            </w:pPr>
            <w:r w:rsidRPr="00F664B3">
              <w:t>10 Min</w:t>
            </w:r>
          </w:p>
        </w:tc>
      </w:tr>
      <w:tr w:rsidR="00B44DB5" w:rsidRPr="00F664B3" w14:paraId="0C967A18" w14:textId="77777777" w:rsidTr="00B44DB5">
        <w:trPr>
          <w:cantSplit/>
          <w:trHeight w:val="300"/>
          <w:jc w:val="center"/>
        </w:trPr>
        <w:tc>
          <w:tcPr>
            <w:tcW w:w="1851" w:type="dxa"/>
            <w:shd w:val="clear" w:color="auto" w:fill="auto"/>
            <w:noWrap/>
            <w:vAlign w:val="center"/>
            <w:hideMark/>
          </w:tcPr>
          <w:p w14:paraId="36DF7C71" w14:textId="77777777" w:rsidR="00B44DB5" w:rsidRPr="00F664B3" w:rsidRDefault="00B44DB5" w:rsidP="00B44DB5">
            <w:pPr>
              <w:pStyle w:val="SpecNormal"/>
              <w:spacing w:line="240" w:lineRule="auto"/>
            </w:pPr>
            <w:r w:rsidRPr="00F664B3">
              <w:t>System HWR Temperature</w:t>
            </w:r>
          </w:p>
        </w:tc>
        <w:tc>
          <w:tcPr>
            <w:tcW w:w="800" w:type="dxa"/>
            <w:shd w:val="clear" w:color="auto" w:fill="auto"/>
            <w:noWrap/>
            <w:vAlign w:val="center"/>
            <w:hideMark/>
          </w:tcPr>
          <w:p w14:paraId="36B5DA49"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7983F72F" w14:textId="77777777" w:rsidR="00B44DB5" w:rsidRPr="00F664B3" w:rsidRDefault="00B44DB5" w:rsidP="00B44DB5">
            <w:pPr>
              <w:pStyle w:val="SpecNormal"/>
              <w:spacing w:line="240" w:lineRule="auto"/>
            </w:pPr>
            <w:r w:rsidRPr="00F664B3">
              <w:t>15 min</w:t>
            </w:r>
          </w:p>
        </w:tc>
        <w:tc>
          <w:tcPr>
            <w:tcW w:w="1459" w:type="dxa"/>
            <w:shd w:val="clear" w:color="auto" w:fill="auto"/>
            <w:noWrap/>
            <w:vAlign w:val="center"/>
            <w:hideMark/>
          </w:tcPr>
          <w:p w14:paraId="56AED004"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B6F12BB" w14:textId="77777777" w:rsidR="00B44DB5" w:rsidRPr="00F664B3" w:rsidRDefault="00B44DB5" w:rsidP="00B44DB5">
            <w:pPr>
              <w:pStyle w:val="SpecNormal"/>
              <w:spacing w:line="240" w:lineRule="auto"/>
            </w:pPr>
            <w:r w:rsidRPr="00F664B3">
              <w:t>3 days</w:t>
            </w:r>
          </w:p>
        </w:tc>
        <w:tc>
          <w:tcPr>
            <w:tcW w:w="891" w:type="dxa"/>
            <w:vAlign w:val="center"/>
          </w:tcPr>
          <w:p w14:paraId="3F2E4B47" w14:textId="77777777" w:rsidR="00B44DB5" w:rsidRPr="00F664B3" w:rsidRDefault="00B44DB5" w:rsidP="00B44DB5">
            <w:pPr>
              <w:pStyle w:val="SpecNormal"/>
              <w:spacing w:line="240" w:lineRule="auto"/>
            </w:pPr>
            <w:r w:rsidRPr="00F664B3">
              <w:t>M</w:t>
            </w:r>
          </w:p>
        </w:tc>
        <w:tc>
          <w:tcPr>
            <w:tcW w:w="1170" w:type="dxa"/>
            <w:vAlign w:val="center"/>
          </w:tcPr>
          <w:p w14:paraId="6E0AB73C" w14:textId="77777777" w:rsidR="00B44DB5" w:rsidRPr="00F664B3" w:rsidRDefault="00B44DB5" w:rsidP="00B44DB5">
            <w:pPr>
              <w:pStyle w:val="SpecNormal"/>
              <w:spacing w:line="240" w:lineRule="auto"/>
            </w:pPr>
            <w:r w:rsidRPr="00F664B3">
              <w:t>±15°F from SP</w:t>
            </w:r>
          </w:p>
        </w:tc>
        <w:tc>
          <w:tcPr>
            <w:tcW w:w="909" w:type="dxa"/>
            <w:vAlign w:val="center"/>
          </w:tcPr>
          <w:p w14:paraId="2C246DD6" w14:textId="77777777" w:rsidR="00B44DB5" w:rsidRPr="00F664B3" w:rsidRDefault="00B44DB5" w:rsidP="00B44DB5">
            <w:pPr>
              <w:pStyle w:val="SpecNormal"/>
              <w:spacing w:line="240" w:lineRule="auto"/>
            </w:pPr>
            <w:r w:rsidRPr="00F664B3">
              <w:t>300 Min</w:t>
            </w:r>
          </w:p>
        </w:tc>
      </w:tr>
      <w:tr w:rsidR="00B44DB5" w:rsidRPr="00F664B3" w14:paraId="6548C555" w14:textId="77777777" w:rsidTr="00B44DB5">
        <w:trPr>
          <w:cantSplit/>
          <w:trHeight w:val="300"/>
          <w:jc w:val="center"/>
        </w:trPr>
        <w:tc>
          <w:tcPr>
            <w:tcW w:w="1851" w:type="dxa"/>
            <w:shd w:val="clear" w:color="auto" w:fill="auto"/>
            <w:noWrap/>
            <w:vAlign w:val="center"/>
            <w:hideMark/>
          </w:tcPr>
          <w:p w14:paraId="03D6ABE9" w14:textId="77777777" w:rsidR="00B44DB5" w:rsidRPr="00F664B3" w:rsidRDefault="00B44DB5" w:rsidP="00B44DB5">
            <w:pPr>
              <w:pStyle w:val="SpecNormal"/>
              <w:spacing w:line="240" w:lineRule="auto"/>
            </w:pPr>
            <w:r w:rsidRPr="00F664B3">
              <w:t>HX-1 Entering Temperature</w:t>
            </w:r>
          </w:p>
        </w:tc>
        <w:tc>
          <w:tcPr>
            <w:tcW w:w="800" w:type="dxa"/>
            <w:shd w:val="clear" w:color="auto" w:fill="auto"/>
            <w:noWrap/>
            <w:vAlign w:val="center"/>
            <w:hideMark/>
          </w:tcPr>
          <w:p w14:paraId="5D8DBE2B"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21C55E20" w14:textId="77777777" w:rsidR="00B44DB5" w:rsidRPr="00F664B3" w:rsidRDefault="00B44DB5" w:rsidP="00B44DB5">
            <w:pPr>
              <w:pStyle w:val="SpecNormal"/>
              <w:spacing w:line="240" w:lineRule="auto"/>
            </w:pPr>
            <w:r w:rsidRPr="00F664B3">
              <w:t>15 min</w:t>
            </w:r>
          </w:p>
        </w:tc>
        <w:tc>
          <w:tcPr>
            <w:tcW w:w="1459" w:type="dxa"/>
            <w:shd w:val="clear" w:color="auto" w:fill="auto"/>
            <w:noWrap/>
            <w:vAlign w:val="center"/>
            <w:hideMark/>
          </w:tcPr>
          <w:p w14:paraId="2BB8B7AF"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86B880B" w14:textId="77777777" w:rsidR="00B44DB5" w:rsidRPr="00F664B3" w:rsidRDefault="00B44DB5" w:rsidP="00B44DB5">
            <w:pPr>
              <w:pStyle w:val="SpecNormal"/>
              <w:spacing w:line="240" w:lineRule="auto"/>
            </w:pPr>
            <w:r w:rsidRPr="00F664B3">
              <w:t>3 days</w:t>
            </w:r>
          </w:p>
        </w:tc>
        <w:tc>
          <w:tcPr>
            <w:tcW w:w="891" w:type="dxa"/>
            <w:vAlign w:val="center"/>
          </w:tcPr>
          <w:p w14:paraId="004EF52D" w14:textId="77777777" w:rsidR="00B44DB5" w:rsidRPr="00F664B3" w:rsidRDefault="00B44DB5" w:rsidP="00B44DB5">
            <w:pPr>
              <w:pStyle w:val="SpecNormal"/>
              <w:spacing w:line="240" w:lineRule="auto"/>
            </w:pPr>
            <w:r w:rsidRPr="00F664B3">
              <w:t>P</w:t>
            </w:r>
          </w:p>
        </w:tc>
        <w:tc>
          <w:tcPr>
            <w:tcW w:w="1170" w:type="dxa"/>
            <w:vAlign w:val="center"/>
          </w:tcPr>
          <w:p w14:paraId="70207764" w14:textId="77777777" w:rsidR="00B44DB5" w:rsidRPr="00F664B3" w:rsidRDefault="00B44DB5" w:rsidP="00B44DB5">
            <w:pPr>
              <w:pStyle w:val="SpecNormal"/>
              <w:spacing w:line="240" w:lineRule="auto"/>
            </w:pPr>
            <w:r w:rsidRPr="00F664B3">
              <w:t>±5°F from SP</w:t>
            </w:r>
          </w:p>
        </w:tc>
        <w:tc>
          <w:tcPr>
            <w:tcW w:w="909" w:type="dxa"/>
            <w:vAlign w:val="center"/>
          </w:tcPr>
          <w:p w14:paraId="28913270" w14:textId="77777777" w:rsidR="00B44DB5" w:rsidRPr="00F664B3" w:rsidRDefault="00B44DB5" w:rsidP="00B44DB5">
            <w:pPr>
              <w:pStyle w:val="SpecNormal"/>
              <w:spacing w:line="240" w:lineRule="auto"/>
            </w:pPr>
            <w:r w:rsidRPr="00F664B3">
              <w:t>10 Min</w:t>
            </w:r>
          </w:p>
        </w:tc>
      </w:tr>
      <w:tr w:rsidR="00B44DB5" w:rsidRPr="00F664B3" w14:paraId="27BAACF5" w14:textId="77777777" w:rsidTr="00B44DB5">
        <w:trPr>
          <w:cantSplit/>
          <w:trHeight w:val="300"/>
          <w:jc w:val="center"/>
        </w:trPr>
        <w:tc>
          <w:tcPr>
            <w:tcW w:w="1851" w:type="dxa"/>
            <w:shd w:val="clear" w:color="auto" w:fill="auto"/>
            <w:noWrap/>
            <w:vAlign w:val="center"/>
            <w:hideMark/>
          </w:tcPr>
          <w:p w14:paraId="33C73522" w14:textId="77777777" w:rsidR="00B44DB5" w:rsidRPr="00F664B3" w:rsidRDefault="00B44DB5" w:rsidP="00B44DB5">
            <w:pPr>
              <w:pStyle w:val="SpecNormal"/>
              <w:spacing w:line="240" w:lineRule="auto"/>
            </w:pPr>
            <w:r w:rsidRPr="00F664B3">
              <w:t>HX-2 Entering Temperature</w:t>
            </w:r>
          </w:p>
        </w:tc>
        <w:tc>
          <w:tcPr>
            <w:tcW w:w="800" w:type="dxa"/>
            <w:shd w:val="clear" w:color="auto" w:fill="auto"/>
            <w:noWrap/>
            <w:vAlign w:val="center"/>
            <w:hideMark/>
          </w:tcPr>
          <w:p w14:paraId="7C4E185D"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5B099EC5" w14:textId="77777777" w:rsidR="00B44DB5" w:rsidRPr="00F664B3" w:rsidRDefault="00B44DB5" w:rsidP="00B44DB5">
            <w:pPr>
              <w:pStyle w:val="SpecNormal"/>
              <w:spacing w:line="240" w:lineRule="auto"/>
            </w:pPr>
            <w:r w:rsidRPr="00F664B3">
              <w:t>15 min</w:t>
            </w:r>
          </w:p>
        </w:tc>
        <w:tc>
          <w:tcPr>
            <w:tcW w:w="1459" w:type="dxa"/>
            <w:shd w:val="clear" w:color="auto" w:fill="auto"/>
            <w:noWrap/>
            <w:vAlign w:val="center"/>
            <w:hideMark/>
          </w:tcPr>
          <w:p w14:paraId="1B1CD67E"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C5D5AF8" w14:textId="77777777" w:rsidR="00B44DB5" w:rsidRPr="00F664B3" w:rsidRDefault="00B44DB5" w:rsidP="00B44DB5">
            <w:pPr>
              <w:pStyle w:val="SpecNormal"/>
              <w:spacing w:line="240" w:lineRule="auto"/>
            </w:pPr>
            <w:r w:rsidRPr="00F664B3">
              <w:t>3 days</w:t>
            </w:r>
          </w:p>
        </w:tc>
        <w:tc>
          <w:tcPr>
            <w:tcW w:w="891" w:type="dxa"/>
            <w:vAlign w:val="center"/>
          </w:tcPr>
          <w:p w14:paraId="6477A299" w14:textId="77777777" w:rsidR="00B44DB5" w:rsidRPr="00F664B3" w:rsidRDefault="00B44DB5" w:rsidP="00B44DB5">
            <w:pPr>
              <w:pStyle w:val="SpecNormal"/>
              <w:spacing w:line="240" w:lineRule="auto"/>
            </w:pPr>
            <w:r w:rsidRPr="00F664B3">
              <w:t>P</w:t>
            </w:r>
          </w:p>
        </w:tc>
        <w:tc>
          <w:tcPr>
            <w:tcW w:w="1170" w:type="dxa"/>
            <w:vAlign w:val="center"/>
          </w:tcPr>
          <w:p w14:paraId="5CA5C4DC" w14:textId="77777777" w:rsidR="00B44DB5" w:rsidRPr="00F664B3" w:rsidRDefault="00B44DB5" w:rsidP="00B44DB5">
            <w:pPr>
              <w:pStyle w:val="SpecNormal"/>
              <w:spacing w:line="240" w:lineRule="auto"/>
            </w:pPr>
            <w:r w:rsidRPr="00F664B3">
              <w:t>±5°F from SP</w:t>
            </w:r>
          </w:p>
        </w:tc>
        <w:tc>
          <w:tcPr>
            <w:tcW w:w="909" w:type="dxa"/>
            <w:vAlign w:val="center"/>
          </w:tcPr>
          <w:p w14:paraId="5E7E20BC" w14:textId="77777777" w:rsidR="00B44DB5" w:rsidRPr="00F664B3" w:rsidRDefault="00B44DB5" w:rsidP="00B44DB5">
            <w:pPr>
              <w:pStyle w:val="SpecNormal"/>
              <w:spacing w:line="240" w:lineRule="auto"/>
            </w:pPr>
            <w:r w:rsidRPr="00F664B3">
              <w:t>10 Min</w:t>
            </w:r>
          </w:p>
        </w:tc>
      </w:tr>
      <w:tr w:rsidR="00B44DB5" w:rsidRPr="00F664B3" w14:paraId="2EC8EB08" w14:textId="77777777" w:rsidTr="00B44DB5">
        <w:trPr>
          <w:cantSplit/>
          <w:trHeight w:val="300"/>
          <w:jc w:val="center"/>
        </w:trPr>
        <w:tc>
          <w:tcPr>
            <w:tcW w:w="1851" w:type="dxa"/>
            <w:shd w:val="clear" w:color="auto" w:fill="auto"/>
            <w:noWrap/>
            <w:vAlign w:val="center"/>
            <w:hideMark/>
          </w:tcPr>
          <w:p w14:paraId="3F89F29E" w14:textId="77777777" w:rsidR="00B44DB5" w:rsidRPr="00F664B3" w:rsidRDefault="00B44DB5" w:rsidP="00B44DB5">
            <w:pPr>
              <w:pStyle w:val="SpecNormal"/>
              <w:spacing w:line="240" w:lineRule="auto"/>
            </w:pPr>
            <w:r w:rsidRPr="00F664B3">
              <w:t>HX-2 Leaving Temperature</w:t>
            </w:r>
          </w:p>
        </w:tc>
        <w:tc>
          <w:tcPr>
            <w:tcW w:w="800" w:type="dxa"/>
            <w:shd w:val="clear" w:color="auto" w:fill="auto"/>
            <w:noWrap/>
            <w:vAlign w:val="center"/>
            <w:hideMark/>
          </w:tcPr>
          <w:p w14:paraId="2A2D7968"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2D9754BD" w14:textId="77777777" w:rsidR="00B44DB5" w:rsidRPr="00F664B3" w:rsidRDefault="00B44DB5" w:rsidP="00B44DB5">
            <w:pPr>
              <w:pStyle w:val="SpecNormal"/>
              <w:spacing w:line="240" w:lineRule="auto"/>
            </w:pPr>
            <w:r w:rsidRPr="00F664B3">
              <w:t>15 min</w:t>
            </w:r>
          </w:p>
        </w:tc>
        <w:tc>
          <w:tcPr>
            <w:tcW w:w="1459" w:type="dxa"/>
            <w:shd w:val="clear" w:color="auto" w:fill="auto"/>
            <w:noWrap/>
            <w:vAlign w:val="center"/>
            <w:hideMark/>
          </w:tcPr>
          <w:p w14:paraId="219A94DA"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24D3FE5" w14:textId="77777777" w:rsidR="00B44DB5" w:rsidRPr="00F664B3" w:rsidRDefault="00B44DB5" w:rsidP="00B44DB5">
            <w:pPr>
              <w:pStyle w:val="SpecNormal"/>
              <w:spacing w:line="240" w:lineRule="auto"/>
            </w:pPr>
            <w:r w:rsidRPr="00F664B3">
              <w:t>3 days</w:t>
            </w:r>
          </w:p>
        </w:tc>
        <w:tc>
          <w:tcPr>
            <w:tcW w:w="891" w:type="dxa"/>
            <w:vAlign w:val="center"/>
          </w:tcPr>
          <w:p w14:paraId="2898FFB9" w14:textId="77777777" w:rsidR="00B44DB5" w:rsidRPr="00F664B3" w:rsidRDefault="00B44DB5" w:rsidP="00B44DB5">
            <w:pPr>
              <w:pStyle w:val="SpecNormal"/>
              <w:spacing w:line="240" w:lineRule="auto"/>
            </w:pPr>
            <w:r w:rsidRPr="00F664B3">
              <w:t>P</w:t>
            </w:r>
          </w:p>
        </w:tc>
        <w:tc>
          <w:tcPr>
            <w:tcW w:w="1170" w:type="dxa"/>
            <w:vAlign w:val="center"/>
          </w:tcPr>
          <w:p w14:paraId="10971348" w14:textId="77777777" w:rsidR="00B44DB5" w:rsidRPr="00F664B3" w:rsidRDefault="00B44DB5" w:rsidP="00B44DB5">
            <w:pPr>
              <w:pStyle w:val="SpecNormal"/>
              <w:spacing w:line="240" w:lineRule="auto"/>
            </w:pPr>
            <w:r w:rsidRPr="00F664B3">
              <w:t>±5°F from SP</w:t>
            </w:r>
          </w:p>
        </w:tc>
        <w:tc>
          <w:tcPr>
            <w:tcW w:w="909" w:type="dxa"/>
            <w:vAlign w:val="center"/>
          </w:tcPr>
          <w:p w14:paraId="0ECB780B" w14:textId="77777777" w:rsidR="00B44DB5" w:rsidRPr="00F664B3" w:rsidRDefault="00B44DB5" w:rsidP="00B44DB5">
            <w:pPr>
              <w:pStyle w:val="SpecNormal"/>
              <w:spacing w:line="240" w:lineRule="auto"/>
            </w:pPr>
            <w:r w:rsidRPr="00F664B3">
              <w:t>10 Min</w:t>
            </w:r>
          </w:p>
        </w:tc>
      </w:tr>
      <w:tr w:rsidR="00B44DB5" w:rsidRPr="00F664B3" w14:paraId="30CD2407" w14:textId="77777777" w:rsidTr="00B44DB5">
        <w:trPr>
          <w:cantSplit/>
          <w:trHeight w:val="300"/>
          <w:jc w:val="center"/>
        </w:trPr>
        <w:tc>
          <w:tcPr>
            <w:tcW w:w="1851" w:type="dxa"/>
            <w:shd w:val="clear" w:color="auto" w:fill="auto"/>
            <w:noWrap/>
            <w:vAlign w:val="center"/>
            <w:hideMark/>
          </w:tcPr>
          <w:p w14:paraId="6CED4BC0"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667FE747"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53D88999"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3523A79F"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33E24DF6" w14:textId="77777777" w:rsidR="00B44DB5" w:rsidRPr="00F664B3" w:rsidRDefault="00B44DB5" w:rsidP="00B44DB5">
            <w:pPr>
              <w:pStyle w:val="SpecNormal"/>
              <w:spacing w:line="240" w:lineRule="auto"/>
            </w:pPr>
          </w:p>
        </w:tc>
        <w:tc>
          <w:tcPr>
            <w:tcW w:w="891" w:type="dxa"/>
            <w:vAlign w:val="center"/>
          </w:tcPr>
          <w:p w14:paraId="0BD5AFFC" w14:textId="77777777" w:rsidR="00B44DB5" w:rsidRPr="00F664B3" w:rsidRDefault="00B44DB5" w:rsidP="00B44DB5">
            <w:pPr>
              <w:pStyle w:val="SpecNormal"/>
              <w:spacing w:line="240" w:lineRule="auto"/>
            </w:pPr>
          </w:p>
        </w:tc>
        <w:tc>
          <w:tcPr>
            <w:tcW w:w="1170" w:type="dxa"/>
            <w:vAlign w:val="center"/>
          </w:tcPr>
          <w:p w14:paraId="1FCD1351" w14:textId="77777777" w:rsidR="00B44DB5" w:rsidRPr="00F664B3" w:rsidRDefault="00B44DB5" w:rsidP="00B44DB5">
            <w:pPr>
              <w:pStyle w:val="SpecNormal"/>
              <w:spacing w:line="240" w:lineRule="auto"/>
            </w:pPr>
          </w:p>
        </w:tc>
        <w:tc>
          <w:tcPr>
            <w:tcW w:w="909" w:type="dxa"/>
            <w:vAlign w:val="center"/>
          </w:tcPr>
          <w:p w14:paraId="196AC9D1" w14:textId="77777777" w:rsidR="00B44DB5" w:rsidRPr="00F664B3" w:rsidRDefault="00B44DB5" w:rsidP="00B44DB5">
            <w:pPr>
              <w:pStyle w:val="SpecNormal"/>
              <w:spacing w:line="240" w:lineRule="auto"/>
            </w:pPr>
          </w:p>
        </w:tc>
      </w:tr>
      <w:tr w:rsidR="00B44DB5" w:rsidRPr="00F664B3" w14:paraId="56BF7B4D" w14:textId="77777777" w:rsidTr="00B44DB5">
        <w:trPr>
          <w:cantSplit/>
          <w:trHeight w:val="300"/>
          <w:jc w:val="center"/>
        </w:trPr>
        <w:tc>
          <w:tcPr>
            <w:tcW w:w="1851" w:type="dxa"/>
            <w:shd w:val="clear" w:color="auto" w:fill="auto"/>
            <w:noWrap/>
            <w:vAlign w:val="center"/>
            <w:hideMark/>
          </w:tcPr>
          <w:p w14:paraId="48EBF6DC" w14:textId="77777777" w:rsidR="00B44DB5" w:rsidRPr="00F664B3" w:rsidRDefault="00B44DB5" w:rsidP="00B44DB5">
            <w:pPr>
              <w:pStyle w:val="SpecNormal"/>
              <w:spacing w:line="240" w:lineRule="auto"/>
            </w:pPr>
            <w:r w:rsidRPr="00F664B3">
              <w:t>System Flow (GPM)</w:t>
            </w:r>
          </w:p>
        </w:tc>
        <w:tc>
          <w:tcPr>
            <w:tcW w:w="800" w:type="dxa"/>
            <w:shd w:val="clear" w:color="auto" w:fill="auto"/>
            <w:noWrap/>
            <w:vAlign w:val="center"/>
            <w:hideMark/>
          </w:tcPr>
          <w:p w14:paraId="1F6A395B"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49270CF5" w14:textId="77777777" w:rsidR="00B44DB5" w:rsidRPr="00F664B3" w:rsidRDefault="00B44DB5" w:rsidP="00B44DB5">
            <w:pPr>
              <w:pStyle w:val="SpecNormal"/>
              <w:spacing w:line="240" w:lineRule="auto"/>
            </w:pPr>
            <w:r w:rsidRPr="00F664B3">
              <w:t>15 min</w:t>
            </w:r>
          </w:p>
        </w:tc>
        <w:tc>
          <w:tcPr>
            <w:tcW w:w="1459" w:type="dxa"/>
            <w:shd w:val="clear" w:color="auto" w:fill="auto"/>
            <w:noWrap/>
            <w:vAlign w:val="center"/>
            <w:hideMark/>
          </w:tcPr>
          <w:p w14:paraId="7A28F5FB"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0719C5E" w14:textId="77777777" w:rsidR="00B44DB5" w:rsidRPr="00F664B3" w:rsidRDefault="00B44DB5" w:rsidP="00B44DB5">
            <w:pPr>
              <w:pStyle w:val="SpecNormal"/>
              <w:spacing w:line="240" w:lineRule="auto"/>
            </w:pPr>
            <w:r w:rsidRPr="00F664B3">
              <w:t>3 days</w:t>
            </w:r>
          </w:p>
        </w:tc>
        <w:tc>
          <w:tcPr>
            <w:tcW w:w="891" w:type="dxa"/>
            <w:vAlign w:val="center"/>
          </w:tcPr>
          <w:p w14:paraId="71887120" w14:textId="77777777" w:rsidR="00B44DB5" w:rsidRPr="00F664B3" w:rsidRDefault="00B44DB5" w:rsidP="00B44DB5">
            <w:pPr>
              <w:pStyle w:val="SpecNormal"/>
              <w:spacing w:line="240" w:lineRule="auto"/>
            </w:pPr>
            <w:r w:rsidRPr="00F664B3">
              <w:t>N/A</w:t>
            </w:r>
          </w:p>
        </w:tc>
        <w:tc>
          <w:tcPr>
            <w:tcW w:w="1170" w:type="dxa"/>
            <w:vAlign w:val="center"/>
          </w:tcPr>
          <w:p w14:paraId="1A68D48F" w14:textId="77777777" w:rsidR="00B44DB5" w:rsidRPr="00F664B3" w:rsidRDefault="00B44DB5" w:rsidP="00B44DB5">
            <w:pPr>
              <w:pStyle w:val="SpecNormal"/>
              <w:spacing w:line="240" w:lineRule="auto"/>
            </w:pPr>
          </w:p>
        </w:tc>
        <w:tc>
          <w:tcPr>
            <w:tcW w:w="909" w:type="dxa"/>
            <w:vAlign w:val="center"/>
          </w:tcPr>
          <w:p w14:paraId="42AF3636" w14:textId="77777777" w:rsidR="00B44DB5" w:rsidRPr="00F664B3" w:rsidRDefault="00B44DB5" w:rsidP="00B44DB5">
            <w:pPr>
              <w:pStyle w:val="SpecNormal"/>
              <w:spacing w:line="240" w:lineRule="auto"/>
            </w:pPr>
          </w:p>
        </w:tc>
      </w:tr>
      <w:tr w:rsidR="00B44DB5" w:rsidRPr="00F664B3" w14:paraId="51747F70" w14:textId="77777777" w:rsidTr="00B44DB5">
        <w:trPr>
          <w:cantSplit/>
          <w:trHeight w:val="300"/>
          <w:jc w:val="center"/>
        </w:trPr>
        <w:tc>
          <w:tcPr>
            <w:tcW w:w="1851" w:type="dxa"/>
            <w:shd w:val="clear" w:color="auto" w:fill="auto"/>
            <w:noWrap/>
            <w:vAlign w:val="center"/>
            <w:hideMark/>
          </w:tcPr>
          <w:p w14:paraId="0AEA0FF8" w14:textId="77777777" w:rsidR="00B44DB5" w:rsidRPr="00F664B3" w:rsidRDefault="00B44DB5" w:rsidP="00B44DB5">
            <w:pPr>
              <w:pStyle w:val="SpecNormal"/>
              <w:spacing w:line="240" w:lineRule="auto"/>
            </w:pPr>
            <w:r w:rsidRPr="00F664B3">
              <w:t>System Differential Pressure</w:t>
            </w:r>
          </w:p>
        </w:tc>
        <w:tc>
          <w:tcPr>
            <w:tcW w:w="800" w:type="dxa"/>
            <w:shd w:val="clear" w:color="auto" w:fill="auto"/>
            <w:noWrap/>
            <w:vAlign w:val="center"/>
            <w:hideMark/>
          </w:tcPr>
          <w:p w14:paraId="50734C26"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723D2A57" w14:textId="77777777" w:rsidR="00B44DB5" w:rsidRPr="00F664B3" w:rsidRDefault="00B44DB5" w:rsidP="00B44DB5">
            <w:pPr>
              <w:pStyle w:val="SpecNormal"/>
              <w:spacing w:line="240" w:lineRule="auto"/>
            </w:pPr>
            <w:r w:rsidRPr="00F664B3">
              <w:t>15 min</w:t>
            </w:r>
          </w:p>
        </w:tc>
        <w:tc>
          <w:tcPr>
            <w:tcW w:w="1459" w:type="dxa"/>
            <w:shd w:val="clear" w:color="auto" w:fill="auto"/>
            <w:noWrap/>
            <w:vAlign w:val="center"/>
            <w:hideMark/>
          </w:tcPr>
          <w:p w14:paraId="2F8E31F5"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D1F62A3" w14:textId="77777777" w:rsidR="00B44DB5" w:rsidRPr="00F664B3" w:rsidRDefault="00B44DB5" w:rsidP="00B44DB5">
            <w:pPr>
              <w:pStyle w:val="SpecNormal"/>
              <w:spacing w:line="240" w:lineRule="auto"/>
            </w:pPr>
            <w:r w:rsidRPr="00F664B3">
              <w:t>3 days</w:t>
            </w:r>
          </w:p>
        </w:tc>
        <w:tc>
          <w:tcPr>
            <w:tcW w:w="891" w:type="dxa"/>
            <w:vAlign w:val="center"/>
          </w:tcPr>
          <w:p w14:paraId="3817F0DD" w14:textId="77777777" w:rsidR="00B44DB5" w:rsidRPr="00F664B3" w:rsidRDefault="00B44DB5" w:rsidP="00B44DB5">
            <w:pPr>
              <w:pStyle w:val="SpecNormal"/>
              <w:spacing w:line="240" w:lineRule="auto"/>
            </w:pPr>
            <w:r w:rsidRPr="00F664B3">
              <w:t>P</w:t>
            </w:r>
          </w:p>
        </w:tc>
        <w:tc>
          <w:tcPr>
            <w:tcW w:w="1170" w:type="dxa"/>
            <w:vAlign w:val="center"/>
          </w:tcPr>
          <w:p w14:paraId="09802CA0" w14:textId="77777777" w:rsidR="00B44DB5" w:rsidRPr="00F664B3" w:rsidRDefault="00B44DB5" w:rsidP="00B44DB5">
            <w:pPr>
              <w:pStyle w:val="SpecNormal"/>
              <w:spacing w:line="240" w:lineRule="auto"/>
            </w:pPr>
            <w:r w:rsidRPr="00F664B3">
              <w:t>±10% from SP</w:t>
            </w:r>
          </w:p>
        </w:tc>
        <w:tc>
          <w:tcPr>
            <w:tcW w:w="909" w:type="dxa"/>
            <w:vAlign w:val="center"/>
          </w:tcPr>
          <w:p w14:paraId="153C9D8A" w14:textId="77777777" w:rsidR="00B44DB5" w:rsidRPr="00F664B3" w:rsidRDefault="00B44DB5" w:rsidP="00B44DB5">
            <w:pPr>
              <w:pStyle w:val="SpecNormal"/>
              <w:spacing w:line="240" w:lineRule="auto"/>
            </w:pPr>
            <w:r w:rsidRPr="00F664B3">
              <w:t>8 Min</w:t>
            </w:r>
          </w:p>
        </w:tc>
      </w:tr>
      <w:tr w:rsidR="00B44DB5" w:rsidRPr="00F664B3" w14:paraId="48081F5E" w14:textId="77777777" w:rsidTr="00B44DB5">
        <w:trPr>
          <w:cantSplit/>
          <w:trHeight w:val="300"/>
          <w:jc w:val="center"/>
        </w:trPr>
        <w:tc>
          <w:tcPr>
            <w:tcW w:w="1851" w:type="dxa"/>
            <w:shd w:val="clear" w:color="auto" w:fill="auto"/>
            <w:noWrap/>
            <w:vAlign w:val="center"/>
            <w:hideMark/>
          </w:tcPr>
          <w:p w14:paraId="7D49D063"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13CC6AF7"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24304918"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6B70DC82"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63C8494E" w14:textId="77777777" w:rsidR="00B44DB5" w:rsidRPr="00F664B3" w:rsidRDefault="00B44DB5" w:rsidP="00B44DB5">
            <w:pPr>
              <w:pStyle w:val="SpecNormal"/>
              <w:spacing w:line="240" w:lineRule="auto"/>
            </w:pPr>
            <w:r w:rsidRPr="00F664B3">
              <w:t>3 days</w:t>
            </w:r>
          </w:p>
        </w:tc>
        <w:tc>
          <w:tcPr>
            <w:tcW w:w="891" w:type="dxa"/>
            <w:vAlign w:val="center"/>
          </w:tcPr>
          <w:p w14:paraId="15B12CB3" w14:textId="77777777" w:rsidR="00B44DB5" w:rsidRPr="00F664B3" w:rsidRDefault="00B44DB5" w:rsidP="00B44DB5">
            <w:pPr>
              <w:pStyle w:val="SpecNormal"/>
              <w:spacing w:line="240" w:lineRule="auto"/>
            </w:pPr>
          </w:p>
        </w:tc>
        <w:tc>
          <w:tcPr>
            <w:tcW w:w="1170" w:type="dxa"/>
            <w:vAlign w:val="center"/>
          </w:tcPr>
          <w:p w14:paraId="490C9011" w14:textId="77777777" w:rsidR="00B44DB5" w:rsidRPr="00F664B3" w:rsidRDefault="00B44DB5" w:rsidP="00B44DB5">
            <w:pPr>
              <w:pStyle w:val="SpecNormal"/>
              <w:spacing w:line="240" w:lineRule="auto"/>
            </w:pPr>
          </w:p>
        </w:tc>
        <w:tc>
          <w:tcPr>
            <w:tcW w:w="909" w:type="dxa"/>
            <w:vAlign w:val="center"/>
          </w:tcPr>
          <w:p w14:paraId="01FFA922" w14:textId="77777777" w:rsidR="00B44DB5" w:rsidRPr="00F664B3" w:rsidRDefault="00B44DB5" w:rsidP="00B44DB5">
            <w:pPr>
              <w:pStyle w:val="SpecNormal"/>
              <w:spacing w:line="240" w:lineRule="auto"/>
            </w:pPr>
          </w:p>
        </w:tc>
      </w:tr>
      <w:tr w:rsidR="00B44DB5" w:rsidRPr="00F664B3" w14:paraId="7F0C10F7" w14:textId="77777777" w:rsidTr="00B44DB5">
        <w:trPr>
          <w:cantSplit/>
          <w:trHeight w:val="300"/>
          <w:jc w:val="center"/>
        </w:trPr>
        <w:tc>
          <w:tcPr>
            <w:tcW w:w="1851" w:type="dxa"/>
            <w:shd w:val="clear" w:color="auto" w:fill="auto"/>
            <w:noWrap/>
            <w:vAlign w:val="center"/>
            <w:hideMark/>
          </w:tcPr>
          <w:p w14:paraId="7AA844D2" w14:textId="77777777" w:rsidR="00B44DB5" w:rsidRPr="00F664B3" w:rsidRDefault="00B44DB5" w:rsidP="00B44DB5">
            <w:pPr>
              <w:pStyle w:val="SpecNormal"/>
              <w:spacing w:line="240" w:lineRule="auto"/>
            </w:pPr>
            <w:r w:rsidRPr="00F664B3">
              <w:t>HW Pump 1 Status</w:t>
            </w:r>
          </w:p>
        </w:tc>
        <w:tc>
          <w:tcPr>
            <w:tcW w:w="800" w:type="dxa"/>
            <w:shd w:val="clear" w:color="auto" w:fill="auto"/>
            <w:noWrap/>
            <w:vAlign w:val="center"/>
            <w:hideMark/>
          </w:tcPr>
          <w:p w14:paraId="24651DCF"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563548DE"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55394F1A"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29C8C36" w14:textId="77777777" w:rsidR="00B44DB5" w:rsidRPr="00F664B3" w:rsidRDefault="00B44DB5" w:rsidP="00B44DB5">
            <w:pPr>
              <w:pStyle w:val="SpecNormal"/>
              <w:spacing w:line="240" w:lineRule="auto"/>
            </w:pPr>
            <w:r w:rsidRPr="00F664B3">
              <w:t>3 days</w:t>
            </w:r>
          </w:p>
        </w:tc>
        <w:tc>
          <w:tcPr>
            <w:tcW w:w="891" w:type="dxa"/>
            <w:vAlign w:val="center"/>
          </w:tcPr>
          <w:p w14:paraId="1ABBBF72" w14:textId="77777777" w:rsidR="00B44DB5" w:rsidRPr="00F664B3" w:rsidRDefault="00B44DB5" w:rsidP="00B44DB5">
            <w:pPr>
              <w:pStyle w:val="SpecNormal"/>
              <w:spacing w:line="240" w:lineRule="auto"/>
            </w:pPr>
            <w:r w:rsidRPr="00F664B3">
              <w:t>C</w:t>
            </w:r>
          </w:p>
        </w:tc>
        <w:tc>
          <w:tcPr>
            <w:tcW w:w="1170" w:type="dxa"/>
            <w:vAlign w:val="center"/>
          </w:tcPr>
          <w:p w14:paraId="2FAC4B5C" w14:textId="77777777" w:rsidR="00B44DB5" w:rsidRPr="00F664B3" w:rsidRDefault="00B44DB5" w:rsidP="00B44DB5">
            <w:pPr>
              <w:pStyle w:val="SpecNormal"/>
              <w:spacing w:line="240" w:lineRule="auto"/>
            </w:pPr>
            <w:r w:rsidRPr="00F664B3">
              <w:t>Status &lt;&gt; Command</w:t>
            </w:r>
          </w:p>
        </w:tc>
        <w:tc>
          <w:tcPr>
            <w:tcW w:w="909" w:type="dxa"/>
            <w:vAlign w:val="center"/>
          </w:tcPr>
          <w:p w14:paraId="7FD3E52E" w14:textId="77777777" w:rsidR="00B44DB5" w:rsidRPr="00F664B3" w:rsidRDefault="00B44DB5" w:rsidP="00B44DB5">
            <w:pPr>
              <w:pStyle w:val="SpecNormal"/>
              <w:spacing w:line="240" w:lineRule="auto"/>
            </w:pPr>
            <w:r w:rsidRPr="00F664B3">
              <w:t>30 min</w:t>
            </w:r>
          </w:p>
        </w:tc>
      </w:tr>
      <w:tr w:rsidR="00B44DB5" w:rsidRPr="00F664B3" w14:paraId="0357D348" w14:textId="77777777" w:rsidTr="00B44DB5">
        <w:trPr>
          <w:cantSplit/>
          <w:trHeight w:val="300"/>
          <w:jc w:val="center"/>
        </w:trPr>
        <w:tc>
          <w:tcPr>
            <w:tcW w:w="1851" w:type="dxa"/>
            <w:shd w:val="clear" w:color="auto" w:fill="auto"/>
            <w:noWrap/>
            <w:vAlign w:val="center"/>
            <w:hideMark/>
          </w:tcPr>
          <w:p w14:paraId="0CF3CC4B" w14:textId="77777777" w:rsidR="00B44DB5" w:rsidRPr="00F664B3" w:rsidRDefault="00B44DB5" w:rsidP="00B44DB5">
            <w:pPr>
              <w:pStyle w:val="SpecNormal"/>
              <w:spacing w:line="240" w:lineRule="auto"/>
            </w:pPr>
            <w:r w:rsidRPr="00F664B3">
              <w:t>HW Pump 2 Status</w:t>
            </w:r>
          </w:p>
        </w:tc>
        <w:tc>
          <w:tcPr>
            <w:tcW w:w="800" w:type="dxa"/>
            <w:shd w:val="clear" w:color="auto" w:fill="auto"/>
            <w:noWrap/>
            <w:vAlign w:val="center"/>
            <w:hideMark/>
          </w:tcPr>
          <w:p w14:paraId="7FF116C2"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5F03158C"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145E8C7B"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A3FFE63" w14:textId="77777777" w:rsidR="00B44DB5" w:rsidRPr="00F664B3" w:rsidRDefault="00B44DB5" w:rsidP="00B44DB5">
            <w:pPr>
              <w:pStyle w:val="SpecNormal"/>
              <w:spacing w:line="240" w:lineRule="auto"/>
            </w:pPr>
            <w:r w:rsidRPr="00F664B3">
              <w:t>3 days</w:t>
            </w:r>
          </w:p>
        </w:tc>
        <w:tc>
          <w:tcPr>
            <w:tcW w:w="891" w:type="dxa"/>
            <w:vAlign w:val="center"/>
          </w:tcPr>
          <w:p w14:paraId="540EDC2D" w14:textId="77777777" w:rsidR="00B44DB5" w:rsidRPr="00F664B3" w:rsidRDefault="00B44DB5" w:rsidP="00B44DB5">
            <w:pPr>
              <w:pStyle w:val="SpecNormal"/>
              <w:spacing w:line="240" w:lineRule="auto"/>
            </w:pPr>
            <w:r w:rsidRPr="00F664B3">
              <w:t>C</w:t>
            </w:r>
          </w:p>
        </w:tc>
        <w:tc>
          <w:tcPr>
            <w:tcW w:w="1170" w:type="dxa"/>
            <w:vAlign w:val="center"/>
          </w:tcPr>
          <w:p w14:paraId="59219DBC" w14:textId="77777777" w:rsidR="00B44DB5" w:rsidRPr="00F664B3" w:rsidRDefault="00B44DB5" w:rsidP="00B44DB5">
            <w:pPr>
              <w:pStyle w:val="SpecNormal"/>
              <w:spacing w:line="240" w:lineRule="auto"/>
            </w:pPr>
            <w:r w:rsidRPr="00F664B3">
              <w:t>Status &lt;&gt; Command</w:t>
            </w:r>
          </w:p>
        </w:tc>
        <w:tc>
          <w:tcPr>
            <w:tcW w:w="909" w:type="dxa"/>
            <w:vAlign w:val="center"/>
          </w:tcPr>
          <w:p w14:paraId="79AD2B02" w14:textId="77777777" w:rsidR="00B44DB5" w:rsidRPr="00F664B3" w:rsidRDefault="00B44DB5" w:rsidP="00B44DB5">
            <w:pPr>
              <w:pStyle w:val="SpecNormal"/>
              <w:spacing w:line="240" w:lineRule="auto"/>
            </w:pPr>
            <w:r w:rsidRPr="00F664B3">
              <w:t>30 min</w:t>
            </w:r>
          </w:p>
        </w:tc>
      </w:tr>
      <w:tr w:rsidR="00B44DB5" w:rsidRPr="00F664B3" w14:paraId="718CD781" w14:textId="77777777" w:rsidTr="00B44DB5">
        <w:trPr>
          <w:cantSplit/>
          <w:trHeight w:val="300"/>
          <w:jc w:val="center"/>
        </w:trPr>
        <w:tc>
          <w:tcPr>
            <w:tcW w:w="1851" w:type="dxa"/>
            <w:shd w:val="clear" w:color="auto" w:fill="auto"/>
            <w:noWrap/>
            <w:vAlign w:val="center"/>
            <w:hideMark/>
          </w:tcPr>
          <w:p w14:paraId="5B5125D4"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53252A74"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53DA8852"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01AC8603"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529DDADC" w14:textId="77777777" w:rsidR="00B44DB5" w:rsidRPr="00F664B3" w:rsidRDefault="00B44DB5" w:rsidP="00B44DB5">
            <w:pPr>
              <w:pStyle w:val="SpecNormal"/>
              <w:spacing w:line="240" w:lineRule="auto"/>
            </w:pPr>
          </w:p>
        </w:tc>
        <w:tc>
          <w:tcPr>
            <w:tcW w:w="891" w:type="dxa"/>
            <w:vAlign w:val="center"/>
          </w:tcPr>
          <w:p w14:paraId="0CE2057D" w14:textId="77777777" w:rsidR="00B44DB5" w:rsidRPr="00F664B3" w:rsidRDefault="00B44DB5" w:rsidP="00B44DB5">
            <w:pPr>
              <w:pStyle w:val="SpecNormal"/>
              <w:spacing w:line="240" w:lineRule="auto"/>
            </w:pPr>
          </w:p>
        </w:tc>
        <w:tc>
          <w:tcPr>
            <w:tcW w:w="1170" w:type="dxa"/>
            <w:vAlign w:val="center"/>
          </w:tcPr>
          <w:p w14:paraId="55F9558A" w14:textId="77777777" w:rsidR="00B44DB5" w:rsidRPr="00F664B3" w:rsidRDefault="00B44DB5" w:rsidP="00B44DB5">
            <w:pPr>
              <w:pStyle w:val="SpecNormal"/>
              <w:spacing w:line="240" w:lineRule="auto"/>
            </w:pPr>
          </w:p>
        </w:tc>
        <w:tc>
          <w:tcPr>
            <w:tcW w:w="909" w:type="dxa"/>
            <w:vAlign w:val="center"/>
          </w:tcPr>
          <w:p w14:paraId="595373C3" w14:textId="77777777" w:rsidR="00B44DB5" w:rsidRPr="00F664B3" w:rsidRDefault="00B44DB5" w:rsidP="00B44DB5">
            <w:pPr>
              <w:pStyle w:val="SpecNormal"/>
              <w:spacing w:line="240" w:lineRule="auto"/>
            </w:pPr>
          </w:p>
        </w:tc>
      </w:tr>
      <w:tr w:rsidR="00B44DB5" w:rsidRPr="00F664B3" w14:paraId="574771C6" w14:textId="77777777" w:rsidTr="00B44DB5">
        <w:trPr>
          <w:cantSplit/>
          <w:trHeight w:val="300"/>
          <w:jc w:val="center"/>
        </w:trPr>
        <w:tc>
          <w:tcPr>
            <w:tcW w:w="1851" w:type="dxa"/>
            <w:shd w:val="clear" w:color="auto" w:fill="auto"/>
            <w:noWrap/>
            <w:vAlign w:val="center"/>
            <w:hideMark/>
          </w:tcPr>
          <w:p w14:paraId="43345DA2" w14:textId="77777777" w:rsidR="00B44DB5" w:rsidRPr="00F664B3" w:rsidRDefault="00B44DB5" w:rsidP="00B44DB5">
            <w:pPr>
              <w:pStyle w:val="SpecNormal"/>
              <w:spacing w:line="240" w:lineRule="auto"/>
            </w:pPr>
            <w:r w:rsidRPr="00F664B3">
              <w:t>HW Pump 1 VFD Speed</w:t>
            </w:r>
          </w:p>
        </w:tc>
        <w:tc>
          <w:tcPr>
            <w:tcW w:w="800" w:type="dxa"/>
            <w:shd w:val="clear" w:color="auto" w:fill="auto"/>
            <w:noWrap/>
            <w:vAlign w:val="center"/>
            <w:hideMark/>
          </w:tcPr>
          <w:p w14:paraId="4AF8EDBD"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4AC535FD" w14:textId="77777777" w:rsidR="00B44DB5" w:rsidRPr="00F664B3" w:rsidRDefault="00B44DB5" w:rsidP="00B44DB5">
            <w:pPr>
              <w:pStyle w:val="SpecNormal"/>
              <w:spacing w:line="240" w:lineRule="auto"/>
            </w:pPr>
            <w:r w:rsidRPr="00F664B3">
              <w:t>15 Min</w:t>
            </w:r>
          </w:p>
        </w:tc>
        <w:tc>
          <w:tcPr>
            <w:tcW w:w="1459" w:type="dxa"/>
            <w:shd w:val="clear" w:color="auto" w:fill="auto"/>
            <w:noWrap/>
            <w:vAlign w:val="center"/>
            <w:hideMark/>
          </w:tcPr>
          <w:p w14:paraId="0AB50BF2"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E97FF01" w14:textId="77777777" w:rsidR="00B44DB5" w:rsidRPr="00F664B3" w:rsidRDefault="00B44DB5" w:rsidP="00B44DB5">
            <w:pPr>
              <w:pStyle w:val="SpecNormal"/>
              <w:spacing w:line="240" w:lineRule="auto"/>
            </w:pPr>
            <w:r w:rsidRPr="00F664B3">
              <w:t>3 days</w:t>
            </w:r>
          </w:p>
        </w:tc>
        <w:tc>
          <w:tcPr>
            <w:tcW w:w="891" w:type="dxa"/>
            <w:vAlign w:val="center"/>
          </w:tcPr>
          <w:p w14:paraId="081EBD22" w14:textId="77777777" w:rsidR="00B44DB5" w:rsidRPr="00F664B3" w:rsidRDefault="00B44DB5" w:rsidP="00B44DB5">
            <w:pPr>
              <w:pStyle w:val="SpecNormal"/>
              <w:spacing w:line="240" w:lineRule="auto"/>
            </w:pPr>
            <w:r w:rsidRPr="00F664B3">
              <w:t>N/A</w:t>
            </w:r>
          </w:p>
        </w:tc>
        <w:tc>
          <w:tcPr>
            <w:tcW w:w="1170" w:type="dxa"/>
            <w:vAlign w:val="center"/>
          </w:tcPr>
          <w:p w14:paraId="1E4A66D1" w14:textId="77777777" w:rsidR="00B44DB5" w:rsidRPr="00F664B3" w:rsidRDefault="00B44DB5" w:rsidP="00B44DB5">
            <w:pPr>
              <w:pStyle w:val="SpecNormal"/>
              <w:spacing w:line="240" w:lineRule="auto"/>
            </w:pPr>
          </w:p>
        </w:tc>
        <w:tc>
          <w:tcPr>
            <w:tcW w:w="909" w:type="dxa"/>
            <w:vAlign w:val="center"/>
          </w:tcPr>
          <w:p w14:paraId="275732E0" w14:textId="77777777" w:rsidR="00B44DB5" w:rsidRPr="00F664B3" w:rsidRDefault="00B44DB5" w:rsidP="00B44DB5">
            <w:pPr>
              <w:pStyle w:val="SpecNormal"/>
              <w:spacing w:line="240" w:lineRule="auto"/>
            </w:pPr>
          </w:p>
        </w:tc>
      </w:tr>
      <w:tr w:rsidR="00B44DB5" w:rsidRPr="00F664B3" w14:paraId="2A6CBA67" w14:textId="77777777" w:rsidTr="00B44DB5">
        <w:trPr>
          <w:cantSplit/>
          <w:trHeight w:val="300"/>
          <w:jc w:val="center"/>
        </w:trPr>
        <w:tc>
          <w:tcPr>
            <w:tcW w:w="1851" w:type="dxa"/>
            <w:shd w:val="clear" w:color="auto" w:fill="auto"/>
            <w:noWrap/>
            <w:vAlign w:val="center"/>
            <w:hideMark/>
          </w:tcPr>
          <w:p w14:paraId="6AE48DD2" w14:textId="77777777" w:rsidR="00B44DB5" w:rsidRPr="00F664B3" w:rsidRDefault="00B44DB5" w:rsidP="00B44DB5">
            <w:pPr>
              <w:pStyle w:val="SpecNormal"/>
              <w:spacing w:line="240" w:lineRule="auto"/>
            </w:pPr>
            <w:r w:rsidRPr="00F664B3">
              <w:t>HW Pump 2 VFD Speed</w:t>
            </w:r>
          </w:p>
        </w:tc>
        <w:tc>
          <w:tcPr>
            <w:tcW w:w="800" w:type="dxa"/>
            <w:shd w:val="clear" w:color="auto" w:fill="auto"/>
            <w:noWrap/>
            <w:vAlign w:val="center"/>
            <w:hideMark/>
          </w:tcPr>
          <w:p w14:paraId="5D21A9C6"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6F7AEDC3" w14:textId="77777777" w:rsidR="00B44DB5" w:rsidRPr="00F664B3" w:rsidRDefault="00B44DB5" w:rsidP="00B44DB5">
            <w:pPr>
              <w:pStyle w:val="SpecNormal"/>
              <w:spacing w:line="240" w:lineRule="auto"/>
            </w:pPr>
            <w:r w:rsidRPr="00F664B3">
              <w:t>15 Min</w:t>
            </w:r>
          </w:p>
        </w:tc>
        <w:tc>
          <w:tcPr>
            <w:tcW w:w="1459" w:type="dxa"/>
            <w:shd w:val="clear" w:color="auto" w:fill="auto"/>
            <w:noWrap/>
            <w:vAlign w:val="center"/>
            <w:hideMark/>
          </w:tcPr>
          <w:p w14:paraId="5A005410"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9A5DE53" w14:textId="77777777" w:rsidR="00B44DB5" w:rsidRPr="00F664B3" w:rsidRDefault="00B44DB5" w:rsidP="00B44DB5">
            <w:pPr>
              <w:pStyle w:val="SpecNormal"/>
              <w:spacing w:line="240" w:lineRule="auto"/>
            </w:pPr>
            <w:r w:rsidRPr="00F664B3">
              <w:t>3 days</w:t>
            </w:r>
          </w:p>
        </w:tc>
        <w:tc>
          <w:tcPr>
            <w:tcW w:w="891" w:type="dxa"/>
            <w:vAlign w:val="center"/>
          </w:tcPr>
          <w:p w14:paraId="4B4F014D" w14:textId="77777777" w:rsidR="00B44DB5" w:rsidRPr="00F664B3" w:rsidRDefault="00B44DB5" w:rsidP="00B44DB5">
            <w:pPr>
              <w:pStyle w:val="SpecNormal"/>
              <w:spacing w:line="240" w:lineRule="auto"/>
            </w:pPr>
            <w:r w:rsidRPr="00F664B3">
              <w:t>N/A</w:t>
            </w:r>
          </w:p>
        </w:tc>
        <w:tc>
          <w:tcPr>
            <w:tcW w:w="1170" w:type="dxa"/>
            <w:vAlign w:val="center"/>
          </w:tcPr>
          <w:p w14:paraId="30F1B712" w14:textId="77777777" w:rsidR="00B44DB5" w:rsidRPr="00F664B3" w:rsidRDefault="00B44DB5" w:rsidP="00B44DB5">
            <w:pPr>
              <w:pStyle w:val="SpecNormal"/>
              <w:spacing w:line="240" w:lineRule="auto"/>
            </w:pPr>
          </w:p>
        </w:tc>
        <w:tc>
          <w:tcPr>
            <w:tcW w:w="909" w:type="dxa"/>
            <w:vAlign w:val="center"/>
          </w:tcPr>
          <w:p w14:paraId="44090E0C" w14:textId="77777777" w:rsidR="00B44DB5" w:rsidRPr="00F664B3" w:rsidRDefault="00B44DB5" w:rsidP="00B44DB5">
            <w:pPr>
              <w:pStyle w:val="SpecNormal"/>
              <w:spacing w:line="240" w:lineRule="auto"/>
            </w:pPr>
          </w:p>
        </w:tc>
      </w:tr>
      <w:tr w:rsidR="00B44DB5" w:rsidRPr="00F664B3" w14:paraId="2FCA562B" w14:textId="77777777" w:rsidTr="00B44DB5">
        <w:trPr>
          <w:cantSplit/>
          <w:trHeight w:val="300"/>
          <w:jc w:val="center"/>
        </w:trPr>
        <w:tc>
          <w:tcPr>
            <w:tcW w:w="1851" w:type="dxa"/>
            <w:shd w:val="clear" w:color="auto" w:fill="auto"/>
            <w:noWrap/>
            <w:vAlign w:val="center"/>
            <w:hideMark/>
          </w:tcPr>
          <w:p w14:paraId="2837C54E" w14:textId="77777777" w:rsidR="00B44DB5" w:rsidRPr="00F664B3" w:rsidRDefault="00B44DB5" w:rsidP="00B44DB5">
            <w:pPr>
              <w:pStyle w:val="SpecNormal"/>
              <w:spacing w:line="240" w:lineRule="auto"/>
            </w:pPr>
            <w:r w:rsidRPr="00F664B3">
              <w:t>Steam Station #1 1/3 Control Valve Position</w:t>
            </w:r>
          </w:p>
        </w:tc>
        <w:tc>
          <w:tcPr>
            <w:tcW w:w="800" w:type="dxa"/>
            <w:shd w:val="clear" w:color="auto" w:fill="auto"/>
            <w:noWrap/>
            <w:vAlign w:val="center"/>
            <w:hideMark/>
          </w:tcPr>
          <w:p w14:paraId="7E990A8A"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50363BBB" w14:textId="77777777" w:rsidR="00B44DB5" w:rsidRPr="00F664B3" w:rsidRDefault="00B44DB5" w:rsidP="00B44DB5">
            <w:pPr>
              <w:pStyle w:val="SpecNormal"/>
              <w:spacing w:line="240" w:lineRule="auto"/>
            </w:pPr>
            <w:r w:rsidRPr="00F664B3">
              <w:t>15 Min</w:t>
            </w:r>
          </w:p>
        </w:tc>
        <w:tc>
          <w:tcPr>
            <w:tcW w:w="1459" w:type="dxa"/>
            <w:shd w:val="clear" w:color="auto" w:fill="auto"/>
            <w:noWrap/>
            <w:vAlign w:val="center"/>
            <w:hideMark/>
          </w:tcPr>
          <w:p w14:paraId="4B9E487A"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24F5E78" w14:textId="77777777" w:rsidR="00B44DB5" w:rsidRPr="00F664B3" w:rsidRDefault="00B44DB5" w:rsidP="00B44DB5">
            <w:pPr>
              <w:pStyle w:val="SpecNormal"/>
              <w:spacing w:line="240" w:lineRule="auto"/>
            </w:pPr>
            <w:r w:rsidRPr="00F664B3">
              <w:t>3 days</w:t>
            </w:r>
          </w:p>
        </w:tc>
        <w:tc>
          <w:tcPr>
            <w:tcW w:w="891" w:type="dxa"/>
            <w:vAlign w:val="center"/>
          </w:tcPr>
          <w:p w14:paraId="09E7D586" w14:textId="77777777" w:rsidR="00B44DB5" w:rsidRPr="00F664B3" w:rsidRDefault="00B44DB5" w:rsidP="00B44DB5">
            <w:pPr>
              <w:pStyle w:val="SpecNormal"/>
              <w:spacing w:line="240" w:lineRule="auto"/>
            </w:pPr>
            <w:r w:rsidRPr="00F664B3">
              <w:t>N/A</w:t>
            </w:r>
          </w:p>
        </w:tc>
        <w:tc>
          <w:tcPr>
            <w:tcW w:w="1170" w:type="dxa"/>
            <w:vAlign w:val="center"/>
          </w:tcPr>
          <w:p w14:paraId="1DF72470" w14:textId="77777777" w:rsidR="00B44DB5" w:rsidRPr="00F664B3" w:rsidRDefault="00B44DB5" w:rsidP="00B44DB5">
            <w:pPr>
              <w:pStyle w:val="SpecNormal"/>
              <w:spacing w:line="240" w:lineRule="auto"/>
            </w:pPr>
          </w:p>
        </w:tc>
        <w:tc>
          <w:tcPr>
            <w:tcW w:w="909" w:type="dxa"/>
            <w:vAlign w:val="center"/>
          </w:tcPr>
          <w:p w14:paraId="2D3D9D5A" w14:textId="77777777" w:rsidR="00B44DB5" w:rsidRPr="00F664B3" w:rsidRDefault="00B44DB5" w:rsidP="00B44DB5">
            <w:pPr>
              <w:pStyle w:val="SpecNormal"/>
              <w:spacing w:line="240" w:lineRule="auto"/>
            </w:pPr>
          </w:p>
        </w:tc>
      </w:tr>
      <w:tr w:rsidR="00B44DB5" w:rsidRPr="00F664B3" w14:paraId="46EC57EB" w14:textId="77777777" w:rsidTr="00B44DB5">
        <w:trPr>
          <w:cantSplit/>
          <w:trHeight w:val="300"/>
          <w:jc w:val="center"/>
        </w:trPr>
        <w:tc>
          <w:tcPr>
            <w:tcW w:w="1851" w:type="dxa"/>
            <w:shd w:val="clear" w:color="auto" w:fill="auto"/>
            <w:noWrap/>
            <w:vAlign w:val="center"/>
            <w:hideMark/>
          </w:tcPr>
          <w:p w14:paraId="00588C9C" w14:textId="77777777" w:rsidR="00B44DB5" w:rsidRPr="00F664B3" w:rsidRDefault="00B44DB5" w:rsidP="00B44DB5">
            <w:pPr>
              <w:pStyle w:val="SpecNormal"/>
              <w:spacing w:line="240" w:lineRule="auto"/>
            </w:pPr>
            <w:r w:rsidRPr="00F664B3">
              <w:t>Steam Station #1 2/3 Control Valve Position</w:t>
            </w:r>
          </w:p>
        </w:tc>
        <w:tc>
          <w:tcPr>
            <w:tcW w:w="800" w:type="dxa"/>
            <w:shd w:val="clear" w:color="auto" w:fill="auto"/>
            <w:noWrap/>
            <w:vAlign w:val="center"/>
            <w:hideMark/>
          </w:tcPr>
          <w:p w14:paraId="6017001B"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6D6BF7EE" w14:textId="77777777" w:rsidR="00B44DB5" w:rsidRPr="00F664B3" w:rsidRDefault="00B44DB5" w:rsidP="00B44DB5">
            <w:pPr>
              <w:pStyle w:val="SpecNormal"/>
              <w:spacing w:line="240" w:lineRule="auto"/>
            </w:pPr>
            <w:r w:rsidRPr="00F664B3">
              <w:t>15 Min</w:t>
            </w:r>
          </w:p>
        </w:tc>
        <w:tc>
          <w:tcPr>
            <w:tcW w:w="1459" w:type="dxa"/>
            <w:shd w:val="clear" w:color="auto" w:fill="auto"/>
            <w:noWrap/>
            <w:vAlign w:val="center"/>
            <w:hideMark/>
          </w:tcPr>
          <w:p w14:paraId="621351CE"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A363EDA" w14:textId="77777777" w:rsidR="00B44DB5" w:rsidRPr="00F664B3" w:rsidRDefault="00B44DB5" w:rsidP="00B44DB5">
            <w:pPr>
              <w:pStyle w:val="SpecNormal"/>
              <w:spacing w:line="240" w:lineRule="auto"/>
            </w:pPr>
            <w:r w:rsidRPr="00F664B3">
              <w:t>3 days</w:t>
            </w:r>
          </w:p>
        </w:tc>
        <w:tc>
          <w:tcPr>
            <w:tcW w:w="891" w:type="dxa"/>
            <w:vAlign w:val="center"/>
          </w:tcPr>
          <w:p w14:paraId="2E160411" w14:textId="77777777" w:rsidR="00B44DB5" w:rsidRPr="00F664B3" w:rsidRDefault="00B44DB5" w:rsidP="00B44DB5">
            <w:pPr>
              <w:pStyle w:val="SpecNormal"/>
              <w:spacing w:line="240" w:lineRule="auto"/>
            </w:pPr>
            <w:r w:rsidRPr="00F664B3">
              <w:t>N/A</w:t>
            </w:r>
          </w:p>
        </w:tc>
        <w:tc>
          <w:tcPr>
            <w:tcW w:w="1170" w:type="dxa"/>
            <w:vAlign w:val="center"/>
          </w:tcPr>
          <w:p w14:paraId="1DA6D5F9" w14:textId="77777777" w:rsidR="00B44DB5" w:rsidRPr="00F664B3" w:rsidRDefault="00B44DB5" w:rsidP="00B44DB5">
            <w:pPr>
              <w:pStyle w:val="SpecNormal"/>
              <w:spacing w:line="240" w:lineRule="auto"/>
            </w:pPr>
          </w:p>
        </w:tc>
        <w:tc>
          <w:tcPr>
            <w:tcW w:w="909" w:type="dxa"/>
            <w:vAlign w:val="center"/>
          </w:tcPr>
          <w:p w14:paraId="246B641C" w14:textId="77777777" w:rsidR="00B44DB5" w:rsidRPr="00F664B3" w:rsidRDefault="00B44DB5" w:rsidP="00B44DB5">
            <w:pPr>
              <w:pStyle w:val="SpecNormal"/>
              <w:spacing w:line="240" w:lineRule="auto"/>
            </w:pPr>
          </w:p>
        </w:tc>
      </w:tr>
      <w:tr w:rsidR="00B44DB5" w:rsidRPr="00F664B3" w14:paraId="50469207" w14:textId="77777777" w:rsidTr="00B44DB5">
        <w:trPr>
          <w:cantSplit/>
          <w:trHeight w:val="300"/>
          <w:jc w:val="center"/>
        </w:trPr>
        <w:tc>
          <w:tcPr>
            <w:tcW w:w="1851" w:type="dxa"/>
            <w:shd w:val="clear" w:color="auto" w:fill="auto"/>
            <w:noWrap/>
            <w:vAlign w:val="center"/>
            <w:hideMark/>
          </w:tcPr>
          <w:p w14:paraId="73F5B2BA" w14:textId="77777777" w:rsidR="00B44DB5" w:rsidRPr="00F664B3" w:rsidRDefault="00B44DB5" w:rsidP="00B44DB5">
            <w:pPr>
              <w:pStyle w:val="SpecNormal"/>
              <w:spacing w:line="240" w:lineRule="auto"/>
            </w:pPr>
            <w:r w:rsidRPr="00F664B3">
              <w:lastRenderedPageBreak/>
              <w:t>Steam Station #2 1/3 Control Valve Position</w:t>
            </w:r>
          </w:p>
        </w:tc>
        <w:tc>
          <w:tcPr>
            <w:tcW w:w="800" w:type="dxa"/>
            <w:shd w:val="clear" w:color="auto" w:fill="auto"/>
            <w:noWrap/>
            <w:vAlign w:val="center"/>
            <w:hideMark/>
          </w:tcPr>
          <w:p w14:paraId="33D67A0A"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46149DD6" w14:textId="77777777" w:rsidR="00B44DB5" w:rsidRPr="00F664B3" w:rsidRDefault="00B44DB5" w:rsidP="00B44DB5">
            <w:pPr>
              <w:pStyle w:val="SpecNormal"/>
              <w:spacing w:line="240" w:lineRule="auto"/>
            </w:pPr>
            <w:r w:rsidRPr="00F664B3">
              <w:t>15 Min</w:t>
            </w:r>
          </w:p>
        </w:tc>
        <w:tc>
          <w:tcPr>
            <w:tcW w:w="1459" w:type="dxa"/>
            <w:shd w:val="clear" w:color="auto" w:fill="auto"/>
            <w:noWrap/>
            <w:vAlign w:val="center"/>
            <w:hideMark/>
          </w:tcPr>
          <w:p w14:paraId="1FF7EA2B"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4DF3BC8" w14:textId="77777777" w:rsidR="00B44DB5" w:rsidRPr="00F664B3" w:rsidRDefault="00B44DB5" w:rsidP="00B44DB5">
            <w:pPr>
              <w:pStyle w:val="SpecNormal"/>
              <w:spacing w:line="240" w:lineRule="auto"/>
            </w:pPr>
            <w:r w:rsidRPr="00F664B3">
              <w:t>3 days</w:t>
            </w:r>
          </w:p>
        </w:tc>
        <w:tc>
          <w:tcPr>
            <w:tcW w:w="891" w:type="dxa"/>
            <w:vAlign w:val="center"/>
          </w:tcPr>
          <w:p w14:paraId="03051810" w14:textId="77777777" w:rsidR="00B44DB5" w:rsidRPr="00F664B3" w:rsidRDefault="00B44DB5" w:rsidP="00B44DB5">
            <w:pPr>
              <w:pStyle w:val="SpecNormal"/>
              <w:spacing w:line="240" w:lineRule="auto"/>
            </w:pPr>
            <w:r w:rsidRPr="00F664B3">
              <w:t>N/A</w:t>
            </w:r>
          </w:p>
        </w:tc>
        <w:tc>
          <w:tcPr>
            <w:tcW w:w="1170" w:type="dxa"/>
            <w:vAlign w:val="center"/>
          </w:tcPr>
          <w:p w14:paraId="7578DE53" w14:textId="77777777" w:rsidR="00B44DB5" w:rsidRPr="00F664B3" w:rsidRDefault="00B44DB5" w:rsidP="00B44DB5">
            <w:pPr>
              <w:pStyle w:val="SpecNormal"/>
              <w:spacing w:line="240" w:lineRule="auto"/>
            </w:pPr>
          </w:p>
        </w:tc>
        <w:tc>
          <w:tcPr>
            <w:tcW w:w="909" w:type="dxa"/>
            <w:vAlign w:val="center"/>
          </w:tcPr>
          <w:p w14:paraId="38F5FF0E" w14:textId="77777777" w:rsidR="00B44DB5" w:rsidRPr="00F664B3" w:rsidRDefault="00B44DB5" w:rsidP="00B44DB5">
            <w:pPr>
              <w:pStyle w:val="SpecNormal"/>
              <w:spacing w:line="240" w:lineRule="auto"/>
            </w:pPr>
          </w:p>
        </w:tc>
      </w:tr>
      <w:tr w:rsidR="00B44DB5" w:rsidRPr="00F664B3" w14:paraId="28E3B8AE" w14:textId="77777777" w:rsidTr="00B44DB5">
        <w:trPr>
          <w:cantSplit/>
          <w:trHeight w:val="282"/>
          <w:jc w:val="center"/>
        </w:trPr>
        <w:tc>
          <w:tcPr>
            <w:tcW w:w="1851" w:type="dxa"/>
            <w:shd w:val="clear" w:color="auto" w:fill="auto"/>
            <w:noWrap/>
            <w:vAlign w:val="center"/>
            <w:hideMark/>
          </w:tcPr>
          <w:p w14:paraId="3E5CFD7F" w14:textId="77777777" w:rsidR="00B44DB5" w:rsidRPr="00F664B3" w:rsidRDefault="00B44DB5" w:rsidP="00B44DB5">
            <w:pPr>
              <w:pStyle w:val="SpecNormal"/>
              <w:spacing w:line="240" w:lineRule="auto"/>
            </w:pPr>
            <w:r w:rsidRPr="00F664B3">
              <w:t>Steam Station #2 2/3 Control Valve Position</w:t>
            </w:r>
          </w:p>
        </w:tc>
        <w:tc>
          <w:tcPr>
            <w:tcW w:w="800" w:type="dxa"/>
            <w:shd w:val="clear" w:color="auto" w:fill="auto"/>
            <w:noWrap/>
            <w:vAlign w:val="center"/>
            <w:hideMark/>
          </w:tcPr>
          <w:p w14:paraId="1075BAA5"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0F8606B0" w14:textId="77777777" w:rsidR="00B44DB5" w:rsidRPr="00F664B3" w:rsidRDefault="00B44DB5" w:rsidP="00B44DB5">
            <w:pPr>
              <w:pStyle w:val="SpecNormal"/>
              <w:spacing w:line="240" w:lineRule="auto"/>
            </w:pPr>
            <w:r w:rsidRPr="00F664B3">
              <w:t>15 Min</w:t>
            </w:r>
          </w:p>
        </w:tc>
        <w:tc>
          <w:tcPr>
            <w:tcW w:w="1459" w:type="dxa"/>
            <w:shd w:val="clear" w:color="auto" w:fill="auto"/>
            <w:noWrap/>
            <w:vAlign w:val="center"/>
            <w:hideMark/>
          </w:tcPr>
          <w:p w14:paraId="23BB5100"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41F3647" w14:textId="77777777" w:rsidR="00B44DB5" w:rsidRPr="00F664B3" w:rsidRDefault="00B44DB5" w:rsidP="00B44DB5">
            <w:pPr>
              <w:pStyle w:val="SpecNormal"/>
              <w:spacing w:line="240" w:lineRule="auto"/>
            </w:pPr>
            <w:r w:rsidRPr="00F664B3">
              <w:t>3 days</w:t>
            </w:r>
          </w:p>
        </w:tc>
        <w:tc>
          <w:tcPr>
            <w:tcW w:w="891" w:type="dxa"/>
            <w:vAlign w:val="center"/>
          </w:tcPr>
          <w:p w14:paraId="1C72345C" w14:textId="77777777" w:rsidR="00B44DB5" w:rsidRPr="00F664B3" w:rsidRDefault="00B44DB5" w:rsidP="00B44DB5">
            <w:pPr>
              <w:pStyle w:val="SpecNormal"/>
              <w:spacing w:line="240" w:lineRule="auto"/>
            </w:pPr>
            <w:r w:rsidRPr="00F664B3">
              <w:t>N/A</w:t>
            </w:r>
          </w:p>
        </w:tc>
        <w:tc>
          <w:tcPr>
            <w:tcW w:w="1170" w:type="dxa"/>
            <w:vAlign w:val="center"/>
          </w:tcPr>
          <w:p w14:paraId="644F7CD8" w14:textId="77777777" w:rsidR="00B44DB5" w:rsidRPr="00F664B3" w:rsidRDefault="00B44DB5" w:rsidP="00B44DB5">
            <w:pPr>
              <w:pStyle w:val="SpecNormal"/>
              <w:spacing w:line="240" w:lineRule="auto"/>
            </w:pPr>
          </w:p>
        </w:tc>
        <w:tc>
          <w:tcPr>
            <w:tcW w:w="909" w:type="dxa"/>
            <w:vAlign w:val="center"/>
          </w:tcPr>
          <w:p w14:paraId="587558FD" w14:textId="77777777" w:rsidR="00B44DB5" w:rsidRPr="00F664B3" w:rsidRDefault="00B44DB5" w:rsidP="00B44DB5">
            <w:pPr>
              <w:pStyle w:val="SpecNormal"/>
              <w:spacing w:line="240" w:lineRule="auto"/>
            </w:pPr>
          </w:p>
        </w:tc>
      </w:tr>
      <w:tr w:rsidR="00B44DB5" w:rsidRPr="00F664B3" w14:paraId="43239223" w14:textId="77777777" w:rsidTr="00B44DB5">
        <w:trPr>
          <w:cantSplit/>
          <w:trHeight w:val="318"/>
          <w:jc w:val="center"/>
        </w:trPr>
        <w:tc>
          <w:tcPr>
            <w:tcW w:w="1851" w:type="dxa"/>
            <w:shd w:val="clear" w:color="auto" w:fill="auto"/>
            <w:noWrap/>
            <w:vAlign w:val="center"/>
            <w:hideMark/>
          </w:tcPr>
          <w:p w14:paraId="4330ABB9" w14:textId="77777777" w:rsidR="00B44DB5" w:rsidRPr="00F664B3" w:rsidRDefault="00B44DB5" w:rsidP="00B44DB5">
            <w:pPr>
              <w:pStyle w:val="SpecNormal"/>
              <w:spacing w:line="240" w:lineRule="auto"/>
            </w:pPr>
            <w:r w:rsidRPr="00F664B3">
              <w:t>Steam Station Bypass Valve Position</w:t>
            </w:r>
          </w:p>
        </w:tc>
        <w:tc>
          <w:tcPr>
            <w:tcW w:w="800" w:type="dxa"/>
            <w:shd w:val="clear" w:color="auto" w:fill="auto"/>
            <w:noWrap/>
            <w:vAlign w:val="center"/>
            <w:hideMark/>
          </w:tcPr>
          <w:p w14:paraId="3D38C11B"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45550E09" w14:textId="77777777" w:rsidR="00B44DB5" w:rsidRPr="00F664B3" w:rsidRDefault="00B44DB5" w:rsidP="00B44DB5">
            <w:pPr>
              <w:pStyle w:val="SpecNormal"/>
              <w:spacing w:line="240" w:lineRule="auto"/>
            </w:pPr>
            <w:r w:rsidRPr="00F664B3">
              <w:t>15 Min</w:t>
            </w:r>
          </w:p>
        </w:tc>
        <w:tc>
          <w:tcPr>
            <w:tcW w:w="1459" w:type="dxa"/>
            <w:shd w:val="clear" w:color="auto" w:fill="auto"/>
            <w:noWrap/>
            <w:vAlign w:val="center"/>
            <w:hideMark/>
          </w:tcPr>
          <w:p w14:paraId="6B085851"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A310E97" w14:textId="77777777" w:rsidR="00B44DB5" w:rsidRPr="00F664B3" w:rsidRDefault="00B44DB5" w:rsidP="00B44DB5">
            <w:pPr>
              <w:pStyle w:val="SpecNormal"/>
              <w:spacing w:line="240" w:lineRule="auto"/>
            </w:pPr>
            <w:r w:rsidRPr="00F664B3">
              <w:t>3 days</w:t>
            </w:r>
          </w:p>
        </w:tc>
        <w:tc>
          <w:tcPr>
            <w:tcW w:w="891" w:type="dxa"/>
            <w:vAlign w:val="center"/>
          </w:tcPr>
          <w:p w14:paraId="070997BE" w14:textId="77777777" w:rsidR="00B44DB5" w:rsidRPr="00F664B3" w:rsidRDefault="00B44DB5" w:rsidP="00B44DB5">
            <w:pPr>
              <w:pStyle w:val="SpecNormal"/>
              <w:spacing w:line="240" w:lineRule="auto"/>
            </w:pPr>
            <w:r w:rsidRPr="00F664B3">
              <w:t>N/A</w:t>
            </w:r>
          </w:p>
        </w:tc>
        <w:tc>
          <w:tcPr>
            <w:tcW w:w="1170" w:type="dxa"/>
            <w:vAlign w:val="center"/>
          </w:tcPr>
          <w:p w14:paraId="160F022F" w14:textId="77777777" w:rsidR="00B44DB5" w:rsidRPr="00F664B3" w:rsidRDefault="00B44DB5" w:rsidP="00B44DB5">
            <w:pPr>
              <w:pStyle w:val="SpecNormal"/>
              <w:spacing w:line="240" w:lineRule="auto"/>
            </w:pPr>
          </w:p>
        </w:tc>
        <w:tc>
          <w:tcPr>
            <w:tcW w:w="909" w:type="dxa"/>
            <w:vAlign w:val="center"/>
          </w:tcPr>
          <w:p w14:paraId="58D3745A" w14:textId="77777777" w:rsidR="00B44DB5" w:rsidRPr="00F664B3" w:rsidRDefault="00B44DB5" w:rsidP="00B44DB5">
            <w:pPr>
              <w:pStyle w:val="SpecNormal"/>
              <w:spacing w:line="240" w:lineRule="auto"/>
            </w:pPr>
          </w:p>
        </w:tc>
      </w:tr>
      <w:tr w:rsidR="00B44DB5" w:rsidRPr="00F664B3" w14:paraId="524A1B53" w14:textId="77777777" w:rsidTr="00B44DB5">
        <w:trPr>
          <w:cantSplit/>
          <w:trHeight w:val="300"/>
          <w:jc w:val="center"/>
        </w:trPr>
        <w:tc>
          <w:tcPr>
            <w:tcW w:w="1851" w:type="dxa"/>
            <w:shd w:val="clear" w:color="auto" w:fill="auto"/>
            <w:noWrap/>
            <w:vAlign w:val="center"/>
            <w:hideMark/>
          </w:tcPr>
          <w:p w14:paraId="46AA22B4"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08023301"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576B5825"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4C2178C7"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3B23555E" w14:textId="77777777" w:rsidR="00B44DB5" w:rsidRPr="00F664B3" w:rsidRDefault="00B44DB5" w:rsidP="00B44DB5">
            <w:pPr>
              <w:pStyle w:val="SpecNormal"/>
              <w:spacing w:line="240" w:lineRule="auto"/>
            </w:pPr>
          </w:p>
        </w:tc>
        <w:tc>
          <w:tcPr>
            <w:tcW w:w="891" w:type="dxa"/>
            <w:vAlign w:val="center"/>
          </w:tcPr>
          <w:p w14:paraId="558EC047" w14:textId="77777777" w:rsidR="00B44DB5" w:rsidRPr="00F664B3" w:rsidRDefault="00B44DB5" w:rsidP="00B44DB5">
            <w:pPr>
              <w:pStyle w:val="SpecNormal"/>
              <w:spacing w:line="240" w:lineRule="auto"/>
            </w:pPr>
          </w:p>
        </w:tc>
        <w:tc>
          <w:tcPr>
            <w:tcW w:w="1170" w:type="dxa"/>
            <w:vAlign w:val="center"/>
          </w:tcPr>
          <w:p w14:paraId="6073486C" w14:textId="77777777" w:rsidR="00B44DB5" w:rsidRPr="00F664B3" w:rsidRDefault="00B44DB5" w:rsidP="00B44DB5">
            <w:pPr>
              <w:pStyle w:val="SpecNormal"/>
              <w:spacing w:line="240" w:lineRule="auto"/>
            </w:pPr>
          </w:p>
        </w:tc>
        <w:tc>
          <w:tcPr>
            <w:tcW w:w="909" w:type="dxa"/>
            <w:vAlign w:val="center"/>
          </w:tcPr>
          <w:p w14:paraId="41AE2EE7" w14:textId="77777777" w:rsidR="00B44DB5" w:rsidRPr="00F664B3" w:rsidRDefault="00B44DB5" w:rsidP="00B44DB5">
            <w:pPr>
              <w:pStyle w:val="SpecNormal"/>
              <w:spacing w:line="240" w:lineRule="auto"/>
            </w:pPr>
          </w:p>
        </w:tc>
      </w:tr>
      <w:tr w:rsidR="00B44DB5" w:rsidRPr="00F664B3" w14:paraId="65D4F06C" w14:textId="77777777" w:rsidTr="00B44DB5">
        <w:trPr>
          <w:cantSplit/>
          <w:trHeight w:val="300"/>
          <w:jc w:val="center"/>
        </w:trPr>
        <w:tc>
          <w:tcPr>
            <w:tcW w:w="1851" w:type="dxa"/>
            <w:shd w:val="clear" w:color="auto" w:fill="auto"/>
            <w:noWrap/>
            <w:vAlign w:val="center"/>
            <w:hideMark/>
          </w:tcPr>
          <w:p w14:paraId="00071CF7" w14:textId="77777777" w:rsidR="00B44DB5" w:rsidRPr="00F664B3" w:rsidRDefault="00B44DB5" w:rsidP="00B44DB5">
            <w:pPr>
              <w:pStyle w:val="SpecNormal"/>
              <w:spacing w:line="240" w:lineRule="auto"/>
            </w:pPr>
            <w:r w:rsidRPr="00F664B3">
              <w:t>HW Pump 1 Start/Stop</w:t>
            </w:r>
          </w:p>
        </w:tc>
        <w:tc>
          <w:tcPr>
            <w:tcW w:w="800" w:type="dxa"/>
            <w:shd w:val="clear" w:color="auto" w:fill="auto"/>
            <w:noWrap/>
            <w:vAlign w:val="center"/>
            <w:hideMark/>
          </w:tcPr>
          <w:p w14:paraId="2BEEF318"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08F09E84"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11FDD0F3"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145A715" w14:textId="77777777" w:rsidR="00B44DB5" w:rsidRPr="00F664B3" w:rsidRDefault="00B44DB5" w:rsidP="00B44DB5">
            <w:pPr>
              <w:pStyle w:val="SpecNormal"/>
              <w:spacing w:line="240" w:lineRule="auto"/>
            </w:pPr>
            <w:r w:rsidRPr="00F664B3">
              <w:t>3 days</w:t>
            </w:r>
          </w:p>
        </w:tc>
        <w:tc>
          <w:tcPr>
            <w:tcW w:w="891" w:type="dxa"/>
            <w:vAlign w:val="center"/>
          </w:tcPr>
          <w:p w14:paraId="7827C24B" w14:textId="77777777" w:rsidR="00B44DB5" w:rsidRPr="00F664B3" w:rsidRDefault="00B44DB5" w:rsidP="00B44DB5">
            <w:pPr>
              <w:pStyle w:val="SpecNormal"/>
              <w:spacing w:line="240" w:lineRule="auto"/>
            </w:pPr>
            <w:r w:rsidRPr="00F664B3">
              <w:t>N/A</w:t>
            </w:r>
          </w:p>
        </w:tc>
        <w:tc>
          <w:tcPr>
            <w:tcW w:w="1170" w:type="dxa"/>
            <w:vAlign w:val="center"/>
          </w:tcPr>
          <w:p w14:paraId="2855A624" w14:textId="77777777" w:rsidR="00B44DB5" w:rsidRPr="00F664B3" w:rsidRDefault="00B44DB5" w:rsidP="00B44DB5">
            <w:pPr>
              <w:pStyle w:val="SpecNormal"/>
              <w:spacing w:line="240" w:lineRule="auto"/>
            </w:pPr>
          </w:p>
        </w:tc>
        <w:tc>
          <w:tcPr>
            <w:tcW w:w="909" w:type="dxa"/>
            <w:vAlign w:val="center"/>
          </w:tcPr>
          <w:p w14:paraId="78D38652" w14:textId="77777777" w:rsidR="00B44DB5" w:rsidRPr="00F664B3" w:rsidRDefault="00B44DB5" w:rsidP="00B44DB5">
            <w:pPr>
              <w:pStyle w:val="SpecNormal"/>
              <w:spacing w:line="240" w:lineRule="auto"/>
            </w:pPr>
          </w:p>
        </w:tc>
      </w:tr>
      <w:tr w:rsidR="00B44DB5" w:rsidRPr="00F664B3" w14:paraId="622C9E42" w14:textId="77777777" w:rsidTr="00B44DB5">
        <w:trPr>
          <w:cantSplit/>
          <w:trHeight w:val="300"/>
          <w:jc w:val="center"/>
        </w:trPr>
        <w:tc>
          <w:tcPr>
            <w:tcW w:w="1851" w:type="dxa"/>
            <w:shd w:val="clear" w:color="auto" w:fill="auto"/>
            <w:noWrap/>
            <w:vAlign w:val="center"/>
            <w:hideMark/>
          </w:tcPr>
          <w:p w14:paraId="35184A28" w14:textId="77777777" w:rsidR="00B44DB5" w:rsidRPr="00F664B3" w:rsidRDefault="00B44DB5" w:rsidP="00B44DB5">
            <w:pPr>
              <w:pStyle w:val="SpecNormal"/>
              <w:spacing w:line="240" w:lineRule="auto"/>
            </w:pPr>
            <w:r w:rsidRPr="00F664B3">
              <w:t>HW Pump 2 Start/Stop</w:t>
            </w:r>
          </w:p>
        </w:tc>
        <w:tc>
          <w:tcPr>
            <w:tcW w:w="800" w:type="dxa"/>
            <w:shd w:val="clear" w:color="auto" w:fill="auto"/>
            <w:noWrap/>
            <w:vAlign w:val="center"/>
            <w:hideMark/>
          </w:tcPr>
          <w:p w14:paraId="7FE1C216"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12DFB2DE"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2ADD9F47"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3343C37" w14:textId="77777777" w:rsidR="00B44DB5" w:rsidRPr="00F664B3" w:rsidRDefault="00B44DB5" w:rsidP="00B44DB5">
            <w:pPr>
              <w:pStyle w:val="SpecNormal"/>
              <w:spacing w:line="240" w:lineRule="auto"/>
            </w:pPr>
            <w:r w:rsidRPr="00F664B3">
              <w:t>3 days</w:t>
            </w:r>
          </w:p>
        </w:tc>
        <w:tc>
          <w:tcPr>
            <w:tcW w:w="891" w:type="dxa"/>
            <w:vAlign w:val="center"/>
          </w:tcPr>
          <w:p w14:paraId="55F6C027" w14:textId="77777777" w:rsidR="00B44DB5" w:rsidRPr="00F664B3" w:rsidRDefault="00B44DB5" w:rsidP="00B44DB5">
            <w:pPr>
              <w:pStyle w:val="SpecNormal"/>
              <w:spacing w:line="240" w:lineRule="auto"/>
            </w:pPr>
            <w:r w:rsidRPr="00F664B3">
              <w:t>N/A</w:t>
            </w:r>
          </w:p>
        </w:tc>
        <w:tc>
          <w:tcPr>
            <w:tcW w:w="1170" w:type="dxa"/>
            <w:vAlign w:val="center"/>
          </w:tcPr>
          <w:p w14:paraId="76367E84" w14:textId="77777777" w:rsidR="00B44DB5" w:rsidRPr="00F664B3" w:rsidRDefault="00B44DB5" w:rsidP="00B44DB5">
            <w:pPr>
              <w:pStyle w:val="SpecNormal"/>
              <w:spacing w:line="240" w:lineRule="auto"/>
            </w:pPr>
          </w:p>
        </w:tc>
        <w:tc>
          <w:tcPr>
            <w:tcW w:w="909" w:type="dxa"/>
            <w:vAlign w:val="center"/>
          </w:tcPr>
          <w:p w14:paraId="23A092CE" w14:textId="77777777" w:rsidR="00B44DB5" w:rsidRPr="00F664B3" w:rsidRDefault="00B44DB5" w:rsidP="00B44DB5">
            <w:pPr>
              <w:pStyle w:val="SpecNormal"/>
              <w:spacing w:line="240" w:lineRule="auto"/>
            </w:pPr>
          </w:p>
        </w:tc>
      </w:tr>
      <w:tr w:rsidR="00B44DB5" w:rsidRPr="00F664B3" w14:paraId="70C235DC" w14:textId="77777777" w:rsidTr="00B44DB5">
        <w:trPr>
          <w:cantSplit/>
          <w:trHeight w:val="300"/>
          <w:jc w:val="center"/>
        </w:trPr>
        <w:tc>
          <w:tcPr>
            <w:tcW w:w="1851" w:type="dxa"/>
            <w:shd w:val="clear" w:color="auto" w:fill="auto"/>
            <w:noWrap/>
            <w:vAlign w:val="center"/>
            <w:hideMark/>
          </w:tcPr>
          <w:p w14:paraId="64C0375F" w14:textId="77777777" w:rsidR="00B44DB5" w:rsidRPr="00F664B3" w:rsidRDefault="00B44DB5" w:rsidP="00B44DB5">
            <w:pPr>
              <w:pStyle w:val="SpecNormal"/>
              <w:spacing w:line="240" w:lineRule="auto"/>
            </w:pPr>
            <w:r w:rsidRPr="00F664B3">
              <w:t>HWR #1 Valve</w:t>
            </w:r>
          </w:p>
        </w:tc>
        <w:tc>
          <w:tcPr>
            <w:tcW w:w="800" w:type="dxa"/>
            <w:shd w:val="clear" w:color="auto" w:fill="auto"/>
            <w:noWrap/>
            <w:vAlign w:val="center"/>
            <w:hideMark/>
          </w:tcPr>
          <w:p w14:paraId="3D1918D8"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06DAEE70"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17F9FB9B"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C3636A2" w14:textId="77777777" w:rsidR="00B44DB5" w:rsidRPr="00F664B3" w:rsidRDefault="00B44DB5" w:rsidP="00B44DB5">
            <w:pPr>
              <w:pStyle w:val="SpecNormal"/>
              <w:spacing w:line="240" w:lineRule="auto"/>
            </w:pPr>
            <w:r w:rsidRPr="00F664B3">
              <w:t>3 days</w:t>
            </w:r>
          </w:p>
        </w:tc>
        <w:tc>
          <w:tcPr>
            <w:tcW w:w="891" w:type="dxa"/>
            <w:vAlign w:val="center"/>
          </w:tcPr>
          <w:p w14:paraId="76DAD012" w14:textId="77777777" w:rsidR="00B44DB5" w:rsidRPr="00F664B3" w:rsidRDefault="00B44DB5" w:rsidP="00B44DB5">
            <w:pPr>
              <w:pStyle w:val="SpecNormal"/>
              <w:spacing w:line="240" w:lineRule="auto"/>
            </w:pPr>
            <w:r w:rsidRPr="00F664B3">
              <w:t>N/A</w:t>
            </w:r>
          </w:p>
        </w:tc>
        <w:tc>
          <w:tcPr>
            <w:tcW w:w="1170" w:type="dxa"/>
            <w:vAlign w:val="center"/>
          </w:tcPr>
          <w:p w14:paraId="436D400B" w14:textId="77777777" w:rsidR="00B44DB5" w:rsidRPr="00F664B3" w:rsidRDefault="00B44DB5" w:rsidP="00B44DB5">
            <w:pPr>
              <w:pStyle w:val="SpecNormal"/>
              <w:spacing w:line="240" w:lineRule="auto"/>
            </w:pPr>
          </w:p>
        </w:tc>
        <w:tc>
          <w:tcPr>
            <w:tcW w:w="909" w:type="dxa"/>
            <w:vAlign w:val="center"/>
          </w:tcPr>
          <w:p w14:paraId="513EC96D" w14:textId="77777777" w:rsidR="00B44DB5" w:rsidRPr="00F664B3" w:rsidRDefault="00B44DB5" w:rsidP="00B44DB5">
            <w:pPr>
              <w:pStyle w:val="SpecNormal"/>
              <w:spacing w:line="240" w:lineRule="auto"/>
            </w:pPr>
          </w:p>
        </w:tc>
      </w:tr>
      <w:tr w:rsidR="00B44DB5" w:rsidRPr="00F664B3" w14:paraId="0BE520B1" w14:textId="77777777" w:rsidTr="00B44DB5">
        <w:trPr>
          <w:cantSplit/>
          <w:trHeight w:val="300"/>
          <w:jc w:val="center"/>
        </w:trPr>
        <w:tc>
          <w:tcPr>
            <w:tcW w:w="1851" w:type="dxa"/>
            <w:shd w:val="clear" w:color="auto" w:fill="auto"/>
            <w:noWrap/>
            <w:vAlign w:val="center"/>
            <w:hideMark/>
          </w:tcPr>
          <w:p w14:paraId="65991BE6" w14:textId="77777777" w:rsidR="00B44DB5" w:rsidRPr="00F664B3" w:rsidRDefault="00B44DB5" w:rsidP="00B44DB5">
            <w:pPr>
              <w:pStyle w:val="SpecNormal"/>
              <w:spacing w:line="240" w:lineRule="auto"/>
            </w:pPr>
            <w:r w:rsidRPr="00F664B3">
              <w:t>HWR #2 Valve</w:t>
            </w:r>
          </w:p>
        </w:tc>
        <w:tc>
          <w:tcPr>
            <w:tcW w:w="800" w:type="dxa"/>
            <w:shd w:val="clear" w:color="auto" w:fill="auto"/>
            <w:noWrap/>
            <w:vAlign w:val="center"/>
            <w:hideMark/>
          </w:tcPr>
          <w:p w14:paraId="3DD044CF"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79EC9582"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0430940A"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6AC0831" w14:textId="77777777" w:rsidR="00B44DB5" w:rsidRPr="00F664B3" w:rsidRDefault="00B44DB5" w:rsidP="00B44DB5">
            <w:pPr>
              <w:pStyle w:val="SpecNormal"/>
              <w:spacing w:line="240" w:lineRule="auto"/>
            </w:pPr>
            <w:r w:rsidRPr="00F664B3">
              <w:t>3 days</w:t>
            </w:r>
          </w:p>
        </w:tc>
        <w:tc>
          <w:tcPr>
            <w:tcW w:w="891" w:type="dxa"/>
            <w:vAlign w:val="center"/>
          </w:tcPr>
          <w:p w14:paraId="20C3215C" w14:textId="77777777" w:rsidR="00B44DB5" w:rsidRPr="00F664B3" w:rsidRDefault="00B44DB5" w:rsidP="00B44DB5">
            <w:pPr>
              <w:pStyle w:val="SpecNormal"/>
              <w:spacing w:line="240" w:lineRule="auto"/>
            </w:pPr>
            <w:r w:rsidRPr="00F664B3">
              <w:t>N/A</w:t>
            </w:r>
          </w:p>
        </w:tc>
        <w:tc>
          <w:tcPr>
            <w:tcW w:w="1170" w:type="dxa"/>
            <w:vAlign w:val="center"/>
          </w:tcPr>
          <w:p w14:paraId="78E38CED" w14:textId="77777777" w:rsidR="00B44DB5" w:rsidRPr="00F664B3" w:rsidRDefault="00B44DB5" w:rsidP="00B44DB5">
            <w:pPr>
              <w:pStyle w:val="SpecNormal"/>
              <w:spacing w:line="240" w:lineRule="auto"/>
            </w:pPr>
          </w:p>
        </w:tc>
        <w:tc>
          <w:tcPr>
            <w:tcW w:w="909" w:type="dxa"/>
            <w:vAlign w:val="center"/>
          </w:tcPr>
          <w:p w14:paraId="4CA25D61" w14:textId="77777777" w:rsidR="00B44DB5" w:rsidRPr="00F664B3" w:rsidRDefault="00B44DB5" w:rsidP="00B44DB5">
            <w:pPr>
              <w:pStyle w:val="SpecNormal"/>
              <w:spacing w:line="240" w:lineRule="auto"/>
            </w:pPr>
          </w:p>
        </w:tc>
      </w:tr>
    </w:tbl>
    <w:p w14:paraId="7023E098" w14:textId="77777777" w:rsidR="00B44DB5" w:rsidRDefault="00B44DB5" w:rsidP="00B44DB5">
      <w:pPr>
        <w:pStyle w:val="Level2"/>
      </w:pPr>
    </w:p>
    <w:p w14:paraId="2B6C0D33" w14:textId="77777777" w:rsidR="00B44DB5" w:rsidRDefault="00B44DB5" w:rsidP="00B44DB5">
      <w:pPr>
        <w:pStyle w:val="Level2"/>
      </w:pPr>
    </w:p>
    <w:tbl>
      <w:tblPr>
        <w:tblW w:w="97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51"/>
        <w:gridCol w:w="800"/>
        <w:gridCol w:w="1308"/>
        <w:gridCol w:w="1459"/>
        <w:gridCol w:w="1350"/>
        <w:gridCol w:w="891"/>
        <w:gridCol w:w="1170"/>
        <w:gridCol w:w="909"/>
      </w:tblGrid>
      <w:tr w:rsidR="00B44DB5" w:rsidRPr="00F664B3" w14:paraId="082C56D0" w14:textId="77777777" w:rsidTr="006D40D2">
        <w:trPr>
          <w:cantSplit/>
          <w:trHeight w:val="413"/>
          <w:tblHeader/>
          <w:jc w:val="center"/>
        </w:trPr>
        <w:tc>
          <w:tcPr>
            <w:tcW w:w="9738" w:type="dxa"/>
            <w:gridSpan w:val="8"/>
            <w:tcBorders>
              <w:top w:val="single" w:sz="4" w:space="0" w:color="auto"/>
              <w:bottom w:val="single" w:sz="6" w:space="0" w:color="auto"/>
            </w:tcBorders>
            <w:shd w:val="clear" w:color="auto" w:fill="D9D9D9"/>
            <w:vAlign w:val="center"/>
            <w:hideMark/>
          </w:tcPr>
          <w:p w14:paraId="6B43193E" w14:textId="77777777" w:rsidR="00B44DB5" w:rsidRPr="00B44DB5" w:rsidRDefault="00B44DB5" w:rsidP="00B44DB5">
            <w:pPr>
              <w:pStyle w:val="SpecNormal"/>
              <w:spacing w:line="240" w:lineRule="auto"/>
              <w:rPr>
                <w:b/>
                <w:bCs/>
              </w:rPr>
            </w:pPr>
            <w:r w:rsidRPr="00B44DB5">
              <w:rPr>
                <w:b/>
                <w:bCs/>
              </w:rPr>
              <w:t>Chilled Water System Trending and Alarms</w:t>
            </w:r>
          </w:p>
        </w:tc>
      </w:tr>
      <w:tr w:rsidR="00B44DB5" w:rsidRPr="00F664B3" w14:paraId="335C2A5A" w14:textId="77777777" w:rsidTr="006D40D2">
        <w:trPr>
          <w:cantSplit/>
          <w:trHeight w:val="858"/>
          <w:tblHeader/>
          <w:jc w:val="center"/>
        </w:trPr>
        <w:tc>
          <w:tcPr>
            <w:tcW w:w="1851" w:type="dxa"/>
            <w:tcBorders>
              <w:top w:val="single" w:sz="6" w:space="0" w:color="auto"/>
              <w:bottom w:val="single" w:sz="6" w:space="0" w:color="auto"/>
            </w:tcBorders>
            <w:shd w:val="clear" w:color="auto" w:fill="D9D9D9"/>
            <w:vAlign w:val="center"/>
            <w:hideMark/>
          </w:tcPr>
          <w:p w14:paraId="280B23A2" w14:textId="77777777" w:rsidR="00B44DB5" w:rsidRPr="00B44DB5" w:rsidRDefault="00B44DB5" w:rsidP="00B44DB5">
            <w:pPr>
              <w:pStyle w:val="SpecNormal"/>
              <w:spacing w:line="240" w:lineRule="auto"/>
              <w:rPr>
                <w:b/>
                <w:bCs/>
              </w:rPr>
            </w:pPr>
            <w:r w:rsidRPr="00B44DB5">
              <w:rPr>
                <w:b/>
                <w:bCs/>
              </w:rPr>
              <w:t>Point</w:t>
            </w:r>
          </w:p>
        </w:tc>
        <w:tc>
          <w:tcPr>
            <w:tcW w:w="800" w:type="dxa"/>
            <w:tcBorders>
              <w:top w:val="single" w:sz="6" w:space="0" w:color="auto"/>
              <w:bottom w:val="single" w:sz="6" w:space="0" w:color="auto"/>
            </w:tcBorders>
            <w:shd w:val="clear" w:color="auto" w:fill="D9D9D9"/>
            <w:vAlign w:val="center"/>
            <w:hideMark/>
          </w:tcPr>
          <w:p w14:paraId="4E62CEEC" w14:textId="77777777" w:rsidR="00B44DB5" w:rsidRPr="00B44DB5" w:rsidRDefault="00B44DB5" w:rsidP="00B44DB5">
            <w:pPr>
              <w:pStyle w:val="SpecNormal"/>
              <w:spacing w:line="240" w:lineRule="auto"/>
              <w:rPr>
                <w:b/>
                <w:bCs/>
              </w:rPr>
            </w:pPr>
            <w:r w:rsidRPr="00B44DB5">
              <w:rPr>
                <w:b/>
                <w:bCs/>
              </w:rPr>
              <w:t>Type</w:t>
            </w:r>
          </w:p>
        </w:tc>
        <w:tc>
          <w:tcPr>
            <w:tcW w:w="1308" w:type="dxa"/>
            <w:tcBorders>
              <w:top w:val="single" w:sz="6" w:space="0" w:color="auto"/>
              <w:bottom w:val="single" w:sz="6" w:space="0" w:color="auto"/>
            </w:tcBorders>
            <w:shd w:val="clear" w:color="auto" w:fill="D9D9D9"/>
            <w:vAlign w:val="center"/>
            <w:hideMark/>
          </w:tcPr>
          <w:p w14:paraId="3FA9221B" w14:textId="77777777" w:rsidR="00B44DB5" w:rsidRPr="00B44DB5" w:rsidRDefault="00B44DB5" w:rsidP="00B44DB5">
            <w:pPr>
              <w:pStyle w:val="SpecNormal"/>
              <w:spacing w:line="240" w:lineRule="auto"/>
              <w:rPr>
                <w:b/>
                <w:bCs/>
              </w:rPr>
            </w:pPr>
            <w:r w:rsidRPr="00B44DB5">
              <w:rPr>
                <w:b/>
                <w:bCs/>
              </w:rPr>
              <w:t>Trend</w:t>
            </w:r>
          </w:p>
          <w:p w14:paraId="568E2EA3" w14:textId="77777777" w:rsidR="00B44DB5" w:rsidRPr="00B44DB5" w:rsidRDefault="00B44DB5" w:rsidP="00B44DB5">
            <w:pPr>
              <w:pStyle w:val="SpecNormal"/>
              <w:spacing w:line="240" w:lineRule="auto"/>
              <w:rPr>
                <w:b/>
                <w:bCs/>
              </w:rPr>
            </w:pPr>
            <w:r w:rsidRPr="00B44DB5">
              <w:rPr>
                <w:b/>
                <w:bCs/>
              </w:rPr>
              <w:t>Interval</w:t>
            </w:r>
          </w:p>
        </w:tc>
        <w:tc>
          <w:tcPr>
            <w:tcW w:w="1459" w:type="dxa"/>
            <w:tcBorders>
              <w:top w:val="single" w:sz="6" w:space="0" w:color="auto"/>
              <w:bottom w:val="single" w:sz="6" w:space="0" w:color="auto"/>
            </w:tcBorders>
            <w:shd w:val="clear" w:color="auto" w:fill="D9D9D9"/>
            <w:vAlign w:val="center"/>
            <w:hideMark/>
          </w:tcPr>
          <w:p w14:paraId="27A01256" w14:textId="77777777" w:rsidR="00B44DB5" w:rsidRPr="00B44DB5" w:rsidRDefault="00B44DB5" w:rsidP="00B44DB5">
            <w:pPr>
              <w:pStyle w:val="SpecNormal"/>
              <w:spacing w:line="240" w:lineRule="auto"/>
              <w:rPr>
                <w:b/>
                <w:bCs/>
              </w:rPr>
            </w:pPr>
            <w:r w:rsidRPr="00B44DB5">
              <w:rPr>
                <w:b/>
                <w:bCs/>
              </w:rPr>
              <w:t>Operational Trend</w:t>
            </w:r>
          </w:p>
          <w:p w14:paraId="42EC2F08" w14:textId="77777777" w:rsidR="00B44DB5" w:rsidRPr="00B44DB5" w:rsidRDefault="00B44DB5" w:rsidP="00B44DB5">
            <w:pPr>
              <w:pStyle w:val="SpecNormal"/>
              <w:spacing w:line="240" w:lineRule="auto"/>
              <w:rPr>
                <w:b/>
                <w:bCs/>
              </w:rPr>
            </w:pPr>
            <w:r w:rsidRPr="00B44DB5">
              <w:rPr>
                <w:b/>
                <w:bCs/>
              </w:rPr>
              <w:t>Duration</w:t>
            </w:r>
          </w:p>
        </w:tc>
        <w:tc>
          <w:tcPr>
            <w:tcW w:w="1350" w:type="dxa"/>
            <w:tcBorders>
              <w:top w:val="single" w:sz="6" w:space="0" w:color="auto"/>
              <w:bottom w:val="single" w:sz="6" w:space="0" w:color="auto"/>
            </w:tcBorders>
            <w:shd w:val="clear" w:color="auto" w:fill="D9D9D9"/>
            <w:vAlign w:val="center"/>
            <w:hideMark/>
          </w:tcPr>
          <w:p w14:paraId="79D50BD0" w14:textId="77777777" w:rsidR="00B44DB5" w:rsidRPr="00B44DB5" w:rsidRDefault="00B44DB5" w:rsidP="00B44DB5">
            <w:pPr>
              <w:pStyle w:val="SpecNormal"/>
              <w:spacing w:line="240" w:lineRule="auto"/>
              <w:rPr>
                <w:b/>
                <w:bCs/>
              </w:rPr>
            </w:pPr>
            <w:r w:rsidRPr="00B44DB5">
              <w:rPr>
                <w:b/>
                <w:bCs/>
              </w:rPr>
              <w:t>Testing Trend Duration</w:t>
            </w:r>
          </w:p>
        </w:tc>
        <w:tc>
          <w:tcPr>
            <w:tcW w:w="891" w:type="dxa"/>
            <w:tcBorders>
              <w:top w:val="single" w:sz="6" w:space="0" w:color="auto"/>
              <w:bottom w:val="single" w:sz="6" w:space="0" w:color="auto"/>
            </w:tcBorders>
            <w:shd w:val="clear" w:color="auto" w:fill="D9D9D9"/>
            <w:vAlign w:val="center"/>
          </w:tcPr>
          <w:p w14:paraId="7D331675" w14:textId="77777777" w:rsidR="00B44DB5" w:rsidRPr="00B44DB5" w:rsidRDefault="00B44DB5" w:rsidP="00B44DB5">
            <w:pPr>
              <w:pStyle w:val="SpecNormal"/>
              <w:spacing w:line="240" w:lineRule="auto"/>
              <w:rPr>
                <w:b/>
                <w:bCs/>
              </w:rPr>
            </w:pPr>
            <w:r w:rsidRPr="00B44DB5">
              <w:rPr>
                <w:b/>
                <w:bCs/>
              </w:rPr>
              <w:t>Alarm Type</w:t>
            </w:r>
          </w:p>
        </w:tc>
        <w:tc>
          <w:tcPr>
            <w:tcW w:w="1170" w:type="dxa"/>
            <w:tcBorders>
              <w:top w:val="single" w:sz="6" w:space="0" w:color="auto"/>
              <w:bottom w:val="single" w:sz="6" w:space="0" w:color="auto"/>
            </w:tcBorders>
            <w:shd w:val="clear" w:color="auto" w:fill="D9D9D9"/>
            <w:vAlign w:val="center"/>
          </w:tcPr>
          <w:p w14:paraId="2BF175ED" w14:textId="77777777" w:rsidR="00B44DB5" w:rsidRPr="00B44DB5" w:rsidRDefault="00B44DB5" w:rsidP="00B44DB5">
            <w:pPr>
              <w:pStyle w:val="SpecNormal"/>
              <w:spacing w:line="240" w:lineRule="auto"/>
              <w:rPr>
                <w:b/>
                <w:bCs/>
              </w:rPr>
            </w:pPr>
            <w:r w:rsidRPr="00B44DB5">
              <w:rPr>
                <w:b/>
                <w:bCs/>
              </w:rPr>
              <w:t>Alarm Range</w:t>
            </w:r>
          </w:p>
        </w:tc>
        <w:tc>
          <w:tcPr>
            <w:tcW w:w="909" w:type="dxa"/>
            <w:tcBorders>
              <w:top w:val="single" w:sz="6" w:space="0" w:color="auto"/>
              <w:bottom w:val="single" w:sz="6" w:space="0" w:color="auto"/>
            </w:tcBorders>
            <w:shd w:val="clear" w:color="auto" w:fill="D9D9D9"/>
            <w:vAlign w:val="center"/>
          </w:tcPr>
          <w:p w14:paraId="6945BC78" w14:textId="77777777" w:rsidR="00B44DB5" w:rsidRPr="00B44DB5" w:rsidRDefault="00B44DB5" w:rsidP="00B44DB5">
            <w:pPr>
              <w:pStyle w:val="SpecNormal"/>
              <w:spacing w:line="240" w:lineRule="auto"/>
              <w:rPr>
                <w:b/>
                <w:bCs/>
              </w:rPr>
            </w:pPr>
            <w:r w:rsidRPr="00B44DB5">
              <w:rPr>
                <w:b/>
                <w:bCs/>
              </w:rPr>
              <w:t>Alarm Delay</w:t>
            </w:r>
          </w:p>
        </w:tc>
      </w:tr>
      <w:tr w:rsidR="00B44DB5" w:rsidRPr="00F664B3" w14:paraId="199698E3" w14:textId="77777777" w:rsidTr="00B44DB5">
        <w:trPr>
          <w:cantSplit/>
          <w:trHeight w:val="300"/>
          <w:jc w:val="center"/>
        </w:trPr>
        <w:tc>
          <w:tcPr>
            <w:tcW w:w="1851" w:type="dxa"/>
            <w:tcBorders>
              <w:top w:val="single" w:sz="6" w:space="0" w:color="auto"/>
            </w:tcBorders>
            <w:shd w:val="clear" w:color="auto" w:fill="auto"/>
            <w:noWrap/>
            <w:vAlign w:val="center"/>
            <w:hideMark/>
          </w:tcPr>
          <w:p w14:paraId="71D1819B" w14:textId="77777777" w:rsidR="00B44DB5" w:rsidRPr="00F664B3" w:rsidRDefault="00B44DB5" w:rsidP="00B44DB5">
            <w:pPr>
              <w:pStyle w:val="SpecNormal"/>
              <w:spacing w:line="240" w:lineRule="auto"/>
            </w:pPr>
            <w:r w:rsidRPr="00F664B3">
              <w:t>Chiller 1 Entering Temperature</w:t>
            </w:r>
          </w:p>
        </w:tc>
        <w:tc>
          <w:tcPr>
            <w:tcW w:w="800" w:type="dxa"/>
            <w:tcBorders>
              <w:top w:val="single" w:sz="6" w:space="0" w:color="auto"/>
            </w:tcBorders>
            <w:shd w:val="clear" w:color="auto" w:fill="auto"/>
            <w:noWrap/>
            <w:vAlign w:val="center"/>
            <w:hideMark/>
          </w:tcPr>
          <w:p w14:paraId="0D65F905" w14:textId="77777777" w:rsidR="00B44DB5" w:rsidRPr="00F664B3" w:rsidRDefault="00B44DB5" w:rsidP="00B44DB5">
            <w:pPr>
              <w:pStyle w:val="SpecNormal"/>
              <w:spacing w:line="240" w:lineRule="auto"/>
            </w:pPr>
            <w:r w:rsidRPr="00F664B3">
              <w:t>AI</w:t>
            </w:r>
          </w:p>
        </w:tc>
        <w:tc>
          <w:tcPr>
            <w:tcW w:w="1308" w:type="dxa"/>
            <w:tcBorders>
              <w:top w:val="single" w:sz="6" w:space="0" w:color="auto"/>
            </w:tcBorders>
            <w:shd w:val="clear" w:color="auto" w:fill="auto"/>
            <w:noWrap/>
            <w:vAlign w:val="center"/>
            <w:hideMark/>
          </w:tcPr>
          <w:p w14:paraId="1C0EE2E6" w14:textId="77777777" w:rsidR="00B44DB5" w:rsidRPr="00F664B3" w:rsidRDefault="00B44DB5" w:rsidP="00B44DB5">
            <w:pPr>
              <w:pStyle w:val="SpecNormal"/>
              <w:spacing w:line="240" w:lineRule="auto"/>
            </w:pPr>
            <w:r w:rsidRPr="00F664B3">
              <w:t>15 Minutes</w:t>
            </w:r>
          </w:p>
        </w:tc>
        <w:tc>
          <w:tcPr>
            <w:tcW w:w="1459" w:type="dxa"/>
            <w:tcBorders>
              <w:top w:val="single" w:sz="6" w:space="0" w:color="auto"/>
            </w:tcBorders>
            <w:shd w:val="clear" w:color="auto" w:fill="auto"/>
            <w:noWrap/>
            <w:vAlign w:val="center"/>
            <w:hideMark/>
          </w:tcPr>
          <w:p w14:paraId="0223603C" w14:textId="77777777" w:rsidR="00B44DB5" w:rsidRPr="00F664B3" w:rsidRDefault="00B44DB5" w:rsidP="00B44DB5">
            <w:pPr>
              <w:pStyle w:val="SpecNormal"/>
              <w:spacing w:line="240" w:lineRule="auto"/>
            </w:pPr>
            <w:r w:rsidRPr="00F664B3">
              <w:t>12 Hours</w:t>
            </w:r>
          </w:p>
        </w:tc>
        <w:tc>
          <w:tcPr>
            <w:tcW w:w="1350" w:type="dxa"/>
            <w:tcBorders>
              <w:top w:val="single" w:sz="6" w:space="0" w:color="auto"/>
            </w:tcBorders>
            <w:shd w:val="clear" w:color="auto" w:fill="auto"/>
            <w:noWrap/>
            <w:vAlign w:val="center"/>
            <w:hideMark/>
          </w:tcPr>
          <w:p w14:paraId="222F86A3" w14:textId="77777777" w:rsidR="00B44DB5" w:rsidRPr="00F664B3" w:rsidRDefault="00B44DB5" w:rsidP="00B44DB5">
            <w:pPr>
              <w:pStyle w:val="SpecNormal"/>
              <w:spacing w:line="240" w:lineRule="auto"/>
            </w:pPr>
            <w:r w:rsidRPr="00F664B3">
              <w:t>3 days</w:t>
            </w:r>
          </w:p>
        </w:tc>
        <w:tc>
          <w:tcPr>
            <w:tcW w:w="891" w:type="dxa"/>
            <w:tcBorders>
              <w:top w:val="single" w:sz="6" w:space="0" w:color="auto"/>
            </w:tcBorders>
            <w:vAlign w:val="center"/>
          </w:tcPr>
          <w:p w14:paraId="144CCE79" w14:textId="77777777" w:rsidR="00B44DB5" w:rsidRPr="00F664B3" w:rsidRDefault="00B44DB5" w:rsidP="00B44DB5">
            <w:pPr>
              <w:pStyle w:val="SpecNormal"/>
              <w:spacing w:line="240" w:lineRule="auto"/>
            </w:pPr>
            <w:r w:rsidRPr="00F664B3">
              <w:t>N/A</w:t>
            </w:r>
          </w:p>
        </w:tc>
        <w:tc>
          <w:tcPr>
            <w:tcW w:w="1170" w:type="dxa"/>
            <w:tcBorders>
              <w:top w:val="single" w:sz="6" w:space="0" w:color="auto"/>
            </w:tcBorders>
            <w:vAlign w:val="center"/>
          </w:tcPr>
          <w:p w14:paraId="6199A55D" w14:textId="77777777" w:rsidR="00B44DB5" w:rsidRPr="00F664B3" w:rsidRDefault="00B44DB5" w:rsidP="00B44DB5">
            <w:pPr>
              <w:pStyle w:val="SpecNormal"/>
              <w:spacing w:line="240" w:lineRule="auto"/>
            </w:pPr>
          </w:p>
        </w:tc>
        <w:tc>
          <w:tcPr>
            <w:tcW w:w="909" w:type="dxa"/>
            <w:tcBorders>
              <w:top w:val="single" w:sz="6" w:space="0" w:color="auto"/>
            </w:tcBorders>
            <w:vAlign w:val="center"/>
          </w:tcPr>
          <w:p w14:paraId="5E69BD78" w14:textId="77777777" w:rsidR="00B44DB5" w:rsidRPr="00F664B3" w:rsidRDefault="00B44DB5" w:rsidP="00B44DB5">
            <w:pPr>
              <w:pStyle w:val="SpecNormal"/>
              <w:spacing w:line="240" w:lineRule="auto"/>
            </w:pPr>
          </w:p>
        </w:tc>
      </w:tr>
      <w:tr w:rsidR="00B44DB5" w:rsidRPr="00F664B3" w14:paraId="72C5ECB1" w14:textId="77777777" w:rsidTr="00B44DB5">
        <w:trPr>
          <w:cantSplit/>
          <w:trHeight w:val="300"/>
          <w:jc w:val="center"/>
        </w:trPr>
        <w:tc>
          <w:tcPr>
            <w:tcW w:w="1851" w:type="dxa"/>
            <w:shd w:val="clear" w:color="auto" w:fill="auto"/>
            <w:noWrap/>
            <w:vAlign w:val="center"/>
            <w:hideMark/>
          </w:tcPr>
          <w:p w14:paraId="4173EC58" w14:textId="77777777" w:rsidR="00B44DB5" w:rsidRPr="00F664B3" w:rsidRDefault="00B44DB5" w:rsidP="00B44DB5">
            <w:pPr>
              <w:pStyle w:val="SpecNormal"/>
              <w:spacing w:line="240" w:lineRule="auto"/>
            </w:pPr>
            <w:r w:rsidRPr="00F664B3">
              <w:t>Chiller 1 Leaving Temperature</w:t>
            </w:r>
          </w:p>
        </w:tc>
        <w:tc>
          <w:tcPr>
            <w:tcW w:w="800" w:type="dxa"/>
            <w:shd w:val="clear" w:color="auto" w:fill="auto"/>
            <w:noWrap/>
            <w:vAlign w:val="center"/>
            <w:hideMark/>
          </w:tcPr>
          <w:p w14:paraId="173EC86F"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5E9C0358"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22392994"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5FCC7BE" w14:textId="77777777" w:rsidR="00B44DB5" w:rsidRPr="00F664B3" w:rsidRDefault="00B44DB5" w:rsidP="00B44DB5">
            <w:pPr>
              <w:pStyle w:val="SpecNormal"/>
              <w:spacing w:line="240" w:lineRule="auto"/>
            </w:pPr>
            <w:r w:rsidRPr="00F664B3">
              <w:t>3 days</w:t>
            </w:r>
          </w:p>
        </w:tc>
        <w:tc>
          <w:tcPr>
            <w:tcW w:w="891" w:type="dxa"/>
            <w:vAlign w:val="center"/>
          </w:tcPr>
          <w:p w14:paraId="4D87879C" w14:textId="77777777" w:rsidR="00B44DB5" w:rsidRPr="00F664B3" w:rsidRDefault="00B44DB5" w:rsidP="00B44DB5">
            <w:pPr>
              <w:pStyle w:val="SpecNormal"/>
              <w:spacing w:line="240" w:lineRule="auto"/>
            </w:pPr>
            <w:r w:rsidRPr="00F664B3">
              <w:t>P</w:t>
            </w:r>
          </w:p>
        </w:tc>
        <w:tc>
          <w:tcPr>
            <w:tcW w:w="1170" w:type="dxa"/>
            <w:vAlign w:val="center"/>
          </w:tcPr>
          <w:p w14:paraId="636A3F5D" w14:textId="77777777" w:rsidR="00B44DB5" w:rsidRPr="00F664B3" w:rsidRDefault="00B44DB5" w:rsidP="00B44DB5">
            <w:pPr>
              <w:pStyle w:val="SpecNormal"/>
              <w:spacing w:line="240" w:lineRule="auto"/>
            </w:pPr>
            <w:r w:rsidRPr="00F664B3">
              <w:t>±5°F from SP</w:t>
            </w:r>
          </w:p>
        </w:tc>
        <w:tc>
          <w:tcPr>
            <w:tcW w:w="909" w:type="dxa"/>
            <w:vAlign w:val="center"/>
          </w:tcPr>
          <w:p w14:paraId="7E0DCEDD" w14:textId="77777777" w:rsidR="00B44DB5" w:rsidRPr="00F664B3" w:rsidRDefault="00B44DB5" w:rsidP="00B44DB5">
            <w:pPr>
              <w:pStyle w:val="SpecNormal"/>
              <w:spacing w:line="240" w:lineRule="auto"/>
            </w:pPr>
            <w:r w:rsidRPr="00F664B3">
              <w:t>10 Min</w:t>
            </w:r>
          </w:p>
        </w:tc>
      </w:tr>
      <w:tr w:rsidR="00B44DB5" w:rsidRPr="00F664B3" w14:paraId="48316EFD" w14:textId="77777777" w:rsidTr="00B44DB5">
        <w:trPr>
          <w:cantSplit/>
          <w:trHeight w:val="300"/>
          <w:jc w:val="center"/>
        </w:trPr>
        <w:tc>
          <w:tcPr>
            <w:tcW w:w="1851" w:type="dxa"/>
            <w:shd w:val="clear" w:color="auto" w:fill="auto"/>
            <w:noWrap/>
            <w:vAlign w:val="center"/>
            <w:hideMark/>
          </w:tcPr>
          <w:p w14:paraId="2E163E9C" w14:textId="77777777" w:rsidR="00B44DB5" w:rsidRPr="00F664B3" w:rsidRDefault="00B44DB5" w:rsidP="00B44DB5">
            <w:pPr>
              <w:pStyle w:val="SpecNormal"/>
              <w:spacing w:line="240" w:lineRule="auto"/>
            </w:pPr>
            <w:r w:rsidRPr="00F664B3">
              <w:t>Chiller 1 Flow</w:t>
            </w:r>
          </w:p>
        </w:tc>
        <w:tc>
          <w:tcPr>
            <w:tcW w:w="800" w:type="dxa"/>
            <w:shd w:val="clear" w:color="auto" w:fill="auto"/>
            <w:noWrap/>
            <w:vAlign w:val="center"/>
            <w:hideMark/>
          </w:tcPr>
          <w:p w14:paraId="266CA756"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315C5EB7"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3FAA6F78"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8831208" w14:textId="77777777" w:rsidR="00B44DB5" w:rsidRPr="00F664B3" w:rsidRDefault="00B44DB5" w:rsidP="00B44DB5">
            <w:pPr>
              <w:pStyle w:val="SpecNormal"/>
              <w:spacing w:line="240" w:lineRule="auto"/>
            </w:pPr>
            <w:r w:rsidRPr="00F664B3">
              <w:t>3 days</w:t>
            </w:r>
          </w:p>
        </w:tc>
        <w:tc>
          <w:tcPr>
            <w:tcW w:w="891" w:type="dxa"/>
            <w:vAlign w:val="center"/>
          </w:tcPr>
          <w:p w14:paraId="275782AB" w14:textId="77777777" w:rsidR="00B44DB5" w:rsidRPr="00F664B3" w:rsidRDefault="00B44DB5" w:rsidP="00B44DB5">
            <w:pPr>
              <w:pStyle w:val="SpecNormal"/>
              <w:spacing w:line="240" w:lineRule="auto"/>
            </w:pPr>
            <w:r w:rsidRPr="00F664B3">
              <w:t>N/A</w:t>
            </w:r>
          </w:p>
        </w:tc>
        <w:tc>
          <w:tcPr>
            <w:tcW w:w="1170" w:type="dxa"/>
            <w:vAlign w:val="center"/>
          </w:tcPr>
          <w:p w14:paraId="633C91B7" w14:textId="77777777" w:rsidR="00B44DB5" w:rsidRPr="00F664B3" w:rsidRDefault="00B44DB5" w:rsidP="00B44DB5">
            <w:pPr>
              <w:pStyle w:val="SpecNormal"/>
              <w:spacing w:line="240" w:lineRule="auto"/>
            </w:pPr>
          </w:p>
        </w:tc>
        <w:tc>
          <w:tcPr>
            <w:tcW w:w="909" w:type="dxa"/>
            <w:vAlign w:val="center"/>
          </w:tcPr>
          <w:p w14:paraId="25AF1125" w14:textId="77777777" w:rsidR="00B44DB5" w:rsidRPr="00F664B3" w:rsidRDefault="00B44DB5" w:rsidP="00B44DB5">
            <w:pPr>
              <w:pStyle w:val="SpecNormal"/>
              <w:spacing w:line="240" w:lineRule="auto"/>
            </w:pPr>
          </w:p>
        </w:tc>
      </w:tr>
      <w:tr w:rsidR="00B44DB5" w:rsidRPr="00F664B3" w14:paraId="6E325DDB" w14:textId="77777777" w:rsidTr="00B44DB5">
        <w:trPr>
          <w:cantSplit/>
          <w:trHeight w:val="300"/>
          <w:jc w:val="center"/>
        </w:trPr>
        <w:tc>
          <w:tcPr>
            <w:tcW w:w="1851" w:type="dxa"/>
            <w:shd w:val="clear" w:color="auto" w:fill="auto"/>
            <w:noWrap/>
            <w:vAlign w:val="center"/>
            <w:hideMark/>
          </w:tcPr>
          <w:p w14:paraId="2B7BC2BE" w14:textId="77777777" w:rsidR="00B44DB5" w:rsidRPr="00F664B3" w:rsidRDefault="00B44DB5" w:rsidP="00B44DB5">
            <w:pPr>
              <w:pStyle w:val="SpecNormal"/>
              <w:spacing w:line="240" w:lineRule="auto"/>
            </w:pPr>
            <w:r w:rsidRPr="00F664B3">
              <w:t>Chiller 1 Percent Load</w:t>
            </w:r>
          </w:p>
        </w:tc>
        <w:tc>
          <w:tcPr>
            <w:tcW w:w="800" w:type="dxa"/>
            <w:shd w:val="clear" w:color="auto" w:fill="auto"/>
            <w:noWrap/>
            <w:vAlign w:val="center"/>
            <w:hideMark/>
          </w:tcPr>
          <w:p w14:paraId="45EABCE7"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595DC781"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7DBB74AE"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B7828BB" w14:textId="77777777" w:rsidR="00B44DB5" w:rsidRPr="00F664B3" w:rsidRDefault="00B44DB5" w:rsidP="00B44DB5">
            <w:pPr>
              <w:pStyle w:val="SpecNormal"/>
              <w:spacing w:line="240" w:lineRule="auto"/>
            </w:pPr>
            <w:r w:rsidRPr="00F664B3">
              <w:t>3 days</w:t>
            </w:r>
          </w:p>
        </w:tc>
        <w:tc>
          <w:tcPr>
            <w:tcW w:w="891" w:type="dxa"/>
            <w:vAlign w:val="center"/>
          </w:tcPr>
          <w:p w14:paraId="6BBF489A" w14:textId="77777777" w:rsidR="00B44DB5" w:rsidRPr="00F664B3" w:rsidRDefault="00B44DB5" w:rsidP="00B44DB5">
            <w:pPr>
              <w:pStyle w:val="SpecNormal"/>
              <w:spacing w:line="240" w:lineRule="auto"/>
            </w:pPr>
            <w:r w:rsidRPr="00F664B3">
              <w:t>N/A</w:t>
            </w:r>
          </w:p>
        </w:tc>
        <w:tc>
          <w:tcPr>
            <w:tcW w:w="1170" w:type="dxa"/>
            <w:vAlign w:val="center"/>
          </w:tcPr>
          <w:p w14:paraId="24511E67" w14:textId="77777777" w:rsidR="00B44DB5" w:rsidRPr="00F664B3" w:rsidRDefault="00B44DB5" w:rsidP="00B44DB5">
            <w:pPr>
              <w:pStyle w:val="SpecNormal"/>
              <w:spacing w:line="240" w:lineRule="auto"/>
            </w:pPr>
          </w:p>
        </w:tc>
        <w:tc>
          <w:tcPr>
            <w:tcW w:w="909" w:type="dxa"/>
            <w:vAlign w:val="center"/>
          </w:tcPr>
          <w:p w14:paraId="570822F8" w14:textId="77777777" w:rsidR="00B44DB5" w:rsidRPr="00F664B3" w:rsidRDefault="00B44DB5" w:rsidP="00B44DB5">
            <w:pPr>
              <w:pStyle w:val="SpecNormal"/>
              <w:spacing w:line="240" w:lineRule="auto"/>
            </w:pPr>
          </w:p>
        </w:tc>
      </w:tr>
      <w:tr w:rsidR="00B44DB5" w:rsidRPr="00F664B3" w14:paraId="45D5D231" w14:textId="77777777" w:rsidTr="00B44DB5">
        <w:trPr>
          <w:cantSplit/>
          <w:trHeight w:val="300"/>
          <w:jc w:val="center"/>
        </w:trPr>
        <w:tc>
          <w:tcPr>
            <w:tcW w:w="1851" w:type="dxa"/>
            <w:shd w:val="clear" w:color="auto" w:fill="auto"/>
            <w:noWrap/>
            <w:vAlign w:val="center"/>
            <w:hideMark/>
          </w:tcPr>
          <w:p w14:paraId="1D478BA1" w14:textId="77777777" w:rsidR="00B44DB5" w:rsidRPr="00F664B3" w:rsidRDefault="00B44DB5" w:rsidP="00B44DB5">
            <w:pPr>
              <w:pStyle w:val="SpecNormal"/>
              <w:spacing w:line="240" w:lineRule="auto"/>
            </w:pPr>
            <w:r w:rsidRPr="00F664B3">
              <w:t>Chiller 1 KW Consumption</w:t>
            </w:r>
          </w:p>
        </w:tc>
        <w:tc>
          <w:tcPr>
            <w:tcW w:w="800" w:type="dxa"/>
            <w:shd w:val="clear" w:color="auto" w:fill="auto"/>
            <w:noWrap/>
            <w:vAlign w:val="center"/>
            <w:hideMark/>
          </w:tcPr>
          <w:p w14:paraId="5CC456B6"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733F58EF"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6043BA57"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1507CA4" w14:textId="77777777" w:rsidR="00B44DB5" w:rsidRPr="00F664B3" w:rsidRDefault="00B44DB5" w:rsidP="00B44DB5">
            <w:pPr>
              <w:pStyle w:val="SpecNormal"/>
              <w:spacing w:line="240" w:lineRule="auto"/>
            </w:pPr>
            <w:r w:rsidRPr="00F664B3">
              <w:t>3 days</w:t>
            </w:r>
          </w:p>
        </w:tc>
        <w:tc>
          <w:tcPr>
            <w:tcW w:w="891" w:type="dxa"/>
            <w:vAlign w:val="center"/>
          </w:tcPr>
          <w:p w14:paraId="27CA5BAC" w14:textId="77777777" w:rsidR="00B44DB5" w:rsidRPr="00F664B3" w:rsidRDefault="00B44DB5" w:rsidP="00B44DB5">
            <w:pPr>
              <w:pStyle w:val="SpecNormal"/>
              <w:spacing w:line="240" w:lineRule="auto"/>
            </w:pPr>
            <w:r w:rsidRPr="00F664B3">
              <w:t>N/A</w:t>
            </w:r>
          </w:p>
        </w:tc>
        <w:tc>
          <w:tcPr>
            <w:tcW w:w="1170" w:type="dxa"/>
            <w:vAlign w:val="center"/>
          </w:tcPr>
          <w:p w14:paraId="192BA2E3" w14:textId="77777777" w:rsidR="00B44DB5" w:rsidRPr="00F664B3" w:rsidRDefault="00B44DB5" w:rsidP="00B44DB5">
            <w:pPr>
              <w:pStyle w:val="SpecNormal"/>
              <w:spacing w:line="240" w:lineRule="auto"/>
            </w:pPr>
          </w:p>
        </w:tc>
        <w:tc>
          <w:tcPr>
            <w:tcW w:w="909" w:type="dxa"/>
            <w:vAlign w:val="center"/>
          </w:tcPr>
          <w:p w14:paraId="3A14AA4B" w14:textId="77777777" w:rsidR="00B44DB5" w:rsidRPr="00F664B3" w:rsidRDefault="00B44DB5" w:rsidP="00B44DB5">
            <w:pPr>
              <w:pStyle w:val="SpecNormal"/>
              <w:spacing w:line="240" w:lineRule="auto"/>
            </w:pPr>
          </w:p>
        </w:tc>
      </w:tr>
      <w:tr w:rsidR="00B44DB5" w:rsidRPr="00F664B3" w14:paraId="67E2E8AE" w14:textId="77777777" w:rsidTr="00B44DB5">
        <w:trPr>
          <w:cantSplit/>
          <w:trHeight w:val="300"/>
          <w:jc w:val="center"/>
        </w:trPr>
        <w:tc>
          <w:tcPr>
            <w:tcW w:w="1851" w:type="dxa"/>
            <w:shd w:val="clear" w:color="auto" w:fill="auto"/>
            <w:noWrap/>
            <w:vAlign w:val="center"/>
            <w:hideMark/>
          </w:tcPr>
          <w:p w14:paraId="36ED7E90" w14:textId="77777777" w:rsidR="00B44DB5" w:rsidRPr="00F664B3" w:rsidRDefault="00B44DB5" w:rsidP="00B44DB5">
            <w:pPr>
              <w:pStyle w:val="SpecNormal"/>
              <w:spacing w:line="240" w:lineRule="auto"/>
            </w:pPr>
            <w:r w:rsidRPr="00F664B3">
              <w:t>Chiller 1 Tonnage</w:t>
            </w:r>
          </w:p>
        </w:tc>
        <w:tc>
          <w:tcPr>
            <w:tcW w:w="800" w:type="dxa"/>
            <w:shd w:val="clear" w:color="auto" w:fill="auto"/>
            <w:noWrap/>
            <w:vAlign w:val="center"/>
            <w:hideMark/>
          </w:tcPr>
          <w:p w14:paraId="501D2F35"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0AA8D661"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0A34FDB7"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DF60AFB" w14:textId="77777777" w:rsidR="00B44DB5" w:rsidRPr="00F664B3" w:rsidRDefault="00B44DB5" w:rsidP="00B44DB5">
            <w:pPr>
              <w:pStyle w:val="SpecNormal"/>
              <w:spacing w:line="240" w:lineRule="auto"/>
            </w:pPr>
            <w:r w:rsidRPr="00F664B3">
              <w:t>3 days</w:t>
            </w:r>
          </w:p>
        </w:tc>
        <w:tc>
          <w:tcPr>
            <w:tcW w:w="891" w:type="dxa"/>
            <w:vAlign w:val="center"/>
          </w:tcPr>
          <w:p w14:paraId="53100D2F" w14:textId="77777777" w:rsidR="00B44DB5" w:rsidRPr="00F664B3" w:rsidRDefault="00B44DB5" w:rsidP="00B44DB5">
            <w:pPr>
              <w:pStyle w:val="SpecNormal"/>
              <w:spacing w:line="240" w:lineRule="auto"/>
            </w:pPr>
            <w:r w:rsidRPr="00F664B3">
              <w:t>N/A</w:t>
            </w:r>
          </w:p>
        </w:tc>
        <w:tc>
          <w:tcPr>
            <w:tcW w:w="1170" w:type="dxa"/>
            <w:vAlign w:val="center"/>
          </w:tcPr>
          <w:p w14:paraId="29D6A149" w14:textId="77777777" w:rsidR="00B44DB5" w:rsidRPr="00F664B3" w:rsidRDefault="00B44DB5" w:rsidP="00B44DB5">
            <w:pPr>
              <w:pStyle w:val="SpecNormal"/>
              <w:spacing w:line="240" w:lineRule="auto"/>
            </w:pPr>
          </w:p>
        </w:tc>
        <w:tc>
          <w:tcPr>
            <w:tcW w:w="909" w:type="dxa"/>
            <w:vAlign w:val="center"/>
          </w:tcPr>
          <w:p w14:paraId="29F645DD" w14:textId="77777777" w:rsidR="00B44DB5" w:rsidRPr="00F664B3" w:rsidRDefault="00B44DB5" w:rsidP="00B44DB5">
            <w:pPr>
              <w:pStyle w:val="SpecNormal"/>
              <w:spacing w:line="240" w:lineRule="auto"/>
            </w:pPr>
          </w:p>
        </w:tc>
      </w:tr>
      <w:tr w:rsidR="00B44DB5" w:rsidRPr="00F664B3" w14:paraId="3366325B" w14:textId="77777777" w:rsidTr="00B44DB5">
        <w:trPr>
          <w:cantSplit/>
          <w:trHeight w:val="300"/>
          <w:jc w:val="center"/>
        </w:trPr>
        <w:tc>
          <w:tcPr>
            <w:tcW w:w="1851" w:type="dxa"/>
            <w:shd w:val="clear" w:color="auto" w:fill="auto"/>
            <w:noWrap/>
            <w:vAlign w:val="center"/>
            <w:hideMark/>
          </w:tcPr>
          <w:p w14:paraId="07053A4C" w14:textId="77777777" w:rsidR="00B44DB5" w:rsidRPr="00F664B3" w:rsidRDefault="00B44DB5" w:rsidP="00B44DB5">
            <w:pPr>
              <w:pStyle w:val="SpecNormal"/>
              <w:spacing w:line="240" w:lineRule="auto"/>
            </w:pPr>
            <w:r w:rsidRPr="00F664B3">
              <w:t>Chiller 2 Entering Temperature</w:t>
            </w:r>
          </w:p>
        </w:tc>
        <w:tc>
          <w:tcPr>
            <w:tcW w:w="800" w:type="dxa"/>
            <w:shd w:val="clear" w:color="auto" w:fill="auto"/>
            <w:noWrap/>
            <w:vAlign w:val="center"/>
            <w:hideMark/>
          </w:tcPr>
          <w:p w14:paraId="6E9A3C57"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2E09C16E"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474E5B1F"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40A9D03" w14:textId="77777777" w:rsidR="00B44DB5" w:rsidRPr="00F664B3" w:rsidRDefault="00B44DB5" w:rsidP="00B44DB5">
            <w:pPr>
              <w:pStyle w:val="SpecNormal"/>
              <w:spacing w:line="240" w:lineRule="auto"/>
            </w:pPr>
            <w:r w:rsidRPr="00F664B3">
              <w:t>3 days</w:t>
            </w:r>
          </w:p>
        </w:tc>
        <w:tc>
          <w:tcPr>
            <w:tcW w:w="891" w:type="dxa"/>
            <w:vAlign w:val="center"/>
          </w:tcPr>
          <w:p w14:paraId="46365362" w14:textId="77777777" w:rsidR="00B44DB5" w:rsidRPr="00F664B3" w:rsidRDefault="00B44DB5" w:rsidP="00B44DB5">
            <w:pPr>
              <w:pStyle w:val="SpecNormal"/>
              <w:spacing w:line="240" w:lineRule="auto"/>
            </w:pPr>
            <w:r w:rsidRPr="00F664B3">
              <w:t>N/A</w:t>
            </w:r>
          </w:p>
        </w:tc>
        <w:tc>
          <w:tcPr>
            <w:tcW w:w="1170" w:type="dxa"/>
            <w:vAlign w:val="center"/>
          </w:tcPr>
          <w:p w14:paraId="2D29A188" w14:textId="77777777" w:rsidR="00B44DB5" w:rsidRPr="00F664B3" w:rsidRDefault="00B44DB5" w:rsidP="00B44DB5">
            <w:pPr>
              <w:pStyle w:val="SpecNormal"/>
              <w:spacing w:line="240" w:lineRule="auto"/>
            </w:pPr>
          </w:p>
        </w:tc>
        <w:tc>
          <w:tcPr>
            <w:tcW w:w="909" w:type="dxa"/>
            <w:vAlign w:val="center"/>
          </w:tcPr>
          <w:p w14:paraId="3126AA76" w14:textId="77777777" w:rsidR="00B44DB5" w:rsidRPr="00F664B3" w:rsidRDefault="00B44DB5" w:rsidP="00B44DB5">
            <w:pPr>
              <w:pStyle w:val="SpecNormal"/>
              <w:spacing w:line="240" w:lineRule="auto"/>
            </w:pPr>
          </w:p>
        </w:tc>
      </w:tr>
      <w:tr w:rsidR="00B44DB5" w:rsidRPr="00F664B3" w14:paraId="56E793DB" w14:textId="77777777" w:rsidTr="00B44DB5">
        <w:trPr>
          <w:cantSplit/>
          <w:trHeight w:val="300"/>
          <w:jc w:val="center"/>
        </w:trPr>
        <w:tc>
          <w:tcPr>
            <w:tcW w:w="1851" w:type="dxa"/>
            <w:shd w:val="clear" w:color="auto" w:fill="auto"/>
            <w:noWrap/>
            <w:vAlign w:val="center"/>
            <w:hideMark/>
          </w:tcPr>
          <w:p w14:paraId="72A69D74" w14:textId="77777777" w:rsidR="00B44DB5" w:rsidRPr="00F664B3" w:rsidRDefault="00B44DB5" w:rsidP="00B44DB5">
            <w:pPr>
              <w:pStyle w:val="SpecNormal"/>
              <w:spacing w:line="240" w:lineRule="auto"/>
            </w:pPr>
            <w:r w:rsidRPr="00F664B3">
              <w:t>Chiller 2 Leaving Temperature</w:t>
            </w:r>
          </w:p>
        </w:tc>
        <w:tc>
          <w:tcPr>
            <w:tcW w:w="800" w:type="dxa"/>
            <w:shd w:val="clear" w:color="auto" w:fill="auto"/>
            <w:noWrap/>
            <w:vAlign w:val="center"/>
            <w:hideMark/>
          </w:tcPr>
          <w:p w14:paraId="7CF36785"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20D7473D"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7DD4B49E"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421F9D9" w14:textId="77777777" w:rsidR="00B44DB5" w:rsidRPr="00F664B3" w:rsidRDefault="00B44DB5" w:rsidP="00B44DB5">
            <w:pPr>
              <w:pStyle w:val="SpecNormal"/>
              <w:spacing w:line="240" w:lineRule="auto"/>
            </w:pPr>
            <w:r w:rsidRPr="00F664B3">
              <w:t>3 days</w:t>
            </w:r>
          </w:p>
        </w:tc>
        <w:tc>
          <w:tcPr>
            <w:tcW w:w="891" w:type="dxa"/>
            <w:vAlign w:val="center"/>
          </w:tcPr>
          <w:p w14:paraId="067ADBC4" w14:textId="77777777" w:rsidR="00B44DB5" w:rsidRPr="00F664B3" w:rsidRDefault="00B44DB5" w:rsidP="00B44DB5">
            <w:pPr>
              <w:pStyle w:val="SpecNormal"/>
              <w:spacing w:line="240" w:lineRule="auto"/>
            </w:pPr>
            <w:r w:rsidRPr="00F664B3">
              <w:t>P</w:t>
            </w:r>
          </w:p>
        </w:tc>
        <w:tc>
          <w:tcPr>
            <w:tcW w:w="1170" w:type="dxa"/>
            <w:vAlign w:val="center"/>
          </w:tcPr>
          <w:p w14:paraId="324DB131" w14:textId="77777777" w:rsidR="00B44DB5" w:rsidRPr="00F664B3" w:rsidRDefault="00B44DB5" w:rsidP="00B44DB5">
            <w:pPr>
              <w:pStyle w:val="SpecNormal"/>
              <w:spacing w:line="240" w:lineRule="auto"/>
            </w:pPr>
            <w:r w:rsidRPr="00F664B3">
              <w:t>±5°F from SP</w:t>
            </w:r>
          </w:p>
        </w:tc>
        <w:tc>
          <w:tcPr>
            <w:tcW w:w="909" w:type="dxa"/>
            <w:vAlign w:val="center"/>
          </w:tcPr>
          <w:p w14:paraId="6993671C" w14:textId="77777777" w:rsidR="00B44DB5" w:rsidRPr="00F664B3" w:rsidRDefault="00B44DB5" w:rsidP="00B44DB5">
            <w:pPr>
              <w:pStyle w:val="SpecNormal"/>
              <w:spacing w:line="240" w:lineRule="auto"/>
            </w:pPr>
            <w:r w:rsidRPr="00F664B3">
              <w:t>10 Min</w:t>
            </w:r>
          </w:p>
        </w:tc>
      </w:tr>
      <w:tr w:rsidR="00B44DB5" w:rsidRPr="00F664B3" w14:paraId="03BCBC2D" w14:textId="77777777" w:rsidTr="00B44DB5">
        <w:trPr>
          <w:cantSplit/>
          <w:trHeight w:val="300"/>
          <w:jc w:val="center"/>
        </w:trPr>
        <w:tc>
          <w:tcPr>
            <w:tcW w:w="1851" w:type="dxa"/>
            <w:shd w:val="clear" w:color="auto" w:fill="auto"/>
            <w:noWrap/>
            <w:vAlign w:val="center"/>
            <w:hideMark/>
          </w:tcPr>
          <w:p w14:paraId="0D202DFA" w14:textId="77777777" w:rsidR="00B44DB5" w:rsidRPr="00F664B3" w:rsidRDefault="00B44DB5" w:rsidP="00B44DB5">
            <w:pPr>
              <w:pStyle w:val="SpecNormal"/>
              <w:spacing w:line="240" w:lineRule="auto"/>
            </w:pPr>
            <w:r w:rsidRPr="00F664B3">
              <w:t>Chiller 2 Flow</w:t>
            </w:r>
          </w:p>
        </w:tc>
        <w:tc>
          <w:tcPr>
            <w:tcW w:w="800" w:type="dxa"/>
            <w:shd w:val="clear" w:color="auto" w:fill="auto"/>
            <w:noWrap/>
            <w:vAlign w:val="center"/>
            <w:hideMark/>
          </w:tcPr>
          <w:p w14:paraId="26907523"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0EEA84BA"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55F29236"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5DFF5C3" w14:textId="77777777" w:rsidR="00B44DB5" w:rsidRPr="00F664B3" w:rsidRDefault="00B44DB5" w:rsidP="00B44DB5">
            <w:pPr>
              <w:pStyle w:val="SpecNormal"/>
              <w:spacing w:line="240" w:lineRule="auto"/>
            </w:pPr>
            <w:r w:rsidRPr="00F664B3">
              <w:t>3 days</w:t>
            </w:r>
          </w:p>
        </w:tc>
        <w:tc>
          <w:tcPr>
            <w:tcW w:w="891" w:type="dxa"/>
            <w:vAlign w:val="center"/>
          </w:tcPr>
          <w:p w14:paraId="0BE41302" w14:textId="77777777" w:rsidR="00B44DB5" w:rsidRPr="00F664B3" w:rsidRDefault="00B44DB5" w:rsidP="00B44DB5">
            <w:pPr>
              <w:pStyle w:val="SpecNormal"/>
              <w:spacing w:line="240" w:lineRule="auto"/>
            </w:pPr>
            <w:r w:rsidRPr="00F664B3">
              <w:t>N/A</w:t>
            </w:r>
          </w:p>
        </w:tc>
        <w:tc>
          <w:tcPr>
            <w:tcW w:w="1170" w:type="dxa"/>
            <w:vAlign w:val="center"/>
          </w:tcPr>
          <w:p w14:paraId="47B9ED0C" w14:textId="77777777" w:rsidR="00B44DB5" w:rsidRPr="00F664B3" w:rsidRDefault="00B44DB5" w:rsidP="00B44DB5">
            <w:pPr>
              <w:pStyle w:val="SpecNormal"/>
              <w:spacing w:line="240" w:lineRule="auto"/>
            </w:pPr>
          </w:p>
        </w:tc>
        <w:tc>
          <w:tcPr>
            <w:tcW w:w="909" w:type="dxa"/>
            <w:vAlign w:val="center"/>
          </w:tcPr>
          <w:p w14:paraId="42C7BD7A" w14:textId="77777777" w:rsidR="00B44DB5" w:rsidRPr="00F664B3" w:rsidRDefault="00B44DB5" w:rsidP="00B44DB5">
            <w:pPr>
              <w:pStyle w:val="SpecNormal"/>
              <w:spacing w:line="240" w:lineRule="auto"/>
            </w:pPr>
          </w:p>
        </w:tc>
      </w:tr>
      <w:tr w:rsidR="00B44DB5" w:rsidRPr="00F664B3" w14:paraId="4BCDF7D8" w14:textId="77777777" w:rsidTr="00B44DB5">
        <w:trPr>
          <w:cantSplit/>
          <w:trHeight w:val="300"/>
          <w:jc w:val="center"/>
        </w:trPr>
        <w:tc>
          <w:tcPr>
            <w:tcW w:w="1851" w:type="dxa"/>
            <w:shd w:val="clear" w:color="auto" w:fill="auto"/>
            <w:noWrap/>
            <w:vAlign w:val="center"/>
            <w:hideMark/>
          </w:tcPr>
          <w:p w14:paraId="7A8BCF6E" w14:textId="77777777" w:rsidR="00B44DB5" w:rsidRPr="00F664B3" w:rsidRDefault="00B44DB5" w:rsidP="00B44DB5">
            <w:pPr>
              <w:pStyle w:val="SpecNormal"/>
              <w:spacing w:line="240" w:lineRule="auto"/>
            </w:pPr>
            <w:r w:rsidRPr="00F664B3">
              <w:lastRenderedPageBreak/>
              <w:t>Chiller 2 Percent Load</w:t>
            </w:r>
          </w:p>
        </w:tc>
        <w:tc>
          <w:tcPr>
            <w:tcW w:w="800" w:type="dxa"/>
            <w:shd w:val="clear" w:color="auto" w:fill="auto"/>
            <w:noWrap/>
            <w:vAlign w:val="center"/>
            <w:hideMark/>
          </w:tcPr>
          <w:p w14:paraId="60A19AEE"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32C192EC"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472E483E"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5964A90" w14:textId="77777777" w:rsidR="00B44DB5" w:rsidRPr="00F664B3" w:rsidRDefault="00B44DB5" w:rsidP="00B44DB5">
            <w:pPr>
              <w:pStyle w:val="SpecNormal"/>
              <w:spacing w:line="240" w:lineRule="auto"/>
            </w:pPr>
            <w:r w:rsidRPr="00F664B3">
              <w:t>3 days</w:t>
            </w:r>
          </w:p>
        </w:tc>
        <w:tc>
          <w:tcPr>
            <w:tcW w:w="891" w:type="dxa"/>
            <w:vAlign w:val="center"/>
          </w:tcPr>
          <w:p w14:paraId="01B76091" w14:textId="77777777" w:rsidR="00B44DB5" w:rsidRPr="00F664B3" w:rsidRDefault="00B44DB5" w:rsidP="00B44DB5">
            <w:pPr>
              <w:pStyle w:val="SpecNormal"/>
              <w:spacing w:line="240" w:lineRule="auto"/>
            </w:pPr>
            <w:r w:rsidRPr="00F664B3">
              <w:t>N/A</w:t>
            </w:r>
          </w:p>
        </w:tc>
        <w:tc>
          <w:tcPr>
            <w:tcW w:w="1170" w:type="dxa"/>
            <w:vAlign w:val="center"/>
          </w:tcPr>
          <w:p w14:paraId="73003D84" w14:textId="77777777" w:rsidR="00B44DB5" w:rsidRPr="00F664B3" w:rsidRDefault="00B44DB5" w:rsidP="00B44DB5">
            <w:pPr>
              <w:pStyle w:val="SpecNormal"/>
              <w:spacing w:line="240" w:lineRule="auto"/>
            </w:pPr>
          </w:p>
        </w:tc>
        <w:tc>
          <w:tcPr>
            <w:tcW w:w="909" w:type="dxa"/>
            <w:vAlign w:val="center"/>
          </w:tcPr>
          <w:p w14:paraId="6B44DC8D" w14:textId="77777777" w:rsidR="00B44DB5" w:rsidRPr="00F664B3" w:rsidRDefault="00B44DB5" w:rsidP="00B44DB5">
            <w:pPr>
              <w:pStyle w:val="SpecNormal"/>
              <w:spacing w:line="240" w:lineRule="auto"/>
            </w:pPr>
          </w:p>
        </w:tc>
      </w:tr>
      <w:tr w:rsidR="00B44DB5" w:rsidRPr="00F664B3" w14:paraId="353977C7" w14:textId="77777777" w:rsidTr="00B44DB5">
        <w:trPr>
          <w:cantSplit/>
          <w:trHeight w:val="300"/>
          <w:jc w:val="center"/>
        </w:trPr>
        <w:tc>
          <w:tcPr>
            <w:tcW w:w="1851" w:type="dxa"/>
            <w:shd w:val="clear" w:color="auto" w:fill="auto"/>
            <w:noWrap/>
            <w:vAlign w:val="center"/>
            <w:hideMark/>
          </w:tcPr>
          <w:p w14:paraId="37AA0597" w14:textId="77777777" w:rsidR="00B44DB5" w:rsidRPr="00F664B3" w:rsidRDefault="00B44DB5" w:rsidP="00B44DB5">
            <w:pPr>
              <w:pStyle w:val="SpecNormal"/>
              <w:spacing w:line="240" w:lineRule="auto"/>
            </w:pPr>
            <w:r w:rsidRPr="00F664B3">
              <w:t>Chiller 2 KW Consumption</w:t>
            </w:r>
          </w:p>
        </w:tc>
        <w:tc>
          <w:tcPr>
            <w:tcW w:w="800" w:type="dxa"/>
            <w:shd w:val="clear" w:color="auto" w:fill="auto"/>
            <w:noWrap/>
            <w:vAlign w:val="center"/>
            <w:hideMark/>
          </w:tcPr>
          <w:p w14:paraId="10A54FD2"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30F3D639"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156E259F"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DA6013B" w14:textId="77777777" w:rsidR="00B44DB5" w:rsidRPr="00F664B3" w:rsidRDefault="00B44DB5" w:rsidP="00B44DB5">
            <w:pPr>
              <w:pStyle w:val="SpecNormal"/>
              <w:spacing w:line="240" w:lineRule="auto"/>
            </w:pPr>
            <w:r w:rsidRPr="00F664B3">
              <w:t>3 days</w:t>
            </w:r>
          </w:p>
        </w:tc>
        <w:tc>
          <w:tcPr>
            <w:tcW w:w="891" w:type="dxa"/>
            <w:vAlign w:val="center"/>
          </w:tcPr>
          <w:p w14:paraId="2489FE51" w14:textId="77777777" w:rsidR="00B44DB5" w:rsidRPr="00F664B3" w:rsidRDefault="00B44DB5" w:rsidP="00B44DB5">
            <w:pPr>
              <w:pStyle w:val="SpecNormal"/>
              <w:spacing w:line="240" w:lineRule="auto"/>
            </w:pPr>
            <w:r w:rsidRPr="00F664B3">
              <w:t>N/A</w:t>
            </w:r>
          </w:p>
        </w:tc>
        <w:tc>
          <w:tcPr>
            <w:tcW w:w="1170" w:type="dxa"/>
            <w:vAlign w:val="center"/>
          </w:tcPr>
          <w:p w14:paraId="5CEE20A6" w14:textId="77777777" w:rsidR="00B44DB5" w:rsidRPr="00F664B3" w:rsidRDefault="00B44DB5" w:rsidP="00B44DB5">
            <w:pPr>
              <w:pStyle w:val="SpecNormal"/>
              <w:spacing w:line="240" w:lineRule="auto"/>
            </w:pPr>
          </w:p>
        </w:tc>
        <w:tc>
          <w:tcPr>
            <w:tcW w:w="909" w:type="dxa"/>
            <w:vAlign w:val="center"/>
          </w:tcPr>
          <w:p w14:paraId="36675520" w14:textId="77777777" w:rsidR="00B44DB5" w:rsidRPr="00F664B3" w:rsidRDefault="00B44DB5" w:rsidP="00B44DB5">
            <w:pPr>
              <w:pStyle w:val="SpecNormal"/>
              <w:spacing w:line="240" w:lineRule="auto"/>
            </w:pPr>
          </w:p>
        </w:tc>
      </w:tr>
      <w:tr w:rsidR="00B44DB5" w:rsidRPr="00F664B3" w14:paraId="55C1AB89" w14:textId="77777777" w:rsidTr="00B44DB5">
        <w:trPr>
          <w:cantSplit/>
          <w:trHeight w:val="282"/>
          <w:jc w:val="center"/>
        </w:trPr>
        <w:tc>
          <w:tcPr>
            <w:tcW w:w="1851" w:type="dxa"/>
            <w:shd w:val="clear" w:color="auto" w:fill="auto"/>
            <w:noWrap/>
            <w:vAlign w:val="center"/>
            <w:hideMark/>
          </w:tcPr>
          <w:p w14:paraId="78B4EE3F" w14:textId="77777777" w:rsidR="00B44DB5" w:rsidRPr="00F664B3" w:rsidRDefault="00B44DB5" w:rsidP="00B44DB5">
            <w:pPr>
              <w:pStyle w:val="SpecNormal"/>
              <w:spacing w:line="240" w:lineRule="auto"/>
            </w:pPr>
            <w:r w:rsidRPr="00F664B3">
              <w:t>Chiller 2 Tonnage</w:t>
            </w:r>
          </w:p>
        </w:tc>
        <w:tc>
          <w:tcPr>
            <w:tcW w:w="800" w:type="dxa"/>
            <w:shd w:val="clear" w:color="auto" w:fill="auto"/>
            <w:noWrap/>
            <w:vAlign w:val="center"/>
            <w:hideMark/>
          </w:tcPr>
          <w:p w14:paraId="5024E8BD"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33016C42"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58A2F266"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E3A0566" w14:textId="77777777" w:rsidR="00B44DB5" w:rsidRPr="00F664B3" w:rsidRDefault="00B44DB5" w:rsidP="00B44DB5">
            <w:pPr>
              <w:pStyle w:val="SpecNormal"/>
              <w:spacing w:line="240" w:lineRule="auto"/>
            </w:pPr>
            <w:r w:rsidRPr="00F664B3">
              <w:t>3 days</w:t>
            </w:r>
          </w:p>
        </w:tc>
        <w:tc>
          <w:tcPr>
            <w:tcW w:w="891" w:type="dxa"/>
            <w:vAlign w:val="center"/>
          </w:tcPr>
          <w:p w14:paraId="12EE0BCD" w14:textId="77777777" w:rsidR="00B44DB5" w:rsidRPr="00F664B3" w:rsidRDefault="00B44DB5" w:rsidP="00B44DB5">
            <w:pPr>
              <w:pStyle w:val="SpecNormal"/>
              <w:spacing w:line="240" w:lineRule="auto"/>
            </w:pPr>
            <w:r w:rsidRPr="00F664B3">
              <w:t>N/A</w:t>
            </w:r>
          </w:p>
        </w:tc>
        <w:tc>
          <w:tcPr>
            <w:tcW w:w="1170" w:type="dxa"/>
            <w:vAlign w:val="center"/>
          </w:tcPr>
          <w:p w14:paraId="514760C2" w14:textId="77777777" w:rsidR="00B44DB5" w:rsidRPr="00F664B3" w:rsidRDefault="00B44DB5" w:rsidP="00B44DB5">
            <w:pPr>
              <w:pStyle w:val="SpecNormal"/>
              <w:spacing w:line="240" w:lineRule="auto"/>
            </w:pPr>
          </w:p>
        </w:tc>
        <w:tc>
          <w:tcPr>
            <w:tcW w:w="909" w:type="dxa"/>
            <w:vAlign w:val="center"/>
          </w:tcPr>
          <w:p w14:paraId="3A57CF8A" w14:textId="77777777" w:rsidR="00B44DB5" w:rsidRPr="00F664B3" w:rsidRDefault="00B44DB5" w:rsidP="00B44DB5">
            <w:pPr>
              <w:pStyle w:val="SpecNormal"/>
              <w:spacing w:line="240" w:lineRule="auto"/>
            </w:pPr>
          </w:p>
        </w:tc>
      </w:tr>
      <w:tr w:rsidR="00B44DB5" w:rsidRPr="00F664B3" w14:paraId="443D7ACE" w14:textId="77777777" w:rsidTr="00B44DB5">
        <w:trPr>
          <w:cantSplit/>
          <w:trHeight w:val="318"/>
          <w:jc w:val="center"/>
        </w:trPr>
        <w:tc>
          <w:tcPr>
            <w:tcW w:w="1851" w:type="dxa"/>
            <w:shd w:val="clear" w:color="auto" w:fill="auto"/>
            <w:noWrap/>
            <w:vAlign w:val="center"/>
            <w:hideMark/>
          </w:tcPr>
          <w:p w14:paraId="01DE8EC6" w14:textId="77777777" w:rsidR="00B44DB5" w:rsidRPr="00F664B3" w:rsidRDefault="00B44DB5" w:rsidP="00B44DB5">
            <w:pPr>
              <w:pStyle w:val="SpecNormal"/>
              <w:spacing w:line="240" w:lineRule="auto"/>
            </w:pPr>
            <w:r w:rsidRPr="00F664B3">
              <w:t>Primary Loop Decoupler Flow</w:t>
            </w:r>
          </w:p>
        </w:tc>
        <w:tc>
          <w:tcPr>
            <w:tcW w:w="800" w:type="dxa"/>
            <w:shd w:val="clear" w:color="auto" w:fill="auto"/>
            <w:noWrap/>
            <w:vAlign w:val="center"/>
            <w:hideMark/>
          </w:tcPr>
          <w:p w14:paraId="5217F9E6"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7CDAE0B1"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73EAEBF8"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66B8B19" w14:textId="77777777" w:rsidR="00B44DB5" w:rsidRPr="00F664B3" w:rsidRDefault="00B44DB5" w:rsidP="00B44DB5">
            <w:pPr>
              <w:pStyle w:val="SpecNormal"/>
              <w:spacing w:line="240" w:lineRule="auto"/>
            </w:pPr>
            <w:r w:rsidRPr="00F664B3">
              <w:t>3 days</w:t>
            </w:r>
          </w:p>
        </w:tc>
        <w:tc>
          <w:tcPr>
            <w:tcW w:w="891" w:type="dxa"/>
            <w:vAlign w:val="center"/>
          </w:tcPr>
          <w:p w14:paraId="36C3F741" w14:textId="77777777" w:rsidR="00B44DB5" w:rsidRPr="00F664B3" w:rsidRDefault="00B44DB5" w:rsidP="00B44DB5">
            <w:pPr>
              <w:pStyle w:val="SpecNormal"/>
              <w:spacing w:line="240" w:lineRule="auto"/>
            </w:pPr>
            <w:r w:rsidRPr="00F664B3">
              <w:t>N/A</w:t>
            </w:r>
          </w:p>
        </w:tc>
        <w:tc>
          <w:tcPr>
            <w:tcW w:w="1170" w:type="dxa"/>
            <w:vAlign w:val="center"/>
          </w:tcPr>
          <w:p w14:paraId="16F142CC" w14:textId="77777777" w:rsidR="00B44DB5" w:rsidRPr="00F664B3" w:rsidRDefault="00B44DB5" w:rsidP="00B44DB5">
            <w:pPr>
              <w:pStyle w:val="SpecNormal"/>
              <w:spacing w:line="240" w:lineRule="auto"/>
            </w:pPr>
          </w:p>
        </w:tc>
        <w:tc>
          <w:tcPr>
            <w:tcW w:w="909" w:type="dxa"/>
            <w:vAlign w:val="center"/>
          </w:tcPr>
          <w:p w14:paraId="409C38D8" w14:textId="77777777" w:rsidR="00B44DB5" w:rsidRPr="00F664B3" w:rsidRDefault="00B44DB5" w:rsidP="00B44DB5">
            <w:pPr>
              <w:pStyle w:val="SpecNormal"/>
              <w:spacing w:line="240" w:lineRule="auto"/>
            </w:pPr>
          </w:p>
        </w:tc>
      </w:tr>
      <w:tr w:rsidR="00B44DB5" w:rsidRPr="00F664B3" w14:paraId="287DB9B7" w14:textId="77777777" w:rsidTr="00B44DB5">
        <w:trPr>
          <w:cantSplit/>
          <w:trHeight w:val="300"/>
          <w:jc w:val="center"/>
        </w:trPr>
        <w:tc>
          <w:tcPr>
            <w:tcW w:w="1851" w:type="dxa"/>
            <w:shd w:val="clear" w:color="auto" w:fill="auto"/>
            <w:noWrap/>
            <w:vAlign w:val="center"/>
            <w:hideMark/>
          </w:tcPr>
          <w:p w14:paraId="059CFD7E" w14:textId="77777777" w:rsidR="00B44DB5" w:rsidRPr="00F664B3" w:rsidRDefault="00B44DB5" w:rsidP="00B44DB5">
            <w:pPr>
              <w:pStyle w:val="SpecNormal"/>
              <w:spacing w:line="240" w:lineRule="auto"/>
            </w:pPr>
            <w:r w:rsidRPr="00F664B3">
              <w:t>Primary Loop Flow</w:t>
            </w:r>
          </w:p>
        </w:tc>
        <w:tc>
          <w:tcPr>
            <w:tcW w:w="800" w:type="dxa"/>
            <w:shd w:val="clear" w:color="auto" w:fill="auto"/>
            <w:noWrap/>
            <w:vAlign w:val="center"/>
            <w:hideMark/>
          </w:tcPr>
          <w:p w14:paraId="72B57747"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36ADDAF3"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46B5755E"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A646FDD" w14:textId="77777777" w:rsidR="00B44DB5" w:rsidRPr="00F664B3" w:rsidRDefault="00B44DB5" w:rsidP="00B44DB5">
            <w:pPr>
              <w:pStyle w:val="SpecNormal"/>
              <w:spacing w:line="240" w:lineRule="auto"/>
            </w:pPr>
            <w:r w:rsidRPr="00F664B3">
              <w:t>3 days</w:t>
            </w:r>
          </w:p>
        </w:tc>
        <w:tc>
          <w:tcPr>
            <w:tcW w:w="891" w:type="dxa"/>
            <w:vAlign w:val="center"/>
          </w:tcPr>
          <w:p w14:paraId="3A244D86" w14:textId="77777777" w:rsidR="00B44DB5" w:rsidRPr="00F664B3" w:rsidRDefault="00B44DB5" w:rsidP="00B44DB5">
            <w:pPr>
              <w:pStyle w:val="SpecNormal"/>
              <w:spacing w:line="240" w:lineRule="auto"/>
            </w:pPr>
            <w:r w:rsidRPr="00F664B3">
              <w:t>N/A</w:t>
            </w:r>
          </w:p>
        </w:tc>
        <w:tc>
          <w:tcPr>
            <w:tcW w:w="1170" w:type="dxa"/>
            <w:vAlign w:val="center"/>
          </w:tcPr>
          <w:p w14:paraId="1DBED829" w14:textId="77777777" w:rsidR="00B44DB5" w:rsidRPr="00F664B3" w:rsidRDefault="00B44DB5" w:rsidP="00B44DB5">
            <w:pPr>
              <w:pStyle w:val="SpecNormal"/>
              <w:spacing w:line="240" w:lineRule="auto"/>
            </w:pPr>
          </w:p>
        </w:tc>
        <w:tc>
          <w:tcPr>
            <w:tcW w:w="909" w:type="dxa"/>
            <w:vAlign w:val="center"/>
          </w:tcPr>
          <w:p w14:paraId="3D776580" w14:textId="77777777" w:rsidR="00B44DB5" w:rsidRPr="00F664B3" w:rsidRDefault="00B44DB5" w:rsidP="00B44DB5">
            <w:pPr>
              <w:pStyle w:val="SpecNormal"/>
              <w:spacing w:line="240" w:lineRule="auto"/>
            </w:pPr>
          </w:p>
        </w:tc>
      </w:tr>
      <w:tr w:rsidR="00B44DB5" w:rsidRPr="00F664B3" w14:paraId="19FEFAD8" w14:textId="77777777" w:rsidTr="00B44DB5">
        <w:trPr>
          <w:cantSplit/>
          <w:trHeight w:val="300"/>
          <w:jc w:val="center"/>
        </w:trPr>
        <w:tc>
          <w:tcPr>
            <w:tcW w:w="1851" w:type="dxa"/>
            <w:shd w:val="clear" w:color="auto" w:fill="auto"/>
            <w:noWrap/>
            <w:vAlign w:val="center"/>
            <w:hideMark/>
          </w:tcPr>
          <w:p w14:paraId="7A4A6FA1" w14:textId="77777777" w:rsidR="00B44DB5" w:rsidRPr="00F664B3" w:rsidRDefault="00B44DB5" w:rsidP="00B44DB5">
            <w:pPr>
              <w:pStyle w:val="SpecNormal"/>
              <w:spacing w:line="240" w:lineRule="auto"/>
            </w:pPr>
            <w:r w:rsidRPr="00F664B3">
              <w:t>Primary Loop Supply Temperature</w:t>
            </w:r>
          </w:p>
        </w:tc>
        <w:tc>
          <w:tcPr>
            <w:tcW w:w="800" w:type="dxa"/>
            <w:shd w:val="clear" w:color="auto" w:fill="auto"/>
            <w:noWrap/>
            <w:vAlign w:val="center"/>
            <w:hideMark/>
          </w:tcPr>
          <w:p w14:paraId="14A95EA4"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40A06377"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6414944F"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48A90DD" w14:textId="77777777" w:rsidR="00B44DB5" w:rsidRPr="00F664B3" w:rsidRDefault="00B44DB5" w:rsidP="00B44DB5">
            <w:pPr>
              <w:pStyle w:val="SpecNormal"/>
              <w:spacing w:line="240" w:lineRule="auto"/>
            </w:pPr>
            <w:r w:rsidRPr="00F664B3">
              <w:t>3 days</w:t>
            </w:r>
          </w:p>
        </w:tc>
        <w:tc>
          <w:tcPr>
            <w:tcW w:w="891" w:type="dxa"/>
            <w:vAlign w:val="center"/>
          </w:tcPr>
          <w:p w14:paraId="52E432EB" w14:textId="77777777" w:rsidR="00B44DB5" w:rsidRPr="00F664B3" w:rsidRDefault="00B44DB5" w:rsidP="00B44DB5">
            <w:pPr>
              <w:pStyle w:val="SpecNormal"/>
              <w:spacing w:line="240" w:lineRule="auto"/>
            </w:pPr>
            <w:r w:rsidRPr="00F664B3">
              <w:t>N/A</w:t>
            </w:r>
          </w:p>
        </w:tc>
        <w:tc>
          <w:tcPr>
            <w:tcW w:w="1170" w:type="dxa"/>
            <w:vAlign w:val="center"/>
          </w:tcPr>
          <w:p w14:paraId="178249E6" w14:textId="77777777" w:rsidR="00B44DB5" w:rsidRPr="00F664B3" w:rsidRDefault="00B44DB5" w:rsidP="00B44DB5">
            <w:pPr>
              <w:pStyle w:val="SpecNormal"/>
              <w:spacing w:line="240" w:lineRule="auto"/>
            </w:pPr>
          </w:p>
        </w:tc>
        <w:tc>
          <w:tcPr>
            <w:tcW w:w="909" w:type="dxa"/>
            <w:vAlign w:val="center"/>
          </w:tcPr>
          <w:p w14:paraId="7C59BEF0" w14:textId="77777777" w:rsidR="00B44DB5" w:rsidRPr="00F664B3" w:rsidRDefault="00B44DB5" w:rsidP="00B44DB5">
            <w:pPr>
              <w:pStyle w:val="SpecNormal"/>
              <w:spacing w:line="240" w:lineRule="auto"/>
            </w:pPr>
          </w:p>
        </w:tc>
      </w:tr>
      <w:tr w:rsidR="00B44DB5" w:rsidRPr="00F664B3" w14:paraId="4D8B2C23" w14:textId="77777777" w:rsidTr="00B44DB5">
        <w:trPr>
          <w:cantSplit/>
          <w:trHeight w:val="300"/>
          <w:jc w:val="center"/>
        </w:trPr>
        <w:tc>
          <w:tcPr>
            <w:tcW w:w="1851" w:type="dxa"/>
            <w:shd w:val="clear" w:color="auto" w:fill="auto"/>
            <w:noWrap/>
            <w:vAlign w:val="center"/>
            <w:hideMark/>
          </w:tcPr>
          <w:p w14:paraId="65E9FB78" w14:textId="77777777" w:rsidR="00B44DB5" w:rsidRPr="00F664B3" w:rsidRDefault="00B44DB5" w:rsidP="00B44DB5">
            <w:pPr>
              <w:pStyle w:val="SpecNormal"/>
              <w:spacing w:line="240" w:lineRule="auto"/>
            </w:pPr>
            <w:r w:rsidRPr="00F664B3">
              <w:t>Secondary Loop Differential Pressure</w:t>
            </w:r>
          </w:p>
        </w:tc>
        <w:tc>
          <w:tcPr>
            <w:tcW w:w="800" w:type="dxa"/>
            <w:shd w:val="clear" w:color="auto" w:fill="auto"/>
            <w:noWrap/>
            <w:vAlign w:val="center"/>
            <w:hideMark/>
          </w:tcPr>
          <w:p w14:paraId="5C6123FA"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15AE118E"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51E41EFF"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785EF22" w14:textId="77777777" w:rsidR="00B44DB5" w:rsidRPr="00F664B3" w:rsidRDefault="00B44DB5" w:rsidP="00B44DB5">
            <w:pPr>
              <w:pStyle w:val="SpecNormal"/>
              <w:spacing w:line="240" w:lineRule="auto"/>
            </w:pPr>
            <w:r w:rsidRPr="00F664B3">
              <w:t>3 days</w:t>
            </w:r>
          </w:p>
        </w:tc>
        <w:tc>
          <w:tcPr>
            <w:tcW w:w="891" w:type="dxa"/>
            <w:vAlign w:val="center"/>
          </w:tcPr>
          <w:p w14:paraId="2833C4AB" w14:textId="77777777" w:rsidR="00B44DB5" w:rsidRPr="00F664B3" w:rsidRDefault="00B44DB5" w:rsidP="00B44DB5">
            <w:pPr>
              <w:pStyle w:val="SpecNormal"/>
              <w:spacing w:line="240" w:lineRule="auto"/>
            </w:pPr>
            <w:r w:rsidRPr="00F664B3">
              <w:t>P</w:t>
            </w:r>
          </w:p>
        </w:tc>
        <w:tc>
          <w:tcPr>
            <w:tcW w:w="1170" w:type="dxa"/>
            <w:vAlign w:val="center"/>
          </w:tcPr>
          <w:p w14:paraId="650C9B60" w14:textId="77777777" w:rsidR="00B44DB5" w:rsidRPr="00F664B3" w:rsidRDefault="00B44DB5" w:rsidP="00B44DB5">
            <w:pPr>
              <w:pStyle w:val="SpecNormal"/>
              <w:spacing w:line="240" w:lineRule="auto"/>
            </w:pPr>
            <w:r w:rsidRPr="00F664B3">
              <w:t>±5% from SP</w:t>
            </w:r>
          </w:p>
        </w:tc>
        <w:tc>
          <w:tcPr>
            <w:tcW w:w="909" w:type="dxa"/>
            <w:vAlign w:val="center"/>
          </w:tcPr>
          <w:p w14:paraId="2FB1A81D" w14:textId="77777777" w:rsidR="00B44DB5" w:rsidRPr="00F664B3" w:rsidRDefault="00B44DB5" w:rsidP="00B44DB5">
            <w:pPr>
              <w:pStyle w:val="SpecNormal"/>
              <w:spacing w:line="240" w:lineRule="auto"/>
            </w:pPr>
            <w:r w:rsidRPr="00F664B3">
              <w:t>10 Min</w:t>
            </w:r>
          </w:p>
        </w:tc>
      </w:tr>
      <w:tr w:rsidR="00B44DB5" w:rsidRPr="00F664B3" w14:paraId="3DD5D361" w14:textId="77777777" w:rsidTr="00B44DB5">
        <w:trPr>
          <w:cantSplit/>
          <w:trHeight w:val="300"/>
          <w:jc w:val="center"/>
        </w:trPr>
        <w:tc>
          <w:tcPr>
            <w:tcW w:w="1851" w:type="dxa"/>
            <w:shd w:val="clear" w:color="auto" w:fill="auto"/>
            <w:noWrap/>
            <w:vAlign w:val="center"/>
            <w:hideMark/>
          </w:tcPr>
          <w:p w14:paraId="6F291F1E" w14:textId="77777777" w:rsidR="00B44DB5" w:rsidRPr="00F664B3" w:rsidRDefault="00B44DB5" w:rsidP="00B44DB5">
            <w:pPr>
              <w:pStyle w:val="SpecNormal"/>
              <w:spacing w:line="240" w:lineRule="auto"/>
            </w:pPr>
            <w:r w:rsidRPr="00F664B3">
              <w:t>Secondary Loop Flow</w:t>
            </w:r>
          </w:p>
        </w:tc>
        <w:tc>
          <w:tcPr>
            <w:tcW w:w="800" w:type="dxa"/>
            <w:shd w:val="clear" w:color="auto" w:fill="auto"/>
            <w:noWrap/>
            <w:vAlign w:val="center"/>
            <w:hideMark/>
          </w:tcPr>
          <w:p w14:paraId="179BAB07"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49FCD906"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041E9ED7"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5C0418C" w14:textId="77777777" w:rsidR="00B44DB5" w:rsidRPr="00F664B3" w:rsidRDefault="00B44DB5" w:rsidP="00B44DB5">
            <w:pPr>
              <w:pStyle w:val="SpecNormal"/>
              <w:spacing w:line="240" w:lineRule="auto"/>
            </w:pPr>
            <w:r w:rsidRPr="00F664B3">
              <w:t>3 days</w:t>
            </w:r>
          </w:p>
        </w:tc>
        <w:tc>
          <w:tcPr>
            <w:tcW w:w="891" w:type="dxa"/>
            <w:vAlign w:val="center"/>
          </w:tcPr>
          <w:p w14:paraId="5B9F6E7A" w14:textId="77777777" w:rsidR="00B44DB5" w:rsidRPr="00F664B3" w:rsidRDefault="00B44DB5" w:rsidP="00B44DB5">
            <w:pPr>
              <w:pStyle w:val="SpecNormal"/>
              <w:spacing w:line="240" w:lineRule="auto"/>
            </w:pPr>
            <w:r w:rsidRPr="00F664B3">
              <w:t>N/A</w:t>
            </w:r>
          </w:p>
        </w:tc>
        <w:tc>
          <w:tcPr>
            <w:tcW w:w="1170" w:type="dxa"/>
            <w:vAlign w:val="center"/>
          </w:tcPr>
          <w:p w14:paraId="0E5E1743" w14:textId="77777777" w:rsidR="00B44DB5" w:rsidRPr="00F664B3" w:rsidRDefault="00B44DB5" w:rsidP="00B44DB5">
            <w:pPr>
              <w:pStyle w:val="SpecNormal"/>
              <w:spacing w:line="240" w:lineRule="auto"/>
            </w:pPr>
          </w:p>
        </w:tc>
        <w:tc>
          <w:tcPr>
            <w:tcW w:w="909" w:type="dxa"/>
            <w:vAlign w:val="center"/>
          </w:tcPr>
          <w:p w14:paraId="4AAF301E" w14:textId="77777777" w:rsidR="00B44DB5" w:rsidRPr="00F664B3" w:rsidRDefault="00B44DB5" w:rsidP="00B44DB5">
            <w:pPr>
              <w:pStyle w:val="SpecNormal"/>
              <w:spacing w:line="240" w:lineRule="auto"/>
            </w:pPr>
          </w:p>
        </w:tc>
      </w:tr>
      <w:tr w:rsidR="00B44DB5" w:rsidRPr="00F664B3" w14:paraId="757BFC77" w14:textId="77777777" w:rsidTr="00B44DB5">
        <w:trPr>
          <w:cantSplit/>
          <w:trHeight w:val="300"/>
          <w:jc w:val="center"/>
        </w:trPr>
        <w:tc>
          <w:tcPr>
            <w:tcW w:w="1851" w:type="dxa"/>
            <w:shd w:val="clear" w:color="auto" w:fill="auto"/>
            <w:noWrap/>
            <w:vAlign w:val="center"/>
            <w:hideMark/>
          </w:tcPr>
          <w:p w14:paraId="4F1AF9F8" w14:textId="77777777" w:rsidR="00B44DB5" w:rsidRPr="00F664B3" w:rsidRDefault="00B44DB5" w:rsidP="00B44DB5">
            <w:pPr>
              <w:pStyle w:val="SpecNormal"/>
              <w:spacing w:line="240" w:lineRule="auto"/>
            </w:pPr>
            <w:r w:rsidRPr="00F664B3">
              <w:t>Secondary Loop Supply Temperature</w:t>
            </w:r>
          </w:p>
        </w:tc>
        <w:tc>
          <w:tcPr>
            <w:tcW w:w="800" w:type="dxa"/>
            <w:shd w:val="clear" w:color="auto" w:fill="auto"/>
            <w:noWrap/>
            <w:vAlign w:val="center"/>
            <w:hideMark/>
          </w:tcPr>
          <w:p w14:paraId="58F46EBE"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34494C16"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7AF8B265"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1E0B4B1" w14:textId="77777777" w:rsidR="00B44DB5" w:rsidRPr="00F664B3" w:rsidRDefault="00B44DB5" w:rsidP="00B44DB5">
            <w:pPr>
              <w:pStyle w:val="SpecNormal"/>
              <w:spacing w:line="240" w:lineRule="auto"/>
            </w:pPr>
            <w:r w:rsidRPr="00F664B3">
              <w:t>3 days</w:t>
            </w:r>
          </w:p>
        </w:tc>
        <w:tc>
          <w:tcPr>
            <w:tcW w:w="891" w:type="dxa"/>
            <w:vAlign w:val="center"/>
          </w:tcPr>
          <w:p w14:paraId="1480C8A3" w14:textId="77777777" w:rsidR="00B44DB5" w:rsidRPr="00F664B3" w:rsidRDefault="00B44DB5" w:rsidP="00B44DB5">
            <w:pPr>
              <w:pStyle w:val="SpecNormal"/>
              <w:spacing w:line="240" w:lineRule="auto"/>
            </w:pPr>
            <w:r w:rsidRPr="00F664B3">
              <w:t>N/A</w:t>
            </w:r>
          </w:p>
        </w:tc>
        <w:tc>
          <w:tcPr>
            <w:tcW w:w="1170" w:type="dxa"/>
            <w:vAlign w:val="center"/>
          </w:tcPr>
          <w:p w14:paraId="2B9DE2FE" w14:textId="77777777" w:rsidR="00B44DB5" w:rsidRPr="00F664B3" w:rsidRDefault="00B44DB5" w:rsidP="00B44DB5">
            <w:pPr>
              <w:pStyle w:val="SpecNormal"/>
              <w:spacing w:line="240" w:lineRule="auto"/>
            </w:pPr>
          </w:p>
        </w:tc>
        <w:tc>
          <w:tcPr>
            <w:tcW w:w="909" w:type="dxa"/>
            <w:vAlign w:val="center"/>
          </w:tcPr>
          <w:p w14:paraId="6319F294" w14:textId="77777777" w:rsidR="00B44DB5" w:rsidRPr="00F664B3" w:rsidRDefault="00B44DB5" w:rsidP="00B44DB5">
            <w:pPr>
              <w:pStyle w:val="SpecNormal"/>
              <w:spacing w:line="240" w:lineRule="auto"/>
            </w:pPr>
          </w:p>
        </w:tc>
      </w:tr>
      <w:tr w:rsidR="00B44DB5" w:rsidRPr="00F664B3" w14:paraId="568ED337" w14:textId="77777777" w:rsidTr="00B44DB5">
        <w:trPr>
          <w:cantSplit/>
          <w:trHeight w:val="300"/>
          <w:jc w:val="center"/>
        </w:trPr>
        <w:tc>
          <w:tcPr>
            <w:tcW w:w="1851" w:type="dxa"/>
            <w:shd w:val="clear" w:color="auto" w:fill="auto"/>
            <w:noWrap/>
            <w:vAlign w:val="center"/>
            <w:hideMark/>
          </w:tcPr>
          <w:p w14:paraId="3091663B" w14:textId="77777777" w:rsidR="00B44DB5" w:rsidRPr="00F664B3" w:rsidRDefault="00B44DB5" w:rsidP="00B44DB5">
            <w:pPr>
              <w:pStyle w:val="SpecNormal"/>
              <w:spacing w:line="240" w:lineRule="auto"/>
            </w:pPr>
            <w:r w:rsidRPr="00F664B3">
              <w:t>Secondary Loop Return Temperature</w:t>
            </w:r>
          </w:p>
        </w:tc>
        <w:tc>
          <w:tcPr>
            <w:tcW w:w="800" w:type="dxa"/>
            <w:shd w:val="clear" w:color="auto" w:fill="auto"/>
            <w:noWrap/>
            <w:vAlign w:val="center"/>
            <w:hideMark/>
          </w:tcPr>
          <w:p w14:paraId="550BA8CB"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3B5758E6"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20FA51A3"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E1AAB23" w14:textId="77777777" w:rsidR="00B44DB5" w:rsidRPr="00F664B3" w:rsidRDefault="00B44DB5" w:rsidP="00B44DB5">
            <w:pPr>
              <w:pStyle w:val="SpecNormal"/>
              <w:spacing w:line="240" w:lineRule="auto"/>
            </w:pPr>
            <w:r w:rsidRPr="00F664B3">
              <w:t>3 days</w:t>
            </w:r>
          </w:p>
        </w:tc>
        <w:tc>
          <w:tcPr>
            <w:tcW w:w="891" w:type="dxa"/>
            <w:vAlign w:val="center"/>
          </w:tcPr>
          <w:p w14:paraId="20243E26" w14:textId="77777777" w:rsidR="00B44DB5" w:rsidRPr="00F664B3" w:rsidRDefault="00B44DB5" w:rsidP="00B44DB5">
            <w:pPr>
              <w:pStyle w:val="SpecNormal"/>
              <w:spacing w:line="240" w:lineRule="auto"/>
            </w:pPr>
            <w:r w:rsidRPr="00F664B3">
              <w:t>N/A</w:t>
            </w:r>
          </w:p>
        </w:tc>
        <w:tc>
          <w:tcPr>
            <w:tcW w:w="1170" w:type="dxa"/>
            <w:vAlign w:val="center"/>
          </w:tcPr>
          <w:p w14:paraId="297108E1" w14:textId="77777777" w:rsidR="00B44DB5" w:rsidRPr="00F664B3" w:rsidRDefault="00B44DB5" w:rsidP="00B44DB5">
            <w:pPr>
              <w:pStyle w:val="SpecNormal"/>
              <w:spacing w:line="240" w:lineRule="auto"/>
            </w:pPr>
          </w:p>
        </w:tc>
        <w:tc>
          <w:tcPr>
            <w:tcW w:w="909" w:type="dxa"/>
            <w:vAlign w:val="center"/>
          </w:tcPr>
          <w:p w14:paraId="706E67BE" w14:textId="77777777" w:rsidR="00B44DB5" w:rsidRPr="00F664B3" w:rsidRDefault="00B44DB5" w:rsidP="00B44DB5">
            <w:pPr>
              <w:pStyle w:val="SpecNormal"/>
              <w:spacing w:line="240" w:lineRule="auto"/>
            </w:pPr>
          </w:p>
        </w:tc>
      </w:tr>
      <w:tr w:rsidR="00B44DB5" w:rsidRPr="00F664B3" w14:paraId="29E427FC" w14:textId="77777777" w:rsidTr="00B44DB5">
        <w:trPr>
          <w:cantSplit/>
          <w:trHeight w:val="300"/>
          <w:jc w:val="center"/>
        </w:trPr>
        <w:tc>
          <w:tcPr>
            <w:tcW w:w="1851" w:type="dxa"/>
            <w:shd w:val="clear" w:color="auto" w:fill="auto"/>
            <w:noWrap/>
            <w:vAlign w:val="center"/>
            <w:hideMark/>
          </w:tcPr>
          <w:p w14:paraId="4049D419" w14:textId="77777777" w:rsidR="00B44DB5" w:rsidRPr="00F664B3" w:rsidRDefault="00B44DB5" w:rsidP="00B44DB5">
            <w:pPr>
              <w:pStyle w:val="SpecNormal"/>
              <w:spacing w:line="240" w:lineRule="auto"/>
            </w:pPr>
            <w:r w:rsidRPr="00F664B3">
              <w:t>Secondary Loop Tonnage</w:t>
            </w:r>
          </w:p>
        </w:tc>
        <w:tc>
          <w:tcPr>
            <w:tcW w:w="800" w:type="dxa"/>
            <w:shd w:val="clear" w:color="auto" w:fill="auto"/>
            <w:noWrap/>
            <w:vAlign w:val="center"/>
            <w:hideMark/>
          </w:tcPr>
          <w:p w14:paraId="6B5AAB3B"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1067E2B5"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7C70FF5C"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60162D0" w14:textId="77777777" w:rsidR="00B44DB5" w:rsidRPr="00F664B3" w:rsidRDefault="00B44DB5" w:rsidP="00B44DB5">
            <w:pPr>
              <w:pStyle w:val="SpecNormal"/>
              <w:spacing w:line="240" w:lineRule="auto"/>
            </w:pPr>
            <w:r w:rsidRPr="00F664B3">
              <w:t>3 days</w:t>
            </w:r>
          </w:p>
        </w:tc>
        <w:tc>
          <w:tcPr>
            <w:tcW w:w="891" w:type="dxa"/>
            <w:vAlign w:val="center"/>
          </w:tcPr>
          <w:p w14:paraId="4E3878BD" w14:textId="77777777" w:rsidR="00B44DB5" w:rsidRPr="00F664B3" w:rsidRDefault="00B44DB5" w:rsidP="00B44DB5">
            <w:pPr>
              <w:pStyle w:val="SpecNormal"/>
              <w:spacing w:line="240" w:lineRule="auto"/>
            </w:pPr>
            <w:r w:rsidRPr="00F664B3">
              <w:t>N/A</w:t>
            </w:r>
          </w:p>
        </w:tc>
        <w:tc>
          <w:tcPr>
            <w:tcW w:w="1170" w:type="dxa"/>
            <w:vAlign w:val="center"/>
          </w:tcPr>
          <w:p w14:paraId="677CC6D2" w14:textId="77777777" w:rsidR="00B44DB5" w:rsidRPr="00F664B3" w:rsidRDefault="00B44DB5" w:rsidP="00B44DB5">
            <w:pPr>
              <w:pStyle w:val="SpecNormal"/>
              <w:spacing w:line="240" w:lineRule="auto"/>
            </w:pPr>
          </w:p>
        </w:tc>
        <w:tc>
          <w:tcPr>
            <w:tcW w:w="909" w:type="dxa"/>
            <w:vAlign w:val="center"/>
          </w:tcPr>
          <w:p w14:paraId="38E4502A" w14:textId="77777777" w:rsidR="00B44DB5" w:rsidRPr="00F664B3" w:rsidRDefault="00B44DB5" w:rsidP="00B44DB5">
            <w:pPr>
              <w:pStyle w:val="SpecNormal"/>
              <w:spacing w:line="240" w:lineRule="auto"/>
            </w:pPr>
          </w:p>
        </w:tc>
      </w:tr>
      <w:tr w:rsidR="00B44DB5" w:rsidRPr="00F664B3" w14:paraId="13115569" w14:textId="77777777" w:rsidTr="00B44DB5">
        <w:trPr>
          <w:cantSplit/>
          <w:trHeight w:val="300"/>
          <w:jc w:val="center"/>
        </w:trPr>
        <w:tc>
          <w:tcPr>
            <w:tcW w:w="1851" w:type="dxa"/>
            <w:shd w:val="clear" w:color="auto" w:fill="auto"/>
            <w:noWrap/>
            <w:vAlign w:val="center"/>
            <w:hideMark/>
          </w:tcPr>
          <w:p w14:paraId="30DEC863"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6DBA4FA2"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1F8DF99B"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24AD7D9C"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2EB89C65" w14:textId="77777777" w:rsidR="00B44DB5" w:rsidRPr="00F664B3" w:rsidRDefault="00B44DB5" w:rsidP="00B44DB5">
            <w:pPr>
              <w:pStyle w:val="SpecNormal"/>
              <w:spacing w:line="240" w:lineRule="auto"/>
            </w:pPr>
          </w:p>
        </w:tc>
        <w:tc>
          <w:tcPr>
            <w:tcW w:w="891" w:type="dxa"/>
            <w:vAlign w:val="center"/>
          </w:tcPr>
          <w:p w14:paraId="7B54968B" w14:textId="77777777" w:rsidR="00B44DB5" w:rsidRPr="00F664B3" w:rsidRDefault="00B44DB5" w:rsidP="00B44DB5">
            <w:pPr>
              <w:pStyle w:val="SpecNormal"/>
              <w:spacing w:line="240" w:lineRule="auto"/>
            </w:pPr>
          </w:p>
        </w:tc>
        <w:tc>
          <w:tcPr>
            <w:tcW w:w="1170" w:type="dxa"/>
            <w:vAlign w:val="center"/>
          </w:tcPr>
          <w:p w14:paraId="77205A1D" w14:textId="77777777" w:rsidR="00B44DB5" w:rsidRPr="00F664B3" w:rsidRDefault="00B44DB5" w:rsidP="00B44DB5">
            <w:pPr>
              <w:pStyle w:val="SpecNormal"/>
              <w:spacing w:line="240" w:lineRule="auto"/>
            </w:pPr>
          </w:p>
        </w:tc>
        <w:tc>
          <w:tcPr>
            <w:tcW w:w="909" w:type="dxa"/>
            <w:vAlign w:val="center"/>
          </w:tcPr>
          <w:p w14:paraId="2F2E020C" w14:textId="77777777" w:rsidR="00B44DB5" w:rsidRPr="00F664B3" w:rsidRDefault="00B44DB5" w:rsidP="00B44DB5">
            <w:pPr>
              <w:pStyle w:val="SpecNormal"/>
              <w:spacing w:line="240" w:lineRule="auto"/>
            </w:pPr>
          </w:p>
        </w:tc>
      </w:tr>
      <w:tr w:rsidR="00B44DB5" w:rsidRPr="00F664B3" w14:paraId="4686911E" w14:textId="77777777" w:rsidTr="00B44DB5">
        <w:trPr>
          <w:cantSplit/>
          <w:trHeight w:val="300"/>
          <w:jc w:val="center"/>
        </w:trPr>
        <w:tc>
          <w:tcPr>
            <w:tcW w:w="1851" w:type="dxa"/>
            <w:shd w:val="clear" w:color="auto" w:fill="auto"/>
            <w:noWrap/>
            <w:vAlign w:val="center"/>
            <w:hideMark/>
          </w:tcPr>
          <w:p w14:paraId="1B0668D3" w14:textId="77777777" w:rsidR="00B44DB5" w:rsidRPr="00F664B3" w:rsidRDefault="00B44DB5" w:rsidP="00B44DB5">
            <w:pPr>
              <w:pStyle w:val="SpecNormal"/>
              <w:spacing w:line="240" w:lineRule="auto"/>
            </w:pPr>
            <w:r w:rsidRPr="00F664B3">
              <w:t>Primary Loop Pump 1 Status</w:t>
            </w:r>
          </w:p>
        </w:tc>
        <w:tc>
          <w:tcPr>
            <w:tcW w:w="800" w:type="dxa"/>
            <w:shd w:val="clear" w:color="auto" w:fill="auto"/>
            <w:noWrap/>
            <w:vAlign w:val="center"/>
            <w:hideMark/>
          </w:tcPr>
          <w:p w14:paraId="5FF02BA9"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1BC7D767"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5C9F3833"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33BD5B1" w14:textId="77777777" w:rsidR="00B44DB5" w:rsidRPr="00F664B3" w:rsidRDefault="00B44DB5" w:rsidP="00B44DB5">
            <w:pPr>
              <w:pStyle w:val="SpecNormal"/>
              <w:spacing w:line="240" w:lineRule="auto"/>
            </w:pPr>
            <w:r w:rsidRPr="00F664B3">
              <w:t>3 days</w:t>
            </w:r>
          </w:p>
        </w:tc>
        <w:tc>
          <w:tcPr>
            <w:tcW w:w="891" w:type="dxa"/>
            <w:vAlign w:val="center"/>
          </w:tcPr>
          <w:p w14:paraId="0981C6FD" w14:textId="77777777" w:rsidR="00B44DB5" w:rsidRPr="00F664B3" w:rsidRDefault="00B44DB5" w:rsidP="00B44DB5">
            <w:pPr>
              <w:pStyle w:val="SpecNormal"/>
              <w:spacing w:line="240" w:lineRule="auto"/>
            </w:pPr>
            <w:r w:rsidRPr="00F664B3">
              <w:t>C</w:t>
            </w:r>
          </w:p>
        </w:tc>
        <w:tc>
          <w:tcPr>
            <w:tcW w:w="1170" w:type="dxa"/>
            <w:vAlign w:val="center"/>
          </w:tcPr>
          <w:p w14:paraId="52BB89A9" w14:textId="77777777" w:rsidR="00B44DB5" w:rsidRPr="00F664B3" w:rsidRDefault="00B44DB5" w:rsidP="00B44DB5">
            <w:pPr>
              <w:pStyle w:val="SpecNormal"/>
              <w:spacing w:line="240" w:lineRule="auto"/>
            </w:pPr>
            <w:r w:rsidRPr="00F664B3">
              <w:t>Status &lt;&gt; Command</w:t>
            </w:r>
          </w:p>
        </w:tc>
        <w:tc>
          <w:tcPr>
            <w:tcW w:w="909" w:type="dxa"/>
            <w:vAlign w:val="center"/>
          </w:tcPr>
          <w:p w14:paraId="7F9D099C" w14:textId="77777777" w:rsidR="00B44DB5" w:rsidRPr="00F664B3" w:rsidRDefault="00B44DB5" w:rsidP="00B44DB5">
            <w:pPr>
              <w:pStyle w:val="SpecNormal"/>
              <w:spacing w:line="240" w:lineRule="auto"/>
            </w:pPr>
            <w:r w:rsidRPr="00F664B3">
              <w:t>30 min</w:t>
            </w:r>
          </w:p>
        </w:tc>
      </w:tr>
      <w:tr w:rsidR="00B44DB5" w:rsidRPr="00F664B3" w14:paraId="2BE9D91B" w14:textId="77777777" w:rsidTr="00B44DB5">
        <w:trPr>
          <w:cantSplit/>
          <w:trHeight w:val="300"/>
          <w:jc w:val="center"/>
        </w:trPr>
        <w:tc>
          <w:tcPr>
            <w:tcW w:w="1851" w:type="dxa"/>
            <w:shd w:val="clear" w:color="auto" w:fill="auto"/>
            <w:noWrap/>
            <w:vAlign w:val="center"/>
            <w:hideMark/>
          </w:tcPr>
          <w:p w14:paraId="337A1805" w14:textId="77777777" w:rsidR="00B44DB5" w:rsidRPr="00F664B3" w:rsidRDefault="00B44DB5" w:rsidP="00B44DB5">
            <w:pPr>
              <w:pStyle w:val="SpecNormal"/>
              <w:spacing w:line="240" w:lineRule="auto"/>
            </w:pPr>
            <w:r w:rsidRPr="00F664B3">
              <w:t>Primary Loop Pump 2 Status</w:t>
            </w:r>
          </w:p>
        </w:tc>
        <w:tc>
          <w:tcPr>
            <w:tcW w:w="800" w:type="dxa"/>
            <w:shd w:val="clear" w:color="auto" w:fill="auto"/>
            <w:noWrap/>
            <w:vAlign w:val="center"/>
            <w:hideMark/>
          </w:tcPr>
          <w:p w14:paraId="6DF855C6"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6AFF8496"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678E71D7"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EB22EFA" w14:textId="77777777" w:rsidR="00B44DB5" w:rsidRPr="00F664B3" w:rsidRDefault="00B44DB5" w:rsidP="00B44DB5">
            <w:pPr>
              <w:pStyle w:val="SpecNormal"/>
              <w:spacing w:line="240" w:lineRule="auto"/>
            </w:pPr>
            <w:r w:rsidRPr="00F664B3">
              <w:t>3 days</w:t>
            </w:r>
          </w:p>
        </w:tc>
        <w:tc>
          <w:tcPr>
            <w:tcW w:w="891" w:type="dxa"/>
            <w:vAlign w:val="center"/>
          </w:tcPr>
          <w:p w14:paraId="74C11FE8" w14:textId="77777777" w:rsidR="00B44DB5" w:rsidRPr="00F664B3" w:rsidRDefault="00B44DB5" w:rsidP="00B44DB5">
            <w:pPr>
              <w:pStyle w:val="SpecNormal"/>
              <w:spacing w:line="240" w:lineRule="auto"/>
            </w:pPr>
            <w:r w:rsidRPr="00F664B3">
              <w:t>C</w:t>
            </w:r>
          </w:p>
        </w:tc>
        <w:tc>
          <w:tcPr>
            <w:tcW w:w="1170" w:type="dxa"/>
            <w:vAlign w:val="center"/>
          </w:tcPr>
          <w:p w14:paraId="2FF2077C" w14:textId="77777777" w:rsidR="00B44DB5" w:rsidRPr="00F664B3" w:rsidRDefault="00B44DB5" w:rsidP="00B44DB5">
            <w:pPr>
              <w:pStyle w:val="SpecNormal"/>
              <w:spacing w:line="240" w:lineRule="auto"/>
            </w:pPr>
            <w:r w:rsidRPr="00F664B3">
              <w:t>Status &lt;&gt; Command</w:t>
            </w:r>
          </w:p>
        </w:tc>
        <w:tc>
          <w:tcPr>
            <w:tcW w:w="909" w:type="dxa"/>
            <w:vAlign w:val="center"/>
          </w:tcPr>
          <w:p w14:paraId="7315F1CA" w14:textId="77777777" w:rsidR="00B44DB5" w:rsidRPr="00F664B3" w:rsidRDefault="00B44DB5" w:rsidP="00B44DB5">
            <w:pPr>
              <w:pStyle w:val="SpecNormal"/>
              <w:spacing w:line="240" w:lineRule="auto"/>
            </w:pPr>
            <w:r w:rsidRPr="00F664B3">
              <w:t>30 min</w:t>
            </w:r>
          </w:p>
        </w:tc>
      </w:tr>
      <w:tr w:rsidR="00B44DB5" w:rsidRPr="00F664B3" w14:paraId="45299795" w14:textId="77777777" w:rsidTr="00B44DB5">
        <w:trPr>
          <w:cantSplit/>
          <w:trHeight w:val="300"/>
          <w:jc w:val="center"/>
        </w:trPr>
        <w:tc>
          <w:tcPr>
            <w:tcW w:w="1851" w:type="dxa"/>
            <w:shd w:val="clear" w:color="auto" w:fill="auto"/>
            <w:noWrap/>
            <w:vAlign w:val="center"/>
            <w:hideMark/>
          </w:tcPr>
          <w:p w14:paraId="453AAB10" w14:textId="77777777" w:rsidR="00B44DB5" w:rsidRPr="00F664B3" w:rsidRDefault="00B44DB5" w:rsidP="00B44DB5">
            <w:pPr>
              <w:pStyle w:val="SpecNormal"/>
              <w:spacing w:line="240" w:lineRule="auto"/>
            </w:pPr>
            <w:r w:rsidRPr="00F664B3">
              <w:t>Secondary Loop Pump 1 Status</w:t>
            </w:r>
          </w:p>
        </w:tc>
        <w:tc>
          <w:tcPr>
            <w:tcW w:w="800" w:type="dxa"/>
            <w:shd w:val="clear" w:color="auto" w:fill="auto"/>
            <w:noWrap/>
            <w:vAlign w:val="center"/>
            <w:hideMark/>
          </w:tcPr>
          <w:p w14:paraId="76C15EE0"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73619DF3"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02F566BF"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B735D6B" w14:textId="77777777" w:rsidR="00B44DB5" w:rsidRPr="00F664B3" w:rsidRDefault="00B44DB5" w:rsidP="00B44DB5">
            <w:pPr>
              <w:pStyle w:val="SpecNormal"/>
              <w:spacing w:line="240" w:lineRule="auto"/>
            </w:pPr>
            <w:r w:rsidRPr="00F664B3">
              <w:t>3 days</w:t>
            </w:r>
          </w:p>
        </w:tc>
        <w:tc>
          <w:tcPr>
            <w:tcW w:w="891" w:type="dxa"/>
            <w:vAlign w:val="center"/>
          </w:tcPr>
          <w:p w14:paraId="33D395E9" w14:textId="77777777" w:rsidR="00B44DB5" w:rsidRPr="00F664B3" w:rsidRDefault="00B44DB5" w:rsidP="00B44DB5">
            <w:pPr>
              <w:pStyle w:val="SpecNormal"/>
              <w:spacing w:line="240" w:lineRule="auto"/>
            </w:pPr>
            <w:r w:rsidRPr="00F664B3">
              <w:t>C</w:t>
            </w:r>
          </w:p>
        </w:tc>
        <w:tc>
          <w:tcPr>
            <w:tcW w:w="1170" w:type="dxa"/>
            <w:vAlign w:val="center"/>
          </w:tcPr>
          <w:p w14:paraId="572AD36D" w14:textId="77777777" w:rsidR="00B44DB5" w:rsidRPr="00F664B3" w:rsidRDefault="00B44DB5" w:rsidP="00B44DB5">
            <w:pPr>
              <w:pStyle w:val="SpecNormal"/>
              <w:spacing w:line="240" w:lineRule="auto"/>
            </w:pPr>
            <w:r w:rsidRPr="00F664B3">
              <w:t>Status &lt;&gt; Command</w:t>
            </w:r>
          </w:p>
        </w:tc>
        <w:tc>
          <w:tcPr>
            <w:tcW w:w="909" w:type="dxa"/>
            <w:vAlign w:val="center"/>
          </w:tcPr>
          <w:p w14:paraId="20FDD6E3" w14:textId="77777777" w:rsidR="00B44DB5" w:rsidRPr="00F664B3" w:rsidRDefault="00B44DB5" w:rsidP="00B44DB5">
            <w:pPr>
              <w:pStyle w:val="SpecNormal"/>
              <w:spacing w:line="240" w:lineRule="auto"/>
            </w:pPr>
            <w:r w:rsidRPr="00F664B3">
              <w:t>30 min</w:t>
            </w:r>
          </w:p>
        </w:tc>
      </w:tr>
      <w:tr w:rsidR="00B44DB5" w:rsidRPr="00F664B3" w14:paraId="2500A4D0" w14:textId="77777777" w:rsidTr="00B44DB5">
        <w:trPr>
          <w:cantSplit/>
          <w:trHeight w:val="300"/>
          <w:jc w:val="center"/>
        </w:trPr>
        <w:tc>
          <w:tcPr>
            <w:tcW w:w="1851" w:type="dxa"/>
            <w:shd w:val="clear" w:color="auto" w:fill="auto"/>
            <w:noWrap/>
            <w:vAlign w:val="center"/>
            <w:hideMark/>
          </w:tcPr>
          <w:p w14:paraId="67A91627" w14:textId="77777777" w:rsidR="00B44DB5" w:rsidRPr="00F664B3" w:rsidRDefault="00B44DB5" w:rsidP="00B44DB5">
            <w:pPr>
              <w:pStyle w:val="SpecNormal"/>
              <w:spacing w:line="240" w:lineRule="auto"/>
            </w:pPr>
            <w:r w:rsidRPr="00F664B3">
              <w:t>Secondary Loop Pump 2 Status</w:t>
            </w:r>
          </w:p>
        </w:tc>
        <w:tc>
          <w:tcPr>
            <w:tcW w:w="800" w:type="dxa"/>
            <w:shd w:val="clear" w:color="auto" w:fill="auto"/>
            <w:noWrap/>
            <w:vAlign w:val="center"/>
            <w:hideMark/>
          </w:tcPr>
          <w:p w14:paraId="5CC3CD01"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5E9C7C59"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345B4C22"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D847A1C" w14:textId="77777777" w:rsidR="00B44DB5" w:rsidRPr="00F664B3" w:rsidRDefault="00B44DB5" w:rsidP="00B44DB5">
            <w:pPr>
              <w:pStyle w:val="SpecNormal"/>
              <w:spacing w:line="240" w:lineRule="auto"/>
            </w:pPr>
            <w:r w:rsidRPr="00F664B3">
              <w:t>3 days</w:t>
            </w:r>
          </w:p>
        </w:tc>
        <w:tc>
          <w:tcPr>
            <w:tcW w:w="891" w:type="dxa"/>
            <w:vAlign w:val="center"/>
          </w:tcPr>
          <w:p w14:paraId="4E4D6222" w14:textId="77777777" w:rsidR="00B44DB5" w:rsidRPr="00F664B3" w:rsidRDefault="00B44DB5" w:rsidP="00B44DB5">
            <w:pPr>
              <w:pStyle w:val="SpecNormal"/>
              <w:spacing w:line="240" w:lineRule="auto"/>
            </w:pPr>
            <w:r w:rsidRPr="00F664B3">
              <w:t>C</w:t>
            </w:r>
          </w:p>
        </w:tc>
        <w:tc>
          <w:tcPr>
            <w:tcW w:w="1170" w:type="dxa"/>
            <w:vAlign w:val="center"/>
          </w:tcPr>
          <w:p w14:paraId="09BA83A7" w14:textId="77777777" w:rsidR="00B44DB5" w:rsidRPr="00F664B3" w:rsidRDefault="00B44DB5" w:rsidP="00B44DB5">
            <w:pPr>
              <w:pStyle w:val="SpecNormal"/>
              <w:spacing w:line="240" w:lineRule="auto"/>
            </w:pPr>
            <w:r w:rsidRPr="00F664B3">
              <w:t>Status &lt;&gt; Command</w:t>
            </w:r>
          </w:p>
        </w:tc>
        <w:tc>
          <w:tcPr>
            <w:tcW w:w="909" w:type="dxa"/>
            <w:vAlign w:val="center"/>
          </w:tcPr>
          <w:p w14:paraId="53595437" w14:textId="77777777" w:rsidR="00B44DB5" w:rsidRPr="00F664B3" w:rsidRDefault="00B44DB5" w:rsidP="00B44DB5">
            <w:pPr>
              <w:pStyle w:val="SpecNormal"/>
              <w:spacing w:line="240" w:lineRule="auto"/>
            </w:pPr>
            <w:r w:rsidRPr="00F664B3">
              <w:t>30 min</w:t>
            </w:r>
          </w:p>
        </w:tc>
      </w:tr>
      <w:tr w:rsidR="00B44DB5" w:rsidRPr="00F664B3" w14:paraId="3C7CF344" w14:textId="77777777" w:rsidTr="00B44DB5">
        <w:trPr>
          <w:cantSplit/>
          <w:trHeight w:val="300"/>
          <w:jc w:val="center"/>
        </w:trPr>
        <w:tc>
          <w:tcPr>
            <w:tcW w:w="1851" w:type="dxa"/>
            <w:shd w:val="clear" w:color="auto" w:fill="auto"/>
            <w:noWrap/>
            <w:vAlign w:val="center"/>
            <w:hideMark/>
          </w:tcPr>
          <w:p w14:paraId="24BF8972" w14:textId="77777777" w:rsidR="00B44DB5" w:rsidRPr="00F664B3" w:rsidRDefault="00B44DB5" w:rsidP="00B44DB5">
            <w:pPr>
              <w:pStyle w:val="SpecNormal"/>
              <w:spacing w:line="240" w:lineRule="auto"/>
            </w:pPr>
            <w:r w:rsidRPr="00F664B3">
              <w:t>Chiller 1 Status</w:t>
            </w:r>
          </w:p>
        </w:tc>
        <w:tc>
          <w:tcPr>
            <w:tcW w:w="800" w:type="dxa"/>
            <w:shd w:val="clear" w:color="auto" w:fill="auto"/>
            <w:noWrap/>
            <w:vAlign w:val="center"/>
            <w:hideMark/>
          </w:tcPr>
          <w:p w14:paraId="630891A2"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5AC7EF08"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329F76C"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C05CB31" w14:textId="77777777" w:rsidR="00B44DB5" w:rsidRPr="00F664B3" w:rsidRDefault="00B44DB5" w:rsidP="00B44DB5">
            <w:pPr>
              <w:pStyle w:val="SpecNormal"/>
              <w:spacing w:line="240" w:lineRule="auto"/>
            </w:pPr>
            <w:r w:rsidRPr="00F664B3">
              <w:t>3 days</w:t>
            </w:r>
          </w:p>
        </w:tc>
        <w:tc>
          <w:tcPr>
            <w:tcW w:w="891" w:type="dxa"/>
            <w:vAlign w:val="center"/>
          </w:tcPr>
          <w:p w14:paraId="4550F24A" w14:textId="77777777" w:rsidR="00B44DB5" w:rsidRPr="00F664B3" w:rsidRDefault="00B44DB5" w:rsidP="00B44DB5">
            <w:pPr>
              <w:pStyle w:val="SpecNormal"/>
              <w:spacing w:line="240" w:lineRule="auto"/>
            </w:pPr>
            <w:r w:rsidRPr="00F664B3">
              <w:t>C</w:t>
            </w:r>
          </w:p>
        </w:tc>
        <w:tc>
          <w:tcPr>
            <w:tcW w:w="1170" w:type="dxa"/>
            <w:vAlign w:val="center"/>
          </w:tcPr>
          <w:p w14:paraId="4D6BD268" w14:textId="77777777" w:rsidR="00B44DB5" w:rsidRPr="00F664B3" w:rsidRDefault="00B44DB5" w:rsidP="00B44DB5">
            <w:pPr>
              <w:pStyle w:val="SpecNormal"/>
              <w:spacing w:line="240" w:lineRule="auto"/>
            </w:pPr>
            <w:r w:rsidRPr="00F664B3">
              <w:t>Status &lt;&gt; Command</w:t>
            </w:r>
          </w:p>
        </w:tc>
        <w:tc>
          <w:tcPr>
            <w:tcW w:w="909" w:type="dxa"/>
            <w:vAlign w:val="center"/>
          </w:tcPr>
          <w:p w14:paraId="3C73AB3C" w14:textId="77777777" w:rsidR="00B44DB5" w:rsidRPr="00F664B3" w:rsidRDefault="00B44DB5" w:rsidP="00B44DB5">
            <w:pPr>
              <w:pStyle w:val="SpecNormal"/>
              <w:spacing w:line="240" w:lineRule="auto"/>
            </w:pPr>
            <w:r w:rsidRPr="00F664B3">
              <w:t>30 min</w:t>
            </w:r>
          </w:p>
        </w:tc>
      </w:tr>
      <w:tr w:rsidR="00B44DB5" w:rsidRPr="00F664B3" w14:paraId="640026EE" w14:textId="77777777" w:rsidTr="00B44DB5">
        <w:trPr>
          <w:cantSplit/>
          <w:trHeight w:val="300"/>
          <w:jc w:val="center"/>
        </w:trPr>
        <w:tc>
          <w:tcPr>
            <w:tcW w:w="1851" w:type="dxa"/>
            <w:shd w:val="clear" w:color="auto" w:fill="auto"/>
            <w:noWrap/>
            <w:vAlign w:val="center"/>
            <w:hideMark/>
          </w:tcPr>
          <w:p w14:paraId="208D42B5" w14:textId="77777777" w:rsidR="00B44DB5" w:rsidRPr="00F664B3" w:rsidRDefault="00B44DB5" w:rsidP="00B44DB5">
            <w:pPr>
              <w:pStyle w:val="SpecNormal"/>
              <w:spacing w:line="240" w:lineRule="auto"/>
            </w:pPr>
            <w:r w:rsidRPr="00F664B3">
              <w:t>Chiller 1 Evaporator Iso-Valve</w:t>
            </w:r>
          </w:p>
        </w:tc>
        <w:tc>
          <w:tcPr>
            <w:tcW w:w="800" w:type="dxa"/>
            <w:shd w:val="clear" w:color="auto" w:fill="auto"/>
            <w:noWrap/>
            <w:vAlign w:val="center"/>
            <w:hideMark/>
          </w:tcPr>
          <w:p w14:paraId="6644ECC6"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7D3C4BA8"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0D2F632C"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DFC3B44" w14:textId="77777777" w:rsidR="00B44DB5" w:rsidRPr="00F664B3" w:rsidRDefault="00B44DB5" w:rsidP="00B44DB5">
            <w:pPr>
              <w:pStyle w:val="SpecNormal"/>
              <w:spacing w:line="240" w:lineRule="auto"/>
            </w:pPr>
            <w:r w:rsidRPr="00F664B3">
              <w:t>3 days</w:t>
            </w:r>
          </w:p>
        </w:tc>
        <w:tc>
          <w:tcPr>
            <w:tcW w:w="891" w:type="dxa"/>
            <w:vAlign w:val="center"/>
          </w:tcPr>
          <w:p w14:paraId="007A86F5" w14:textId="77777777" w:rsidR="00B44DB5" w:rsidRPr="00F664B3" w:rsidRDefault="00B44DB5" w:rsidP="00B44DB5">
            <w:pPr>
              <w:pStyle w:val="SpecNormal"/>
              <w:spacing w:line="240" w:lineRule="auto"/>
            </w:pPr>
            <w:r w:rsidRPr="00F664B3">
              <w:t>N/A</w:t>
            </w:r>
          </w:p>
        </w:tc>
        <w:tc>
          <w:tcPr>
            <w:tcW w:w="1170" w:type="dxa"/>
            <w:vAlign w:val="center"/>
          </w:tcPr>
          <w:p w14:paraId="7798242A" w14:textId="77777777" w:rsidR="00B44DB5" w:rsidRPr="00F664B3" w:rsidRDefault="00B44DB5" w:rsidP="00B44DB5">
            <w:pPr>
              <w:pStyle w:val="SpecNormal"/>
              <w:spacing w:line="240" w:lineRule="auto"/>
            </w:pPr>
          </w:p>
        </w:tc>
        <w:tc>
          <w:tcPr>
            <w:tcW w:w="909" w:type="dxa"/>
            <w:vAlign w:val="center"/>
          </w:tcPr>
          <w:p w14:paraId="22B0642F" w14:textId="77777777" w:rsidR="00B44DB5" w:rsidRPr="00F664B3" w:rsidRDefault="00B44DB5" w:rsidP="00B44DB5">
            <w:pPr>
              <w:pStyle w:val="SpecNormal"/>
              <w:spacing w:line="240" w:lineRule="auto"/>
            </w:pPr>
          </w:p>
        </w:tc>
      </w:tr>
      <w:tr w:rsidR="00B44DB5" w:rsidRPr="00F664B3" w14:paraId="3C981CFD" w14:textId="77777777" w:rsidTr="00B44DB5">
        <w:trPr>
          <w:cantSplit/>
          <w:trHeight w:val="300"/>
          <w:jc w:val="center"/>
        </w:trPr>
        <w:tc>
          <w:tcPr>
            <w:tcW w:w="1851" w:type="dxa"/>
            <w:shd w:val="clear" w:color="auto" w:fill="auto"/>
            <w:noWrap/>
            <w:vAlign w:val="center"/>
            <w:hideMark/>
          </w:tcPr>
          <w:p w14:paraId="74E259B7" w14:textId="77777777" w:rsidR="00B44DB5" w:rsidRPr="00F664B3" w:rsidRDefault="00B44DB5" w:rsidP="00B44DB5">
            <w:pPr>
              <w:pStyle w:val="SpecNormal"/>
              <w:spacing w:line="240" w:lineRule="auto"/>
            </w:pPr>
            <w:r w:rsidRPr="00F664B3">
              <w:lastRenderedPageBreak/>
              <w:t>Chiller 1 Evaporator Flow Switch</w:t>
            </w:r>
          </w:p>
        </w:tc>
        <w:tc>
          <w:tcPr>
            <w:tcW w:w="800" w:type="dxa"/>
            <w:shd w:val="clear" w:color="auto" w:fill="auto"/>
            <w:noWrap/>
            <w:vAlign w:val="center"/>
            <w:hideMark/>
          </w:tcPr>
          <w:p w14:paraId="2A98B8D8"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3FF7F795"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26E1E30D"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2D02DFC" w14:textId="77777777" w:rsidR="00B44DB5" w:rsidRPr="00F664B3" w:rsidRDefault="00B44DB5" w:rsidP="00B44DB5">
            <w:pPr>
              <w:pStyle w:val="SpecNormal"/>
              <w:spacing w:line="240" w:lineRule="auto"/>
            </w:pPr>
            <w:r w:rsidRPr="00F664B3">
              <w:t>3 days</w:t>
            </w:r>
          </w:p>
        </w:tc>
        <w:tc>
          <w:tcPr>
            <w:tcW w:w="891" w:type="dxa"/>
            <w:vAlign w:val="center"/>
          </w:tcPr>
          <w:p w14:paraId="4780E23B" w14:textId="77777777" w:rsidR="00B44DB5" w:rsidRPr="00F664B3" w:rsidRDefault="00B44DB5" w:rsidP="00B44DB5">
            <w:pPr>
              <w:pStyle w:val="SpecNormal"/>
              <w:spacing w:line="240" w:lineRule="auto"/>
            </w:pPr>
            <w:r w:rsidRPr="00F664B3">
              <w:t>N/A</w:t>
            </w:r>
          </w:p>
        </w:tc>
        <w:tc>
          <w:tcPr>
            <w:tcW w:w="1170" w:type="dxa"/>
            <w:vAlign w:val="center"/>
          </w:tcPr>
          <w:p w14:paraId="3673C86D" w14:textId="77777777" w:rsidR="00B44DB5" w:rsidRPr="00F664B3" w:rsidRDefault="00B44DB5" w:rsidP="00B44DB5">
            <w:pPr>
              <w:pStyle w:val="SpecNormal"/>
              <w:spacing w:line="240" w:lineRule="auto"/>
            </w:pPr>
          </w:p>
        </w:tc>
        <w:tc>
          <w:tcPr>
            <w:tcW w:w="909" w:type="dxa"/>
            <w:vAlign w:val="center"/>
          </w:tcPr>
          <w:p w14:paraId="12DCD305" w14:textId="77777777" w:rsidR="00B44DB5" w:rsidRPr="00F664B3" w:rsidRDefault="00B44DB5" w:rsidP="00B44DB5">
            <w:pPr>
              <w:pStyle w:val="SpecNormal"/>
              <w:spacing w:line="240" w:lineRule="auto"/>
            </w:pPr>
          </w:p>
        </w:tc>
      </w:tr>
      <w:tr w:rsidR="00B44DB5" w:rsidRPr="00F664B3" w14:paraId="249D9B6B" w14:textId="77777777" w:rsidTr="00B44DB5">
        <w:trPr>
          <w:cantSplit/>
          <w:trHeight w:val="300"/>
          <w:jc w:val="center"/>
        </w:trPr>
        <w:tc>
          <w:tcPr>
            <w:tcW w:w="1851" w:type="dxa"/>
            <w:shd w:val="clear" w:color="auto" w:fill="auto"/>
            <w:noWrap/>
            <w:vAlign w:val="center"/>
            <w:hideMark/>
          </w:tcPr>
          <w:p w14:paraId="329CFC43" w14:textId="77777777" w:rsidR="00B44DB5" w:rsidRPr="00F664B3" w:rsidRDefault="00B44DB5" w:rsidP="00B44DB5">
            <w:pPr>
              <w:pStyle w:val="SpecNormal"/>
              <w:spacing w:line="240" w:lineRule="auto"/>
            </w:pPr>
            <w:r w:rsidRPr="00F664B3">
              <w:t>Chiller 1 Unit Alarm</w:t>
            </w:r>
          </w:p>
        </w:tc>
        <w:tc>
          <w:tcPr>
            <w:tcW w:w="800" w:type="dxa"/>
            <w:shd w:val="clear" w:color="auto" w:fill="auto"/>
            <w:noWrap/>
            <w:vAlign w:val="center"/>
            <w:hideMark/>
          </w:tcPr>
          <w:p w14:paraId="4B8674D3"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003C9E5E"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30943C37"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1D6C912" w14:textId="77777777" w:rsidR="00B44DB5" w:rsidRPr="00F664B3" w:rsidRDefault="00B44DB5" w:rsidP="00B44DB5">
            <w:pPr>
              <w:pStyle w:val="SpecNormal"/>
              <w:spacing w:line="240" w:lineRule="auto"/>
            </w:pPr>
            <w:r w:rsidRPr="00F664B3">
              <w:t>3 days</w:t>
            </w:r>
          </w:p>
        </w:tc>
        <w:tc>
          <w:tcPr>
            <w:tcW w:w="891" w:type="dxa"/>
            <w:vAlign w:val="center"/>
          </w:tcPr>
          <w:p w14:paraId="67EC9D84" w14:textId="77777777" w:rsidR="00B44DB5" w:rsidRPr="00F664B3" w:rsidRDefault="00B44DB5" w:rsidP="00B44DB5">
            <w:pPr>
              <w:pStyle w:val="SpecNormal"/>
              <w:spacing w:line="240" w:lineRule="auto"/>
            </w:pPr>
            <w:r w:rsidRPr="00F664B3">
              <w:t>C</w:t>
            </w:r>
          </w:p>
        </w:tc>
        <w:tc>
          <w:tcPr>
            <w:tcW w:w="1170" w:type="dxa"/>
            <w:vAlign w:val="center"/>
          </w:tcPr>
          <w:p w14:paraId="7B63B2F5" w14:textId="77777777" w:rsidR="00B44DB5" w:rsidRPr="00F664B3" w:rsidRDefault="00B44DB5" w:rsidP="00B44DB5">
            <w:pPr>
              <w:pStyle w:val="SpecNormal"/>
              <w:spacing w:line="240" w:lineRule="auto"/>
            </w:pPr>
            <w:r w:rsidRPr="00F664B3">
              <w:t>True</w:t>
            </w:r>
          </w:p>
        </w:tc>
        <w:tc>
          <w:tcPr>
            <w:tcW w:w="909" w:type="dxa"/>
            <w:vAlign w:val="center"/>
          </w:tcPr>
          <w:p w14:paraId="3AD55152" w14:textId="77777777" w:rsidR="00B44DB5" w:rsidRPr="00F664B3" w:rsidRDefault="00B44DB5" w:rsidP="00B44DB5">
            <w:pPr>
              <w:pStyle w:val="SpecNormal"/>
              <w:spacing w:line="240" w:lineRule="auto"/>
            </w:pPr>
            <w:r w:rsidRPr="00F664B3">
              <w:t>10 Min</w:t>
            </w:r>
          </w:p>
        </w:tc>
      </w:tr>
      <w:tr w:rsidR="00B44DB5" w:rsidRPr="00F664B3" w14:paraId="513B8FBF" w14:textId="77777777" w:rsidTr="00B44DB5">
        <w:trPr>
          <w:cantSplit/>
          <w:trHeight w:val="300"/>
          <w:jc w:val="center"/>
        </w:trPr>
        <w:tc>
          <w:tcPr>
            <w:tcW w:w="1851" w:type="dxa"/>
            <w:shd w:val="clear" w:color="auto" w:fill="auto"/>
            <w:noWrap/>
            <w:vAlign w:val="center"/>
            <w:hideMark/>
          </w:tcPr>
          <w:p w14:paraId="4D602F89" w14:textId="77777777" w:rsidR="00B44DB5" w:rsidRPr="00F664B3" w:rsidRDefault="00B44DB5" w:rsidP="00B44DB5">
            <w:pPr>
              <w:pStyle w:val="SpecNormal"/>
              <w:spacing w:line="240" w:lineRule="auto"/>
            </w:pPr>
            <w:r w:rsidRPr="00F664B3">
              <w:t>Chiller 2 Status</w:t>
            </w:r>
          </w:p>
        </w:tc>
        <w:tc>
          <w:tcPr>
            <w:tcW w:w="800" w:type="dxa"/>
            <w:shd w:val="clear" w:color="auto" w:fill="auto"/>
            <w:noWrap/>
            <w:vAlign w:val="center"/>
            <w:hideMark/>
          </w:tcPr>
          <w:p w14:paraId="7E0C8889"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41DEF3F1"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21414E47"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164B895" w14:textId="77777777" w:rsidR="00B44DB5" w:rsidRPr="00F664B3" w:rsidRDefault="00B44DB5" w:rsidP="00B44DB5">
            <w:pPr>
              <w:pStyle w:val="SpecNormal"/>
              <w:spacing w:line="240" w:lineRule="auto"/>
            </w:pPr>
            <w:r w:rsidRPr="00F664B3">
              <w:t>3 days</w:t>
            </w:r>
          </w:p>
        </w:tc>
        <w:tc>
          <w:tcPr>
            <w:tcW w:w="891" w:type="dxa"/>
            <w:vAlign w:val="center"/>
          </w:tcPr>
          <w:p w14:paraId="700A0E35" w14:textId="77777777" w:rsidR="00B44DB5" w:rsidRPr="00F664B3" w:rsidRDefault="00B44DB5" w:rsidP="00B44DB5">
            <w:pPr>
              <w:pStyle w:val="SpecNormal"/>
              <w:spacing w:line="240" w:lineRule="auto"/>
            </w:pPr>
            <w:r w:rsidRPr="00F664B3">
              <w:t>C</w:t>
            </w:r>
          </w:p>
        </w:tc>
        <w:tc>
          <w:tcPr>
            <w:tcW w:w="1170" w:type="dxa"/>
            <w:vAlign w:val="center"/>
          </w:tcPr>
          <w:p w14:paraId="4CCFFE8A" w14:textId="77777777" w:rsidR="00B44DB5" w:rsidRPr="00F664B3" w:rsidRDefault="00B44DB5" w:rsidP="00B44DB5">
            <w:pPr>
              <w:pStyle w:val="SpecNormal"/>
              <w:spacing w:line="240" w:lineRule="auto"/>
            </w:pPr>
            <w:r w:rsidRPr="00F664B3">
              <w:t>Status &lt;&gt; Command</w:t>
            </w:r>
          </w:p>
        </w:tc>
        <w:tc>
          <w:tcPr>
            <w:tcW w:w="909" w:type="dxa"/>
            <w:vAlign w:val="center"/>
          </w:tcPr>
          <w:p w14:paraId="6264D490" w14:textId="77777777" w:rsidR="00B44DB5" w:rsidRPr="00F664B3" w:rsidRDefault="00B44DB5" w:rsidP="00B44DB5">
            <w:pPr>
              <w:pStyle w:val="SpecNormal"/>
              <w:spacing w:line="240" w:lineRule="auto"/>
            </w:pPr>
            <w:r w:rsidRPr="00F664B3">
              <w:t>30 min</w:t>
            </w:r>
          </w:p>
        </w:tc>
      </w:tr>
      <w:tr w:rsidR="00B44DB5" w:rsidRPr="00F664B3" w14:paraId="2BFDB9A8" w14:textId="77777777" w:rsidTr="00B44DB5">
        <w:trPr>
          <w:cantSplit/>
          <w:trHeight w:val="300"/>
          <w:jc w:val="center"/>
        </w:trPr>
        <w:tc>
          <w:tcPr>
            <w:tcW w:w="1851" w:type="dxa"/>
            <w:shd w:val="clear" w:color="auto" w:fill="auto"/>
            <w:noWrap/>
            <w:vAlign w:val="center"/>
            <w:hideMark/>
          </w:tcPr>
          <w:p w14:paraId="750680C1" w14:textId="77777777" w:rsidR="00B44DB5" w:rsidRPr="00F664B3" w:rsidRDefault="00B44DB5" w:rsidP="00B44DB5">
            <w:pPr>
              <w:pStyle w:val="SpecNormal"/>
              <w:spacing w:line="240" w:lineRule="auto"/>
            </w:pPr>
            <w:r w:rsidRPr="00F664B3">
              <w:t>Chiller 2 Evaporator Iso-Valve</w:t>
            </w:r>
          </w:p>
        </w:tc>
        <w:tc>
          <w:tcPr>
            <w:tcW w:w="800" w:type="dxa"/>
            <w:shd w:val="clear" w:color="auto" w:fill="auto"/>
            <w:noWrap/>
            <w:vAlign w:val="center"/>
            <w:hideMark/>
          </w:tcPr>
          <w:p w14:paraId="15865B4F"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5E69AE74"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1756804B"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C848327" w14:textId="77777777" w:rsidR="00B44DB5" w:rsidRPr="00F664B3" w:rsidRDefault="00B44DB5" w:rsidP="00B44DB5">
            <w:pPr>
              <w:pStyle w:val="SpecNormal"/>
              <w:spacing w:line="240" w:lineRule="auto"/>
            </w:pPr>
            <w:r w:rsidRPr="00F664B3">
              <w:t>3 days</w:t>
            </w:r>
          </w:p>
        </w:tc>
        <w:tc>
          <w:tcPr>
            <w:tcW w:w="891" w:type="dxa"/>
            <w:vAlign w:val="center"/>
          </w:tcPr>
          <w:p w14:paraId="32A85B11" w14:textId="77777777" w:rsidR="00B44DB5" w:rsidRPr="00F664B3" w:rsidRDefault="00B44DB5" w:rsidP="00B44DB5">
            <w:pPr>
              <w:pStyle w:val="SpecNormal"/>
              <w:spacing w:line="240" w:lineRule="auto"/>
            </w:pPr>
            <w:r w:rsidRPr="00F664B3">
              <w:t>N/A</w:t>
            </w:r>
          </w:p>
        </w:tc>
        <w:tc>
          <w:tcPr>
            <w:tcW w:w="1170" w:type="dxa"/>
            <w:vAlign w:val="center"/>
          </w:tcPr>
          <w:p w14:paraId="7FBA643A" w14:textId="77777777" w:rsidR="00B44DB5" w:rsidRPr="00F664B3" w:rsidRDefault="00B44DB5" w:rsidP="00B44DB5">
            <w:pPr>
              <w:pStyle w:val="SpecNormal"/>
              <w:spacing w:line="240" w:lineRule="auto"/>
            </w:pPr>
          </w:p>
        </w:tc>
        <w:tc>
          <w:tcPr>
            <w:tcW w:w="909" w:type="dxa"/>
            <w:vAlign w:val="center"/>
          </w:tcPr>
          <w:p w14:paraId="2CA40918" w14:textId="77777777" w:rsidR="00B44DB5" w:rsidRPr="00F664B3" w:rsidRDefault="00B44DB5" w:rsidP="00B44DB5">
            <w:pPr>
              <w:pStyle w:val="SpecNormal"/>
              <w:spacing w:line="240" w:lineRule="auto"/>
            </w:pPr>
          </w:p>
        </w:tc>
      </w:tr>
      <w:tr w:rsidR="00B44DB5" w:rsidRPr="00F664B3" w14:paraId="2605DB38" w14:textId="77777777" w:rsidTr="00B44DB5">
        <w:trPr>
          <w:cantSplit/>
          <w:trHeight w:val="300"/>
          <w:jc w:val="center"/>
        </w:trPr>
        <w:tc>
          <w:tcPr>
            <w:tcW w:w="1851" w:type="dxa"/>
            <w:shd w:val="clear" w:color="auto" w:fill="auto"/>
            <w:noWrap/>
            <w:vAlign w:val="center"/>
            <w:hideMark/>
          </w:tcPr>
          <w:p w14:paraId="3FC83700" w14:textId="77777777" w:rsidR="00B44DB5" w:rsidRPr="00F664B3" w:rsidRDefault="00B44DB5" w:rsidP="00B44DB5">
            <w:pPr>
              <w:pStyle w:val="SpecNormal"/>
              <w:spacing w:line="240" w:lineRule="auto"/>
            </w:pPr>
            <w:r w:rsidRPr="00F664B3">
              <w:t>Chiller 2 Evaporator Flow Switch</w:t>
            </w:r>
          </w:p>
        </w:tc>
        <w:tc>
          <w:tcPr>
            <w:tcW w:w="800" w:type="dxa"/>
            <w:shd w:val="clear" w:color="auto" w:fill="auto"/>
            <w:noWrap/>
            <w:vAlign w:val="center"/>
            <w:hideMark/>
          </w:tcPr>
          <w:p w14:paraId="7EF2D416"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44BF4F12"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7A4941C6"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76D39C5" w14:textId="77777777" w:rsidR="00B44DB5" w:rsidRPr="00F664B3" w:rsidRDefault="00B44DB5" w:rsidP="00B44DB5">
            <w:pPr>
              <w:pStyle w:val="SpecNormal"/>
              <w:spacing w:line="240" w:lineRule="auto"/>
            </w:pPr>
            <w:r w:rsidRPr="00F664B3">
              <w:t>3 days</w:t>
            </w:r>
          </w:p>
        </w:tc>
        <w:tc>
          <w:tcPr>
            <w:tcW w:w="891" w:type="dxa"/>
            <w:vAlign w:val="center"/>
          </w:tcPr>
          <w:p w14:paraId="644E29AF" w14:textId="77777777" w:rsidR="00B44DB5" w:rsidRPr="00F664B3" w:rsidRDefault="00B44DB5" w:rsidP="00B44DB5">
            <w:pPr>
              <w:pStyle w:val="SpecNormal"/>
              <w:spacing w:line="240" w:lineRule="auto"/>
            </w:pPr>
            <w:r w:rsidRPr="00F664B3">
              <w:t>N/A</w:t>
            </w:r>
          </w:p>
        </w:tc>
        <w:tc>
          <w:tcPr>
            <w:tcW w:w="1170" w:type="dxa"/>
            <w:vAlign w:val="center"/>
          </w:tcPr>
          <w:p w14:paraId="25A206BA" w14:textId="77777777" w:rsidR="00B44DB5" w:rsidRPr="00F664B3" w:rsidRDefault="00B44DB5" w:rsidP="00B44DB5">
            <w:pPr>
              <w:pStyle w:val="SpecNormal"/>
              <w:spacing w:line="240" w:lineRule="auto"/>
            </w:pPr>
          </w:p>
        </w:tc>
        <w:tc>
          <w:tcPr>
            <w:tcW w:w="909" w:type="dxa"/>
            <w:vAlign w:val="center"/>
          </w:tcPr>
          <w:p w14:paraId="53E8D37A" w14:textId="77777777" w:rsidR="00B44DB5" w:rsidRPr="00F664B3" w:rsidRDefault="00B44DB5" w:rsidP="00B44DB5">
            <w:pPr>
              <w:pStyle w:val="SpecNormal"/>
              <w:spacing w:line="240" w:lineRule="auto"/>
            </w:pPr>
          </w:p>
        </w:tc>
      </w:tr>
      <w:tr w:rsidR="00B44DB5" w:rsidRPr="00F664B3" w14:paraId="14D06446" w14:textId="77777777" w:rsidTr="00B44DB5">
        <w:trPr>
          <w:cantSplit/>
          <w:trHeight w:val="300"/>
          <w:jc w:val="center"/>
        </w:trPr>
        <w:tc>
          <w:tcPr>
            <w:tcW w:w="1851" w:type="dxa"/>
            <w:shd w:val="clear" w:color="auto" w:fill="auto"/>
            <w:noWrap/>
            <w:vAlign w:val="center"/>
            <w:hideMark/>
          </w:tcPr>
          <w:p w14:paraId="49B7BC66" w14:textId="77777777" w:rsidR="00B44DB5" w:rsidRPr="00F664B3" w:rsidRDefault="00B44DB5" w:rsidP="00B44DB5">
            <w:pPr>
              <w:pStyle w:val="SpecNormal"/>
              <w:spacing w:line="240" w:lineRule="auto"/>
            </w:pPr>
            <w:r w:rsidRPr="00F664B3">
              <w:t>Chiller 2 Unit Alarm</w:t>
            </w:r>
          </w:p>
        </w:tc>
        <w:tc>
          <w:tcPr>
            <w:tcW w:w="800" w:type="dxa"/>
            <w:shd w:val="clear" w:color="auto" w:fill="auto"/>
            <w:noWrap/>
            <w:vAlign w:val="center"/>
            <w:hideMark/>
          </w:tcPr>
          <w:p w14:paraId="28C372B7"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6D14B244"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E07C819"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B94486B" w14:textId="77777777" w:rsidR="00B44DB5" w:rsidRPr="00F664B3" w:rsidRDefault="00B44DB5" w:rsidP="00B44DB5">
            <w:pPr>
              <w:pStyle w:val="SpecNormal"/>
              <w:spacing w:line="240" w:lineRule="auto"/>
            </w:pPr>
            <w:r w:rsidRPr="00F664B3">
              <w:t>3 days</w:t>
            </w:r>
          </w:p>
        </w:tc>
        <w:tc>
          <w:tcPr>
            <w:tcW w:w="891" w:type="dxa"/>
            <w:vAlign w:val="center"/>
          </w:tcPr>
          <w:p w14:paraId="22AAE27A" w14:textId="77777777" w:rsidR="00B44DB5" w:rsidRPr="00F664B3" w:rsidRDefault="00B44DB5" w:rsidP="00B44DB5">
            <w:pPr>
              <w:pStyle w:val="SpecNormal"/>
              <w:spacing w:line="240" w:lineRule="auto"/>
            </w:pPr>
            <w:r w:rsidRPr="00F664B3">
              <w:t>C</w:t>
            </w:r>
          </w:p>
        </w:tc>
        <w:tc>
          <w:tcPr>
            <w:tcW w:w="1170" w:type="dxa"/>
            <w:vAlign w:val="center"/>
          </w:tcPr>
          <w:p w14:paraId="10BF1F3D" w14:textId="77777777" w:rsidR="00B44DB5" w:rsidRPr="00F664B3" w:rsidRDefault="00B44DB5" w:rsidP="00B44DB5">
            <w:pPr>
              <w:pStyle w:val="SpecNormal"/>
              <w:spacing w:line="240" w:lineRule="auto"/>
            </w:pPr>
            <w:r w:rsidRPr="00F664B3">
              <w:t>True</w:t>
            </w:r>
          </w:p>
        </w:tc>
        <w:tc>
          <w:tcPr>
            <w:tcW w:w="909" w:type="dxa"/>
            <w:vAlign w:val="center"/>
          </w:tcPr>
          <w:p w14:paraId="0F1E347D" w14:textId="77777777" w:rsidR="00B44DB5" w:rsidRPr="00F664B3" w:rsidRDefault="00B44DB5" w:rsidP="00B44DB5">
            <w:pPr>
              <w:pStyle w:val="SpecNormal"/>
              <w:spacing w:line="240" w:lineRule="auto"/>
            </w:pPr>
            <w:r w:rsidRPr="00F664B3">
              <w:t>10 Min</w:t>
            </w:r>
          </w:p>
        </w:tc>
      </w:tr>
      <w:tr w:rsidR="00B44DB5" w:rsidRPr="00F664B3" w14:paraId="53E39B0D" w14:textId="77777777" w:rsidTr="00B44DB5">
        <w:trPr>
          <w:cantSplit/>
          <w:trHeight w:val="300"/>
          <w:jc w:val="center"/>
        </w:trPr>
        <w:tc>
          <w:tcPr>
            <w:tcW w:w="1851" w:type="dxa"/>
            <w:shd w:val="clear" w:color="auto" w:fill="auto"/>
            <w:noWrap/>
            <w:vAlign w:val="center"/>
            <w:hideMark/>
          </w:tcPr>
          <w:p w14:paraId="19A38223" w14:textId="77777777" w:rsidR="00B44DB5" w:rsidRPr="00F664B3" w:rsidRDefault="00B44DB5" w:rsidP="00B44DB5">
            <w:pPr>
              <w:pStyle w:val="SpecNormal"/>
              <w:spacing w:line="240" w:lineRule="auto"/>
            </w:pPr>
            <w:r w:rsidRPr="00F664B3">
              <w:t>Refrigerant Detector</w:t>
            </w:r>
          </w:p>
        </w:tc>
        <w:tc>
          <w:tcPr>
            <w:tcW w:w="800" w:type="dxa"/>
            <w:shd w:val="clear" w:color="auto" w:fill="auto"/>
            <w:noWrap/>
            <w:vAlign w:val="center"/>
            <w:hideMark/>
          </w:tcPr>
          <w:p w14:paraId="30C42EBD"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7141E113"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07647CA2"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50E0787" w14:textId="77777777" w:rsidR="00B44DB5" w:rsidRPr="00F664B3" w:rsidRDefault="00B44DB5" w:rsidP="00B44DB5">
            <w:pPr>
              <w:pStyle w:val="SpecNormal"/>
              <w:spacing w:line="240" w:lineRule="auto"/>
            </w:pPr>
            <w:r w:rsidRPr="00F664B3">
              <w:t>3 days</w:t>
            </w:r>
          </w:p>
        </w:tc>
        <w:tc>
          <w:tcPr>
            <w:tcW w:w="891" w:type="dxa"/>
            <w:vAlign w:val="center"/>
          </w:tcPr>
          <w:p w14:paraId="7643941E" w14:textId="77777777" w:rsidR="00B44DB5" w:rsidRPr="00F664B3" w:rsidRDefault="00B44DB5" w:rsidP="00B44DB5">
            <w:pPr>
              <w:pStyle w:val="SpecNormal"/>
              <w:spacing w:line="240" w:lineRule="auto"/>
            </w:pPr>
            <w:r w:rsidRPr="00F664B3">
              <w:t>C</w:t>
            </w:r>
          </w:p>
        </w:tc>
        <w:tc>
          <w:tcPr>
            <w:tcW w:w="1170" w:type="dxa"/>
            <w:vAlign w:val="center"/>
          </w:tcPr>
          <w:p w14:paraId="19962715" w14:textId="77777777" w:rsidR="00B44DB5" w:rsidRPr="00F664B3" w:rsidRDefault="00B44DB5" w:rsidP="00B44DB5">
            <w:pPr>
              <w:pStyle w:val="SpecNormal"/>
              <w:spacing w:line="240" w:lineRule="auto"/>
            </w:pPr>
            <w:r w:rsidRPr="00F664B3">
              <w:t>True</w:t>
            </w:r>
          </w:p>
        </w:tc>
        <w:tc>
          <w:tcPr>
            <w:tcW w:w="909" w:type="dxa"/>
            <w:vAlign w:val="center"/>
          </w:tcPr>
          <w:p w14:paraId="3065FE90" w14:textId="77777777" w:rsidR="00B44DB5" w:rsidRPr="00F664B3" w:rsidRDefault="00B44DB5" w:rsidP="00B44DB5">
            <w:pPr>
              <w:pStyle w:val="SpecNormal"/>
              <w:spacing w:line="240" w:lineRule="auto"/>
            </w:pPr>
            <w:r w:rsidRPr="00F664B3">
              <w:t>10 Min</w:t>
            </w:r>
          </w:p>
        </w:tc>
      </w:tr>
      <w:tr w:rsidR="00B44DB5" w:rsidRPr="00F664B3" w14:paraId="7493C053" w14:textId="77777777" w:rsidTr="00B44DB5">
        <w:trPr>
          <w:cantSplit/>
          <w:trHeight w:val="300"/>
          <w:jc w:val="center"/>
        </w:trPr>
        <w:tc>
          <w:tcPr>
            <w:tcW w:w="1851" w:type="dxa"/>
            <w:shd w:val="clear" w:color="auto" w:fill="auto"/>
            <w:noWrap/>
            <w:vAlign w:val="center"/>
            <w:hideMark/>
          </w:tcPr>
          <w:p w14:paraId="5DC0192A" w14:textId="77777777" w:rsidR="00B44DB5" w:rsidRPr="00F664B3" w:rsidRDefault="00B44DB5" w:rsidP="00B44DB5">
            <w:pPr>
              <w:pStyle w:val="SpecNormal"/>
              <w:spacing w:line="240" w:lineRule="auto"/>
            </w:pPr>
            <w:r w:rsidRPr="00F664B3">
              <w:t>Refrigerant Exhaust Fan Status</w:t>
            </w:r>
          </w:p>
        </w:tc>
        <w:tc>
          <w:tcPr>
            <w:tcW w:w="800" w:type="dxa"/>
            <w:shd w:val="clear" w:color="auto" w:fill="auto"/>
            <w:noWrap/>
            <w:vAlign w:val="center"/>
            <w:hideMark/>
          </w:tcPr>
          <w:p w14:paraId="2D923920"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5DA6446F"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E9C3EEC"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B26D373" w14:textId="77777777" w:rsidR="00B44DB5" w:rsidRPr="00F664B3" w:rsidRDefault="00B44DB5" w:rsidP="00B44DB5">
            <w:pPr>
              <w:pStyle w:val="SpecNormal"/>
              <w:spacing w:line="240" w:lineRule="auto"/>
            </w:pPr>
            <w:r w:rsidRPr="00F664B3">
              <w:t>3 days</w:t>
            </w:r>
          </w:p>
        </w:tc>
        <w:tc>
          <w:tcPr>
            <w:tcW w:w="891" w:type="dxa"/>
            <w:vAlign w:val="center"/>
          </w:tcPr>
          <w:p w14:paraId="7B8ADC4F" w14:textId="77777777" w:rsidR="00B44DB5" w:rsidRPr="00F664B3" w:rsidRDefault="00B44DB5" w:rsidP="00B44DB5">
            <w:pPr>
              <w:pStyle w:val="SpecNormal"/>
              <w:spacing w:line="240" w:lineRule="auto"/>
            </w:pPr>
            <w:r w:rsidRPr="00F664B3">
              <w:t>M</w:t>
            </w:r>
          </w:p>
        </w:tc>
        <w:tc>
          <w:tcPr>
            <w:tcW w:w="1170" w:type="dxa"/>
            <w:vAlign w:val="center"/>
          </w:tcPr>
          <w:p w14:paraId="1932B45E" w14:textId="77777777" w:rsidR="00B44DB5" w:rsidRPr="00F664B3" w:rsidRDefault="00B44DB5" w:rsidP="00B44DB5">
            <w:pPr>
              <w:pStyle w:val="SpecNormal"/>
              <w:spacing w:line="240" w:lineRule="auto"/>
            </w:pPr>
            <w:r w:rsidRPr="00F664B3">
              <w:t>Status &lt;&gt; Command</w:t>
            </w:r>
          </w:p>
        </w:tc>
        <w:tc>
          <w:tcPr>
            <w:tcW w:w="909" w:type="dxa"/>
            <w:vAlign w:val="center"/>
          </w:tcPr>
          <w:p w14:paraId="493E42C1" w14:textId="77777777" w:rsidR="00B44DB5" w:rsidRPr="00F664B3" w:rsidRDefault="00B44DB5" w:rsidP="00B44DB5">
            <w:pPr>
              <w:pStyle w:val="SpecNormal"/>
              <w:spacing w:line="240" w:lineRule="auto"/>
            </w:pPr>
            <w:r w:rsidRPr="00F664B3">
              <w:t>30 min</w:t>
            </w:r>
          </w:p>
        </w:tc>
      </w:tr>
      <w:tr w:rsidR="00B44DB5" w:rsidRPr="00F664B3" w14:paraId="5D129A1D" w14:textId="77777777" w:rsidTr="00B44DB5">
        <w:trPr>
          <w:cantSplit/>
          <w:trHeight w:val="300"/>
          <w:jc w:val="center"/>
        </w:trPr>
        <w:tc>
          <w:tcPr>
            <w:tcW w:w="1851" w:type="dxa"/>
            <w:shd w:val="clear" w:color="auto" w:fill="auto"/>
            <w:noWrap/>
            <w:vAlign w:val="center"/>
            <w:hideMark/>
          </w:tcPr>
          <w:p w14:paraId="634624AA" w14:textId="77777777" w:rsidR="00B44DB5" w:rsidRPr="00F664B3" w:rsidRDefault="00B44DB5" w:rsidP="00B44DB5">
            <w:pPr>
              <w:pStyle w:val="SpecNormal"/>
              <w:spacing w:line="240" w:lineRule="auto"/>
            </w:pPr>
            <w:r w:rsidRPr="00F664B3">
              <w:t>Emergency Shutdown</w:t>
            </w:r>
          </w:p>
        </w:tc>
        <w:tc>
          <w:tcPr>
            <w:tcW w:w="800" w:type="dxa"/>
            <w:shd w:val="clear" w:color="auto" w:fill="auto"/>
            <w:noWrap/>
            <w:vAlign w:val="center"/>
            <w:hideMark/>
          </w:tcPr>
          <w:p w14:paraId="14F978FC"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41A30C40"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2719CFA3"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43F78A2" w14:textId="77777777" w:rsidR="00B44DB5" w:rsidRPr="00F664B3" w:rsidRDefault="00B44DB5" w:rsidP="00B44DB5">
            <w:pPr>
              <w:pStyle w:val="SpecNormal"/>
              <w:spacing w:line="240" w:lineRule="auto"/>
            </w:pPr>
            <w:r w:rsidRPr="00F664B3">
              <w:t>3 days</w:t>
            </w:r>
          </w:p>
        </w:tc>
        <w:tc>
          <w:tcPr>
            <w:tcW w:w="891" w:type="dxa"/>
            <w:vAlign w:val="center"/>
          </w:tcPr>
          <w:p w14:paraId="32039F37" w14:textId="77777777" w:rsidR="00B44DB5" w:rsidRPr="00F664B3" w:rsidRDefault="00B44DB5" w:rsidP="00B44DB5">
            <w:pPr>
              <w:pStyle w:val="SpecNormal"/>
              <w:spacing w:line="240" w:lineRule="auto"/>
            </w:pPr>
            <w:r w:rsidRPr="00F664B3">
              <w:t>P</w:t>
            </w:r>
          </w:p>
        </w:tc>
        <w:tc>
          <w:tcPr>
            <w:tcW w:w="1170" w:type="dxa"/>
            <w:vAlign w:val="center"/>
          </w:tcPr>
          <w:p w14:paraId="4FFFDBF1" w14:textId="77777777" w:rsidR="00B44DB5" w:rsidRPr="00F664B3" w:rsidRDefault="00B44DB5" w:rsidP="00B44DB5">
            <w:pPr>
              <w:pStyle w:val="SpecNormal"/>
              <w:spacing w:line="240" w:lineRule="auto"/>
            </w:pPr>
            <w:r w:rsidRPr="00F664B3">
              <w:t>True</w:t>
            </w:r>
          </w:p>
        </w:tc>
        <w:tc>
          <w:tcPr>
            <w:tcW w:w="909" w:type="dxa"/>
            <w:vAlign w:val="center"/>
          </w:tcPr>
          <w:p w14:paraId="25A59A06" w14:textId="77777777" w:rsidR="00B44DB5" w:rsidRPr="00F664B3" w:rsidRDefault="00B44DB5" w:rsidP="00B44DB5">
            <w:pPr>
              <w:pStyle w:val="SpecNormal"/>
              <w:spacing w:line="240" w:lineRule="auto"/>
            </w:pPr>
            <w:r w:rsidRPr="00F664B3">
              <w:t>1 Min</w:t>
            </w:r>
          </w:p>
        </w:tc>
      </w:tr>
      <w:tr w:rsidR="00B44DB5" w:rsidRPr="00F664B3" w14:paraId="52056D76" w14:textId="77777777" w:rsidTr="00B44DB5">
        <w:trPr>
          <w:cantSplit/>
          <w:trHeight w:val="300"/>
          <w:jc w:val="center"/>
        </w:trPr>
        <w:tc>
          <w:tcPr>
            <w:tcW w:w="1851" w:type="dxa"/>
            <w:shd w:val="clear" w:color="auto" w:fill="auto"/>
            <w:noWrap/>
            <w:vAlign w:val="center"/>
            <w:hideMark/>
          </w:tcPr>
          <w:p w14:paraId="2DAF44BF"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37ED10AE"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1CA5AD05"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1AEB4913"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4F5F107A" w14:textId="77777777" w:rsidR="00B44DB5" w:rsidRPr="00F664B3" w:rsidRDefault="00B44DB5" w:rsidP="00B44DB5">
            <w:pPr>
              <w:pStyle w:val="SpecNormal"/>
              <w:spacing w:line="240" w:lineRule="auto"/>
            </w:pPr>
          </w:p>
        </w:tc>
        <w:tc>
          <w:tcPr>
            <w:tcW w:w="891" w:type="dxa"/>
            <w:vAlign w:val="center"/>
          </w:tcPr>
          <w:p w14:paraId="0D080977" w14:textId="77777777" w:rsidR="00B44DB5" w:rsidRPr="00F664B3" w:rsidRDefault="00B44DB5" w:rsidP="00B44DB5">
            <w:pPr>
              <w:pStyle w:val="SpecNormal"/>
              <w:spacing w:line="240" w:lineRule="auto"/>
            </w:pPr>
          </w:p>
        </w:tc>
        <w:tc>
          <w:tcPr>
            <w:tcW w:w="1170" w:type="dxa"/>
            <w:vAlign w:val="center"/>
          </w:tcPr>
          <w:p w14:paraId="085FD85A" w14:textId="77777777" w:rsidR="00B44DB5" w:rsidRPr="00F664B3" w:rsidRDefault="00B44DB5" w:rsidP="00B44DB5">
            <w:pPr>
              <w:pStyle w:val="SpecNormal"/>
              <w:spacing w:line="240" w:lineRule="auto"/>
            </w:pPr>
          </w:p>
        </w:tc>
        <w:tc>
          <w:tcPr>
            <w:tcW w:w="909" w:type="dxa"/>
            <w:vAlign w:val="center"/>
          </w:tcPr>
          <w:p w14:paraId="5FFB980F" w14:textId="77777777" w:rsidR="00B44DB5" w:rsidRPr="00F664B3" w:rsidRDefault="00B44DB5" w:rsidP="00B44DB5">
            <w:pPr>
              <w:pStyle w:val="SpecNormal"/>
              <w:spacing w:line="240" w:lineRule="auto"/>
            </w:pPr>
          </w:p>
        </w:tc>
      </w:tr>
      <w:tr w:rsidR="00B44DB5" w:rsidRPr="00F664B3" w14:paraId="7D7D48A2" w14:textId="77777777" w:rsidTr="00B44DB5">
        <w:trPr>
          <w:cantSplit/>
          <w:trHeight w:val="300"/>
          <w:jc w:val="center"/>
        </w:trPr>
        <w:tc>
          <w:tcPr>
            <w:tcW w:w="1851" w:type="dxa"/>
            <w:shd w:val="clear" w:color="auto" w:fill="auto"/>
            <w:noWrap/>
            <w:vAlign w:val="center"/>
            <w:hideMark/>
          </w:tcPr>
          <w:p w14:paraId="354524EE" w14:textId="77777777" w:rsidR="00B44DB5" w:rsidRPr="00F664B3" w:rsidRDefault="00B44DB5" w:rsidP="00B44DB5">
            <w:pPr>
              <w:pStyle w:val="SpecNormal"/>
              <w:spacing w:line="240" w:lineRule="auto"/>
            </w:pPr>
            <w:r w:rsidRPr="00F664B3">
              <w:t>Primary Loop Pump 1 VFD Speed</w:t>
            </w:r>
          </w:p>
        </w:tc>
        <w:tc>
          <w:tcPr>
            <w:tcW w:w="800" w:type="dxa"/>
            <w:shd w:val="clear" w:color="auto" w:fill="auto"/>
            <w:noWrap/>
            <w:vAlign w:val="center"/>
            <w:hideMark/>
          </w:tcPr>
          <w:p w14:paraId="38A688DE"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67DD6E49"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34DCC4DB"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478D356" w14:textId="77777777" w:rsidR="00B44DB5" w:rsidRPr="00F664B3" w:rsidRDefault="00B44DB5" w:rsidP="00B44DB5">
            <w:pPr>
              <w:pStyle w:val="SpecNormal"/>
              <w:spacing w:line="240" w:lineRule="auto"/>
            </w:pPr>
            <w:r w:rsidRPr="00F664B3">
              <w:t>3 days</w:t>
            </w:r>
          </w:p>
        </w:tc>
        <w:tc>
          <w:tcPr>
            <w:tcW w:w="891" w:type="dxa"/>
            <w:vAlign w:val="center"/>
          </w:tcPr>
          <w:p w14:paraId="7A50528B" w14:textId="77777777" w:rsidR="00B44DB5" w:rsidRPr="00F664B3" w:rsidRDefault="00B44DB5" w:rsidP="00B44DB5">
            <w:pPr>
              <w:pStyle w:val="SpecNormal"/>
              <w:spacing w:line="240" w:lineRule="auto"/>
            </w:pPr>
            <w:r w:rsidRPr="00F664B3">
              <w:t>N/A</w:t>
            </w:r>
          </w:p>
        </w:tc>
        <w:tc>
          <w:tcPr>
            <w:tcW w:w="1170" w:type="dxa"/>
            <w:vAlign w:val="center"/>
          </w:tcPr>
          <w:p w14:paraId="767BA98F" w14:textId="77777777" w:rsidR="00B44DB5" w:rsidRPr="00F664B3" w:rsidRDefault="00B44DB5" w:rsidP="00B44DB5">
            <w:pPr>
              <w:pStyle w:val="SpecNormal"/>
              <w:spacing w:line="240" w:lineRule="auto"/>
            </w:pPr>
          </w:p>
        </w:tc>
        <w:tc>
          <w:tcPr>
            <w:tcW w:w="909" w:type="dxa"/>
            <w:vAlign w:val="center"/>
          </w:tcPr>
          <w:p w14:paraId="0124D7F3" w14:textId="77777777" w:rsidR="00B44DB5" w:rsidRPr="00F664B3" w:rsidRDefault="00B44DB5" w:rsidP="00B44DB5">
            <w:pPr>
              <w:pStyle w:val="SpecNormal"/>
              <w:spacing w:line="240" w:lineRule="auto"/>
            </w:pPr>
          </w:p>
        </w:tc>
      </w:tr>
      <w:tr w:rsidR="00B44DB5" w:rsidRPr="00F664B3" w14:paraId="2173FDDC" w14:textId="77777777" w:rsidTr="00B44DB5">
        <w:trPr>
          <w:cantSplit/>
          <w:trHeight w:val="300"/>
          <w:jc w:val="center"/>
        </w:trPr>
        <w:tc>
          <w:tcPr>
            <w:tcW w:w="1851" w:type="dxa"/>
            <w:shd w:val="clear" w:color="auto" w:fill="auto"/>
            <w:noWrap/>
            <w:vAlign w:val="center"/>
            <w:hideMark/>
          </w:tcPr>
          <w:p w14:paraId="4A587A5E" w14:textId="77777777" w:rsidR="00B44DB5" w:rsidRPr="00F664B3" w:rsidRDefault="00B44DB5" w:rsidP="00B44DB5">
            <w:pPr>
              <w:pStyle w:val="SpecNormal"/>
              <w:spacing w:line="240" w:lineRule="auto"/>
            </w:pPr>
            <w:r w:rsidRPr="00F664B3">
              <w:t>Primary Loop Pump 2 VFD Speed</w:t>
            </w:r>
          </w:p>
        </w:tc>
        <w:tc>
          <w:tcPr>
            <w:tcW w:w="800" w:type="dxa"/>
            <w:shd w:val="clear" w:color="auto" w:fill="auto"/>
            <w:noWrap/>
            <w:vAlign w:val="center"/>
            <w:hideMark/>
          </w:tcPr>
          <w:p w14:paraId="3F5B55C5"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2DF63671"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599358A7"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4BCE313" w14:textId="77777777" w:rsidR="00B44DB5" w:rsidRPr="00F664B3" w:rsidRDefault="00B44DB5" w:rsidP="00B44DB5">
            <w:pPr>
              <w:pStyle w:val="SpecNormal"/>
              <w:spacing w:line="240" w:lineRule="auto"/>
            </w:pPr>
            <w:r w:rsidRPr="00F664B3">
              <w:t>3 days</w:t>
            </w:r>
          </w:p>
        </w:tc>
        <w:tc>
          <w:tcPr>
            <w:tcW w:w="891" w:type="dxa"/>
            <w:vAlign w:val="center"/>
          </w:tcPr>
          <w:p w14:paraId="5D6012A9" w14:textId="77777777" w:rsidR="00B44DB5" w:rsidRPr="00F664B3" w:rsidRDefault="00B44DB5" w:rsidP="00B44DB5">
            <w:pPr>
              <w:pStyle w:val="SpecNormal"/>
              <w:spacing w:line="240" w:lineRule="auto"/>
            </w:pPr>
            <w:r w:rsidRPr="00F664B3">
              <w:t>N/A</w:t>
            </w:r>
          </w:p>
        </w:tc>
        <w:tc>
          <w:tcPr>
            <w:tcW w:w="1170" w:type="dxa"/>
            <w:vAlign w:val="center"/>
          </w:tcPr>
          <w:p w14:paraId="49B8D787" w14:textId="77777777" w:rsidR="00B44DB5" w:rsidRPr="00F664B3" w:rsidRDefault="00B44DB5" w:rsidP="00B44DB5">
            <w:pPr>
              <w:pStyle w:val="SpecNormal"/>
              <w:spacing w:line="240" w:lineRule="auto"/>
            </w:pPr>
          </w:p>
        </w:tc>
        <w:tc>
          <w:tcPr>
            <w:tcW w:w="909" w:type="dxa"/>
            <w:vAlign w:val="center"/>
          </w:tcPr>
          <w:p w14:paraId="533132BA" w14:textId="77777777" w:rsidR="00B44DB5" w:rsidRPr="00F664B3" w:rsidRDefault="00B44DB5" w:rsidP="00B44DB5">
            <w:pPr>
              <w:pStyle w:val="SpecNormal"/>
              <w:spacing w:line="240" w:lineRule="auto"/>
            </w:pPr>
          </w:p>
        </w:tc>
      </w:tr>
      <w:tr w:rsidR="00B44DB5" w:rsidRPr="00F664B3" w14:paraId="3F43455A" w14:textId="77777777" w:rsidTr="00B44DB5">
        <w:trPr>
          <w:cantSplit/>
          <w:trHeight w:val="300"/>
          <w:jc w:val="center"/>
        </w:trPr>
        <w:tc>
          <w:tcPr>
            <w:tcW w:w="1851" w:type="dxa"/>
            <w:shd w:val="clear" w:color="auto" w:fill="auto"/>
            <w:noWrap/>
            <w:vAlign w:val="center"/>
            <w:hideMark/>
          </w:tcPr>
          <w:p w14:paraId="79DEB729" w14:textId="77777777" w:rsidR="00B44DB5" w:rsidRPr="00F664B3" w:rsidRDefault="00B44DB5" w:rsidP="00B44DB5">
            <w:pPr>
              <w:pStyle w:val="SpecNormal"/>
              <w:spacing w:line="240" w:lineRule="auto"/>
            </w:pPr>
            <w:r w:rsidRPr="00F664B3">
              <w:t>Secondary Loop Pump 1 VFD Speed</w:t>
            </w:r>
          </w:p>
        </w:tc>
        <w:tc>
          <w:tcPr>
            <w:tcW w:w="800" w:type="dxa"/>
            <w:shd w:val="clear" w:color="auto" w:fill="auto"/>
            <w:noWrap/>
            <w:vAlign w:val="center"/>
            <w:hideMark/>
          </w:tcPr>
          <w:p w14:paraId="7025A2B7"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6EE04C60"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2DDEEF7E"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C968EE9" w14:textId="77777777" w:rsidR="00B44DB5" w:rsidRPr="00F664B3" w:rsidRDefault="00B44DB5" w:rsidP="00B44DB5">
            <w:pPr>
              <w:pStyle w:val="SpecNormal"/>
              <w:spacing w:line="240" w:lineRule="auto"/>
            </w:pPr>
            <w:r w:rsidRPr="00F664B3">
              <w:t>3 days</w:t>
            </w:r>
          </w:p>
        </w:tc>
        <w:tc>
          <w:tcPr>
            <w:tcW w:w="891" w:type="dxa"/>
            <w:vAlign w:val="center"/>
          </w:tcPr>
          <w:p w14:paraId="16F56E31" w14:textId="77777777" w:rsidR="00B44DB5" w:rsidRPr="00F664B3" w:rsidRDefault="00B44DB5" w:rsidP="00B44DB5">
            <w:pPr>
              <w:pStyle w:val="SpecNormal"/>
              <w:spacing w:line="240" w:lineRule="auto"/>
            </w:pPr>
            <w:r w:rsidRPr="00F664B3">
              <w:t>N/A</w:t>
            </w:r>
          </w:p>
        </w:tc>
        <w:tc>
          <w:tcPr>
            <w:tcW w:w="1170" w:type="dxa"/>
            <w:vAlign w:val="center"/>
          </w:tcPr>
          <w:p w14:paraId="609116B4" w14:textId="77777777" w:rsidR="00B44DB5" w:rsidRPr="00F664B3" w:rsidRDefault="00B44DB5" w:rsidP="00B44DB5">
            <w:pPr>
              <w:pStyle w:val="SpecNormal"/>
              <w:spacing w:line="240" w:lineRule="auto"/>
            </w:pPr>
          </w:p>
        </w:tc>
        <w:tc>
          <w:tcPr>
            <w:tcW w:w="909" w:type="dxa"/>
            <w:vAlign w:val="center"/>
          </w:tcPr>
          <w:p w14:paraId="3920ED7A" w14:textId="77777777" w:rsidR="00B44DB5" w:rsidRPr="00F664B3" w:rsidRDefault="00B44DB5" w:rsidP="00B44DB5">
            <w:pPr>
              <w:pStyle w:val="SpecNormal"/>
              <w:spacing w:line="240" w:lineRule="auto"/>
            </w:pPr>
          </w:p>
        </w:tc>
      </w:tr>
      <w:tr w:rsidR="00B44DB5" w:rsidRPr="00F664B3" w14:paraId="145A305B" w14:textId="77777777" w:rsidTr="00B44DB5">
        <w:trPr>
          <w:cantSplit/>
          <w:trHeight w:val="300"/>
          <w:jc w:val="center"/>
        </w:trPr>
        <w:tc>
          <w:tcPr>
            <w:tcW w:w="1851" w:type="dxa"/>
            <w:shd w:val="clear" w:color="auto" w:fill="auto"/>
            <w:noWrap/>
            <w:vAlign w:val="center"/>
            <w:hideMark/>
          </w:tcPr>
          <w:p w14:paraId="12C853FB" w14:textId="77777777" w:rsidR="00B44DB5" w:rsidRPr="00F664B3" w:rsidRDefault="00B44DB5" w:rsidP="00B44DB5">
            <w:pPr>
              <w:pStyle w:val="SpecNormal"/>
              <w:spacing w:line="240" w:lineRule="auto"/>
            </w:pPr>
            <w:r w:rsidRPr="00F664B3">
              <w:t>Secondary Loop Pump 2 VFD Speed</w:t>
            </w:r>
          </w:p>
        </w:tc>
        <w:tc>
          <w:tcPr>
            <w:tcW w:w="800" w:type="dxa"/>
            <w:shd w:val="clear" w:color="auto" w:fill="auto"/>
            <w:noWrap/>
            <w:vAlign w:val="center"/>
            <w:hideMark/>
          </w:tcPr>
          <w:p w14:paraId="2A4A8632"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080B06FB"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2A17845B"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33D613C" w14:textId="77777777" w:rsidR="00B44DB5" w:rsidRPr="00F664B3" w:rsidRDefault="00B44DB5" w:rsidP="00B44DB5">
            <w:pPr>
              <w:pStyle w:val="SpecNormal"/>
              <w:spacing w:line="240" w:lineRule="auto"/>
            </w:pPr>
            <w:r w:rsidRPr="00F664B3">
              <w:t>3 days</w:t>
            </w:r>
          </w:p>
        </w:tc>
        <w:tc>
          <w:tcPr>
            <w:tcW w:w="891" w:type="dxa"/>
            <w:vAlign w:val="center"/>
          </w:tcPr>
          <w:p w14:paraId="44C83441" w14:textId="77777777" w:rsidR="00B44DB5" w:rsidRPr="00F664B3" w:rsidRDefault="00B44DB5" w:rsidP="00B44DB5">
            <w:pPr>
              <w:pStyle w:val="SpecNormal"/>
              <w:spacing w:line="240" w:lineRule="auto"/>
            </w:pPr>
            <w:r w:rsidRPr="00F664B3">
              <w:t>N/A</w:t>
            </w:r>
          </w:p>
        </w:tc>
        <w:tc>
          <w:tcPr>
            <w:tcW w:w="1170" w:type="dxa"/>
            <w:vAlign w:val="center"/>
          </w:tcPr>
          <w:p w14:paraId="4F898C4F" w14:textId="77777777" w:rsidR="00B44DB5" w:rsidRPr="00F664B3" w:rsidRDefault="00B44DB5" w:rsidP="00B44DB5">
            <w:pPr>
              <w:pStyle w:val="SpecNormal"/>
              <w:spacing w:line="240" w:lineRule="auto"/>
            </w:pPr>
          </w:p>
        </w:tc>
        <w:tc>
          <w:tcPr>
            <w:tcW w:w="909" w:type="dxa"/>
            <w:vAlign w:val="center"/>
          </w:tcPr>
          <w:p w14:paraId="6AD8A5B6" w14:textId="77777777" w:rsidR="00B44DB5" w:rsidRPr="00F664B3" w:rsidRDefault="00B44DB5" w:rsidP="00B44DB5">
            <w:pPr>
              <w:pStyle w:val="SpecNormal"/>
              <w:spacing w:line="240" w:lineRule="auto"/>
            </w:pPr>
          </w:p>
        </w:tc>
      </w:tr>
      <w:tr w:rsidR="00B44DB5" w:rsidRPr="00F664B3" w14:paraId="7C36DB4C" w14:textId="77777777" w:rsidTr="00B44DB5">
        <w:trPr>
          <w:cantSplit/>
          <w:trHeight w:val="300"/>
          <w:jc w:val="center"/>
        </w:trPr>
        <w:tc>
          <w:tcPr>
            <w:tcW w:w="1851" w:type="dxa"/>
            <w:shd w:val="clear" w:color="auto" w:fill="auto"/>
            <w:noWrap/>
            <w:vAlign w:val="center"/>
            <w:hideMark/>
          </w:tcPr>
          <w:p w14:paraId="62FDC2A3"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3C20CE2B"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51921120"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6BA7D9BB"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2158C45C" w14:textId="77777777" w:rsidR="00B44DB5" w:rsidRPr="00F664B3" w:rsidRDefault="00B44DB5" w:rsidP="00B44DB5">
            <w:pPr>
              <w:pStyle w:val="SpecNormal"/>
              <w:spacing w:line="240" w:lineRule="auto"/>
            </w:pPr>
          </w:p>
        </w:tc>
        <w:tc>
          <w:tcPr>
            <w:tcW w:w="891" w:type="dxa"/>
            <w:vAlign w:val="center"/>
          </w:tcPr>
          <w:p w14:paraId="6571C6C6" w14:textId="77777777" w:rsidR="00B44DB5" w:rsidRPr="00F664B3" w:rsidRDefault="00B44DB5" w:rsidP="00B44DB5">
            <w:pPr>
              <w:pStyle w:val="SpecNormal"/>
              <w:spacing w:line="240" w:lineRule="auto"/>
            </w:pPr>
          </w:p>
        </w:tc>
        <w:tc>
          <w:tcPr>
            <w:tcW w:w="1170" w:type="dxa"/>
            <w:vAlign w:val="center"/>
          </w:tcPr>
          <w:p w14:paraId="58E39376" w14:textId="77777777" w:rsidR="00B44DB5" w:rsidRPr="00F664B3" w:rsidRDefault="00B44DB5" w:rsidP="00B44DB5">
            <w:pPr>
              <w:pStyle w:val="SpecNormal"/>
              <w:spacing w:line="240" w:lineRule="auto"/>
            </w:pPr>
          </w:p>
        </w:tc>
        <w:tc>
          <w:tcPr>
            <w:tcW w:w="909" w:type="dxa"/>
            <w:vAlign w:val="center"/>
          </w:tcPr>
          <w:p w14:paraId="2D9D0789" w14:textId="77777777" w:rsidR="00B44DB5" w:rsidRPr="00F664B3" w:rsidRDefault="00B44DB5" w:rsidP="00B44DB5">
            <w:pPr>
              <w:pStyle w:val="SpecNormal"/>
              <w:spacing w:line="240" w:lineRule="auto"/>
            </w:pPr>
          </w:p>
        </w:tc>
      </w:tr>
      <w:tr w:rsidR="00B44DB5" w:rsidRPr="00F664B3" w14:paraId="4DA72DC3" w14:textId="77777777" w:rsidTr="00B44DB5">
        <w:trPr>
          <w:cantSplit/>
          <w:trHeight w:val="300"/>
          <w:jc w:val="center"/>
        </w:trPr>
        <w:tc>
          <w:tcPr>
            <w:tcW w:w="1851" w:type="dxa"/>
            <w:shd w:val="clear" w:color="auto" w:fill="auto"/>
            <w:noWrap/>
            <w:vAlign w:val="center"/>
            <w:hideMark/>
          </w:tcPr>
          <w:p w14:paraId="5F87EC37" w14:textId="77777777" w:rsidR="00B44DB5" w:rsidRPr="00F664B3" w:rsidRDefault="00B44DB5" w:rsidP="00B44DB5">
            <w:pPr>
              <w:pStyle w:val="SpecNormal"/>
              <w:spacing w:line="240" w:lineRule="auto"/>
            </w:pPr>
            <w:r w:rsidRPr="00F664B3">
              <w:t>Primary Pump 1 Start / Stop</w:t>
            </w:r>
          </w:p>
        </w:tc>
        <w:tc>
          <w:tcPr>
            <w:tcW w:w="800" w:type="dxa"/>
            <w:shd w:val="clear" w:color="auto" w:fill="auto"/>
            <w:noWrap/>
            <w:vAlign w:val="center"/>
            <w:hideMark/>
          </w:tcPr>
          <w:p w14:paraId="7C7DF2B0"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06D43BAF"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170251DD"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F0B41FB" w14:textId="77777777" w:rsidR="00B44DB5" w:rsidRPr="00F664B3" w:rsidRDefault="00B44DB5" w:rsidP="00B44DB5">
            <w:pPr>
              <w:pStyle w:val="SpecNormal"/>
              <w:spacing w:line="240" w:lineRule="auto"/>
            </w:pPr>
            <w:r w:rsidRPr="00F664B3">
              <w:t>3 days</w:t>
            </w:r>
          </w:p>
        </w:tc>
        <w:tc>
          <w:tcPr>
            <w:tcW w:w="891" w:type="dxa"/>
            <w:vAlign w:val="center"/>
          </w:tcPr>
          <w:p w14:paraId="7DEF2AF2" w14:textId="77777777" w:rsidR="00B44DB5" w:rsidRPr="00F664B3" w:rsidRDefault="00B44DB5" w:rsidP="00B44DB5">
            <w:pPr>
              <w:pStyle w:val="SpecNormal"/>
              <w:spacing w:line="240" w:lineRule="auto"/>
            </w:pPr>
            <w:r w:rsidRPr="00F664B3">
              <w:t>N/A</w:t>
            </w:r>
          </w:p>
        </w:tc>
        <w:tc>
          <w:tcPr>
            <w:tcW w:w="1170" w:type="dxa"/>
            <w:vAlign w:val="center"/>
          </w:tcPr>
          <w:p w14:paraId="5B4F9447" w14:textId="77777777" w:rsidR="00B44DB5" w:rsidRPr="00F664B3" w:rsidRDefault="00B44DB5" w:rsidP="00B44DB5">
            <w:pPr>
              <w:pStyle w:val="SpecNormal"/>
              <w:spacing w:line="240" w:lineRule="auto"/>
            </w:pPr>
          </w:p>
        </w:tc>
        <w:tc>
          <w:tcPr>
            <w:tcW w:w="909" w:type="dxa"/>
            <w:vAlign w:val="center"/>
          </w:tcPr>
          <w:p w14:paraId="16F84621" w14:textId="77777777" w:rsidR="00B44DB5" w:rsidRPr="00F664B3" w:rsidRDefault="00B44DB5" w:rsidP="00B44DB5">
            <w:pPr>
              <w:pStyle w:val="SpecNormal"/>
              <w:spacing w:line="240" w:lineRule="auto"/>
            </w:pPr>
          </w:p>
        </w:tc>
      </w:tr>
      <w:tr w:rsidR="00B44DB5" w:rsidRPr="00F664B3" w14:paraId="64FBD8CC" w14:textId="77777777" w:rsidTr="00B44DB5">
        <w:trPr>
          <w:cantSplit/>
          <w:trHeight w:val="300"/>
          <w:jc w:val="center"/>
        </w:trPr>
        <w:tc>
          <w:tcPr>
            <w:tcW w:w="1851" w:type="dxa"/>
            <w:shd w:val="clear" w:color="auto" w:fill="auto"/>
            <w:noWrap/>
            <w:vAlign w:val="center"/>
            <w:hideMark/>
          </w:tcPr>
          <w:p w14:paraId="21938083" w14:textId="77777777" w:rsidR="00B44DB5" w:rsidRPr="00F664B3" w:rsidRDefault="00B44DB5" w:rsidP="00B44DB5">
            <w:pPr>
              <w:pStyle w:val="SpecNormal"/>
              <w:spacing w:line="240" w:lineRule="auto"/>
            </w:pPr>
            <w:r w:rsidRPr="00F664B3">
              <w:t>Primary Pump 2 Start / Stop</w:t>
            </w:r>
          </w:p>
        </w:tc>
        <w:tc>
          <w:tcPr>
            <w:tcW w:w="800" w:type="dxa"/>
            <w:shd w:val="clear" w:color="auto" w:fill="auto"/>
            <w:noWrap/>
            <w:vAlign w:val="center"/>
            <w:hideMark/>
          </w:tcPr>
          <w:p w14:paraId="32B5DFEE"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065C8C19"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27775E5F"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96C1A56" w14:textId="77777777" w:rsidR="00B44DB5" w:rsidRPr="00F664B3" w:rsidRDefault="00B44DB5" w:rsidP="00B44DB5">
            <w:pPr>
              <w:pStyle w:val="SpecNormal"/>
              <w:spacing w:line="240" w:lineRule="auto"/>
            </w:pPr>
            <w:r w:rsidRPr="00F664B3">
              <w:t>3 days</w:t>
            </w:r>
          </w:p>
        </w:tc>
        <w:tc>
          <w:tcPr>
            <w:tcW w:w="891" w:type="dxa"/>
            <w:vAlign w:val="center"/>
          </w:tcPr>
          <w:p w14:paraId="333B1515" w14:textId="77777777" w:rsidR="00B44DB5" w:rsidRPr="00F664B3" w:rsidRDefault="00B44DB5" w:rsidP="00B44DB5">
            <w:pPr>
              <w:pStyle w:val="SpecNormal"/>
              <w:spacing w:line="240" w:lineRule="auto"/>
            </w:pPr>
            <w:r w:rsidRPr="00F664B3">
              <w:t>N/A</w:t>
            </w:r>
          </w:p>
        </w:tc>
        <w:tc>
          <w:tcPr>
            <w:tcW w:w="1170" w:type="dxa"/>
            <w:vAlign w:val="center"/>
          </w:tcPr>
          <w:p w14:paraId="7CA4972C" w14:textId="77777777" w:rsidR="00B44DB5" w:rsidRPr="00F664B3" w:rsidRDefault="00B44DB5" w:rsidP="00B44DB5">
            <w:pPr>
              <w:pStyle w:val="SpecNormal"/>
              <w:spacing w:line="240" w:lineRule="auto"/>
            </w:pPr>
          </w:p>
        </w:tc>
        <w:tc>
          <w:tcPr>
            <w:tcW w:w="909" w:type="dxa"/>
            <w:vAlign w:val="center"/>
          </w:tcPr>
          <w:p w14:paraId="51487D4D" w14:textId="77777777" w:rsidR="00B44DB5" w:rsidRPr="00F664B3" w:rsidRDefault="00B44DB5" w:rsidP="00B44DB5">
            <w:pPr>
              <w:pStyle w:val="SpecNormal"/>
              <w:spacing w:line="240" w:lineRule="auto"/>
            </w:pPr>
          </w:p>
        </w:tc>
      </w:tr>
      <w:tr w:rsidR="00B44DB5" w:rsidRPr="00F664B3" w14:paraId="20FCA262" w14:textId="77777777" w:rsidTr="00B44DB5">
        <w:trPr>
          <w:cantSplit/>
          <w:trHeight w:val="300"/>
          <w:jc w:val="center"/>
        </w:trPr>
        <w:tc>
          <w:tcPr>
            <w:tcW w:w="1851" w:type="dxa"/>
            <w:shd w:val="clear" w:color="auto" w:fill="auto"/>
            <w:noWrap/>
            <w:vAlign w:val="center"/>
            <w:hideMark/>
          </w:tcPr>
          <w:p w14:paraId="2CB9048B" w14:textId="77777777" w:rsidR="00B44DB5" w:rsidRPr="00F664B3" w:rsidRDefault="00B44DB5" w:rsidP="00B44DB5">
            <w:pPr>
              <w:pStyle w:val="SpecNormal"/>
              <w:spacing w:line="240" w:lineRule="auto"/>
            </w:pPr>
            <w:r w:rsidRPr="00F664B3">
              <w:t>Secondary Pump 1 Start / Stop</w:t>
            </w:r>
          </w:p>
        </w:tc>
        <w:tc>
          <w:tcPr>
            <w:tcW w:w="800" w:type="dxa"/>
            <w:shd w:val="clear" w:color="auto" w:fill="auto"/>
            <w:noWrap/>
            <w:vAlign w:val="center"/>
            <w:hideMark/>
          </w:tcPr>
          <w:p w14:paraId="50F01AB1"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263CDC1B"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07D4CF8E"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A2B229A" w14:textId="77777777" w:rsidR="00B44DB5" w:rsidRPr="00F664B3" w:rsidRDefault="00B44DB5" w:rsidP="00B44DB5">
            <w:pPr>
              <w:pStyle w:val="SpecNormal"/>
              <w:spacing w:line="240" w:lineRule="auto"/>
            </w:pPr>
            <w:r w:rsidRPr="00F664B3">
              <w:t>3 days</w:t>
            </w:r>
          </w:p>
        </w:tc>
        <w:tc>
          <w:tcPr>
            <w:tcW w:w="891" w:type="dxa"/>
            <w:vAlign w:val="center"/>
          </w:tcPr>
          <w:p w14:paraId="33DB2146" w14:textId="77777777" w:rsidR="00B44DB5" w:rsidRPr="00F664B3" w:rsidRDefault="00B44DB5" w:rsidP="00B44DB5">
            <w:pPr>
              <w:pStyle w:val="SpecNormal"/>
              <w:spacing w:line="240" w:lineRule="auto"/>
            </w:pPr>
            <w:r w:rsidRPr="00F664B3">
              <w:t>N/A</w:t>
            </w:r>
          </w:p>
        </w:tc>
        <w:tc>
          <w:tcPr>
            <w:tcW w:w="1170" w:type="dxa"/>
            <w:vAlign w:val="center"/>
          </w:tcPr>
          <w:p w14:paraId="78983E29" w14:textId="77777777" w:rsidR="00B44DB5" w:rsidRPr="00F664B3" w:rsidRDefault="00B44DB5" w:rsidP="00B44DB5">
            <w:pPr>
              <w:pStyle w:val="SpecNormal"/>
              <w:spacing w:line="240" w:lineRule="auto"/>
            </w:pPr>
          </w:p>
        </w:tc>
        <w:tc>
          <w:tcPr>
            <w:tcW w:w="909" w:type="dxa"/>
            <w:vAlign w:val="center"/>
          </w:tcPr>
          <w:p w14:paraId="0395B2E5" w14:textId="77777777" w:rsidR="00B44DB5" w:rsidRPr="00F664B3" w:rsidRDefault="00B44DB5" w:rsidP="00B44DB5">
            <w:pPr>
              <w:pStyle w:val="SpecNormal"/>
              <w:spacing w:line="240" w:lineRule="auto"/>
            </w:pPr>
          </w:p>
        </w:tc>
      </w:tr>
      <w:tr w:rsidR="00B44DB5" w:rsidRPr="00F664B3" w14:paraId="6CFF2834" w14:textId="77777777" w:rsidTr="00B44DB5">
        <w:trPr>
          <w:cantSplit/>
          <w:trHeight w:val="300"/>
          <w:jc w:val="center"/>
        </w:trPr>
        <w:tc>
          <w:tcPr>
            <w:tcW w:w="1851" w:type="dxa"/>
            <w:shd w:val="clear" w:color="auto" w:fill="auto"/>
            <w:noWrap/>
            <w:vAlign w:val="center"/>
            <w:hideMark/>
          </w:tcPr>
          <w:p w14:paraId="16EE3D01" w14:textId="77777777" w:rsidR="00B44DB5" w:rsidRPr="00F664B3" w:rsidRDefault="00B44DB5" w:rsidP="00B44DB5">
            <w:pPr>
              <w:pStyle w:val="SpecNormal"/>
              <w:spacing w:line="240" w:lineRule="auto"/>
            </w:pPr>
            <w:r w:rsidRPr="00F664B3">
              <w:t>Secondary Pump 2 Start / Stop</w:t>
            </w:r>
          </w:p>
        </w:tc>
        <w:tc>
          <w:tcPr>
            <w:tcW w:w="800" w:type="dxa"/>
            <w:shd w:val="clear" w:color="auto" w:fill="auto"/>
            <w:noWrap/>
            <w:vAlign w:val="center"/>
            <w:hideMark/>
          </w:tcPr>
          <w:p w14:paraId="4CA71A11"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419FDBB0"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2CBBBCCA"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94660A8" w14:textId="77777777" w:rsidR="00B44DB5" w:rsidRPr="00F664B3" w:rsidRDefault="00B44DB5" w:rsidP="00B44DB5">
            <w:pPr>
              <w:pStyle w:val="SpecNormal"/>
              <w:spacing w:line="240" w:lineRule="auto"/>
            </w:pPr>
            <w:r w:rsidRPr="00F664B3">
              <w:t>3 days</w:t>
            </w:r>
          </w:p>
        </w:tc>
        <w:tc>
          <w:tcPr>
            <w:tcW w:w="891" w:type="dxa"/>
            <w:vAlign w:val="center"/>
          </w:tcPr>
          <w:p w14:paraId="5BF6ED9D" w14:textId="77777777" w:rsidR="00B44DB5" w:rsidRPr="00F664B3" w:rsidRDefault="00B44DB5" w:rsidP="00B44DB5">
            <w:pPr>
              <w:pStyle w:val="SpecNormal"/>
              <w:spacing w:line="240" w:lineRule="auto"/>
            </w:pPr>
            <w:r w:rsidRPr="00F664B3">
              <w:t>N/A</w:t>
            </w:r>
          </w:p>
        </w:tc>
        <w:tc>
          <w:tcPr>
            <w:tcW w:w="1170" w:type="dxa"/>
            <w:vAlign w:val="center"/>
          </w:tcPr>
          <w:p w14:paraId="2B067F0C" w14:textId="77777777" w:rsidR="00B44DB5" w:rsidRPr="00F664B3" w:rsidRDefault="00B44DB5" w:rsidP="00B44DB5">
            <w:pPr>
              <w:pStyle w:val="SpecNormal"/>
              <w:spacing w:line="240" w:lineRule="auto"/>
            </w:pPr>
          </w:p>
        </w:tc>
        <w:tc>
          <w:tcPr>
            <w:tcW w:w="909" w:type="dxa"/>
            <w:vAlign w:val="center"/>
          </w:tcPr>
          <w:p w14:paraId="3344AF20" w14:textId="77777777" w:rsidR="00B44DB5" w:rsidRPr="00F664B3" w:rsidRDefault="00B44DB5" w:rsidP="00B44DB5">
            <w:pPr>
              <w:pStyle w:val="SpecNormal"/>
              <w:spacing w:line="240" w:lineRule="auto"/>
            </w:pPr>
          </w:p>
        </w:tc>
      </w:tr>
      <w:tr w:rsidR="00B44DB5" w:rsidRPr="00F664B3" w14:paraId="09A6526F" w14:textId="77777777" w:rsidTr="00B44DB5">
        <w:trPr>
          <w:cantSplit/>
          <w:trHeight w:val="300"/>
          <w:jc w:val="center"/>
        </w:trPr>
        <w:tc>
          <w:tcPr>
            <w:tcW w:w="1851" w:type="dxa"/>
            <w:shd w:val="clear" w:color="auto" w:fill="auto"/>
            <w:noWrap/>
            <w:vAlign w:val="center"/>
            <w:hideMark/>
          </w:tcPr>
          <w:p w14:paraId="13B63AF8" w14:textId="77777777" w:rsidR="00B44DB5" w:rsidRPr="00F664B3" w:rsidRDefault="00B44DB5" w:rsidP="00B44DB5">
            <w:pPr>
              <w:pStyle w:val="SpecNormal"/>
              <w:spacing w:line="240" w:lineRule="auto"/>
            </w:pPr>
            <w:r w:rsidRPr="00F664B3">
              <w:lastRenderedPageBreak/>
              <w:t>Chiller 1 Enable</w:t>
            </w:r>
          </w:p>
        </w:tc>
        <w:tc>
          <w:tcPr>
            <w:tcW w:w="800" w:type="dxa"/>
            <w:shd w:val="clear" w:color="auto" w:fill="auto"/>
            <w:noWrap/>
            <w:vAlign w:val="center"/>
            <w:hideMark/>
          </w:tcPr>
          <w:p w14:paraId="5100FB1C"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2DAE31CC"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0EB923AC"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F9A38AD" w14:textId="77777777" w:rsidR="00B44DB5" w:rsidRPr="00F664B3" w:rsidRDefault="00B44DB5" w:rsidP="00B44DB5">
            <w:pPr>
              <w:pStyle w:val="SpecNormal"/>
              <w:spacing w:line="240" w:lineRule="auto"/>
            </w:pPr>
            <w:r w:rsidRPr="00F664B3">
              <w:t>3 days</w:t>
            </w:r>
          </w:p>
        </w:tc>
        <w:tc>
          <w:tcPr>
            <w:tcW w:w="891" w:type="dxa"/>
            <w:vAlign w:val="center"/>
          </w:tcPr>
          <w:p w14:paraId="0A7D31B9" w14:textId="77777777" w:rsidR="00B44DB5" w:rsidRPr="00F664B3" w:rsidRDefault="00B44DB5" w:rsidP="00B44DB5">
            <w:pPr>
              <w:pStyle w:val="SpecNormal"/>
              <w:spacing w:line="240" w:lineRule="auto"/>
            </w:pPr>
            <w:r w:rsidRPr="00F664B3">
              <w:t>N/A</w:t>
            </w:r>
          </w:p>
        </w:tc>
        <w:tc>
          <w:tcPr>
            <w:tcW w:w="1170" w:type="dxa"/>
            <w:vAlign w:val="center"/>
          </w:tcPr>
          <w:p w14:paraId="7FE936D5" w14:textId="77777777" w:rsidR="00B44DB5" w:rsidRPr="00F664B3" w:rsidRDefault="00B44DB5" w:rsidP="00B44DB5">
            <w:pPr>
              <w:pStyle w:val="SpecNormal"/>
              <w:spacing w:line="240" w:lineRule="auto"/>
            </w:pPr>
          </w:p>
        </w:tc>
        <w:tc>
          <w:tcPr>
            <w:tcW w:w="909" w:type="dxa"/>
            <w:vAlign w:val="center"/>
          </w:tcPr>
          <w:p w14:paraId="30E98529" w14:textId="77777777" w:rsidR="00B44DB5" w:rsidRPr="00F664B3" w:rsidRDefault="00B44DB5" w:rsidP="00B44DB5">
            <w:pPr>
              <w:pStyle w:val="SpecNormal"/>
              <w:spacing w:line="240" w:lineRule="auto"/>
            </w:pPr>
          </w:p>
        </w:tc>
      </w:tr>
      <w:tr w:rsidR="00B44DB5" w:rsidRPr="00F664B3" w14:paraId="4B487BF5" w14:textId="77777777" w:rsidTr="00B44DB5">
        <w:trPr>
          <w:cantSplit/>
          <w:trHeight w:val="300"/>
          <w:jc w:val="center"/>
        </w:trPr>
        <w:tc>
          <w:tcPr>
            <w:tcW w:w="1851" w:type="dxa"/>
            <w:shd w:val="clear" w:color="auto" w:fill="auto"/>
            <w:noWrap/>
            <w:vAlign w:val="center"/>
            <w:hideMark/>
          </w:tcPr>
          <w:p w14:paraId="4CB52C50" w14:textId="77777777" w:rsidR="00B44DB5" w:rsidRPr="00F664B3" w:rsidRDefault="00B44DB5" w:rsidP="00B44DB5">
            <w:pPr>
              <w:pStyle w:val="SpecNormal"/>
              <w:spacing w:line="240" w:lineRule="auto"/>
            </w:pPr>
            <w:r w:rsidRPr="00F664B3">
              <w:t>Chiller 1 Iso-Valve Command</w:t>
            </w:r>
          </w:p>
        </w:tc>
        <w:tc>
          <w:tcPr>
            <w:tcW w:w="800" w:type="dxa"/>
            <w:shd w:val="clear" w:color="auto" w:fill="auto"/>
            <w:noWrap/>
            <w:vAlign w:val="center"/>
            <w:hideMark/>
          </w:tcPr>
          <w:p w14:paraId="5D71D78C"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7366F192"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F4E5477"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B0B3EC3" w14:textId="77777777" w:rsidR="00B44DB5" w:rsidRPr="00F664B3" w:rsidRDefault="00B44DB5" w:rsidP="00B44DB5">
            <w:pPr>
              <w:pStyle w:val="SpecNormal"/>
              <w:spacing w:line="240" w:lineRule="auto"/>
            </w:pPr>
            <w:r w:rsidRPr="00F664B3">
              <w:t>3 days</w:t>
            </w:r>
          </w:p>
        </w:tc>
        <w:tc>
          <w:tcPr>
            <w:tcW w:w="891" w:type="dxa"/>
            <w:vAlign w:val="center"/>
          </w:tcPr>
          <w:p w14:paraId="49737709" w14:textId="77777777" w:rsidR="00B44DB5" w:rsidRPr="00F664B3" w:rsidRDefault="00B44DB5" w:rsidP="00B44DB5">
            <w:pPr>
              <w:pStyle w:val="SpecNormal"/>
              <w:spacing w:line="240" w:lineRule="auto"/>
            </w:pPr>
            <w:r w:rsidRPr="00F664B3">
              <w:t>N/A</w:t>
            </w:r>
          </w:p>
        </w:tc>
        <w:tc>
          <w:tcPr>
            <w:tcW w:w="1170" w:type="dxa"/>
            <w:vAlign w:val="center"/>
          </w:tcPr>
          <w:p w14:paraId="6DAA76F3" w14:textId="77777777" w:rsidR="00B44DB5" w:rsidRPr="00F664B3" w:rsidRDefault="00B44DB5" w:rsidP="00B44DB5">
            <w:pPr>
              <w:pStyle w:val="SpecNormal"/>
              <w:spacing w:line="240" w:lineRule="auto"/>
            </w:pPr>
          </w:p>
        </w:tc>
        <w:tc>
          <w:tcPr>
            <w:tcW w:w="909" w:type="dxa"/>
            <w:vAlign w:val="center"/>
          </w:tcPr>
          <w:p w14:paraId="3FA22A95" w14:textId="77777777" w:rsidR="00B44DB5" w:rsidRPr="00F664B3" w:rsidRDefault="00B44DB5" w:rsidP="00B44DB5">
            <w:pPr>
              <w:pStyle w:val="SpecNormal"/>
              <w:spacing w:line="240" w:lineRule="auto"/>
            </w:pPr>
          </w:p>
        </w:tc>
      </w:tr>
      <w:tr w:rsidR="00B44DB5" w:rsidRPr="00F664B3" w14:paraId="5E000CE9" w14:textId="77777777" w:rsidTr="00B44DB5">
        <w:trPr>
          <w:cantSplit/>
          <w:trHeight w:val="300"/>
          <w:jc w:val="center"/>
        </w:trPr>
        <w:tc>
          <w:tcPr>
            <w:tcW w:w="1851" w:type="dxa"/>
            <w:shd w:val="clear" w:color="auto" w:fill="auto"/>
            <w:noWrap/>
            <w:vAlign w:val="center"/>
            <w:hideMark/>
          </w:tcPr>
          <w:p w14:paraId="36C83A13" w14:textId="77777777" w:rsidR="00B44DB5" w:rsidRPr="00F664B3" w:rsidRDefault="00B44DB5" w:rsidP="00B44DB5">
            <w:pPr>
              <w:pStyle w:val="SpecNormal"/>
              <w:spacing w:line="240" w:lineRule="auto"/>
            </w:pPr>
            <w:r w:rsidRPr="00F664B3">
              <w:t>Chiller 2 Enable</w:t>
            </w:r>
          </w:p>
        </w:tc>
        <w:tc>
          <w:tcPr>
            <w:tcW w:w="800" w:type="dxa"/>
            <w:shd w:val="clear" w:color="auto" w:fill="auto"/>
            <w:noWrap/>
            <w:vAlign w:val="center"/>
            <w:hideMark/>
          </w:tcPr>
          <w:p w14:paraId="3A68BD19"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5F2B4BE3"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1B0B1B35"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41F8EA2" w14:textId="77777777" w:rsidR="00B44DB5" w:rsidRPr="00F664B3" w:rsidRDefault="00B44DB5" w:rsidP="00B44DB5">
            <w:pPr>
              <w:pStyle w:val="SpecNormal"/>
              <w:spacing w:line="240" w:lineRule="auto"/>
            </w:pPr>
            <w:r w:rsidRPr="00F664B3">
              <w:t>3 days</w:t>
            </w:r>
          </w:p>
        </w:tc>
        <w:tc>
          <w:tcPr>
            <w:tcW w:w="891" w:type="dxa"/>
            <w:vAlign w:val="center"/>
          </w:tcPr>
          <w:p w14:paraId="19AF902E" w14:textId="77777777" w:rsidR="00B44DB5" w:rsidRPr="00F664B3" w:rsidRDefault="00B44DB5" w:rsidP="00B44DB5">
            <w:pPr>
              <w:pStyle w:val="SpecNormal"/>
              <w:spacing w:line="240" w:lineRule="auto"/>
            </w:pPr>
            <w:r w:rsidRPr="00F664B3">
              <w:t>N/A</w:t>
            </w:r>
          </w:p>
        </w:tc>
        <w:tc>
          <w:tcPr>
            <w:tcW w:w="1170" w:type="dxa"/>
            <w:vAlign w:val="center"/>
          </w:tcPr>
          <w:p w14:paraId="7F3AF871" w14:textId="77777777" w:rsidR="00B44DB5" w:rsidRPr="00F664B3" w:rsidRDefault="00B44DB5" w:rsidP="00B44DB5">
            <w:pPr>
              <w:pStyle w:val="SpecNormal"/>
              <w:spacing w:line="240" w:lineRule="auto"/>
            </w:pPr>
          </w:p>
        </w:tc>
        <w:tc>
          <w:tcPr>
            <w:tcW w:w="909" w:type="dxa"/>
            <w:vAlign w:val="center"/>
          </w:tcPr>
          <w:p w14:paraId="145A0F0C" w14:textId="77777777" w:rsidR="00B44DB5" w:rsidRPr="00F664B3" w:rsidRDefault="00B44DB5" w:rsidP="00B44DB5">
            <w:pPr>
              <w:pStyle w:val="SpecNormal"/>
              <w:spacing w:line="240" w:lineRule="auto"/>
            </w:pPr>
          </w:p>
        </w:tc>
      </w:tr>
      <w:tr w:rsidR="00B44DB5" w:rsidRPr="00F664B3" w14:paraId="00C2EC9D" w14:textId="77777777" w:rsidTr="00B44DB5">
        <w:trPr>
          <w:cantSplit/>
          <w:trHeight w:val="300"/>
          <w:jc w:val="center"/>
        </w:trPr>
        <w:tc>
          <w:tcPr>
            <w:tcW w:w="1851" w:type="dxa"/>
            <w:shd w:val="clear" w:color="auto" w:fill="auto"/>
            <w:noWrap/>
            <w:vAlign w:val="center"/>
            <w:hideMark/>
          </w:tcPr>
          <w:p w14:paraId="42FC2069" w14:textId="77777777" w:rsidR="00B44DB5" w:rsidRPr="00F664B3" w:rsidRDefault="00B44DB5" w:rsidP="00B44DB5">
            <w:pPr>
              <w:pStyle w:val="SpecNormal"/>
              <w:spacing w:line="240" w:lineRule="auto"/>
            </w:pPr>
            <w:r w:rsidRPr="00F664B3">
              <w:t>Chiller 2 Iso-Valve Command</w:t>
            </w:r>
          </w:p>
        </w:tc>
        <w:tc>
          <w:tcPr>
            <w:tcW w:w="800" w:type="dxa"/>
            <w:shd w:val="clear" w:color="auto" w:fill="auto"/>
            <w:noWrap/>
            <w:vAlign w:val="center"/>
            <w:hideMark/>
          </w:tcPr>
          <w:p w14:paraId="5D7426D9"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4C033058"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31626DD2"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81BE091" w14:textId="77777777" w:rsidR="00B44DB5" w:rsidRPr="00F664B3" w:rsidRDefault="00B44DB5" w:rsidP="00B44DB5">
            <w:pPr>
              <w:pStyle w:val="SpecNormal"/>
              <w:spacing w:line="240" w:lineRule="auto"/>
            </w:pPr>
            <w:r w:rsidRPr="00F664B3">
              <w:t>3 days</w:t>
            </w:r>
          </w:p>
        </w:tc>
        <w:tc>
          <w:tcPr>
            <w:tcW w:w="891" w:type="dxa"/>
            <w:vAlign w:val="center"/>
          </w:tcPr>
          <w:p w14:paraId="5082D4E5" w14:textId="77777777" w:rsidR="00B44DB5" w:rsidRPr="00F664B3" w:rsidRDefault="00B44DB5" w:rsidP="00B44DB5">
            <w:pPr>
              <w:pStyle w:val="SpecNormal"/>
              <w:spacing w:line="240" w:lineRule="auto"/>
            </w:pPr>
            <w:r w:rsidRPr="00F664B3">
              <w:t>N/A</w:t>
            </w:r>
          </w:p>
        </w:tc>
        <w:tc>
          <w:tcPr>
            <w:tcW w:w="1170" w:type="dxa"/>
            <w:vAlign w:val="center"/>
          </w:tcPr>
          <w:p w14:paraId="462E3433" w14:textId="77777777" w:rsidR="00B44DB5" w:rsidRPr="00F664B3" w:rsidRDefault="00B44DB5" w:rsidP="00B44DB5">
            <w:pPr>
              <w:pStyle w:val="SpecNormal"/>
              <w:spacing w:line="240" w:lineRule="auto"/>
            </w:pPr>
          </w:p>
        </w:tc>
        <w:tc>
          <w:tcPr>
            <w:tcW w:w="909" w:type="dxa"/>
            <w:vAlign w:val="center"/>
          </w:tcPr>
          <w:p w14:paraId="75956EA7" w14:textId="77777777" w:rsidR="00B44DB5" w:rsidRPr="00F664B3" w:rsidRDefault="00B44DB5" w:rsidP="00B44DB5">
            <w:pPr>
              <w:pStyle w:val="SpecNormal"/>
              <w:spacing w:line="240" w:lineRule="auto"/>
            </w:pPr>
          </w:p>
        </w:tc>
      </w:tr>
      <w:tr w:rsidR="00B44DB5" w:rsidRPr="00F664B3" w14:paraId="6AEA0B70" w14:textId="77777777" w:rsidTr="00B44DB5">
        <w:trPr>
          <w:cantSplit/>
          <w:trHeight w:val="300"/>
          <w:jc w:val="center"/>
        </w:trPr>
        <w:tc>
          <w:tcPr>
            <w:tcW w:w="1851" w:type="dxa"/>
            <w:shd w:val="clear" w:color="auto" w:fill="auto"/>
            <w:noWrap/>
            <w:vAlign w:val="center"/>
            <w:hideMark/>
          </w:tcPr>
          <w:p w14:paraId="50FC04E5" w14:textId="77777777" w:rsidR="00B44DB5" w:rsidRPr="00F664B3" w:rsidRDefault="00B44DB5" w:rsidP="00B44DB5">
            <w:pPr>
              <w:pStyle w:val="SpecNormal"/>
              <w:spacing w:line="240" w:lineRule="auto"/>
            </w:pPr>
            <w:r w:rsidRPr="00F664B3">
              <w:t>Refrigerant Exhaust Fan Start / Stop</w:t>
            </w:r>
          </w:p>
        </w:tc>
        <w:tc>
          <w:tcPr>
            <w:tcW w:w="800" w:type="dxa"/>
            <w:shd w:val="clear" w:color="auto" w:fill="auto"/>
            <w:noWrap/>
            <w:vAlign w:val="center"/>
            <w:hideMark/>
          </w:tcPr>
          <w:p w14:paraId="6F54B86E"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20344734"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109C5775"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8D3D481" w14:textId="77777777" w:rsidR="00B44DB5" w:rsidRPr="00F664B3" w:rsidRDefault="00B44DB5" w:rsidP="00B44DB5">
            <w:pPr>
              <w:pStyle w:val="SpecNormal"/>
              <w:spacing w:line="240" w:lineRule="auto"/>
            </w:pPr>
            <w:r w:rsidRPr="00F664B3">
              <w:t>3 days</w:t>
            </w:r>
          </w:p>
        </w:tc>
        <w:tc>
          <w:tcPr>
            <w:tcW w:w="891" w:type="dxa"/>
            <w:vAlign w:val="center"/>
          </w:tcPr>
          <w:p w14:paraId="518C511F" w14:textId="77777777" w:rsidR="00B44DB5" w:rsidRPr="00F664B3" w:rsidRDefault="00B44DB5" w:rsidP="00B44DB5">
            <w:pPr>
              <w:pStyle w:val="SpecNormal"/>
              <w:spacing w:line="240" w:lineRule="auto"/>
            </w:pPr>
            <w:r w:rsidRPr="00F664B3">
              <w:t>N/A</w:t>
            </w:r>
          </w:p>
        </w:tc>
        <w:tc>
          <w:tcPr>
            <w:tcW w:w="1170" w:type="dxa"/>
            <w:vAlign w:val="center"/>
          </w:tcPr>
          <w:p w14:paraId="0F11008F" w14:textId="77777777" w:rsidR="00B44DB5" w:rsidRPr="00F664B3" w:rsidRDefault="00B44DB5" w:rsidP="00B44DB5">
            <w:pPr>
              <w:pStyle w:val="SpecNormal"/>
              <w:spacing w:line="240" w:lineRule="auto"/>
            </w:pPr>
          </w:p>
        </w:tc>
        <w:tc>
          <w:tcPr>
            <w:tcW w:w="909" w:type="dxa"/>
            <w:vAlign w:val="center"/>
          </w:tcPr>
          <w:p w14:paraId="1A4F2FD0" w14:textId="77777777" w:rsidR="00B44DB5" w:rsidRPr="00F664B3" w:rsidRDefault="00B44DB5" w:rsidP="00B44DB5">
            <w:pPr>
              <w:pStyle w:val="SpecNormal"/>
              <w:spacing w:line="240" w:lineRule="auto"/>
            </w:pPr>
          </w:p>
        </w:tc>
      </w:tr>
    </w:tbl>
    <w:p w14:paraId="2FC5AF77" w14:textId="77777777" w:rsidR="00B44DB5" w:rsidRDefault="00B44DB5" w:rsidP="00B44DB5">
      <w:pPr>
        <w:pStyle w:val="Level2"/>
      </w:pPr>
    </w:p>
    <w:p w14:paraId="4DE931BC" w14:textId="77777777" w:rsidR="00B44DB5" w:rsidRDefault="00B44DB5" w:rsidP="00B44DB5">
      <w:pPr>
        <w:pStyle w:val="Level2"/>
      </w:pPr>
    </w:p>
    <w:tbl>
      <w:tblPr>
        <w:tblW w:w="97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51"/>
        <w:gridCol w:w="800"/>
        <w:gridCol w:w="1308"/>
        <w:gridCol w:w="1459"/>
        <w:gridCol w:w="1350"/>
        <w:gridCol w:w="891"/>
        <w:gridCol w:w="1170"/>
        <w:gridCol w:w="909"/>
      </w:tblGrid>
      <w:tr w:rsidR="00B44DB5" w:rsidRPr="00F664B3" w14:paraId="75388AD7" w14:textId="77777777" w:rsidTr="006D40D2">
        <w:trPr>
          <w:cantSplit/>
          <w:trHeight w:val="413"/>
          <w:tblHeader/>
          <w:jc w:val="center"/>
        </w:trPr>
        <w:tc>
          <w:tcPr>
            <w:tcW w:w="9738" w:type="dxa"/>
            <w:gridSpan w:val="8"/>
            <w:tcBorders>
              <w:top w:val="single" w:sz="4" w:space="0" w:color="auto"/>
              <w:bottom w:val="single" w:sz="6" w:space="0" w:color="auto"/>
            </w:tcBorders>
            <w:shd w:val="clear" w:color="auto" w:fill="D9D9D9"/>
            <w:vAlign w:val="center"/>
            <w:hideMark/>
          </w:tcPr>
          <w:p w14:paraId="0625DA68" w14:textId="77777777" w:rsidR="00B44DB5" w:rsidRPr="00B44DB5" w:rsidRDefault="00B44DB5" w:rsidP="00B44DB5">
            <w:pPr>
              <w:pStyle w:val="SpecNormal"/>
              <w:spacing w:line="240" w:lineRule="auto"/>
              <w:rPr>
                <w:b/>
                <w:bCs/>
              </w:rPr>
            </w:pPr>
            <w:r w:rsidRPr="00B44DB5">
              <w:rPr>
                <w:b/>
                <w:bCs/>
              </w:rPr>
              <w:t>Condenser Water System Trending and Alarms</w:t>
            </w:r>
          </w:p>
        </w:tc>
      </w:tr>
      <w:tr w:rsidR="00B44DB5" w:rsidRPr="00F664B3" w14:paraId="6BDD2E6B" w14:textId="77777777" w:rsidTr="006D40D2">
        <w:trPr>
          <w:cantSplit/>
          <w:trHeight w:val="858"/>
          <w:tblHeader/>
          <w:jc w:val="center"/>
        </w:trPr>
        <w:tc>
          <w:tcPr>
            <w:tcW w:w="1851" w:type="dxa"/>
            <w:tcBorders>
              <w:top w:val="single" w:sz="6" w:space="0" w:color="auto"/>
              <w:bottom w:val="single" w:sz="6" w:space="0" w:color="auto"/>
            </w:tcBorders>
            <w:shd w:val="clear" w:color="auto" w:fill="D9D9D9"/>
            <w:vAlign w:val="center"/>
            <w:hideMark/>
          </w:tcPr>
          <w:p w14:paraId="153349C0" w14:textId="77777777" w:rsidR="00B44DB5" w:rsidRPr="00B44DB5" w:rsidRDefault="00B44DB5" w:rsidP="00B44DB5">
            <w:pPr>
              <w:pStyle w:val="SpecNormal"/>
              <w:spacing w:line="240" w:lineRule="auto"/>
              <w:rPr>
                <w:b/>
                <w:bCs/>
              </w:rPr>
            </w:pPr>
            <w:r w:rsidRPr="00B44DB5">
              <w:rPr>
                <w:b/>
                <w:bCs/>
              </w:rPr>
              <w:t>Point</w:t>
            </w:r>
          </w:p>
        </w:tc>
        <w:tc>
          <w:tcPr>
            <w:tcW w:w="800" w:type="dxa"/>
            <w:tcBorders>
              <w:top w:val="single" w:sz="6" w:space="0" w:color="auto"/>
              <w:bottom w:val="single" w:sz="6" w:space="0" w:color="auto"/>
            </w:tcBorders>
            <w:shd w:val="clear" w:color="auto" w:fill="D9D9D9"/>
            <w:vAlign w:val="center"/>
            <w:hideMark/>
          </w:tcPr>
          <w:p w14:paraId="6BA11719" w14:textId="77777777" w:rsidR="00B44DB5" w:rsidRPr="00B44DB5" w:rsidRDefault="00B44DB5" w:rsidP="00B44DB5">
            <w:pPr>
              <w:pStyle w:val="SpecNormal"/>
              <w:spacing w:line="240" w:lineRule="auto"/>
              <w:rPr>
                <w:b/>
                <w:bCs/>
              </w:rPr>
            </w:pPr>
            <w:r w:rsidRPr="00B44DB5">
              <w:rPr>
                <w:b/>
                <w:bCs/>
              </w:rPr>
              <w:t>Type</w:t>
            </w:r>
          </w:p>
        </w:tc>
        <w:tc>
          <w:tcPr>
            <w:tcW w:w="1308" w:type="dxa"/>
            <w:tcBorders>
              <w:top w:val="single" w:sz="6" w:space="0" w:color="auto"/>
              <w:bottom w:val="single" w:sz="6" w:space="0" w:color="auto"/>
            </w:tcBorders>
            <w:shd w:val="clear" w:color="auto" w:fill="D9D9D9"/>
            <w:vAlign w:val="center"/>
            <w:hideMark/>
          </w:tcPr>
          <w:p w14:paraId="1E001DCF" w14:textId="77777777" w:rsidR="00B44DB5" w:rsidRPr="00B44DB5" w:rsidRDefault="00B44DB5" w:rsidP="00B44DB5">
            <w:pPr>
              <w:pStyle w:val="SpecNormal"/>
              <w:spacing w:line="240" w:lineRule="auto"/>
              <w:rPr>
                <w:b/>
                <w:bCs/>
              </w:rPr>
            </w:pPr>
            <w:r w:rsidRPr="00B44DB5">
              <w:rPr>
                <w:b/>
                <w:bCs/>
              </w:rPr>
              <w:t>Trend</w:t>
            </w:r>
          </w:p>
          <w:p w14:paraId="05844E44" w14:textId="77777777" w:rsidR="00B44DB5" w:rsidRPr="00B44DB5" w:rsidRDefault="00B44DB5" w:rsidP="00B44DB5">
            <w:pPr>
              <w:pStyle w:val="SpecNormal"/>
              <w:spacing w:line="240" w:lineRule="auto"/>
              <w:rPr>
                <w:b/>
                <w:bCs/>
              </w:rPr>
            </w:pPr>
            <w:r w:rsidRPr="00B44DB5">
              <w:rPr>
                <w:b/>
                <w:bCs/>
              </w:rPr>
              <w:t>Interval</w:t>
            </w:r>
          </w:p>
        </w:tc>
        <w:tc>
          <w:tcPr>
            <w:tcW w:w="1459" w:type="dxa"/>
            <w:tcBorders>
              <w:top w:val="single" w:sz="6" w:space="0" w:color="auto"/>
              <w:bottom w:val="single" w:sz="6" w:space="0" w:color="auto"/>
            </w:tcBorders>
            <w:shd w:val="clear" w:color="auto" w:fill="D9D9D9"/>
            <w:vAlign w:val="center"/>
            <w:hideMark/>
          </w:tcPr>
          <w:p w14:paraId="3FBB45CB" w14:textId="77777777" w:rsidR="00B44DB5" w:rsidRPr="00B44DB5" w:rsidRDefault="00B44DB5" w:rsidP="00B44DB5">
            <w:pPr>
              <w:pStyle w:val="SpecNormal"/>
              <w:spacing w:line="240" w:lineRule="auto"/>
              <w:rPr>
                <w:b/>
                <w:bCs/>
              </w:rPr>
            </w:pPr>
            <w:r w:rsidRPr="00B44DB5">
              <w:rPr>
                <w:b/>
                <w:bCs/>
              </w:rPr>
              <w:t>Operational Trend</w:t>
            </w:r>
          </w:p>
          <w:p w14:paraId="0E715457" w14:textId="77777777" w:rsidR="00B44DB5" w:rsidRPr="00B44DB5" w:rsidRDefault="00B44DB5" w:rsidP="00B44DB5">
            <w:pPr>
              <w:pStyle w:val="SpecNormal"/>
              <w:spacing w:line="240" w:lineRule="auto"/>
              <w:rPr>
                <w:b/>
                <w:bCs/>
              </w:rPr>
            </w:pPr>
            <w:r w:rsidRPr="00B44DB5">
              <w:rPr>
                <w:b/>
                <w:bCs/>
              </w:rPr>
              <w:t>Duration</w:t>
            </w:r>
          </w:p>
        </w:tc>
        <w:tc>
          <w:tcPr>
            <w:tcW w:w="1350" w:type="dxa"/>
            <w:tcBorders>
              <w:top w:val="single" w:sz="6" w:space="0" w:color="auto"/>
              <w:bottom w:val="single" w:sz="6" w:space="0" w:color="auto"/>
            </w:tcBorders>
            <w:shd w:val="clear" w:color="auto" w:fill="D9D9D9"/>
            <w:vAlign w:val="center"/>
            <w:hideMark/>
          </w:tcPr>
          <w:p w14:paraId="2CBD4E0C" w14:textId="77777777" w:rsidR="00B44DB5" w:rsidRPr="00B44DB5" w:rsidRDefault="00B44DB5" w:rsidP="00B44DB5">
            <w:pPr>
              <w:pStyle w:val="SpecNormal"/>
              <w:spacing w:line="240" w:lineRule="auto"/>
              <w:rPr>
                <w:b/>
                <w:bCs/>
              </w:rPr>
            </w:pPr>
            <w:r w:rsidRPr="00B44DB5">
              <w:rPr>
                <w:b/>
                <w:bCs/>
              </w:rPr>
              <w:t>Testing Trend Duration</w:t>
            </w:r>
          </w:p>
        </w:tc>
        <w:tc>
          <w:tcPr>
            <w:tcW w:w="891" w:type="dxa"/>
            <w:tcBorders>
              <w:top w:val="single" w:sz="6" w:space="0" w:color="auto"/>
              <w:bottom w:val="single" w:sz="6" w:space="0" w:color="auto"/>
            </w:tcBorders>
            <w:shd w:val="clear" w:color="auto" w:fill="D9D9D9"/>
            <w:vAlign w:val="center"/>
          </w:tcPr>
          <w:p w14:paraId="7567DDED" w14:textId="77777777" w:rsidR="00B44DB5" w:rsidRPr="00B44DB5" w:rsidRDefault="00B44DB5" w:rsidP="00B44DB5">
            <w:pPr>
              <w:pStyle w:val="SpecNormal"/>
              <w:spacing w:line="240" w:lineRule="auto"/>
              <w:rPr>
                <w:b/>
                <w:bCs/>
              </w:rPr>
            </w:pPr>
            <w:r w:rsidRPr="00B44DB5">
              <w:rPr>
                <w:b/>
                <w:bCs/>
              </w:rPr>
              <w:t>Alarm Type</w:t>
            </w:r>
          </w:p>
        </w:tc>
        <w:tc>
          <w:tcPr>
            <w:tcW w:w="1170" w:type="dxa"/>
            <w:tcBorders>
              <w:top w:val="single" w:sz="6" w:space="0" w:color="auto"/>
              <w:bottom w:val="single" w:sz="6" w:space="0" w:color="auto"/>
            </w:tcBorders>
            <w:shd w:val="clear" w:color="auto" w:fill="D9D9D9"/>
            <w:vAlign w:val="center"/>
          </w:tcPr>
          <w:p w14:paraId="2CB9B673" w14:textId="77777777" w:rsidR="00B44DB5" w:rsidRPr="00B44DB5" w:rsidRDefault="00B44DB5" w:rsidP="00B44DB5">
            <w:pPr>
              <w:pStyle w:val="SpecNormal"/>
              <w:spacing w:line="240" w:lineRule="auto"/>
              <w:rPr>
                <w:b/>
                <w:bCs/>
              </w:rPr>
            </w:pPr>
            <w:r w:rsidRPr="00B44DB5">
              <w:rPr>
                <w:b/>
                <w:bCs/>
              </w:rPr>
              <w:t>Alarm Range</w:t>
            </w:r>
          </w:p>
        </w:tc>
        <w:tc>
          <w:tcPr>
            <w:tcW w:w="909" w:type="dxa"/>
            <w:tcBorders>
              <w:top w:val="single" w:sz="6" w:space="0" w:color="auto"/>
              <w:bottom w:val="single" w:sz="6" w:space="0" w:color="auto"/>
            </w:tcBorders>
            <w:shd w:val="clear" w:color="auto" w:fill="D9D9D9"/>
            <w:vAlign w:val="center"/>
          </w:tcPr>
          <w:p w14:paraId="6B991C3D" w14:textId="77777777" w:rsidR="00B44DB5" w:rsidRPr="00B44DB5" w:rsidRDefault="00B44DB5" w:rsidP="00B44DB5">
            <w:pPr>
              <w:pStyle w:val="SpecNormal"/>
              <w:spacing w:line="240" w:lineRule="auto"/>
              <w:rPr>
                <w:b/>
                <w:bCs/>
              </w:rPr>
            </w:pPr>
            <w:r w:rsidRPr="00B44DB5">
              <w:rPr>
                <w:b/>
                <w:bCs/>
              </w:rPr>
              <w:t>Alarm Delay</w:t>
            </w:r>
          </w:p>
        </w:tc>
      </w:tr>
      <w:tr w:rsidR="00B44DB5" w:rsidRPr="00F664B3" w14:paraId="3E1E46C3" w14:textId="77777777" w:rsidTr="00B44DB5">
        <w:trPr>
          <w:cantSplit/>
          <w:trHeight w:val="300"/>
          <w:jc w:val="center"/>
        </w:trPr>
        <w:tc>
          <w:tcPr>
            <w:tcW w:w="1851" w:type="dxa"/>
            <w:tcBorders>
              <w:top w:val="single" w:sz="6" w:space="0" w:color="auto"/>
            </w:tcBorders>
            <w:shd w:val="clear" w:color="auto" w:fill="auto"/>
            <w:noWrap/>
            <w:vAlign w:val="center"/>
            <w:hideMark/>
          </w:tcPr>
          <w:p w14:paraId="1F4AAC32" w14:textId="77777777" w:rsidR="00B44DB5" w:rsidRPr="00F664B3" w:rsidRDefault="00B44DB5" w:rsidP="00B44DB5">
            <w:pPr>
              <w:pStyle w:val="SpecNormal"/>
              <w:spacing w:line="240" w:lineRule="auto"/>
            </w:pPr>
            <w:r w:rsidRPr="00F664B3">
              <w:t>Chiller 1 Condenser Entering Temp</w:t>
            </w:r>
          </w:p>
        </w:tc>
        <w:tc>
          <w:tcPr>
            <w:tcW w:w="800" w:type="dxa"/>
            <w:tcBorders>
              <w:top w:val="single" w:sz="6" w:space="0" w:color="auto"/>
            </w:tcBorders>
            <w:shd w:val="clear" w:color="auto" w:fill="auto"/>
            <w:noWrap/>
            <w:vAlign w:val="center"/>
            <w:hideMark/>
          </w:tcPr>
          <w:p w14:paraId="0EBCAE3E" w14:textId="77777777" w:rsidR="00B44DB5" w:rsidRPr="00F664B3" w:rsidRDefault="00B44DB5" w:rsidP="00B44DB5">
            <w:pPr>
              <w:pStyle w:val="SpecNormal"/>
              <w:spacing w:line="240" w:lineRule="auto"/>
            </w:pPr>
            <w:r w:rsidRPr="00F664B3">
              <w:t>AI</w:t>
            </w:r>
          </w:p>
        </w:tc>
        <w:tc>
          <w:tcPr>
            <w:tcW w:w="1308" w:type="dxa"/>
            <w:tcBorders>
              <w:top w:val="single" w:sz="6" w:space="0" w:color="auto"/>
            </w:tcBorders>
            <w:shd w:val="clear" w:color="auto" w:fill="auto"/>
            <w:noWrap/>
            <w:vAlign w:val="center"/>
            <w:hideMark/>
          </w:tcPr>
          <w:p w14:paraId="77753D36" w14:textId="77777777" w:rsidR="00B44DB5" w:rsidRPr="00F664B3" w:rsidRDefault="00B44DB5" w:rsidP="00B44DB5">
            <w:pPr>
              <w:pStyle w:val="SpecNormal"/>
              <w:spacing w:line="240" w:lineRule="auto"/>
            </w:pPr>
            <w:r w:rsidRPr="00F664B3">
              <w:t>15 Minutes</w:t>
            </w:r>
          </w:p>
        </w:tc>
        <w:tc>
          <w:tcPr>
            <w:tcW w:w="1459" w:type="dxa"/>
            <w:tcBorders>
              <w:top w:val="single" w:sz="6" w:space="0" w:color="auto"/>
            </w:tcBorders>
            <w:shd w:val="clear" w:color="auto" w:fill="auto"/>
            <w:noWrap/>
            <w:vAlign w:val="center"/>
            <w:hideMark/>
          </w:tcPr>
          <w:p w14:paraId="67BA45C3" w14:textId="77777777" w:rsidR="00B44DB5" w:rsidRPr="00F664B3" w:rsidRDefault="00B44DB5" w:rsidP="00B44DB5">
            <w:pPr>
              <w:pStyle w:val="SpecNormal"/>
              <w:spacing w:line="240" w:lineRule="auto"/>
            </w:pPr>
            <w:r w:rsidRPr="00F664B3">
              <w:t>12 Hours</w:t>
            </w:r>
          </w:p>
        </w:tc>
        <w:tc>
          <w:tcPr>
            <w:tcW w:w="1350" w:type="dxa"/>
            <w:tcBorders>
              <w:top w:val="single" w:sz="6" w:space="0" w:color="auto"/>
            </w:tcBorders>
            <w:shd w:val="clear" w:color="auto" w:fill="auto"/>
            <w:noWrap/>
            <w:vAlign w:val="center"/>
            <w:hideMark/>
          </w:tcPr>
          <w:p w14:paraId="7013417F" w14:textId="77777777" w:rsidR="00B44DB5" w:rsidRPr="00F664B3" w:rsidRDefault="00B44DB5" w:rsidP="00B44DB5">
            <w:pPr>
              <w:pStyle w:val="SpecNormal"/>
              <w:spacing w:line="240" w:lineRule="auto"/>
            </w:pPr>
            <w:r w:rsidRPr="00F664B3">
              <w:t>3 days</w:t>
            </w:r>
          </w:p>
        </w:tc>
        <w:tc>
          <w:tcPr>
            <w:tcW w:w="891" w:type="dxa"/>
            <w:tcBorders>
              <w:top w:val="single" w:sz="6" w:space="0" w:color="auto"/>
            </w:tcBorders>
            <w:vAlign w:val="center"/>
          </w:tcPr>
          <w:p w14:paraId="2DC4A86A" w14:textId="77777777" w:rsidR="00B44DB5" w:rsidRPr="00F664B3" w:rsidRDefault="00B44DB5" w:rsidP="00B44DB5">
            <w:pPr>
              <w:pStyle w:val="SpecNormal"/>
              <w:spacing w:line="240" w:lineRule="auto"/>
            </w:pPr>
            <w:r w:rsidRPr="00F664B3">
              <w:t>N/A</w:t>
            </w:r>
          </w:p>
        </w:tc>
        <w:tc>
          <w:tcPr>
            <w:tcW w:w="1170" w:type="dxa"/>
            <w:tcBorders>
              <w:top w:val="single" w:sz="6" w:space="0" w:color="auto"/>
            </w:tcBorders>
            <w:vAlign w:val="center"/>
          </w:tcPr>
          <w:p w14:paraId="6C7DA6F9" w14:textId="77777777" w:rsidR="00B44DB5" w:rsidRPr="00F664B3" w:rsidRDefault="00B44DB5" w:rsidP="00B44DB5">
            <w:pPr>
              <w:pStyle w:val="SpecNormal"/>
              <w:spacing w:line="240" w:lineRule="auto"/>
            </w:pPr>
          </w:p>
        </w:tc>
        <w:tc>
          <w:tcPr>
            <w:tcW w:w="909" w:type="dxa"/>
            <w:tcBorders>
              <w:top w:val="single" w:sz="6" w:space="0" w:color="auto"/>
            </w:tcBorders>
            <w:vAlign w:val="center"/>
          </w:tcPr>
          <w:p w14:paraId="2B7B8EB4" w14:textId="77777777" w:rsidR="00B44DB5" w:rsidRPr="00F664B3" w:rsidRDefault="00B44DB5" w:rsidP="00B44DB5">
            <w:pPr>
              <w:pStyle w:val="SpecNormal"/>
              <w:spacing w:line="240" w:lineRule="auto"/>
            </w:pPr>
          </w:p>
        </w:tc>
      </w:tr>
      <w:tr w:rsidR="00B44DB5" w:rsidRPr="00F664B3" w14:paraId="3DE6B3F1" w14:textId="77777777" w:rsidTr="00B44DB5">
        <w:trPr>
          <w:cantSplit/>
          <w:trHeight w:val="300"/>
          <w:jc w:val="center"/>
        </w:trPr>
        <w:tc>
          <w:tcPr>
            <w:tcW w:w="1851" w:type="dxa"/>
            <w:shd w:val="clear" w:color="auto" w:fill="auto"/>
            <w:noWrap/>
            <w:vAlign w:val="center"/>
            <w:hideMark/>
          </w:tcPr>
          <w:p w14:paraId="2A8D8999" w14:textId="77777777" w:rsidR="00B44DB5" w:rsidRPr="00F664B3" w:rsidRDefault="00B44DB5" w:rsidP="00B44DB5">
            <w:pPr>
              <w:pStyle w:val="SpecNormal"/>
              <w:spacing w:line="240" w:lineRule="auto"/>
            </w:pPr>
            <w:r w:rsidRPr="00F664B3">
              <w:t>Chiller 1 Condenser Leaving Temp</w:t>
            </w:r>
          </w:p>
        </w:tc>
        <w:tc>
          <w:tcPr>
            <w:tcW w:w="800" w:type="dxa"/>
            <w:shd w:val="clear" w:color="auto" w:fill="auto"/>
            <w:noWrap/>
            <w:vAlign w:val="center"/>
            <w:hideMark/>
          </w:tcPr>
          <w:p w14:paraId="12E4757F"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617C447A"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775BF720"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E247BAA" w14:textId="77777777" w:rsidR="00B44DB5" w:rsidRPr="00F664B3" w:rsidRDefault="00B44DB5" w:rsidP="00B44DB5">
            <w:pPr>
              <w:pStyle w:val="SpecNormal"/>
              <w:spacing w:line="240" w:lineRule="auto"/>
            </w:pPr>
            <w:r w:rsidRPr="00F664B3">
              <w:t>3 days</w:t>
            </w:r>
          </w:p>
        </w:tc>
        <w:tc>
          <w:tcPr>
            <w:tcW w:w="891" w:type="dxa"/>
            <w:vAlign w:val="center"/>
          </w:tcPr>
          <w:p w14:paraId="78A8F81B" w14:textId="77777777" w:rsidR="00B44DB5" w:rsidRPr="00F664B3" w:rsidRDefault="00B44DB5" w:rsidP="00B44DB5">
            <w:pPr>
              <w:pStyle w:val="SpecNormal"/>
              <w:spacing w:line="240" w:lineRule="auto"/>
            </w:pPr>
            <w:r w:rsidRPr="00F664B3">
              <w:t>N/A</w:t>
            </w:r>
          </w:p>
        </w:tc>
        <w:tc>
          <w:tcPr>
            <w:tcW w:w="1170" w:type="dxa"/>
            <w:vAlign w:val="center"/>
          </w:tcPr>
          <w:p w14:paraId="05430B5D" w14:textId="77777777" w:rsidR="00B44DB5" w:rsidRPr="00F664B3" w:rsidRDefault="00B44DB5" w:rsidP="00B44DB5">
            <w:pPr>
              <w:pStyle w:val="SpecNormal"/>
              <w:spacing w:line="240" w:lineRule="auto"/>
            </w:pPr>
          </w:p>
        </w:tc>
        <w:tc>
          <w:tcPr>
            <w:tcW w:w="909" w:type="dxa"/>
            <w:vAlign w:val="center"/>
          </w:tcPr>
          <w:p w14:paraId="7817A375" w14:textId="77777777" w:rsidR="00B44DB5" w:rsidRPr="00F664B3" w:rsidRDefault="00B44DB5" w:rsidP="00B44DB5">
            <w:pPr>
              <w:pStyle w:val="SpecNormal"/>
              <w:spacing w:line="240" w:lineRule="auto"/>
            </w:pPr>
          </w:p>
        </w:tc>
      </w:tr>
      <w:tr w:rsidR="00B44DB5" w:rsidRPr="00F664B3" w14:paraId="6E11CD02" w14:textId="77777777" w:rsidTr="00B44DB5">
        <w:trPr>
          <w:cantSplit/>
          <w:trHeight w:val="300"/>
          <w:jc w:val="center"/>
        </w:trPr>
        <w:tc>
          <w:tcPr>
            <w:tcW w:w="1851" w:type="dxa"/>
            <w:shd w:val="clear" w:color="auto" w:fill="auto"/>
            <w:noWrap/>
            <w:vAlign w:val="center"/>
            <w:hideMark/>
          </w:tcPr>
          <w:p w14:paraId="569208E1" w14:textId="77777777" w:rsidR="00B44DB5" w:rsidRPr="00F664B3" w:rsidRDefault="00B44DB5" w:rsidP="00B44DB5">
            <w:pPr>
              <w:pStyle w:val="SpecNormal"/>
              <w:spacing w:line="240" w:lineRule="auto"/>
            </w:pPr>
            <w:r w:rsidRPr="00F664B3">
              <w:t>Chiller 2 Condenser Entering Temp</w:t>
            </w:r>
          </w:p>
        </w:tc>
        <w:tc>
          <w:tcPr>
            <w:tcW w:w="800" w:type="dxa"/>
            <w:shd w:val="clear" w:color="auto" w:fill="auto"/>
            <w:noWrap/>
            <w:vAlign w:val="center"/>
            <w:hideMark/>
          </w:tcPr>
          <w:p w14:paraId="3B6B81E5"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26630616"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3FED2FF1"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9550200" w14:textId="77777777" w:rsidR="00B44DB5" w:rsidRPr="00F664B3" w:rsidRDefault="00B44DB5" w:rsidP="00B44DB5">
            <w:pPr>
              <w:pStyle w:val="SpecNormal"/>
              <w:spacing w:line="240" w:lineRule="auto"/>
            </w:pPr>
            <w:r w:rsidRPr="00F664B3">
              <w:t>3 days</w:t>
            </w:r>
          </w:p>
        </w:tc>
        <w:tc>
          <w:tcPr>
            <w:tcW w:w="891" w:type="dxa"/>
            <w:vAlign w:val="center"/>
          </w:tcPr>
          <w:p w14:paraId="1D3A7E7D" w14:textId="77777777" w:rsidR="00B44DB5" w:rsidRPr="00F664B3" w:rsidRDefault="00B44DB5" w:rsidP="00B44DB5">
            <w:pPr>
              <w:pStyle w:val="SpecNormal"/>
              <w:spacing w:line="240" w:lineRule="auto"/>
            </w:pPr>
            <w:r w:rsidRPr="00F664B3">
              <w:t>N/A</w:t>
            </w:r>
          </w:p>
        </w:tc>
        <w:tc>
          <w:tcPr>
            <w:tcW w:w="1170" w:type="dxa"/>
            <w:vAlign w:val="center"/>
          </w:tcPr>
          <w:p w14:paraId="681335A2" w14:textId="77777777" w:rsidR="00B44DB5" w:rsidRPr="00F664B3" w:rsidRDefault="00B44DB5" w:rsidP="00B44DB5">
            <w:pPr>
              <w:pStyle w:val="SpecNormal"/>
              <w:spacing w:line="240" w:lineRule="auto"/>
            </w:pPr>
          </w:p>
        </w:tc>
        <w:tc>
          <w:tcPr>
            <w:tcW w:w="909" w:type="dxa"/>
            <w:vAlign w:val="center"/>
          </w:tcPr>
          <w:p w14:paraId="43FD78D8" w14:textId="77777777" w:rsidR="00B44DB5" w:rsidRPr="00F664B3" w:rsidRDefault="00B44DB5" w:rsidP="00B44DB5">
            <w:pPr>
              <w:pStyle w:val="SpecNormal"/>
              <w:spacing w:line="240" w:lineRule="auto"/>
            </w:pPr>
          </w:p>
        </w:tc>
      </w:tr>
      <w:tr w:rsidR="00B44DB5" w:rsidRPr="00F664B3" w14:paraId="3282E7EC" w14:textId="77777777" w:rsidTr="00B44DB5">
        <w:trPr>
          <w:cantSplit/>
          <w:trHeight w:val="300"/>
          <w:jc w:val="center"/>
        </w:trPr>
        <w:tc>
          <w:tcPr>
            <w:tcW w:w="1851" w:type="dxa"/>
            <w:shd w:val="clear" w:color="auto" w:fill="auto"/>
            <w:noWrap/>
            <w:vAlign w:val="center"/>
            <w:hideMark/>
          </w:tcPr>
          <w:p w14:paraId="3BF2BE10" w14:textId="77777777" w:rsidR="00B44DB5" w:rsidRPr="00F664B3" w:rsidRDefault="00B44DB5" w:rsidP="00B44DB5">
            <w:pPr>
              <w:pStyle w:val="SpecNormal"/>
              <w:spacing w:line="240" w:lineRule="auto"/>
            </w:pPr>
            <w:r w:rsidRPr="00F664B3">
              <w:t>Chiller 2 Condenser Leaving Temp</w:t>
            </w:r>
          </w:p>
        </w:tc>
        <w:tc>
          <w:tcPr>
            <w:tcW w:w="800" w:type="dxa"/>
            <w:shd w:val="clear" w:color="auto" w:fill="auto"/>
            <w:noWrap/>
            <w:vAlign w:val="center"/>
            <w:hideMark/>
          </w:tcPr>
          <w:p w14:paraId="6A723ADC"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3B48FBF7"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79F6F7BC"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28AF2AB" w14:textId="77777777" w:rsidR="00B44DB5" w:rsidRPr="00F664B3" w:rsidRDefault="00B44DB5" w:rsidP="00B44DB5">
            <w:pPr>
              <w:pStyle w:val="SpecNormal"/>
              <w:spacing w:line="240" w:lineRule="auto"/>
            </w:pPr>
            <w:r w:rsidRPr="00F664B3">
              <w:t>3 days</w:t>
            </w:r>
          </w:p>
        </w:tc>
        <w:tc>
          <w:tcPr>
            <w:tcW w:w="891" w:type="dxa"/>
            <w:vAlign w:val="center"/>
          </w:tcPr>
          <w:p w14:paraId="778C37E6" w14:textId="77777777" w:rsidR="00B44DB5" w:rsidRPr="00F664B3" w:rsidRDefault="00B44DB5" w:rsidP="00B44DB5">
            <w:pPr>
              <w:pStyle w:val="SpecNormal"/>
              <w:spacing w:line="240" w:lineRule="auto"/>
            </w:pPr>
            <w:r w:rsidRPr="00F664B3">
              <w:t>N/A</w:t>
            </w:r>
          </w:p>
        </w:tc>
        <w:tc>
          <w:tcPr>
            <w:tcW w:w="1170" w:type="dxa"/>
            <w:vAlign w:val="center"/>
          </w:tcPr>
          <w:p w14:paraId="59497215" w14:textId="77777777" w:rsidR="00B44DB5" w:rsidRPr="00F664B3" w:rsidRDefault="00B44DB5" w:rsidP="00B44DB5">
            <w:pPr>
              <w:pStyle w:val="SpecNormal"/>
              <w:spacing w:line="240" w:lineRule="auto"/>
            </w:pPr>
          </w:p>
        </w:tc>
        <w:tc>
          <w:tcPr>
            <w:tcW w:w="909" w:type="dxa"/>
            <w:vAlign w:val="center"/>
          </w:tcPr>
          <w:p w14:paraId="71AA6F76" w14:textId="77777777" w:rsidR="00B44DB5" w:rsidRPr="00F664B3" w:rsidRDefault="00B44DB5" w:rsidP="00B44DB5">
            <w:pPr>
              <w:pStyle w:val="SpecNormal"/>
              <w:spacing w:line="240" w:lineRule="auto"/>
            </w:pPr>
          </w:p>
        </w:tc>
      </w:tr>
      <w:tr w:rsidR="00B44DB5" w:rsidRPr="00F664B3" w14:paraId="15AB1125" w14:textId="77777777" w:rsidTr="00B44DB5">
        <w:trPr>
          <w:cantSplit/>
          <w:trHeight w:val="300"/>
          <w:jc w:val="center"/>
        </w:trPr>
        <w:tc>
          <w:tcPr>
            <w:tcW w:w="1851" w:type="dxa"/>
            <w:shd w:val="clear" w:color="auto" w:fill="auto"/>
            <w:noWrap/>
            <w:vAlign w:val="center"/>
            <w:hideMark/>
          </w:tcPr>
          <w:p w14:paraId="63080B7E" w14:textId="77777777" w:rsidR="00B44DB5" w:rsidRPr="00F664B3" w:rsidRDefault="00B44DB5" w:rsidP="00B44DB5">
            <w:pPr>
              <w:pStyle w:val="SpecNormal"/>
              <w:spacing w:line="240" w:lineRule="auto"/>
            </w:pPr>
            <w:r w:rsidRPr="00F664B3">
              <w:t>Cooling Tower 1 Supply Temp</w:t>
            </w:r>
          </w:p>
        </w:tc>
        <w:tc>
          <w:tcPr>
            <w:tcW w:w="800" w:type="dxa"/>
            <w:shd w:val="clear" w:color="auto" w:fill="auto"/>
            <w:noWrap/>
            <w:vAlign w:val="center"/>
            <w:hideMark/>
          </w:tcPr>
          <w:p w14:paraId="46ADDAE8"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16B3D2F8"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0BB14206"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A3E900F" w14:textId="77777777" w:rsidR="00B44DB5" w:rsidRPr="00F664B3" w:rsidRDefault="00B44DB5" w:rsidP="00B44DB5">
            <w:pPr>
              <w:pStyle w:val="SpecNormal"/>
              <w:spacing w:line="240" w:lineRule="auto"/>
            </w:pPr>
            <w:r w:rsidRPr="00F664B3">
              <w:t>3 days</w:t>
            </w:r>
          </w:p>
        </w:tc>
        <w:tc>
          <w:tcPr>
            <w:tcW w:w="891" w:type="dxa"/>
            <w:vAlign w:val="center"/>
          </w:tcPr>
          <w:p w14:paraId="3D296BE9" w14:textId="77777777" w:rsidR="00B44DB5" w:rsidRPr="00F664B3" w:rsidRDefault="00B44DB5" w:rsidP="00B44DB5">
            <w:pPr>
              <w:pStyle w:val="SpecNormal"/>
              <w:spacing w:line="240" w:lineRule="auto"/>
            </w:pPr>
            <w:r w:rsidRPr="00F664B3">
              <w:t>N/A</w:t>
            </w:r>
          </w:p>
        </w:tc>
        <w:tc>
          <w:tcPr>
            <w:tcW w:w="1170" w:type="dxa"/>
            <w:vAlign w:val="center"/>
          </w:tcPr>
          <w:p w14:paraId="791DA906" w14:textId="77777777" w:rsidR="00B44DB5" w:rsidRPr="00F664B3" w:rsidRDefault="00B44DB5" w:rsidP="00B44DB5">
            <w:pPr>
              <w:pStyle w:val="SpecNormal"/>
              <w:spacing w:line="240" w:lineRule="auto"/>
            </w:pPr>
          </w:p>
        </w:tc>
        <w:tc>
          <w:tcPr>
            <w:tcW w:w="909" w:type="dxa"/>
            <w:vAlign w:val="center"/>
          </w:tcPr>
          <w:p w14:paraId="01EA5427" w14:textId="77777777" w:rsidR="00B44DB5" w:rsidRPr="00F664B3" w:rsidRDefault="00B44DB5" w:rsidP="00B44DB5">
            <w:pPr>
              <w:pStyle w:val="SpecNormal"/>
              <w:spacing w:line="240" w:lineRule="auto"/>
            </w:pPr>
          </w:p>
        </w:tc>
      </w:tr>
      <w:tr w:rsidR="00B44DB5" w:rsidRPr="00F664B3" w14:paraId="49C12903" w14:textId="77777777" w:rsidTr="00B44DB5">
        <w:trPr>
          <w:cantSplit/>
          <w:trHeight w:val="300"/>
          <w:jc w:val="center"/>
        </w:trPr>
        <w:tc>
          <w:tcPr>
            <w:tcW w:w="1851" w:type="dxa"/>
            <w:shd w:val="clear" w:color="auto" w:fill="auto"/>
            <w:noWrap/>
            <w:vAlign w:val="center"/>
            <w:hideMark/>
          </w:tcPr>
          <w:p w14:paraId="5EBD7C07" w14:textId="77777777" w:rsidR="00B44DB5" w:rsidRPr="00F664B3" w:rsidRDefault="00B44DB5" w:rsidP="00B44DB5">
            <w:pPr>
              <w:pStyle w:val="SpecNormal"/>
              <w:spacing w:line="240" w:lineRule="auto"/>
            </w:pPr>
            <w:r w:rsidRPr="00F664B3">
              <w:t>Cooling Tower 1 Return Temp</w:t>
            </w:r>
          </w:p>
        </w:tc>
        <w:tc>
          <w:tcPr>
            <w:tcW w:w="800" w:type="dxa"/>
            <w:shd w:val="clear" w:color="auto" w:fill="auto"/>
            <w:noWrap/>
            <w:vAlign w:val="center"/>
            <w:hideMark/>
          </w:tcPr>
          <w:p w14:paraId="264C033E"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4D252E2D"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26694738"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FDE0523" w14:textId="77777777" w:rsidR="00B44DB5" w:rsidRPr="00F664B3" w:rsidRDefault="00B44DB5" w:rsidP="00B44DB5">
            <w:pPr>
              <w:pStyle w:val="SpecNormal"/>
              <w:spacing w:line="240" w:lineRule="auto"/>
            </w:pPr>
            <w:r w:rsidRPr="00F664B3">
              <w:t>3 days</w:t>
            </w:r>
          </w:p>
        </w:tc>
        <w:tc>
          <w:tcPr>
            <w:tcW w:w="891" w:type="dxa"/>
            <w:vAlign w:val="center"/>
          </w:tcPr>
          <w:p w14:paraId="7377E8BA" w14:textId="77777777" w:rsidR="00B44DB5" w:rsidRPr="00F664B3" w:rsidRDefault="00B44DB5" w:rsidP="00B44DB5">
            <w:pPr>
              <w:pStyle w:val="SpecNormal"/>
              <w:spacing w:line="240" w:lineRule="auto"/>
            </w:pPr>
            <w:r w:rsidRPr="00F664B3">
              <w:t>N/A</w:t>
            </w:r>
          </w:p>
        </w:tc>
        <w:tc>
          <w:tcPr>
            <w:tcW w:w="1170" w:type="dxa"/>
            <w:vAlign w:val="center"/>
          </w:tcPr>
          <w:p w14:paraId="5A281FAE" w14:textId="77777777" w:rsidR="00B44DB5" w:rsidRPr="00F664B3" w:rsidRDefault="00B44DB5" w:rsidP="00B44DB5">
            <w:pPr>
              <w:pStyle w:val="SpecNormal"/>
              <w:spacing w:line="240" w:lineRule="auto"/>
            </w:pPr>
          </w:p>
        </w:tc>
        <w:tc>
          <w:tcPr>
            <w:tcW w:w="909" w:type="dxa"/>
            <w:vAlign w:val="center"/>
          </w:tcPr>
          <w:p w14:paraId="505436A5" w14:textId="77777777" w:rsidR="00B44DB5" w:rsidRPr="00F664B3" w:rsidRDefault="00B44DB5" w:rsidP="00B44DB5">
            <w:pPr>
              <w:pStyle w:val="SpecNormal"/>
              <w:spacing w:line="240" w:lineRule="auto"/>
            </w:pPr>
          </w:p>
        </w:tc>
      </w:tr>
      <w:tr w:rsidR="00B44DB5" w:rsidRPr="00F664B3" w14:paraId="0525EFB7" w14:textId="77777777" w:rsidTr="00B44DB5">
        <w:trPr>
          <w:cantSplit/>
          <w:trHeight w:val="300"/>
          <w:jc w:val="center"/>
        </w:trPr>
        <w:tc>
          <w:tcPr>
            <w:tcW w:w="1851" w:type="dxa"/>
            <w:shd w:val="clear" w:color="auto" w:fill="auto"/>
            <w:noWrap/>
            <w:vAlign w:val="center"/>
            <w:hideMark/>
          </w:tcPr>
          <w:p w14:paraId="124F4676" w14:textId="77777777" w:rsidR="00B44DB5" w:rsidRPr="00F664B3" w:rsidRDefault="00B44DB5" w:rsidP="00B44DB5">
            <w:pPr>
              <w:pStyle w:val="SpecNormal"/>
              <w:spacing w:line="240" w:lineRule="auto"/>
            </w:pPr>
            <w:r w:rsidRPr="00F664B3">
              <w:t>Cooling Tower 1 Basin Temp</w:t>
            </w:r>
          </w:p>
        </w:tc>
        <w:tc>
          <w:tcPr>
            <w:tcW w:w="800" w:type="dxa"/>
            <w:shd w:val="clear" w:color="auto" w:fill="auto"/>
            <w:noWrap/>
            <w:vAlign w:val="center"/>
            <w:hideMark/>
          </w:tcPr>
          <w:p w14:paraId="064EE5B4"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1BCECCC9"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6792FCCE"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CF9571C" w14:textId="77777777" w:rsidR="00B44DB5" w:rsidRPr="00F664B3" w:rsidRDefault="00B44DB5" w:rsidP="00B44DB5">
            <w:pPr>
              <w:pStyle w:val="SpecNormal"/>
              <w:spacing w:line="240" w:lineRule="auto"/>
            </w:pPr>
            <w:r w:rsidRPr="00F664B3">
              <w:t>3 days</w:t>
            </w:r>
          </w:p>
        </w:tc>
        <w:tc>
          <w:tcPr>
            <w:tcW w:w="891" w:type="dxa"/>
            <w:vAlign w:val="center"/>
          </w:tcPr>
          <w:p w14:paraId="548F92B4" w14:textId="77777777" w:rsidR="00B44DB5" w:rsidRPr="00F664B3" w:rsidRDefault="00B44DB5" w:rsidP="00B44DB5">
            <w:pPr>
              <w:pStyle w:val="SpecNormal"/>
              <w:spacing w:line="240" w:lineRule="auto"/>
            </w:pPr>
            <w:r w:rsidRPr="00F664B3">
              <w:t>P</w:t>
            </w:r>
          </w:p>
        </w:tc>
        <w:tc>
          <w:tcPr>
            <w:tcW w:w="1170" w:type="dxa"/>
            <w:vAlign w:val="center"/>
          </w:tcPr>
          <w:p w14:paraId="22FBF2D0" w14:textId="77777777" w:rsidR="00B44DB5" w:rsidRPr="00F664B3" w:rsidRDefault="00B44DB5" w:rsidP="00B44DB5">
            <w:pPr>
              <w:pStyle w:val="SpecNormal"/>
              <w:spacing w:line="240" w:lineRule="auto"/>
            </w:pPr>
            <w:r w:rsidRPr="00F664B3">
              <w:t xml:space="preserve">&lt; 45 </w:t>
            </w:r>
            <w:proofErr w:type="spellStart"/>
            <w:r w:rsidRPr="00F664B3">
              <w:t>oF</w:t>
            </w:r>
            <w:proofErr w:type="spellEnd"/>
          </w:p>
        </w:tc>
        <w:tc>
          <w:tcPr>
            <w:tcW w:w="909" w:type="dxa"/>
            <w:vAlign w:val="center"/>
          </w:tcPr>
          <w:p w14:paraId="369ECCDC" w14:textId="77777777" w:rsidR="00B44DB5" w:rsidRPr="00F664B3" w:rsidRDefault="00B44DB5" w:rsidP="00B44DB5">
            <w:pPr>
              <w:pStyle w:val="SpecNormal"/>
              <w:spacing w:line="240" w:lineRule="auto"/>
            </w:pPr>
            <w:r w:rsidRPr="00F664B3">
              <w:t>10 Min</w:t>
            </w:r>
          </w:p>
        </w:tc>
      </w:tr>
      <w:tr w:rsidR="00B44DB5" w:rsidRPr="00F664B3" w14:paraId="20D3FB49" w14:textId="77777777" w:rsidTr="00B44DB5">
        <w:trPr>
          <w:cantSplit/>
          <w:trHeight w:val="300"/>
          <w:jc w:val="center"/>
        </w:trPr>
        <w:tc>
          <w:tcPr>
            <w:tcW w:w="1851" w:type="dxa"/>
            <w:shd w:val="clear" w:color="auto" w:fill="auto"/>
            <w:noWrap/>
            <w:vAlign w:val="center"/>
            <w:hideMark/>
          </w:tcPr>
          <w:p w14:paraId="1B69E027" w14:textId="77777777" w:rsidR="00B44DB5" w:rsidRPr="00F664B3" w:rsidRDefault="00B44DB5" w:rsidP="00B44DB5">
            <w:pPr>
              <w:pStyle w:val="SpecNormal"/>
              <w:spacing w:line="240" w:lineRule="auto"/>
            </w:pPr>
            <w:r w:rsidRPr="00F664B3">
              <w:t>Cooling Tower 2 Supply Temp</w:t>
            </w:r>
          </w:p>
        </w:tc>
        <w:tc>
          <w:tcPr>
            <w:tcW w:w="800" w:type="dxa"/>
            <w:shd w:val="clear" w:color="auto" w:fill="auto"/>
            <w:noWrap/>
            <w:vAlign w:val="center"/>
            <w:hideMark/>
          </w:tcPr>
          <w:p w14:paraId="47C8F323"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03245DAF"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252ABF7E"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4011219" w14:textId="77777777" w:rsidR="00B44DB5" w:rsidRPr="00F664B3" w:rsidRDefault="00B44DB5" w:rsidP="00B44DB5">
            <w:pPr>
              <w:pStyle w:val="SpecNormal"/>
              <w:spacing w:line="240" w:lineRule="auto"/>
            </w:pPr>
            <w:r w:rsidRPr="00F664B3">
              <w:t>3 days</w:t>
            </w:r>
          </w:p>
        </w:tc>
        <w:tc>
          <w:tcPr>
            <w:tcW w:w="891" w:type="dxa"/>
            <w:vAlign w:val="center"/>
          </w:tcPr>
          <w:p w14:paraId="68204B4E" w14:textId="77777777" w:rsidR="00B44DB5" w:rsidRPr="00F664B3" w:rsidRDefault="00B44DB5" w:rsidP="00B44DB5">
            <w:pPr>
              <w:pStyle w:val="SpecNormal"/>
              <w:spacing w:line="240" w:lineRule="auto"/>
            </w:pPr>
            <w:r w:rsidRPr="00F664B3">
              <w:t>N/A</w:t>
            </w:r>
          </w:p>
        </w:tc>
        <w:tc>
          <w:tcPr>
            <w:tcW w:w="1170" w:type="dxa"/>
            <w:vAlign w:val="center"/>
          </w:tcPr>
          <w:p w14:paraId="39F5E3DA" w14:textId="77777777" w:rsidR="00B44DB5" w:rsidRPr="00F664B3" w:rsidRDefault="00B44DB5" w:rsidP="00B44DB5">
            <w:pPr>
              <w:pStyle w:val="SpecNormal"/>
              <w:spacing w:line="240" w:lineRule="auto"/>
            </w:pPr>
          </w:p>
        </w:tc>
        <w:tc>
          <w:tcPr>
            <w:tcW w:w="909" w:type="dxa"/>
            <w:vAlign w:val="center"/>
          </w:tcPr>
          <w:p w14:paraId="2932E6FB" w14:textId="77777777" w:rsidR="00B44DB5" w:rsidRPr="00F664B3" w:rsidRDefault="00B44DB5" w:rsidP="00B44DB5">
            <w:pPr>
              <w:pStyle w:val="SpecNormal"/>
              <w:spacing w:line="240" w:lineRule="auto"/>
            </w:pPr>
          </w:p>
        </w:tc>
      </w:tr>
      <w:tr w:rsidR="00B44DB5" w:rsidRPr="00F664B3" w14:paraId="22BB893E" w14:textId="77777777" w:rsidTr="00B44DB5">
        <w:trPr>
          <w:cantSplit/>
          <w:trHeight w:val="300"/>
          <w:jc w:val="center"/>
        </w:trPr>
        <w:tc>
          <w:tcPr>
            <w:tcW w:w="1851" w:type="dxa"/>
            <w:shd w:val="clear" w:color="auto" w:fill="auto"/>
            <w:noWrap/>
            <w:vAlign w:val="center"/>
            <w:hideMark/>
          </w:tcPr>
          <w:p w14:paraId="7F5BD9A9" w14:textId="77777777" w:rsidR="00B44DB5" w:rsidRPr="00F664B3" w:rsidRDefault="00B44DB5" w:rsidP="00B44DB5">
            <w:pPr>
              <w:pStyle w:val="SpecNormal"/>
              <w:spacing w:line="240" w:lineRule="auto"/>
            </w:pPr>
            <w:r w:rsidRPr="00F664B3">
              <w:t>Cooling Tower 2 Return Temp</w:t>
            </w:r>
          </w:p>
        </w:tc>
        <w:tc>
          <w:tcPr>
            <w:tcW w:w="800" w:type="dxa"/>
            <w:shd w:val="clear" w:color="auto" w:fill="auto"/>
            <w:noWrap/>
            <w:vAlign w:val="center"/>
            <w:hideMark/>
          </w:tcPr>
          <w:p w14:paraId="01BA26CD"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5D6F4A6E"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11875481"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FC18A9E" w14:textId="77777777" w:rsidR="00B44DB5" w:rsidRPr="00F664B3" w:rsidRDefault="00B44DB5" w:rsidP="00B44DB5">
            <w:pPr>
              <w:pStyle w:val="SpecNormal"/>
              <w:spacing w:line="240" w:lineRule="auto"/>
            </w:pPr>
            <w:r w:rsidRPr="00F664B3">
              <w:t>3 days</w:t>
            </w:r>
          </w:p>
        </w:tc>
        <w:tc>
          <w:tcPr>
            <w:tcW w:w="891" w:type="dxa"/>
            <w:vAlign w:val="center"/>
          </w:tcPr>
          <w:p w14:paraId="0EEF9A41" w14:textId="77777777" w:rsidR="00B44DB5" w:rsidRPr="00F664B3" w:rsidRDefault="00B44DB5" w:rsidP="00B44DB5">
            <w:pPr>
              <w:pStyle w:val="SpecNormal"/>
              <w:spacing w:line="240" w:lineRule="auto"/>
            </w:pPr>
            <w:r w:rsidRPr="00F664B3">
              <w:t>N/A</w:t>
            </w:r>
          </w:p>
        </w:tc>
        <w:tc>
          <w:tcPr>
            <w:tcW w:w="1170" w:type="dxa"/>
            <w:vAlign w:val="center"/>
          </w:tcPr>
          <w:p w14:paraId="18FD74B3" w14:textId="77777777" w:rsidR="00B44DB5" w:rsidRPr="00F664B3" w:rsidRDefault="00B44DB5" w:rsidP="00B44DB5">
            <w:pPr>
              <w:pStyle w:val="SpecNormal"/>
              <w:spacing w:line="240" w:lineRule="auto"/>
            </w:pPr>
          </w:p>
        </w:tc>
        <w:tc>
          <w:tcPr>
            <w:tcW w:w="909" w:type="dxa"/>
            <w:vAlign w:val="center"/>
          </w:tcPr>
          <w:p w14:paraId="4E72BCA3" w14:textId="77777777" w:rsidR="00B44DB5" w:rsidRPr="00F664B3" w:rsidRDefault="00B44DB5" w:rsidP="00B44DB5">
            <w:pPr>
              <w:pStyle w:val="SpecNormal"/>
              <w:spacing w:line="240" w:lineRule="auto"/>
            </w:pPr>
          </w:p>
        </w:tc>
      </w:tr>
      <w:tr w:rsidR="00B44DB5" w:rsidRPr="00F664B3" w14:paraId="63A5D03B" w14:textId="77777777" w:rsidTr="00B44DB5">
        <w:trPr>
          <w:cantSplit/>
          <w:trHeight w:val="300"/>
          <w:jc w:val="center"/>
        </w:trPr>
        <w:tc>
          <w:tcPr>
            <w:tcW w:w="1851" w:type="dxa"/>
            <w:shd w:val="clear" w:color="auto" w:fill="auto"/>
            <w:noWrap/>
            <w:vAlign w:val="center"/>
            <w:hideMark/>
          </w:tcPr>
          <w:p w14:paraId="0F8CC2B4" w14:textId="77777777" w:rsidR="00B44DB5" w:rsidRPr="00F664B3" w:rsidRDefault="00B44DB5" w:rsidP="00B44DB5">
            <w:pPr>
              <w:pStyle w:val="SpecNormal"/>
              <w:spacing w:line="240" w:lineRule="auto"/>
            </w:pPr>
            <w:r w:rsidRPr="00F664B3">
              <w:t>Cooling Tower 2 Basin Temp</w:t>
            </w:r>
          </w:p>
        </w:tc>
        <w:tc>
          <w:tcPr>
            <w:tcW w:w="800" w:type="dxa"/>
            <w:shd w:val="clear" w:color="auto" w:fill="auto"/>
            <w:noWrap/>
            <w:vAlign w:val="center"/>
            <w:hideMark/>
          </w:tcPr>
          <w:p w14:paraId="26162931"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3B370050"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4813C9CA"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A312439" w14:textId="77777777" w:rsidR="00B44DB5" w:rsidRPr="00F664B3" w:rsidRDefault="00B44DB5" w:rsidP="00B44DB5">
            <w:pPr>
              <w:pStyle w:val="SpecNormal"/>
              <w:spacing w:line="240" w:lineRule="auto"/>
            </w:pPr>
            <w:r w:rsidRPr="00F664B3">
              <w:t>3 days</w:t>
            </w:r>
          </w:p>
        </w:tc>
        <w:tc>
          <w:tcPr>
            <w:tcW w:w="891" w:type="dxa"/>
            <w:vAlign w:val="center"/>
          </w:tcPr>
          <w:p w14:paraId="0A477062" w14:textId="77777777" w:rsidR="00B44DB5" w:rsidRPr="00F664B3" w:rsidRDefault="00B44DB5" w:rsidP="00B44DB5">
            <w:pPr>
              <w:pStyle w:val="SpecNormal"/>
              <w:spacing w:line="240" w:lineRule="auto"/>
            </w:pPr>
            <w:r w:rsidRPr="00F664B3">
              <w:t>P</w:t>
            </w:r>
          </w:p>
        </w:tc>
        <w:tc>
          <w:tcPr>
            <w:tcW w:w="1170" w:type="dxa"/>
            <w:vAlign w:val="center"/>
          </w:tcPr>
          <w:p w14:paraId="71AF12A0" w14:textId="77777777" w:rsidR="00B44DB5" w:rsidRPr="00F664B3" w:rsidRDefault="00B44DB5" w:rsidP="00B44DB5">
            <w:pPr>
              <w:pStyle w:val="SpecNormal"/>
              <w:spacing w:line="240" w:lineRule="auto"/>
            </w:pPr>
            <w:r w:rsidRPr="00F664B3">
              <w:t xml:space="preserve">&lt; 45 </w:t>
            </w:r>
            <w:proofErr w:type="spellStart"/>
            <w:r w:rsidRPr="00F664B3">
              <w:t>oF</w:t>
            </w:r>
            <w:proofErr w:type="spellEnd"/>
          </w:p>
        </w:tc>
        <w:tc>
          <w:tcPr>
            <w:tcW w:w="909" w:type="dxa"/>
            <w:vAlign w:val="center"/>
          </w:tcPr>
          <w:p w14:paraId="646A78B6" w14:textId="77777777" w:rsidR="00B44DB5" w:rsidRPr="00F664B3" w:rsidRDefault="00B44DB5" w:rsidP="00B44DB5">
            <w:pPr>
              <w:pStyle w:val="SpecNormal"/>
              <w:spacing w:line="240" w:lineRule="auto"/>
            </w:pPr>
            <w:r w:rsidRPr="00F664B3">
              <w:t>10 Min</w:t>
            </w:r>
          </w:p>
        </w:tc>
      </w:tr>
      <w:tr w:rsidR="00B44DB5" w:rsidRPr="00F664B3" w14:paraId="081979B3" w14:textId="77777777" w:rsidTr="00B44DB5">
        <w:trPr>
          <w:cantSplit/>
          <w:trHeight w:val="300"/>
          <w:jc w:val="center"/>
        </w:trPr>
        <w:tc>
          <w:tcPr>
            <w:tcW w:w="1851" w:type="dxa"/>
            <w:shd w:val="clear" w:color="auto" w:fill="auto"/>
            <w:noWrap/>
            <w:vAlign w:val="center"/>
            <w:hideMark/>
          </w:tcPr>
          <w:p w14:paraId="6B3259C6" w14:textId="77777777" w:rsidR="00B44DB5" w:rsidRPr="00F664B3" w:rsidRDefault="00B44DB5" w:rsidP="00B44DB5">
            <w:pPr>
              <w:pStyle w:val="SpecNormal"/>
              <w:spacing w:line="240" w:lineRule="auto"/>
            </w:pPr>
            <w:r w:rsidRPr="00F664B3">
              <w:t>Condenser Water Supply Temp</w:t>
            </w:r>
          </w:p>
        </w:tc>
        <w:tc>
          <w:tcPr>
            <w:tcW w:w="800" w:type="dxa"/>
            <w:shd w:val="clear" w:color="auto" w:fill="auto"/>
            <w:noWrap/>
            <w:vAlign w:val="center"/>
            <w:hideMark/>
          </w:tcPr>
          <w:p w14:paraId="05AAE1D1"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07A5BD29"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7C568424"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E184667" w14:textId="77777777" w:rsidR="00B44DB5" w:rsidRPr="00F664B3" w:rsidRDefault="00B44DB5" w:rsidP="00B44DB5">
            <w:pPr>
              <w:pStyle w:val="SpecNormal"/>
              <w:spacing w:line="240" w:lineRule="auto"/>
            </w:pPr>
            <w:r w:rsidRPr="00F664B3">
              <w:t>3 days</w:t>
            </w:r>
          </w:p>
        </w:tc>
        <w:tc>
          <w:tcPr>
            <w:tcW w:w="891" w:type="dxa"/>
            <w:vAlign w:val="center"/>
          </w:tcPr>
          <w:p w14:paraId="2451917F" w14:textId="77777777" w:rsidR="00B44DB5" w:rsidRPr="00F664B3" w:rsidRDefault="00B44DB5" w:rsidP="00B44DB5">
            <w:pPr>
              <w:pStyle w:val="SpecNormal"/>
              <w:spacing w:line="240" w:lineRule="auto"/>
            </w:pPr>
            <w:r w:rsidRPr="00F664B3">
              <w:t>N/A</w:t>
            </w:r>
          </w:p>
        </w:tc>
        <w:tc>
          <w:tcPr>
            <w:tcW w:w="1170" w:type="dxa"/>
            <w:vAlign w:val="center"/>
          </w:tcPr>
          <w:p w14:paraId="684771D4" w14:textId="77777777" w:rsidR="00B44DB5" w:rsidRPr="00F664B3" w:rsidRDefault="00B44DB5" w:rsidP="00B44DB5">
            <w:pPr>
              <w:pStyle w:val="SpecNormal"/>
              <w:spacing w:line="240" w:lineRule="auto"/>
            </w:pPr>
          </w:p>
        </w:tc>
        <w:tc>
          <w:tcPr>
            <w:tcW w:w="909" w:type="dxa"/>
            <w:vAlign w:val="center"/>
          </w:tcPr>
          <w:p w14:paraId="17E6B0CD" w14:textId="77777777" w:rsidR="00B44DB5" w:rsidRPr="00F664B3" w:rsidRDefault="00B44DB5" w:rsidP="00B44DB5">
            <w:pPr>
              <w:pStyle w:val="SpecNormal"/>
              <w:spacing w:line="240" w:lineRule="auto"/>
            </w:pPr>
          </w:p>
        </w:tc>
      </w:tr>
      <w:tr w:rsidR="00B44DB5" w:rsidRPr="00F664B3" w14:paraId="43385529" w14:textId="77777777" w:rsidTr="00B44DB5">
        <w:trPr>
          <w:cantSplit/>
          <w:trHeight w:val="282"/>
          <w:jc w:val="center"/>
        </w:trPr>
        <w:tc>
          <w:tcPr>
            <w:tcW w:w="1851" w:type="dxa"/>
            <w:shd w:val="clear" w:color="auto" w:fill="auto"/>
            <w:noWrap/>
            <w:vAlign w:val="center"/>
            <w:hideMark/>
          </w:tcPr>
          <w:p w14:paraId="545E779B" w14:textId="77777777" w:rsidR="00B44DB5" w:rsidRPr="00F664B3" w:rsidRDefault="00B44DB5" w:rsidP="00B44DB5">
            <w:pPr>
              <w:pStyle w:val="SpecNormal"/>
              <w:spacing w:line="240" w:lineRule="auto"/>
            </w:pPr>
            <w:r w:rsidRPr="00F664B3">
              <w:lastRenderedPageBreak/>
              <w:t>Condenser Water Return Temp</w:t>
            </w:r>
          </w:p>
        </w:tc>
        <w:tc>
          <w:tcPr>
            <w:tcW w:w="800" w:type="dxa"/>
            <w:shd w:val="clear" w:color="auto" w:fill="auto"/>
            <w:noWrap/>
            <w:vAlign w:val="center"/>
            <w:hideMark/>
          </w:tcPr>
          <w:p w14:paraId="471F5C43"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19233FD9"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78552293"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51C4AD3" w14:textId="77777777" w:rsidR="00B44DB5" w:rsidRPr="00F664B3" w:rsidRDefault="00B44DB5" w:rsidP="00B44DB5">
            <w:pPr>
              <w:pStyle w:val="SpecNormal"/>
              <w:spacing w:line="240" w:lineRule="auto"/>
            </w:pPr>
            <w:r w:rsidRPr="00F664B3">
              <w:t>3 days</w:t>
            </w:r>
          </w:p>
        </w:tc>
        <w:tc>
          <w:tcPr>
            <w:tcW w:w="891" w:type="dxa"/>
            <w:vAlign w:val="center"/>
          </w:tcPr>
          <w:p w14:paraId="596F705F" w14:textId="77777777" w:rsidR="00B44DB5" w:rsidRPr="00F664B3" w:rsidRDefault="00B44DB5" w:rsidP="00B44DB5">
            <w:pPr>
              <w:pStyle w:val="SpecNormal"/>
              <w:spacing w:line="240" w:lineRule="auto"/>
            </w:pPr>
            <w:r w:rsidRPr="00F664B3">
              <w:t>N/A</w:t>
            </w:r>
          </w:p>
        </w:tc>
        <w:tc>
          <w:tcPr>
            <w:tcW w:w="1170" w:type="dxa"/>
            <w:vAlign w:val="center"/>
          </w:tcPr>
          <w:p w14:paraId="2336BFC2" w14:textId="77777777" w:rsidR="00B44DB5" w:rsidRPr="00F664B3" w:rsidRDefault="00B44DB5" w:rsidP="00B44DB5">
            <w:pPr>
              <w:pStyle w:val="SpecNormal"/>
              <w:spacing w:line="240" w:lineRule="auto"/>
            </w:pPr>
          </w:p>
        </w:tc>
        <w:tc>
          <w:tcPr>
            <w:tcW w:w="909" w:type="dxa"/>
            <w:vAlign w:val="center"/>
          </w:tcPr>
          <w:p w14:paraId="066747C0" w14:textId="77777777" w:rsidR="00B44DB5" w:rsidRPr="00F664B3" w:rsidRDefault="00B44DB5" w:rsidP="00B44DB5">
            <w:pPr>
              <w:pStyle w:val="SpecNormal"/>
              <w:spacing w:line="240" w:lineRule="auto"/>
            </w:pPr>
          </w:p>
        </w:tc>
      </w:tr>
      <w:tr w:rsidR="00B44DB5" w:rsidRPr="00F664B3" w14:paraId="1BC36FCF" w14:textId="77777777" w:rsidTr="00B44DB5">
        <w:trPr>
          <w:cantSplit/>
          <w:trHeight w:val="318"/>
          <w:jc w:val="center"/>
        </w:trPr>
        <w:tc>
          <w:tcPr>
            <w:tcW w:w="1851" w:type="dxa"/>
            <w:shd w:val="clear" w:color="auto" w:fill="auto"/>
            <w:noWrap/>
            <w:vAlign w:val="center"/>
            <w:hideMark/>
          </w:tcPr>
          <w:p w14:paraId="6327D983" w14:textId="77777777" w:rsidR="00B44DB5" w:rsidRPr="00F664B3" w:rsidRDefault="00B44DB5" w:rsidP="00B44DB5">
            <w:pPr>
              <w:pStyle w:val="SpecNormal"/>
              <w:spacing w:line="240" w:lineRule="auto"/>
            </w:pPr>
            <w:r w:rsidRPr="00F664B3">
              <w:t>Outdoor Air Wet Bulb</w:t>
            </w:r>
          </w:p>
        </w:tc>
        <w:tc>
          <w:tcPr>
            <w:tcW w:w="800" w:type="dxa"/>
            <w:shd w:val="clear" w:color="auto" w:fill="auto"/>
            <w:noWrap/>
            <w:vAlign w:val="center"/>
            <w:hideMark/>
          </w:tcPr>
          <w:p w14:paraId="0AD06BB5"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78C0AE8E"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12F57972"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E40C7A1" w14:textId="77777777" w:rsidR="00B44DB5" w:rsidRPr="00F664B3" w:rsidRDefault="00B44DB5" w:rsidP="00B44DB5">
            <w:pPr>
              <w:pStyle w:val="SpecNormal"/>
              <w:spacing w:line="240" w:lineRule="auto"/>
            </w:pPr>
            <w:r w:rsidRPr="00F664B3">
              <w:t>3 days</w:t>
            </w:r>
          </w:p>
        </w:tc>
        <w:tc>
          <w:tcPr>
            <w:tcW w:w="891" w:type="dxa"/>
            <w:vAlign w:val="center"/>
          </w:tcPr>
          <w:p w14:paraId="463754B0" w14:textId="77777777" w:rsidR="00B44DB5" w:rsidRPr="00F664B3" w:rsidRDefault="00B44DB5" w:rsidP="00B44DB5">
            <w:pPr>
              <w:pStyle w:val="SpecNormal"/>
              <w:spacing w:line="240" w:lineRule="auto"/>
            </w:pPr>
            <w:r w:rsidRPr="00F664B3">
              <w:t>N/A</w:t>
            </w:r>
          </w:p>
        </w:tc>
        <w:tc>
          <w:tcPr>
            <w:tcW w:w="1170" w:type="dxa"/>
            <w:vAlign w:val="center"/>
          </w:tcPr>
          <w:p w14:paraId="53B8BEAD" w14:textId="77777777" w:rsidR="00B44DB5" w:rsidRPr="00F664B3" w:rsidRDefault="00B44DB5" w:rsidP="00B44DB5">
            <w:pPr>
              <w:pStyle w:val="SpecNormal"/>
              <w:spacing w:line="240" w:lineRule="auto"/>
            </w:pPr>
          </w:p>
        </w:tc>
        <w:tc>
          <w:tcPr>
            <w:tcW w:w="909" w:type="dxa"/>
            <w:vAlign w:val="center"/>
          </w:tcPr>
          <w:p w14:paraId="7177CB69" w14:textId="77777777" w:rsidR="00B44DB5" w:rsidRPr="00F664B3" w:rsidRDefault="00B44DB5" w:rsidP="00B44DB5">
            <w:pPr>
              <w:pStyle w:val="SpecNormal"/>
              <w:spacing w:line="240" w:lineRule="auto"/>
            </w:pPr>
          </w:p>
        </w:tc>
      </w:tr>
      <w:tr w:rsidR="00B44DB5" w:rsidRPr="00F664B3" w14:paraId="74882B96" w14:textId="77777777" w:rsidTr="00B44DB5">
        <w:trPr>
          <w:cantSplit/>
          <w:trHeight w:val="300"/>
          <w:jc w:val="center"/>
        </w:trPr>
        <w:tc>
          <w:tcPr>
            <w:tcW w:w="1851" w:type="dxa"/>
            <w:shd w:val="clear" w:color="auto" w:fill="auto"/>
            <w:noWrap/>
            <w:vAlign w:val="center"/>
            <w:hideMark/>
          </w:tcPr>
          <w:p w14:paraId="33A52AFF"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626F4776"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62155700"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67B792BC"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08851A2E" w14:textId="77777777" w:rsidR="00B44DB5" w:rsidRPr="00F664B3" w:rsidRDefault="00B44DB5" w:rsidP="00B44DB5">
            <w:pPr>
              <w:pStyle w:val="SpecNormal"/>
              <w:spacing w:line="240" w:lineRule="auto"/>
            </w:pPr>
          </w:p>
        </w:tc>
        <w:tc>
          <w:tcPr>
            <w:tcW w:w="891" w:type="dxa"/>
            <w:vAlign w:val="center"/>
          </w:tcPr>
          <w:p w14:paraId="754A0F0E" w14:textId="77777777" w:rsidR="00B44DB5" w:rsidRPr="00F664B3" w:rsidRDefault="00B44DB5" w:rsidP="00B44DB5">
            <w:pPr>
              <w:pStyle w:val="SpecNormal"/>
              <w:spacing w:line="240" w:lineRule="auto"/>
            </w:pPr>
          </w:p>
        </w:tc>
        <w:tc>
          <w:tcPr>
            <w:tcW w:w="1170" w:type="dxa"/>
            <w:vAlign w:val="center"/>
          </w:tcPr>
          <w:p w14:paraId="35307CB4" w14:textId="77777777" w:rsidR="00B44DB5" w:rsidRPr="00F664B3" w:rsidRDefault="00B44DB5" w:rsidP="00B44DB5">
            <w:pPr>
              <w:pStyle w:val="SpecNormal"/>
              <w:spacing w:line="240" w:lineRule="auto"/>
            </w:pPr>
          </w:p>
        </w:tc>
        <w:tc>
          <w:tcPr>
            <w:tcW w:w="909" w:type="dxa"/>
            <w:vAlign w:val="center"/>
          </w:tcPr>
          <w:p w14:paraId="202CDF88" w14:textId="77777777" w:rsidR="00B44DB5" w:rsidRPr="00F664B3" w:rsidRDefault="00B44DB5" w:rsidP="00B44DB5">
            <w:pPr>
              <w:pStyle w:val="SpecNormal"/>
              <w:spacing w:line="240" w:lineRule="auto"/>
            </w:pPr>
          </w:p>
        </w:tc>
      </w:tr>
      <w:tr w:rsidR="00B44DB5" w:rsidRPr="00F664B3" w14:paraId="46D4EC0F" w14:textId="77777777" w:rsidTr="00B44DB5">
        <w:trPr>
          <w:cantSplit/>
          <w:trHeight w:val="300"/>
          <w:jc w:val="center"/>
        </w:trPr>
        <w:tc>
          <w:tcPr>
            <w:tcW w:w="1851" w:type="dxa"/>
            <w:shd w:val="clear" w:color="auto" w:fill="auto"/>
            <w:noWrap/>
            <w:vAlign w:val="center"/>
            <w:hideMark/>
          </w:tcPr>
          <w:p w14:paraId="26FD08C3" w14:textId="77777777" w:rsidR="00B44DB5" w:rsidRPr="00F664B3" w:rsidRDefault="00B44DB5" w:rsidP="00B44DB5">
            <w:pPr>
              <w:pStyle w:val="SpecNormal"/>
              <w:spacing w:line="240" w:lineRule="auto"/>
            </w:pPr>
            <w:r w:rsidRPr="00F664B3">
              <w:t>Cooling Tower 1 Fan Status</w:t>
            </w:r>
          </w:p>
        </w:tc>
        <w:tc>
          <w:tcPr>
            <w:tcW w:w="800" w:type="dxa"/>
            <w:shd w:val="clear" w:color="auto" w:fill="auto"/>
            <w:noWrap/>
            <w:vAlign w:val="center"/>
            <w:hideMark/>
          </w:tcPr>
          <w:p w14:paraId="5445F0A3"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1A2D8837"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5FCF6824"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2DB15D4" w14:textId="77777777" w:rsidR="00B44DB5" w:rsidRPr="00F664B3" w:rsidRDefault="00B44DB5" w:rsidP="00B44DB5">
            <w:pPr>
              <w:pStyle w:val="SpecNormal"/>
              <w:spacing w:line="240" w:lineRule="auto"/>
            </w:pPr>
            <w:r w:rsidRPr="00F664B3">
              <w:t>3 days</w:t>
            </w:r>
          </w:p>
        </w:tc>
        <w:tc>
          <w:tcPr>
            <w:tcW w:w="891" w:type="dxa"/>
            <w:vAlign w:val="center"/>
          </w:tcPr>
          <w:p w14:paraId="19E13D4F" w14:textId="77777777" w:rsidR="00B44DB5" w:rsidRPr="00F664B3" w:rsidRDefault="00B44DB5" w:rsidP="00B44DB5">
            <w:pPr>
              <w:pStyle w:val="SpecNormal"/>
              <w:spacing w:line="240" w:lineRule="auto"/>
            </w:pPr>
            <w:r w:rsidRPr="00F664B3">
              <w:t>P</w:t>
            </w:r>
          </w:p>
        </w:tc>
        <w:tc>
          <w:tcPr>
            <w:tcW w:w="1170" w:type="dxa"/>
            <w:vAlign w:val="center"/>
          </w:tcPr>
          <w:p w14:paraId="70F9CAA0" w14:textId="77777777" w:rsidR="00B44DB5" w:rsidRPr="00F664B3" w:rsidRDefault="00B44DB5" w:rsidP="00B44DB5">
            <w:pPr>
              <w:pStyle w:val="SpecNormal"/>
              <w:spacing w:line="240" w:lineRule="auto"/>
            </w:pPr>
            <w:r w:rsidRPr="00F664B3">
              <w:t>Status &lt;&gt; Command</w:t>
            </w:r>
          </w:p>
        </w:tc>
        <w:tc>
          <w:tcPr>
            <w:tcW w:w="909" w:type="dxa"/>
            <w:vAlign w:val="center"/>
          </w:tcPr>
          <w:p w14:paraId="39DF4E8B" w14:textId="77777777" w:rsidR="00B44DB5" w:rsidRPr="00F664B3" w:rsidRDefault="00B44DB5" w:rsidP="00B44DB5">
            <w:pPr>
              <w:pStyle w:val="SpecNormal"/>
              <w:spacing w:line="240" w:lineRule="auto"/>
            </w:pPr>
            <w:r w:rsidRPr="00F664B3">
              <w:t>1 min</w:t>
            </w:r>
          </w:p>
        </w:tc>
      </w:tr>
      <w:tr w:rsidR="00B44DB5" w:rsidRPr="00F664B3" w14:paraId="4A594C92" w14:textId="77777777" w:rsidTr="00B44DB5">
        <w:trPr>
          <w:cantSplit/>
          <w:trHeight w:val="300"/>
          <w:jc w:val="center"/>
        </w:trPr>
        <w:tc>
          <w:tcPr>
            <w:tcW w:w="1851" w:type="dxa"/>
            <w:shd w:val="clear" w:color="auto" w:fill="auto"/>
            <w:noWrap/>
            <w:vAlign w:val="center"/>
            <w:hideMark/>
          </w:tcPr>
          <w:p w14:paraId="7170D2D0" w14:textId="77777777" w:rsidR="00B44DB5" w:rsidRPr="00F664B3" w:rsidRDefault="00B44DB5" w:rsidP="00B44DB5">
            <w:pPr>
              <w:pStyle w:val="SpecNormal"/>
              <w:spacing w:line="240" w:lineRule="auto"/>
            </w:pPr>
            <w:r w:rsidRPr="00F664B3">
              <w:t>Cooling Tower 1 Basin Heat</w:t>
            </w:r>
          </w:p>
        </w:tc>
        <w:tc>
          <w:tcPr>
            <w:tcW w:w="800" w:type="dxa"/>
            <w:shd w:val="clear" w:color="auto" w:fill="auto"/>
            <w:noWrap/>
            <w:vAlign w:val="center"/>
            <w:hideMark/>
          </w:tcPr>
          <w:p w14:paraId="10546DD3"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1205FFA9"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0B2DBF3A"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50DDCD3" w14:textId="77777777" w:rsidR="00B44DB5" w:rsidRPr="00F664B3" w:rsidRDefault="00B44DB5" w:rsidP="00B44DB5">
            <w:pPr>
              <w:pStyle w:val="SpecNormal"/>
              <w:spacing w:line="240" w:lineRule="auto"/>
            </w:pPr>
            <w:r w:rsidRPr="00F664B3">
              <w:t>3 days</w:t>
            </w:r>
          </w:p>
        </w:tc>
        <w:tc>
          <w:tcPr>
            <w:tcW w:w="891" w:type="dxa"/>
            <w:vAlign w:val="center"/>
          </w:tcPr>
          <w:p w14:paraId="2FDD72CE" w14:textId="77777777" w:rsidR="00B44DB5" w:rsidRPr="00F664B3" w:rsidRDefault="00B44DB5" w:rsidP="00B44DB5">
            <w:pPr>
              <w:pStyle w:val="SpecNormal"/>
              <w:spacing w:line="240" w:lineRule="auto"/>
            </w:pPr>
            <w:r w:rsidRPr="00F664B3">
              <w:t>N/A</w:t>
            </w:r>
          </w:p>
        </w:tc>
        <w:tc>
          <w:tcPr>
            <w:tcW w:w="1170" w:type="dxa"/>
            <w:vAlign w:val="center"/>
          </w:tcPr>
          <w:p w14:paraId="5D8A0EE4" w14:textId="77777777" w:rsidR="00B44DB5" w:rsidRPr="00F664B3" w:rsidRDefault="00B44DB5" w:rsidP="00B44DB5">
            <w:pPr>
              <w:pStyle w:val="SpecNormal"/>
              <w:spacing w:line="240" w:lineRule="auto"/>
            </w:pPr>
          </w:p>
        </w:tc>
        <w:tc>
          <w:tcPr>
            <w:tcW w:w="909" w:type="dxa"/>
            <w:vAlign w:val="center"/>
          </w:tcPr>
          <w:p w14:paraId="146A3AAA" w14:textId="77777777" w:rsidR="00B44DB5" w:rsidRPr="00F664B3" w:rsidRDefault="00B44DB5" w:rsidP="00B44DB5">
            <w:pPr>
              <w:pStyle w:val="SpecNormal"/>
              <w:spacing w:line="240" w:lineRule="auto"/>
            </w:pPr>
          </w:p>
        </w:tc>
      </w:tr>
      <w:tr w:rsidR="00B44DB5" w:rsidRPr="00F664B3" w14:paraId="68A60198" w14:textId="77777777" w:rsidTr="00B44DB5">
        <w:trPr>
          <w:cantSplit/>
          <w:trHeight w:val="300"/>
          <w:jc w:val="center"/>
        </w:trPr>
        <w:tc>
          <w:tcPr>
            <w:tcW w:w="1851" w:type="dxa"/>
            <w:shd w:val="clear" w:color="auto" w:fill="auto"/>
            <w:noWrap/>
            <w:vAlign w:val="center"/>
            <w:hideMark/>
          </w:tcPr>
          <w:p w14:paraId="5EDB5B72" w14:textId="77777777" w:rsidR="00B44DB5" w:rsidRPr="00F664B3" w:rsidRDefault="00B44DB5" w:rsidP="00B44DB5">
            <w:pPr>
              <w:pStyle w:val="SpecNormal"/>
              <w:spacing w:line="240" w:lineRule="auto"/>
            </w:pPr>
            <w:r w:rsidRPr="00F664B3">
              <w:t>Cooling Tower 1 Heat Trace</w:t>
            </w:r>
          </w:p>
        </w:tc>
        <w:tc>
          <w:tcPr>
            <w:tcW w:w="800" w:type="dxa"/>
            <w:shd w:val="clear" w:color="auto" w:fill="auto"/>
            <w:noWrap/>
            <w:vAlign w:val="center"/>
            <w:hideMark/>
          </w:tcPr>
          <w:p w14:paraId="20501F86"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3CD61BDD"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7CF7D25C"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A4E14E6" w14:textId="77777777" w:rsidR="00B44DB5" w:rsidRPr="00F664B3" w:rsidRDefault="00B44DB5" w:rsidP="00B44DB5">
            <w:pPr>
              <w:pStyle w:val="SpecNormal"/>
              <w:spacing w:line="240" w:lineRule="auto"/>
            </w:pPr>
            <w:r w:rsidRPr="00F664B3">
              <w:t>3 days</w:t>
            </w:r>
          </w:p>
        </w:tc>
        <w:tc>
          <w:tcPr>
            <w:tcW w:w="891" w:type="dxa"/>
            <w:vAlign w:val="center"/>
          </w:tcPr>
          <w:p w14:paraId="30849099" w14:textId="77777777" w:rsidR="00B44DB5" w:rsidRPr="00F664B3" w:rsidRDefault="00B44DB5" w:rsidP="00B44DB5">
            <w:pPr>
              <w:pStyle w:val="SpecNormal"/>
              <w:spacing w:line="240" w:lineRule="auto"/>
            </w:pPr>
            <w:r w:rsidRPr="00F664B3">
              <w:t>N/A</w:t>
            </w:r>
          </w:p>
        </w:tc>
        <w:tc>
          <w:tcPr>
            <w:tcW w:w="1170" w:type="dxa"/>
            <w:vAlign w:val="center"/>
          </w:tcPr>
          <w:p w14:paraId="68AC1DA3" w14:textId="77777777" w:rsidR="00B44DB5" w:rsidRPr="00F664B3" w:rsidRDefault="00B44DB5" w:rsidP="00B44DB5">
            <w:pPr>
              <w:pStyle w:val="SpecNormal"/>
              <w:spacing w:line="240" w:lineRule="auto"/>
            </w:pPr>
          </w:p>
        </w:tc>
        <w:tc>
          <w:tcPr>
            <w:tcW w:w="909" w:type="dxa"/>
            <w:vAlign w:val="center"/>
          </w:tcPr>
          <w:p w14:paraId="2DF9F12C" w14:textId="77777777" w:rsidR="00B44DB5" w:rsidRPr="00F664B3" w:rsidRDefault="00B44DB5" w:rsidP="00B44DB5">
            <w:pPr>
              <w:pStyle w:val="SpecNormal"/>
              <w:spacing w:line="240" w:lineRule="auto"/>
            </w:pPr>
          </w:p>
        </w:tc>
      </w:tr>
      <w:tr w:rsidR="00B44DB5" w:rsidRPr="00F664B3" w14:paraId="118E974C" w14:textId="77777777" w:rsidTr="00B44DB5">
        <w:trPr>
          <w:cantSplit/>
          <w:trHeight w:val="300"/>
          <w:jc w:val="center"/>
        </w:trPr>
        <w:tc>
          <w:tcPr>
            <w:tcW w:w="1851" w:type="dxa"/>
            <w:shd w:val="clear" w:color="auto" w:fill="auto"/>
            <w:noWrap/>
            <w:vAlign w:val="center"/>
            <w:hideMark/>
          </w:tcPr>
          <w:p w14:paraId="4398118A" w14:textId="77777777" w:rsidR="00B44DB5" w:rsidRPr="00F664B3" w:rsidRDefault="00B44DB5" w:rsidP="00B44DB5">
            <w:pPr>
              <w:pStyle w:val="SpecNormal"/>
              <w:spacing w:line="240" w:lineRule="auto"/>
            </w:pPr>
            <w:r w:rsidRPr="00F664B3">
              <w:t>Cooling Tower 2 Fan Status</w:t>
            </w:r>
          </w:p>
        </w:tc>
        <w:tc>
          <w:tcPr>
            <w:tcW w:w="800" w:type="dxa"/>
            <w:shd w:val="clear" w:color="auto" w:fill="auto"/>
            <w:noWrap/>
            <w:vAlign w:val="center"/>
            <w:hideMark/>
          </w:tcPr>
          <w:p w14:paraId="3BE5B57F"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7670A538"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5A7F5E9C"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35D7DE2" w14:textId="77777777" w:rsidR="00B44DB5" w:rsidRPr="00F664B3" w:rsidRDefault="00B44DB5" w:rsidP="00B44DB5">
            <w:pPr>
              <w:pStyle w:val="SpecNormal"/>
              <w:spacing w:line="240" w:lineRule="auto"/>
            </w:pPr>
            <w:r w:rsidRPr="00F664B3">
              <w:t>3 days</w:t>
            </w:r>
          </w:p>
        </w:tc>
        <w:tc>
          <w:tcPr>
            <w:tcW w:w="891" w:type="dxa"/>
            <w:vAlign w:val="center"/>
          </w:tcPr>
          <w:p w14:paraId="14B32092" w14:textId="77777777" w:rsidR="00B44DB5" w:rsidRPr="00F664B3" w:rsidRDefault="00B44DB5" w:rsidP="00B44DB5">
            <w:pPr>
              <w:pStyle w:val="SpecNormal"/>
              <w:spacing w:line="240" w:lineRule="auto"/>
            </w:pPr>
            <w:r w:rsidRPr="00F664B3">
              <w:t>P</w:t>
            </w:r>
          </w:p>
        </w:tc>
        <w:tc>
          <w:tcPr>
            <w:tcW w:w="1170" w:type="dxa"/>
            <w:vAlign w:val="center"/>
          </w:tcPr>
          <w:p w14:paraId="36F52FDF" w14:textId="77777777" w:rsidR="00B44DB5" w:rsidRPr="00F664B3" w:rsidRDefault="00B44DB5" w:rsidP="00B44DB5">
            <w:pPr>
              <w:pStyle w:val="SpecNormal"/>
              <w:spacing w:line="240" w:lineRule="auto"/>
            </w:pPr>
            <w:r w:rsidRPr="00F664B3">
              <w:t>Status &lt;&gt; Command</w:t>
            </w:r>
          </w:p>
        </w:tc>
        <w:tc>
          <w:tcPr>
            <w:tcW w:w="909" w:type="dxa"/>
            <w:vAlign w:val="center"/>
          </w:tcPr>
          <w:p w14:paraId="773A45A4" w14:textId="77777777" w:rsidR="00B44DB5" w:rsidRPr="00F664B3" w:rsidRDefault="00B44DB5" w:rsidP="00B44DB5">
            <w:pPr>
              <w:pStyle w:val="SpecNormal"/>
              <w:spacing w:line="240" w:lineRule="auto"/>
            </w:pPr>
            <w:r w:rsidRPr="00F664B3">
              <w:t>1 min</w:t>
            </w:r>
          </w:p>
        </w:tc>
      </w:tr>
      <w:tr w:rsidR="00B44DB5" w:rsidRPr="00F664B3" w14:paraId="0A5111C4" w14:textId="77777777" w:rsidTr="00B44DB5">
        <w:trPr>
          <w:cantSplit/>
          <w:trHeight w:val="300"/>
          <w:jc w:val="center"/>
        </w:trPr>
        <w:tc>
          <w:tcPr>
            <w:tcW w:w="1851" w:type="dxa"/>
            <w:shd w:val="clear" w:color="auto" w:fill="auto"/>
            <w:noWrap/>
            <w:vAlign w:val="center"/>
            <w:hideMark/>
          </w:tcPr>
          <w:p w14:paraId="264EF5AF" w14:textId="77777777" w:rsidR="00B44DB5" w:rsidRPr="00F664B3" w:rsidRDefault="00B44DB5" w:rsidP="00B44DB5">
            <w:pPr>
              <w:pStyle w:val="SpecNormal"/>
              <w:spacing w:line="240" w:lineRule="auto"/>
            </w:pPr>
            <w:r w:rsidRPr="00F664B3">
              <w:t>Cooling Tower 2 Basin Heat</w:t>
            </w:r>
          </w:p>
        </w:tc>
        <w:tc>
          <w:tcPr>
            <w:tcW w:w="800" w:type="dxa"/>
            <w:shd w:val="clear" w:color="auto" w:fill="auto"/>
            <w:noWrap/>
            <w:vAlign w:val="center"/>
            <w:hideMark/>
          </w:tcPr>
          <w:p w14:paraId="3E340175"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6C28B8E6"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714A2FC3"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6172E5F" w14:textId="77777777" w:rsidR="00B44DB5" w:rsidRPr="00F664B3" w:rsidRDefault="00B44DB5" w:rsidP="00B44DB5">
            <w:pPr>
              <w:pStyle w:val="SpecNormal"/>
              <w:spacing w:line="240" w:lineRule="auto"/>
            </w:pPr>
            <w:r w:rsidRPr="00F664B3">
              <w:t>3 days</w:t>
            </w:r>
          </w:p>
        </w:tc>
        <w:tc>
          <w:tcPr>
            <w:tcW w:w="891" w:type="dxa"/>
            <w:vAlign w:val="center"/>
          </w:tcPr>
          <w:p w14:paraId="025AC6F6" w14:textId="77777777" w:rsidR="00B44DB5" w:rsidRPr="00F664B3" w:rsidRDefault="00B44DB5" w:rsidP="00B44DB5">
            <w:pPr>
              <w:pStyle w:val="SpecNormal"/>
              <w:spacing w:line="240" w:lineRule="auto"/>
            </w:pPr>
            <w:r w:rsidRPr="00F664B3">
              <w:t>N/A</w:t>
            </w:r>
          </w:p>
        </w:tc>
        <w:tc>
          <w:tcPr>
            <w:tcW w:w="1170" w:type="dxa"/>
            <w:vAlign w:val="center"/>
          </w:tcPr>
          <w:p w14:paraId="6F8F73AD" w14:textId="77777777" w:rsidR="00B44DB5" w:rsidRPr="00F664B3" w:rsidRDefault="00B44DB5" w:rsidP="00B44DB5">
            <w:pPr>
              <w:pStyle w:val="SpecNormal"/>
              <w:spacing w:line="240" w:lineRule="auto"/>
            </w:pPr>
          </w:p>
        </w:tc>
        <w:tc>
          <w:tcPr>
            <w:tcW w:w="909" w:type="dxa"/>
            <w:vAlign w:val="center"/>
          </w:tcPr>
          <w:p w14:paraId="6D55A969" w14:textId="77777777" w:rsidR="00B44DB5" w:rsidRPr="00F664B3" w:rsidRDefault="00B44DB5" w:rsidP="00B44DB5">
            <w:pPr>
              <w:pStyle w:val="SpecNormal"/>
              <w:spacing w:line="240" w:lineRule="auto"/>
            </w:pPr>
          </w:p>
        </w:tc>
      </w:tr>
      <w:tr w:rsidR="00B44DB5" w:rsidRPr="00F664B3" w14:paraId="723DEB34" w14:textId="77777777" w:rsidTr="00B44DB5">
        <w:trPr>
          <w:cantSplit/>
          <w:trHeight w:val="300"/>
          <w:jc w:val="center"/>
        </w:trPr>
        <w:tc>
          <w:tcPr>
            <w:tcW w:w="1851" w:type="dxa"/>
            <w:shd w:val="clear" w:color="auto" w:fill="auto"/>
            <w:noWrap/>
            <w:vAlign w:val="center"/>
            <w:hideMark/>
          </w:tcPr>
          <w:p w14:paraId="63233FFA" w14:textId="77777777" w:rsidR="00B44DB5" w:rsidRPr="00F664B3" w:rsidRDefault="00B44DB5" w:rsidP="00B44DB5">
            <w:pPr>
              <w:pStyle w:val="SpecNormal"/>
              <w:spacing w:line="240" w:lineRule="auto"/>
            </w:pPr>
            <w:r w:rsidRPr="00F664B3">
              <w:t>Cooling Tower 2 Heat Trace</w:t>
            </w:r>
          </w:p>
        </w:tc>
        <w:tc>
          <w:tcPr>
            <w:tcW w:w="800" w:type="dxa"/>
            <w:shd w:val="clear" w:color="auto" w:fill="auto"/>
            <w:noWrap/>
            <w:vAlign w:val="center"/>
            <w:hideMark/>
          </w:tcPr>
          <w:p w14:paraId="5A5A475D"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5470AA0E"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0138AAD0"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5FDAB3A" w14:textId="77777777" w:rsidR="00B44DB5" w:rsidRPr="00F664B3" w:rsidRDefault="00B44DB5" w:rsidP="00B44DB5">
            <w:pPr>
              <w:pStyle w:val="SpecNormal"/>
              <w:spacing w:line="240" w:lineRule="auto"/>
            </w:pPr>
            <w:r w:rsidRPr="00F664B3">
              <w:t>3 days</w:t>
            </w:r>
          </w:p>
        </w:tc>
        <w:tc>
          <w:tcPr>
            <w:tcW w:w="891" w:type="dxa"/>
            <w:vAlign w:val="center"/>
          </w:tcPr>
          <w:p w14:paraId="1F9EBCB8" w14:textId="77777777" w:rsidR="00B44DB5" w:rsidRPr="00F664B3" w:rsidRDefault="00B44DB5" w:rsidP="00B44DB5">
            <w:pPr>
              <w:pStyle w:val="SpecNormal"/>
              <w:spacing w:line="240" w:lineRule="auto"/>
            </w:pPr>
            <w:r w:rsidRPr="00F664B3">
              <w:t>N/A</w:t>
            </w:r>
          </w:p>
        </w:tc>
        <w:tc>
          <w:tcPr>
            <w:tcW w:w="1170" w:type="dxa"/>
            <w:vAlign w:val="center"/>
          </w:tcPr>
          <w:p w14:paraId="27BAAC65" w14:textId="77777777" w:rsidR="00B44DB5" w:rsidRPr="00F664B3" w:rsidRDefault="00B44DB5" w:rsidP="00B44DB5">
            <w:pPr>
              <w:pStyle w:val="SpecNormal"/>
              <w:spacing w:line="240" w:lineRule="auto"/>
            </w:pPr>
          </w:p>
        </w:tc>
        <w:tc>
          <w:tcPr>
            <w:tcW w:w="909" w:type="dxa"/>
            <w:vAlign w:val="center"/>
          </w:tcPr>
          <w:p w14:paraId="3F747875" w14:textId="77777777" w:rsidR="00B44DB5" w:rsidRPr="00F664B3" w:rsidRDefault="00B44DB5" w:rsidP="00B44DB5">
            <w:pPr>
              <w:pStyle w:val="SpecNormal"/>
              <w:spacing w:line="240" w:lineRule="auto"/>
            </w:pPr>
          </w:p>
        </w:tc>
      </w:tr>
      <w:tr w:rsidR="00B44DB5" w:rsidRPr="00F664B3" w14:paraId="135E799D" w14:textId="77777777" w:rsidTr="00B44DB5">
        <w:trPr>
          <w:cantSplit/>
          <w:trHeight w:val="300"/>
          <w:jc w:val="center"/>
        </w:trPr>
        <w:tc>
          <w:tcPr>
            <w:tcW w:w="1851" w:type="dxa"/>
            <w:shd w:val="clear" w:color="auto" w:fill="auto"/>
            <w:noWrap/>
            <w:vAlign w:val="center"/>
            <w:hideMark/>
          </w:tcPr>
          <w:p w14:paraId="4C752DC4" w14:textId="77777777" w:rsidR="00B44DB5" w:rsidRPr="00F664B3" w:rsidRDefault="00B44DB5" w:rsidP="00B44DB5">
            <w:pPr>
              <w:pStyle w:val="SpecNormal"/>
              <w:spacing w:line="240" w:lineRule="auto"/>
            </w:pPr>
            <w:r w:rsidRPr="00F664B3">
              <w:t>Chiller 1 Isolation Valve</w:t>
            </w:r>
          </w:p>
        </w:tc>
        <w:tc>
          <w:tcPr>
            <w:tcW w:w="800" w:type="dxa"/>
            <w:shd w:val="clear" w:color="auto" w:fill="auto"/>
            <w:noWrap/>
            <w:vAlign w:val="center"/>
            <w:hideMark/>
          </w:tcPr>
          <w:p w14:paraId="4669860E"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5948965C"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50BD2801"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3B48D60" w14:textId="77777777" w:rsidR="00B44DB5" w:rsidRPr="00F664B3" w:rsidRDefault="00B44DB5" w:rsidP="00B44DB5">
            <w:pPr>
              <w:pStyle w:val="SpecNormal"/>
              <w:spacing w:line="240" w:lineRule="auto"/>
            </w:pPr>
            <w:r w:rsidRPr="00F664B3">
              <w:t>3 days</w:t>
            </w:r>
          </w:p>
        </w:tc>
        <w:tc>
          <w:tcPr>
            <w:tcW w:w="891" w:type="dxa"/>
            <w:vAlign w:val="center"/>
          </w:tcPr>
          <w:p w14:paraId="40A05BA4" w14:textId="77777777" w:rsidR="00B44DB5" w:rsidRPr="00F664B3" w:rsidRDefault="00B44DB5" w:rsidP="00B44DB5">
            <w:pPr>
              <w:pStyle w:val="SpecNormal"/>
              <w:spacing w:line="240" w:lineRule="auto"/>
            </w:pPr>
            <w:r w:rsidRPr="00F664B3">
              <w:t>P</w:t>
            </w:r>
          </w:p>
        </w:tc>
        <w:tc>
          <w:tcPr>
            <w:tcW w:w="1170" w:type="dxa"/>
            <w:vAlign w:val="center"/>
          </w:tcPr>
          <w:p w14:paraId="62E86C28" w14:textId="77777777" w:rsidR="00B44DB5" w:rsidRPr="00F664B3" w:rsidRDefault="00B44DB5" w:rsidP="00B44DB5">
            <w:pPr>
              <w:pStyle w:val="SpecNormal"/>
              <w:spacing w:line="240" w:lineRule="auto"/>
            </w:pPr>
            <w:r w:rsidRPr="00F664B3">
              <w:t>Status &lt;&gt; Command</w:t>
            </w:r>
          </w:p>
        </w:tc>
        <w:tc>
          <w:tcPr>
            <w:tcW w:w="909" w:type="dxa"/>
            <w:vAlign w:val="center"/>
          </w:tcPr>
          <w:p w14:paraId="098A229C" w14:textId="77777777" w:rsidR="00B44DB5" w:rsidRPr="00F664B3" w:rsidRDefault="00B44DB5" w:rsidP="00B44DB5">
            <w:pPr>
              <w:pStyle w:val="SpecNormal"/>
              <w:spacing w:line="240" w:lineRule="auto"/>
            </w:pPr>
            <w:r w:rsidRPr="00F664B3">
              <w:t>1 min</w:t>
            </w:r>
          </w:p>
        </w:tc>
      </w:tr>
      <w:tr w:rsidR="00B44DB5" w:rsidRPr="00F664B3" w14:paraId="4DACB5C0" w14:textId="77777777" w:rsidTr="00B44DB5">
        <w:trPr>
          <w:cantSplit/>
          <w:trHeight w:val="300"/>
          <w:jc w:val="center"/>
        </w:trPr>
        <w:tc>
          <w:tcPr>
            <w:tcW w:w="1851" w:type="dxa"/>
            <w:shd w:val="clear" w:color="auto" w:fill="auto"/>
            <w:noWrap/>
            <w:vAlign w:val="center"/>
            <w:hideMark/>
          </w:tcPr>
          <w:p w14:paraId="2A6C45B1" w14:textId="77777777" w:rsidR="00B44DB5" w:rsidRPr="00F664B3" w:rsidRDefault="00B44DB5" w:rsidP="00B44DB5">
            <w:pPr>
              <w:pStyle w:val="SpecNormal"/>
              <w:spacing w:line="240" w:lineRule="auto"/>
            </w:pPr>
            <w:r w:rsidRPr="00F664B3">
              <w:t>Chiller 2 Isolation Valve</w:t>
            </w:r>
          </w:p>
        </w:tc>
        <w:tc>
          <w:tcPr>
            <w:tcW w:w="800" w:type="dxa"/>
            <w:shd w:val="clear" w:color="auto" w:fill="auto"/>
            <w:noWrap/>
            <w:vAlign w:val="center"/>
            <w:hideMark/>
          </w:tcPr>
          <w:p w14:paraId="16BA5FFC"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0701015F"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C9E3D2D"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D9DD2DE" w14:textId="77777777" w:rsidR="00B44DB5" w:rsidRPr="00F664B3" w:rsidRDefault="00B44DB5" w:rsidP="00B44DB5">
            <w:pPr>
              <w:pStyle w:val="SpecNormal"/>
              <w:spacing w:line="240" w:lineRule="auto"/>
            </w:pPr>
            <w:r w:rsidRPr="00F664B3">
              <w:t>3 days</w:t>
            </w:r>
          </w:p>
        </w:tc>
        <w:tc>
          <w:tcPr>
            <w:tcW w:w="891" w:type="dxa"/>
            <w:vAlign w:val="center"/>
          </w:tcPr>
          <w:p w14:paraId="5AAF8196" w14:textId="77777777" w:rsidR="00B44DB5" w:rsidRPr="00F664B3" w:rsidRDefault="00B44DB5" w:rsidP="00B44DB5">
            <w:pPr>
              <w:pStyle w:val="SpecNormal"/>
              <w:spacing w:line="240" w:lineRule="auto"/>
            </w:pPr>
            <w:r w:rsidRPr="00F664B3">
              <w:t>P</w:t>
            </w:r>
          </w:p>
        </w:tc>
        <w:tc>
          <w:tcPr>
            <w:tcW w:w="1170" w:type="dxa"/>
            <w:vAlign w:val="center"/>
          </w:tcPr>
          <w:p w14:paraId="1A0B49E9" w14:textId="77777777" w:rsidR="00B44DB5" w:rsidRPr="00F664B3" w:rsidRDefault="00B44DB5" w:rsidP="00B44DB5">
            <w:pPr>
              <w:pStyle w:val="SpecNormal"/>
              <w:spacing w:line="240" w:lineRule="auto"/>
            </w:pPr>
            <w:r w:rsidRPr="00F664B3">
              <w:t>Status &lt;&gt; Command</w:t>
            </w:r>
          </w:p>
        </w:tc>
        <w:tc>
          <w:tcPr>
            <w:tcW w:w="909" w:type="dxa"/>
            <w:vAlign w:val="center"/>
          </w:tcPr>
          <w:p w14:paraId="3E1F3122" w14:textId="77777777" w:rsidR="00B44DB5" w:rsidRPr="00F664B3" w:rsidRDefault="00B44DB5" w:rsidP="00B44DB5">
            <w:pPr>
              <w:pStyle w:val="SpecNormal"/>
              <w:spacing w:line="240" w:lineRule="auto"/>
            </w:pPr>
            <w:r w:rsidRPr="00F664B3">
              <w:t>1 min</w:t>
            </w:r>
          </w:p>
        </w:tc>
      </w:tr>
      <w:tr w:rsidR="00B44DB5" w:rsidRPr="00F664B3" w14:paraId="06C0C3BB" w14:textId="77777777" w:rsidTr="00B44DB5">
        <w:trPr>
          <w:cantSplit/>
          <w:trHeight w:val="300"/>
          <w:jc w:val="center"/>
        </w:trPr>
        <w:tc>
          <w:tcPr>
            <w:tcW w:w="1851" w:type="dxa"/>
            <w:shd w:val="clear" w:color="auto" w:fill="auto"/>
            <w:noWrap/>
            <w:vAlign w:val="center"/>
            <w:hideMark/>
          </w:tcPr>
          <w:p w14:paraId="75C55CC4" w14:textId="77777777" w:rsidR="00B44DB5" w:rsidRPr="00F664B3" w:rsidRDefault="00B44DB5" w:rsidP="00B44DB5">
            <w:pPr>
              <w:pStyle w:val="SpecNormal"/>
              <w:spacing w:line="240" w:lineRule="auto"/>
            </w:pPr>
            <w:r w:rsidRPr="00F664B3">
              <w:t>Condenser Water Pump 1 Status</w:t>
            </w:r>
          </w:p>
        </w:tc>
        <w:tc>
          <w:tcPr>
            <w:tcW w:w="800" w:type="dxa"/>
            <w:shd w:val="clear" w:color="auto" w:fill="auto"/>
            <w:noWrap/>
            <w:vAlign w:val="center"/>
            <w:hideMark/>
          </w:tcPr>
          <w:p w14:paraId="2F84B920"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11BEC616"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5EC1FC14"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2F06D0C" w14:textId="77777777" w:rsidR="00B44DB5" w:rsidRPr="00F664B3" w:rsidRDefault="00B44DB5" w:rsidP="00B44DB5">
            <w:pPr>
              <w:pStyle w:val="SpecNormal"/>
              <w:spacing w:line="240" w:lineRule="auto"/>
            </w:pPr>
            <w:r w:rsidRPr="00F664B3">
              <w:t>3 days</w:t>
            </w:r>
          </w:p>
        </w:tc>
        <w:tc>
          <w:tcPr>
            <w:tcW w:w="891" w:type="dxa"/>
            <w:vAlign w:val="center"/>
          </w:tcPr>
          <w:p w14:paraId="6C9440C5" w14:textId="77777777" w:rsidR="00B44DB5" w:rsidRPr="00F664B3" w:rsidRDefault="00B44DB5" w:rsidP="00B44DB5">
            <w:pPr>
              <w:pStyle w:val="SpecNormal"/>
              <w:spacing w:line="240" w:lineRule="auto"/>
            </w:pPr>
            <w:r w:rsidRPr="00F664B3">
              <w:t>P</w:t>
            </w:r>
          </w:p>
        </w:tc>
        <w:tc>
          <w:tcPr>
            <w:tcW w:w="1170" w:type="dxa"/>
            <w:vAlign w:val="center"/>
          </w:tcPr>
          <w:p w14:paraId="0E85B67D" w14:textId="77777777" w:rsidR="00B44DB5" w:rsidRPr="00F664B3" w:rsidRDefault="00B44DB5" w:rsidP="00B44DB5">
            <w:pPr>
              <w:pStyle w:val="SpecNormal"/>
              <w:spacing w:line="240" w:lineRule="auto"/>
            </w:pPr>
            <w:r w:rsidRPr="00F664B3">
              <w:t>Status &lt;&gt; Command</w:t>
            </w:r>
          </w:p>
        </w:tc>
        <w:tc>
          <w:tcPr>
            <w:tcW w:w="909" w:type="dxa"/>
            <w:vAlign w:val="center"/>
          </w:tcPr>
          <w:p w14:paraId="3AB682B2" w14:textId="77777777" w:rsidR="00B44DB5" w:rsidRPr="00F664B3" w:rsidRDefault="00B44DB5" w:rsidP="00B44DB5">
            <w:pPr>
              <w:pStyle w:val="SpecNormal"/>
              <w:spacing w:line="240" w:lineRule="auto"/>
            </w:pPr>
            <w:r w:rsidRPr="00F664B3">
              <w:t>1 min</w:t>
            </w:r>
          </w:p>
        </w:tc>
      </w:tr>
      <w:tr w:rsidR="00B44DB5" w:rsidRPr="00F664B3" w14:paraId="51C223FA" w14:textId="77777777" w:rsidTr="00B44DB5">
        <w:trPr>
          <w:cantSplit/>
          <w:trHeight w:val="300"/>
          <w:jc w:val="center"/>
        </w:trPr>
        <w:tc>
          <w:tcPr>
            <w:tcW w:w="1851" w:type="dxa"/>
            <w:shd w:val="clear" w:color="auto" w:fill="auto"/>
            <w:noWrap/>
            <w:vAlign w:val="center"/>
            <w:hideMark/>
          </w:tcPr>
          <w:p w14:paraId="2C2180FA" w14:textId="77777777" w:rsidR="00B44DB5" w:rsidRPr="00F664B3" w:rsidRDefault="00B44DB5" w:rsidP="00B44DB5">
            <w:pPr>
              <w:pStyle w:val="SpecNormal"/>
              <w:spacing w:line="240" w:lineRule="auto"/>
            </w:pPr>
            <w:r w:rsidRPr="00F664B3">
              <w:t>Condenser Water Pump 2 Status</w:t>
            </w:r>
          </w:p>
        </w:tc>
        <w:tc>
          <w:tcPr>
            <w:tcW w:w="800" w:type="dxa"/>
            <w:shd w:val="clear" w:color="auto" w:fill="auto"/>
            <w:noWrap/>
            <w:vAlign w:val="center"/>
            <w:hideMark/>
          </w:tcPr>
          <w:p w14:paraId="1C5DB876"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527A3ED6"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36C98BE2"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D082568" w14:textId="77777777" w:rsidR="00B44DB5" w:rsidRPr="00F664B3" w:rsidRDefault="00B44DB5" w:rsidP="00B44DB5">
            <w:pPr>
              <w:pStyle w:val="SpecNormal"/>
              <w:spacing w:line="240" w:lineRule="auto"/>
            </w:pPr>
            <w:r w:rsidRPr="00F664B3">
              <w:t>3 days</w:t>
            </w:r>
          </w:p>
        </w:tc>
        <w:tc>
          <w:tcPr>
            <w:tcW w:w="891" w:type="dxa"/>
            <w:vAlign w:val="center"/>
          </w:tcPr>
          <w:p w14:paraId="6C8FEB7C" w14:textId="77777777" w:rsidR="00B44DB5" w:rsidRPr="00F664B3" w:rsidRDefault="00B44DB5" w:rsidP="00B44DB5">
            <w:pPr>
              <w:pStyle w:val="SpecNormal"/>
              <w:spacing w:line="240" w:lineRule="auto"/>
            </w:pPr>
            <w:r w:rsidRPr="00F664B3">
              <w:t>P</w:t>
            </w:r>
          </w:p>
        </w:tc>
        <w:tc>
          <w:tcPr>
            <w:tcW w:w="1170" w:type="dxa"/>
            <w:vAlign w:val="center"/>
          </w:tcPr>
          <w:p w14:paraId="6849D2AE" w14:textId="77777777" w:rsidR="00B44DB5" w:rsidRPr="00F664B3" w:rsidRDefault="00B44DB5" w:rsidP="00B44DB5">
            <w:pPr>
              <w:pStyle w:val="SpecNormal"/>
              <w:spacing w:line="240" w:lineRule="auto"/>
            </w:pPr>
            <w:r w:rsidRPr="00F664B3">
              <w:t>Status &lt;&gt; Command</w:t>
            </w:r>
          </w:p>
        </w:tc>
        <w:tc>
          <w:tcPr>
            <w:tcW w:w="909" w:type="dxa"/>
            <w:vAlign w:val="center"/>
          </w:tcPr>
          <w:p w14:paraId="732446EF" w14:textId="77777777" w:rsidR="00B44DB5" w:rsidRPr="00F664B3" w:rsidRDefault="00B44DB5" w:rsidP="00B44DB5">
            <w:pPr>
              <w:pStyle w:val="SpecNormal"/>
              <w:spacing w:line="240" w:lineRule="auto"/>
            </w:pPr>
            <w:r w:rsidRPr="00F664B3">
              <w:t>1 min</w:t>
            </w:r>
          </w:p>
        </w:tc>
      </w:tr>
      <w:tr w:rsidR="00B44DB5" w:rsidRPr="00F664B3" w14:paraId="18B6B712" w14:textId="77777777" w:rsidTr="00B44DB5">
        <w:trPr>
          <w:cantSplit/>
          <w:trHeight w:val="300"/>
          <w:jc w:val="center"/>
        </w:trPr>
        <w:tc>
          <w:tcPr>
            <w:tcW w:w="1851" w:type="dxa"/>
            <w:shd w:val="clear" w:color="auto" w:fill="auto"/>
            <w:noWrap/>
            <w:vAlign w:val="center"/>
            <w:hideMark/>
          </w:tcPr>
          <w:p w14:paraId="1FEB100E"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17D3A196"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2CEAA952"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416E809C"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4748C7FF" w14:textId="77777777" w:rsidR="00B44DB5" w:rsidRPr="00F664B3" w:rsidRDefault="00B44DB5" w:rsidP="00B44DB5">
            <w:pPr>
              <w:pStyle w:val="SpecNormal"/>
              <w:spacing w:line="240" w:lineRule="auto"/>
            </w:pPr>
          </w:p>
        </w:tc>
        <w:tc>
          <w:tcPr>
            <w:tcW w:w="891" w:type="dxa"/>
            <w:vAlign w:val="center"/>
          </w:tcPr>
          <w:p w14:paraId="4E2D6DFC" w14:textId="77777777" w:rsidR="00B44DB5" w:rsidRPr="00F664B3" w:rsidRDefault="00B44DB5" w:rsidP="00B44DB5">
            <w:pPr>
              <w:pStyle w:val="SpecNormal"/>
              <w:spacing w:line="240" w:lineRule="auto"/>
            </w:pPr>
          </w:p>
        </w:tc>
        <w:tc>
          <w:tcPr>
            <w:tcW w:w="1170" w:type="dxa"/>
            <w:vAlign w:val="center"/>
          </w:tcPr>
          <w:p w14:paraId="3FE1290D" w14:textId="77777777" w:rsidR="00B44DB5" w:rsidRPr="00F664B3" w:rsidRDefault="00B44DB5" w:rsidP="00B44DB5">
            <w:pPr>
              <w:pStyle w:val="SpecNormal"/>
              <w:spacing w:line="240" w:lineRule="auto"/>
            </w:pPr>
          </w:p>
        </w:tc>
        <w:tc>
          <w:tcPr>
            <w:tcW w:w="909" w:type="dxa"/>
            <w:vAlign w:val="center"/>
          </w:tcPr>
          <w:p w14:paraId="3BF09CA8" w14:textId="77777777" w:rsidR="00B44DB5" w:rsidRPr="00F664B3" w:rsidRDefault="00B44DB5" w:rsidP="00B44DB5">
            <w:pPr>
              <w:pStyle w:val="SpecNormal"/>
              <w:spacing w:line="240" w:lineRule="auto"/>
            </w:pPr>
          </w:p>
        </w:tc>
      </w:tr>
      <w:tr w:rsidR="00B44DB5" w:rsidRPr="00F664B3" w14:paraId="0450D87C" w14:textId="77777777" w:rsidTr="00B44DB5">
        <w:trPr>
          <w:cantSplit/>
          <w:trHeight w:val="300"/>
          <w:jc w:val="center"/>
        </w:trPr>
        <w:tc>
          <w:tcPr>
            <w:tcW w:w="1851" w:type="dxa"/>
            <w:shd w:val="clear" w:color="auto" w:fill="auto"/>
            <w:noWrap/>
            <w:vAlign w:val="center"/>
            <w:hideMark/>
          </w:tcPr>
          <w:p w14:paraId="3499DF71" w14:textId="77777777" w:rsidR="00B44DB5" w:rsidRPr="00F664B3" w:rsidRDefault="00B44DB5" w:rsidP="00B44DB5">
            <w:pPr>
              <w:pStyle w:val="SpecNormal"/>
              <w:spacing w:line="240" w:lineRule="auto"/>
            </w:pPr>
            <w:r w:rsidRPr="00F664B3">
              <w:t>Chiller 1 Condenser Bypass Valve</w:t>
            </w:r>
          </w:p>
        </w:tc>
        <w:tc>
          <w:tcPr>
            <w:tcW w:w="800" w:type="dxa"/>
            <w:shd w:val="clear" w:color="auto" w:fill="auto"/>
            <w:noWrap/>
            <w:vAlign w:val="center"/>
            <w:hideMark/>
          </w:tcPr>
          <w:p w14:paraId="0E1DCAD8"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27FB7D50"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76032C6B"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2CBF436" w14:textId="77777777" w:rsidR="00B44DB5" w:rsidRPr="00F664B3" w:rsidRDefault="00B44DB5" w:rsidP="00B44DB5">
            <w:pPr>
              <w:pStyle w:val="SpecNormal"/>
              <w:spacing w:line="240" w:lineRule="auto"/>
            </w:pPr>
            <w:r w:rsidRPr="00F664B3">
              <w:t>3 days</w:t>
            </w:r>
          </w:p>
        </w:tc>
        <w:tc>
          <w:tcPr>
            <w:tcW w:w="891" w:type="dxa"/>
            <w:vAlign w:val="center"/>
          </w:tcPr>
          <w:p w14:paraId="1564B8D3" w14:textId="77777777" w:rsidR="00B44DB5" w:rsidRPr="00F664B3" w:rsidRDefault="00B44DB5" w:rsidP="00B44DB5">
            <w:pPr>
              <w:pStyle w:val="SpecNormal"/>
              <w:spacing w:line="240" w:lineRule="auto"/>
            </w:pPr>
            <w:r w:rsidRPr="00F664B3">
              <w:t>N/A</w:t>
            </w:r>
          </w:p>
        </w:tc>
        <w:tc>
          <w:tcPr>
            <w:tcW w:w="1170" w:type="dxa"/>
            <w:vAlign w:val="center"/>
          </w:tcPr>
          <w:p w14:paraId="54133E35" w14:textId="77777777" w:rsidR="00B44DB5" w:rsidRPr="00F664B3" w:rsidRDefault="00B44DB5" w:rsidP="00B44DB5">
            <w:pPr>
              <w:pStyle w:val="SpecNormal"/>
              <w:spacing w:line="240" w:lineRule="auto"/>
            </w:pPr>
          </w:p>
        </w:tc>
        <w:tc>
          <w:tcPr>
            <w:tcW w:w="909" w:type="dxa"/>
            <w:vAlign w:val="center"/>
          </w:tcPr>
          <w:p w14:paraId="01466301" w14:textId="77777777" w:rsidR="00B44DB5" w:rsidRPr="00F664B3" w:rsidRDefault="00B44DB5" w:rsidP="00B44DB5">
            <w:pPr>
              <w:pStyle w:val="SpecNormal"/>
              <w:spacing w:line="240" w:lineRule="auto"/>
            </w:pPr>
          </w:p>
        </w:tc>
      </w:tr>
      <w:tr w:rsidR="00B44DB5" w:rsidRPr="00F664B3" w14:paraId="72957D6C" w14:textId="77777777" w:rsidTr="00B44DB5">
        <w:trPr>
          <w:cantSplit/>
          <w:trHeight w:val="300"/>
          <w:jc w:val="center"/>
        </w:trPr>
        <w:tc>
          <w:tcPr>
            <w:tcW w:w="1851" w:type="dxa"/>
            <w:shd w:val="clear" w:color="auto" w:fill="auto"/>
            <w:noWrap/>
            <w:vAlign w:val="center"/>
            <w:hideMark/>
          </w:tcPr>
          <w:p w14:paraId="2C8DCC97" w14:textId="77777777" w:rsidR="00B44DB5" w:rsidRPr="00F664B3" w:rsidRDefault="00B44DB5" w:rsidP="00B44DB5">
            <w:pPr>
              <w:pStyle w:val="SpecNormal"/>
              <w:spacing w:line="240" w:lineRule="auto"/>
            </w:pPr>
            <w:r w:rsidRPr="00F664B3">
              <w:t>Chiller 2 Condenser By-Pass Valve</w:t>
            </w:r>
          </w:p>
        </w:tc>
        <w:tc>
          <w:tcPr>
            <w:tcW w:w="800" w:type="dxa"/>
            <w:shd w:val="clear" w:color="auto" w:fill="auto"/>
            <w:noWrap/>
            <w:vAlign w:val="center"/>
            <w:hideMark/>
          </w:tcPr>
          <w:p w14:paraId="56EE7D07"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163F4AA0"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151EAC73"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4CA86D3" w14:textId="77777777" w:rsidR="00B44DB5" w:rsidRPr="00F664B3" w:rsidRDefault="00B44DB5" w:rsidP="00B44DB5">
            <w:pPr>
              <w:pStyle w:val="SpecNormal"/>
              <w:spacing w:line="240" w:lineRule="auto"/>
            </w:pPr>
            <w:r w:rsidRPr="00F664B3">
              <w:t>3 days</w:t>
            </w:r>
          </w:p>
        </w:tc>
        <w:tc>
          <w:tcPr>
            <w:tcW w:w="891" w:type="dxa"/>
            <w:vAlign w:val="center"/>
          </w:tcPr>
          <w:p w14:paraId="78A33EB1" w14:textId="77777777" w:rsidR="00B44DB5" w:rsidRPr="00F664B3" w:rsidRDefault="00B44DB5" w:rsidP="00B44DB5">
            <w:pPr>
              <w:pStyle w:val="SpecNormal"/>
              <w:spacing w:line="240" w:lineRule="auto"/>
            </w:pPr>
            <w:r w:rsidRPr="00F664B3">
              <w:t>N/A</w:t>
            </w:r>
          </w:p>
        </w:tc>
        <w:tc>
          <w:tcPr>
            <w:tcW w:w="1170" w:type="dxa"/>
            <w:vAlign w:val="center"/>
          </w:tcPr>
          <w:p w14:paraId="29A8F7AD" w14:textId="77777777" w:rsidR="00B44DB5" w:rsidRPr="00F664B3" w:rsidRDefault="00B44DB5" w:rsidP="00B44DB5">
            <w:pPr>
              <w:pStyle w:val="SpecNormal"/>
              <w:spacing w:line="240" w:lineRule="auto"/>
            </w:pPr>
          </w:p>
        </w:tc>
        <w:tc>
          <w:tcPr>
            <w:tcW w:w="909" w:type="dxa"/>
            <w:vAlign w:val="center"/>
          </w:tcPr>
          <w:p w14:paraId="52326690" w14:textId="77777777" w:rsidR="00B44DB5" w:rsidRPr="00F664B3" w:rsidRDefault="00B44DB5" w:rsidP="00B44DB5">
            <w:pPr>
              <w:pStyle w:val="SpecNormal"/>
              <w:spacing w:line="240" w:lineRule="auto"/>
            </w:pPr>
          </w:p>
        </w:tc>
      </w:tr>
      <w:tr w:rsidR="00B44DB5" w:rsidRPr="00F664B3" w14:paraId="2FC96D28" w14:textId="77777777" w:rsidTr="00B44DB5">
        <w:trPr>
          <w:cantSplit/>
          <w:trHeight w:val="300"/>
          <w:jc w:val="center"/>
        </w:trPr>
        <w:tc>
          <w:tcPr>
            <w:tcW w:w="1851" w:type="dxa"/>
            <w:shd w:val="clear" w:color="auto" w:fill="auto"/>
            <w:noWrap/>
            <w:vAlign w:val="center"/>
            <w:hideMark/>
          </w:tcPr>
          <w:p w14:paraId="6BF993A4" w14:textId="77777777" w:rsidR="00B44DB5" w:rsidRPr="00F664B3" w:rsidRDefault="00B44DB5" w:rsidP="00B44DB5">
            <w:pPr>
              <w:pStyle w:val="SpecNormal"/>
              <w:spacing w:line="240" w:lineRule="auto"/>
            </w:pPr>
            <w:r w:rsidRPr="00F664B3">
              <w:t>Cooling Tower 1 Bypass Valve</w:t>
            </w:r>
          </w:p>
        </w:tc>
        <w:tc>
          <w:tcPr>
            <w:tcW w:w="800" w:type="dxa"/>
            <w:shd w:val="clear" w:color="auto" w:fill="auto"/>
            <w:noWrap/>
            <w:vAlign w:val="center"/>
            <w:hideMark/>
          </w:tcPr>
          <w:p w14:paraId="60A1DAB6"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3C5053C1"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70A9F292"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2CBB49D" w14:textId="77777777" w:rsidR="00B44DB5" w:rsidRPr="00F664B3" w:rsidRDefault="00B44DB5" w:rsidP="00B44DB5">
            <w:pPr>
              <w:pStyle w:val="SpecNormal"/>
              <w:spacing w:line="240" w:lineRule="auto"/>
            </w:pPr>
            <w:r w:rsidRPr="00F664B3">
              <w:t>3 days</w:t>
            </w:r>
          </w:p>
        </w:tc>
        <w:tc>
          <w:tcPr>
            <w:tcW w:w="891" w:type="dxa"/>
            <w:vAlign w:val="center"/>
          </w:tcPr>
          <w:p w14:paraId="1BDCC254" w14:textId="77777777" w:rsidR="00B44DB5" w:rsidRPr="00F664B3" w:rsidRDefault="00B44DB5" w:rsidP="00B44DB5">
            <w:pPr>
              <w:pStyle w:val="SpecNormal"/>
              <w:spacing w:line="240" w:lineRule="auto"/>
            </w:pPr>
            <w:r w:rsidRPr="00F664B3">
              <w:t>N/A</w:t>
            </w:r>
          </w:p>
        </w:tc>
        <w:tc>
          <w:tcPr>
            <w:tcW w:w="1170" w:type="dxa"/>
            <w:vAlign w:val="center"/>
          </w:tcPr>
          <w:p w14:paraId="7F17DB71" w14:textId="77777777" w:rsidR="00B44DB5" w:rsidRPr="00F664B3" w:rsidRDefault="00B44DB5" w:rsidP="00B44DB5">
            <w:pPr>
              <w:pStyle w:val="SpecNormal"/>
              <w:spacing w:line="240" w:lineRule="auto"/>
            </w:pPr>
          </w:p>
        </w:tc>
        <w:tc>
          <w:tcPr>
            <w:tcW w:w="909" w:type="dxa"/>
            <w:vAlign w:val="center"/>
          </w:tcPr>
          <w:p w14:paraId="514A7077" w14:textId="77777777" w:rsidR="00B44DB5" w:rsidRPr="00F664B3" w:rsidRDefault="00B44DB5" w:rsidP="00B44DB5">
            <w:pPr>
              <w:pStyle w:val="SpecNormal"/>
              <w:spacing w:line="240" w:lineRule="auto"/>
            </w:pPr>
          </w:p>
        </w:tc>
      </w:tr>
      <w:tr w:rsidR="00B44DB5" w:rsidRPr="00F664B3" w14:paraId="4E9499EB" w14:textId="77777777" w:rsidTr="00B44DB5">
        <w:trPr>
          <w:cantSplit/>
          <w:trHeight w:val="300"/>
          <w:jc w:val="center"/>
        </w:trPr>
        <w:tc>
          <w:tcPr>
            <w:tcW w:w="1851" w:type="dxa"/>
            <w:shd w:val="clear" w:color="auto" w:fill="auto"/>
            <w:noWrap/>
            <w:vAlign w:val="center"/>
            <w:hideMark/>
          </w:tcPr>
          <w:p w14:paraId="5D6D6EE5" w14:textId="77777777" w:rsidR="00B44DB5" w:rsidRPr="00F664B3" w:rsidRDefault="00B44DB5" w:rsidP="00B44DB5">
            <w:pPr>
              <w:pStyle w:val="SpecNormal"/>
              <w:spacing w:line="240" w:lineRule="auto"/>
            </w:pPr>
            <w:r w:rsidRPr="00F664B3">
              <w:t>Cooling Tower 1 Fan Speed</w:t>
            </w:r>
          </w:p>
        </w:tc>
        <w:tc>
          <w:tcPr>
            <w:tcW w:w="800" w:type="dxa"/>
            <w:shd w:val="clear" w:color="auto" w:fill="auto"/>
            <w:noWrap/>
            <w:vAlign w:val="center"/>
            <w:hideMark/>
          </w:tcPr>
          <w:p w14:paraId="4A443F73"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37430D13"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225953C4"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7EF5314" w14:textId="77777777" w:rsidR="00B44DB5" w:rsidRPr="00F664B3" w:rsidRDefault="00B44DB5" w:rsidP="00B44DB5">
            <w:pPr>
              <w:pStyle w:val="SpecNormal"/>
              <w:spacing w:line="240" w:lineRule="auto"/>
            </w:pPr>
            <w:r w:rsidRPr="00F664B3">
              <w:t>3 days</w:t>
            </w:r>
          </w:p>
        </w:tc>
        <w:tc>
          <w:tcPr>
            <w:tcW w:w="891" w:type="dxa"/>
            <w:vAlign w:val="center"/>
          </w:tcPr>
          <w:p w14:paraId="13530E0B" w14:textId="77777777" w:rsidR="00B44DB5" w:rsidRPr="00F664B3" w:rsidRDefault="00B44DB5" w:rsidP="00B44DB5">
            <w:pPr>
              <w:pStyle w:val="SpecNormal"/>
              <w:spacing w:line="240" w:lineRule="auto"/>
            </w:pPr>
            <w:r w:rsidRPr="00F664B3">
              <w:t>N/A</w:t>
            </w:r>
          </w:p>
        </w:tc>
        <w:tc>
          <w:tcPr>
            <w:tcW w:w="1170" w:type="dxa"/>
            <w:vAlign w:val="center"/>
          </w:tcPr>
          <w:p w14:paraId="744E856C" w14:textId="77777777" w:rsidR="00B44DB5" w:rsidRPr="00F664B3" w:rsidRDefault="00B44DB5" w:rsidP="00B44DB5">
            <w:pPr>
              <w:pStyle w:val="SpecNormal"/>
              <w:spacing w:line="240" w:lineRule="auto"/>
            </w:pPr>
          </w:p>
        </w:tc>
        <w:tc>
          <w:tcPr>
            <w:tcW w:w="909" w:type="dxa"/>
            <w:vAlign w:val="center"/>
          </w:tcPr>
          <w:p w14:paraId="036180BE" w14:textId="77777777" w:rsidR="00B44DB5" w:rsidRPr="00F664B3" w:rsidRDefault="00B44DB5" w:rsidP="00B44DB5">
            <w:pPr>
              <w:pStyle w:val="SpecNormal"/>
              <w:spacing w:line="240" w:lineRule="auto"/>
            </w:pPr>
          </w:p>
        </w:tc>
      </w:tr>
      <w:tr w:rsidR="00B44DB5" w:rsidRPr="00F664B3" w14:paraId="5B9CB880" w14:textId="77777777" w:rsidTr="00B44DB5">
        <w:trPr>
          <w:cantSplit/>
          <w:trHeight w:val="300"/>
          <w:jc w:val="center"/>
        </w:trPr>
        <w:tc>
          <w:tcPr>
            <w:tcW w:w="1851" w:type="dxa"/>
            <w:shd w:val="clear" w:color="auto" w:fill="auto"/>
            <w:noWrap/>
            <w:vAlign w:val="center"/>
            <w:hideMark/>
          </w:tcPr>
          <w:p w14:paraId="35E19C3F" w14:textId="77777777" w:rsidR="00B44DB5" w:rsidRPr="00F664B3" w:rsidRDefault="00B44DB5" w:rsidP="00B44DB5">
            <w:pPr>
              <w:pStyle w:val="SpecNormal"/>
              <w:spacing w:line="240" w:lineRule="auto"/>
            </w:pPr>
            <w:r w:rsidRPr="00F664B3">
              <w:t>Cooling Tower 2 Bypass Valve</w:t>
            </w:r>
          </w:p>
        </w:tc>
        <w:tc>
          <w:tcPr>
            <w:tcW w:w="800" w:type="dxa"/>
            <w:shd w:val="clear" w:color="auto" w:fill="auto"/>
            <w:noWrap/>
            <w:vAlign w:val="center"/>
            <w:hideMark/>
          </w:tcPr>
          <w:p w14:paraId="2B33E87E"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016AE7D1"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7D4BFFAF"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79CD6B5" w14:textId="77777777" w:rsidR="00B44DB5" w:rsidRPr="00F664B3" w:rsidRDefault="00B44DB5" w:rsidP="00B44DB5">
            <w:pPr>
              <w:pStyle w:val="SpecNormal"/>
              <w:spacing w:line="240" w:lineRule="auto"/>
            </w:pPr>
            <w:r w:rsidRPr="00F664B3">
              <w:t>3 days</w:t>
            </w:r>
          </w:p>
        </w:tc>
        <w:tc>
          <w:tcPr>
            <w:tcW w:w="891" w:type="dxa"/>
            <w:vAlign w:val="center"/>
          </w:tcPr>
          <w:p w14:paraId="06E5C5FC" w14:textId="77777777" w:rsidR="00B44DB5" w:rsidRPr="00F664B3" w:rsidRDefault="00B44DB5" w:rsidP="00B44DB5">
            <w:pPr>
              <w:pStyle w:val="SpecNormal"/>
              <w:spacing w:line="240" w:lineRule="auto"/>
            </w:pPr>
            <w:r w:rsidRPr="00F664B3">
              <w:t>N/A</w:t>
            </w:r>
          </w:p>
        </w:tc>
        <w:tc>
          <w:tcPr>
            <w:tcW w:w="1170" w:type="dxa"/>
            <w:vAlign w:val="center"/>
          </w:tcPr>
          <w:p w14:paraId="37E8FB10" w14:textId="77777777" w:rsidR="00B44DB5" w:rsidRPr="00F664B3" w:rsidRDefault="00B44DB5" w:rsidP="00B44DB5">
            <w:pPr>
              <w:pStyle w:val="SpecNormal"/>
              <w:spacing w:line="240" w:lineRule="auto"/>
            </w:pPr>
          </w:p>
        </w:tc>
        <w:tc>
          <w:tcPr>
            <w:tcW w:w="909" w:type="dxa"/>
            <w:vAlign w:val="center"/>
          </w:tcPr>
          <w:p w14:paraId="7FF45639" w14:textId="77777777" w:rsidR="00B44DB5" w:rsidRPr="00F664B3" w:rsidRDefault="00B44DB5" w:rsidP="00B44DB5">
            <w:pPr>
              <w:pStyle w:val="SpecNormal"/>
              <w:spacing w:line="240" w:lineRule="auto"/>
            </w:pPr>
          </w:p>
        </w:tc>
      </w:tr>
      <w:tr w:rsidR="00B44DB5" w:rsidRPr="00F664B3" w14:paraId="05B1DA56" w14:textId="77777777" w:rsidTr="00B44DB5">
        <w:trPr>
          <w:cantSplit/>
          <w:trHeight w:val="300"/>
          <w:jc w:val="center"/>
        </w:trPr>
        <w:tc>
          <w:tcPr>
            <w:tcW w:w="1851" w:type="dxa"/>
            <w:shd w:val="clear" w:color="auto" w:fill="auto"/>
            <w:noWrap/>
            <w:vAlign w:val="center"/>
            <w:hideMark/>
          </w:tcPr>
          <w:p w14:paraId="265EE0A4" w14:textId="77777777" w:rsidR="00B44DB5" w:rsidRPr="00F664B3" w:rsidRDefault="00B44DB5" w:rsidP="00B44DB5">
            <w:pPr>
              <w:pStyle w:val="SpecNormal"/>
              <w:spacing w:line="240" w:lineRule="auto"/>
            </w:pPr>
            <w:r w:rsidRPr="00F664B3">
              <w:t>Cooling Tower 2 Fan Speed</w:t>
            </w:r>
          </w:p>
        </w:tc>
        <w:tc>
          <w:tcPr>
            <w:tcW w:w="800" w:type="dxa"/>
            <w:shd w:val="clear" w:color="auto" w:fill="auto"/>
            <w:noWrap/>
            <w:vAlign w:val="center"/>
            <w:hideMark/>
          </w:tcPr>
          <w:p w14:paraId="20DCBAC3"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4EF593BF"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3E31D61C"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8EFD434" w14:textId="77777777" w:rsidR="00B44DB5" w:rsidRPr="00F664B3" w:rsidRDefault="00B44DB5" w:rsidP="00B44DB5">
            <w:pPr>
              <w:pStyle w:val="SpecNormal"/>
              <w:spacing w:line="240" w:lineRule="auto"/>
            </w:pPr>
            <w:r w:rsidRPr="00F664B3">
              <w:t>3 days</w:t>
            </w:r>
          </w:p>
        </w:tc>
        <w:tc>
          <w:tcPr>
            <w:tcW w:w="891" w:type="dxa"/>
            <w:vAlign w:val="center"/>
          </w:tcPr>
          <w:p w14:paraId="43AC952C" w14:textId="77777777" w:rsidR="00B44DB5" w:rsidRPr="00F664B3" w:rsidRDefault="00B44DB5" w:rsidP="00B44DB5">
            <w:pPr>
              <w:pStyle w:val="SpecNormal"/>
              <w:spacing w:line="240" w:lineRule="auto"/>
            </w:pPr>
            <w:r w:rsidRPr="00F664B3">
              <w:t>N/A</w:t>
            </w:r>
          </w:p>
        </w:tc>
        <w:tc>
          <w:tcPr>
            <w:tcW w:w="1170" w:type="dxa"/>
            <w:vAlign w:val="center"/>
          </w:tcPr>
          <w:p w14:paraId="4EE3A15C" w14:textId="77777777" w:rsidR="00B44DB5" w:rsidRPr="00F664B3" w:rsidRDefault="00B44DB5" w:rsidP="00B44DB5">
            <w:pPr>
              <w:pStyle w:val="SpecNormal"/>
              <w:spacing w:line="240" w:lineRule="auto"/>
            </w:pPr>
          </w:p>
        </w:tc>
        <w:tc>
          <w:tcPr>
            <w:tcW w:w="909" w:type="dxa"/>
            <w:vAlign w:val="center"/>
          </w:tcPr>
          <w:p w14:paraId="0DB2213D" w14:textId="77777777" w:rsidR="00B44DB5" w:rsidRPr="00F664B3" w:rsidRDefault="00B44DB5" w:rsidP="00B44DB5">
            <w:pPr>
              <w:pStyle w:val="SpecNormal"/>
              <w:spacing w:line="240" w:lineRule="auto"/>
            </w:pPr>
          </w:p>
        </w:tc>
      </w:tr>
      <w:tr w:rsidR="00B44DB5" w:rsidRPr="00F664B3" w14:paraId="204E44CE" w14:textId="77777777" w:rsidTr="00B44DB5">
        <w:trPr>
          <w:cantSplit/>
          <w:trHeight w:val="300"/>
          <w:jc w:val="center"/>
        </w:trPr>
        <w:tc>
          <w:tcPr>
            <w:tcW w:w="1851" w:type="dxa"/>
            <w:shd w:val="clear" w:color="auto" w:fill="auto"/>
            <w:noWrap/>
            <w:vAlign w:val="center"/>
            <w:hideMark/>
          </w:tcPr>
          <w:p w14:paraId="1311B910"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29F5478C"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41C68A32"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78B06CD0"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234B60CC" w14:textId="77777777" w:rsidR="00B44DB5" w:rsidRPr="00F664B3" w:rsidRDefault="00B44DB5" w:rsidP="00B44DB5">
            <w:pPr>
              <w:pStyle w:val="SpecNormal"/>
              <w:spacing w:line="240" w:lineRule="auto"/>
            </w:pPr>
          </w:p>
        </w:tc>
        <w:tc>
          <w:tcPr>
            <w:tcW w:w="891" w:type="dxa"/>
            <w:vAlign w:val="center"/>
          </w:tcPr>
          <w:p w14:paraId="1DCD480E" w14:textId="77777777" w:rsidR="00B44DB5" w:rsidRPr="00F664B3" w:rsidRDefault="00B44DB5" w:rsidP="00B44DB5">
            <w:pPr>
              <w:pStyle w:val="SpecNormal"/>
              <w:spacing w:line="240" w:lineRule="auto"/>
            </w:pPr>
          </w:p>
        </w:tc>
        <w:tc>
          <w:tcPr>
            <w:tcW w:w="1170" w:type="dxa"/>
            <w:vAlign w:val="center"/>
          </w:tcPr>
          <w:p w14:paraId="675201AC" w14:textId="77777777" w:rsidR="00B44DB5" w:rsidRPr="00F664B3" w:rsidRDefault="00B44DB5" w:rsidP="00B44DB5">
            <w:pPr>
              <w:pStyle w:val="SpecNormal"/>
              <w:spacing w:line="240" w:lineRule="auto"/>
            </w:pPr>
          </w:p>
        </w:tc>
        <w:tc>
          <w:tcPr>
            <w:tcW w:w="909" w:type="dxa"/>
            <w:vAlign w:val="center"/>
          </w:tcPr>
          <w:p w14:paraId="5017135A" w14:textId="77777777" w:rsidR="00B44DB5" w:rsidRPr="00F664B3" w:rsidRDefault="00B44DB5" w:rsidP="00B44DB5">
            <w:pPr>
              <w:pStyle w:val="SpecNormal"/>
              <w:spacing w:line="240" w:lineRule="auto"/>
            </w:pPr>
          </w:p>
        </w:tc>
      </w:tr>
      <w:tr w:rsidR="00B44DB5" w:rsidRPr="00F664B3" w14:paraId="4F3261BB" w14:textId="77777777" w:rsidTr="00B44DB5">
        <w:trPr>
          <w:cantSplit/>
          <w:trHeight w:val="300"/>
          <w:jc w:val="center"/>
        </w:trPr>
        <w:tc>
          <w:tcPr>
            <w:tcW w:w="1851" w:type="dxa"/>
            <w:shd w:val="clear" w:color="auto" w:fill="auto"/>
            <w:noWrap/>
            <w:vAlign w:val="center"/>
            <w:hideMark/>
          </w:tcPr>
          <w:p w14:paraId="75B255E5" w14:textId="77777777" w:rsidR="00B44DB5" w:rsidRPr="00F664B3" w:rsidRDefault="00B44DB5" w:rsidP="00B44DB5">
            <w:pPr>
              <w:pStyle w:val="SpecNormal"/>
              <w:spacing w:line="240" w:lineRule="auto"/>
            </w:pPr>
            <w:r w:rsidRPr="00F664B3">
              <w:t>Cooling Tower 1 Fan Start / Stop</w:t>
            </w:r>
          </w:p>
        </w:tc>
        <w:tc>
          <w:tcPr>
            <w:tcW w:w="800" w:type="dxa"/>
            <w:shd w:val="clear" w:color="auto" w:fill="auto"/>
            <w:noWrap/>
            <w:vAlign w:val="center"/>
            <w:hideMark/>
          </w:tcPr>
          <w:p w14:paraId="559621D5"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7B9CDB17"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B8E0514"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265B6B2" w14:textId="77777777" w:rsidR="00B44DB5" w:rsidRPr="00F664B3" w:rsidRDefault="00B44DB5" w:rsidP="00B44DB5">
            <w:pPr>
              <w:pStyle w:val="SpecNormal"/>
              <w:spacing w:line="240" w:lineRule="auto"/>
            </w:pPr>
            <w:r w:rsidRPr="00F664B3">
              <w:t>3 days</w:t>
            </w:r>
          </w:p>
        </w:tc>
        <w:tc>
          <w:tcPr>
            <w:tcW w:w="891" w:type="dxa"/>
            <w:vAlign w:val="center"/>
          </w:tcPr>
          <w:p w14:paraId="331E89C1" w14:textId="77777777" w:rsidR="00B44DB5" w:rsidRPr="00F664B3" w:rsidRDefault="00B44DB5" w:rsidP="00B44DB5">
            <w:pPr>
              <w:pStyle w:val="SpecNormal"/>
              <w:spacing w:line="240" w:lineRule="auto"/>
            </w:pPr>
            <w:r w:rsidRPr="00F664B3">
              <w:t>N/A</w:t>
            </w:r>
          </w:p>
        </w:tc>
        <w:tc>
          <w:tcPr>
            <w:tcW w:w="1170" w:type="dxa"/>
            <w:vAlign w:val="center"/>
          </w:tcPr>
          <w:p w14:paraId="359788B5" w14:textId="77777777" w:rsidR="00B44DB5" w:rsidRPr="00F664B3" w:rsidRDefault="00B44DB5" w:rsidP="00B44DB5">
            <w:pPr>
              <w:pStyle w:val="SpecNormal"/>
              <w:spacing w:line="240" w:lineRule="auto"/>
            </w:pPr>
          </w:p>
        </w:tc>
        <w:tc>
          <w:tcPr>
            <w:tcW w:w="909" w:type="dxa"/>
            <w:vAlign w:val="center"/>
          </w:tcPr>
          <w:p w14:paraId="11644832" w14:textId="77777777" w:rsidR="00B44DB5" w:rsidRPr="00F664B3" w:rsidRDefault="00B44DB5" w:rsidP="00B44DB5">
            <w:pPr>
              <w:pStyle w:val="SpecNormal"/>
              <w:spacing w:line="240" w:lineRule="auto"/>
            </w:pPr>
          </w:p>
        </w:tc>
      </w:tr>
      <w:tr w:rsidR="00B44DB5" w:rsidRPr="00F664B3" w14:paraId="78B3BD18" w14:textId="77777777" w:rsidTr="00B44DB5">
        <w:trPr>
          <w:cantSplit/>
          <w:trHeight w:val="300"/>
          <w:jc w:val="center"/>
        </w:trPr>
        <w:tc>
          <w:tcPr>
            <w:tcW w:w="1851" w:type="dxa"/>
            <w:shd w:val="clear" w:color="auto" w:fill="auto"/>
            <w:noWrap/>
            <w:vAlign w:val="center"/>
            <w:hideMark/>
          </w:tcPr>
          <w:p w14:paraId="5ADC2C48" w14:textId="77777777" w:rsidR="00B44DB5" w:rsidRPr="00F664B3" w:rsidRDefault="00B44DB5" w:rsidP="00B44DB5">
            <w:pPr>
              <w:pStyle w:val="SpecNormal"/>
              <w:spacing w:line="240" w:lineRule="auto"/>
            </w:pPr>
            <w:r w:rsidRPr="00F664B3">
              <w:t>Cooling Tower 2 Fan Start / Stop</w:t>
            </w:r>
          </w:p>
        </w:tc>
        <w:tc>
          <w:tcPr>
            <w:tcW w:w="800" w:type="dxa"/>
            <w:shd w:val="clear" w:color="auto" w:fill="auto"/>
            <w:noWrap/>
            <w:vAlign w:val="center"/>
            <w:hideMark/>
          </w:tcPr>
          <w:p w14:paraId="4B9BAED5"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2E8EF1B4"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3CDB5571"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5699BBA" w14:textId="77777777" w:rsidR="00B44DB5" w:rsidRPr="00F664B3" w:rsidRDefault="00B44DB5" w:rsidP="00B44DB5">
            <w:pPr>
              <w:pStyle w:val="SpecNormal"/>
              <w:spacing w:line="240" w:lineRule="auto"/>
            </w:pPr>
            <w:r w:rsidRPr="00F664B3">
              <w:t>3 days</w:t>
            </w:r>
          </w:p>
        </w:tc>
        <w:tc>
          <w:tcPr>
            <w:tcW w:w="891" w:type="dxa"/>
            <w:vAlign w:val="center"/>
          </w:tcPr>
          <w:p w14:paraId="7F8819F0" w14:textId="77777777" w:rsidR="00B44DB5" w:rsidRPr="00F664B3" w:rsidRDefault="00B44DB5" w:rsidP="00B44DB5">
            <w:pPr>
              <w:pStyle w:val="SpecNormal"/>
              <w:spacing w:line="240" w:lineRule="auto"/>
            </w:pPr>
            <w:r w:rsidRPr="00F664B3">
              <w:t>N/A</w:t>
            </w:r>
          </w:p>
        </w:tc>
        <w:tc>
          <w:tcPr>
            <w:tcW w:w="1170" w:type="dxa"/>
            <w:vAlign w:val="center"/>
          </w:tcPr>
          <w:p w14:paraId="2358178E" w14:textId="77777777" w:rsidR="00B44DB5" w:rsidRPr="00F664B3" w:rsidRDefault="00B44DB5" w:rsidP="00B44DB5">
            <w:pPr>
              <w:pStyle w:val="SpecNormal"/>
              <w:spacing w:line="240" w:lineRule="auto"/>
            </w:pPr>
          </w:p>
        </w:tc>
        <w:tc>
          <w:tcPr>
            <w:tcW w:w="909" w:type="dxa"/>
            <w:vAlign w:val="center"/>
          </w:tcPr>
          <w:p w14:paraId="058C76BC" w14:textId="77777777" w:rsidR="00B44DB5" w:rsidRPr="00F664B3" w:rsidRDefault="00B44DB5" w:rsidP="00B44DB5">
            <w:pPr>
              <w:pStyle w:val="SpecNormal"/>
              <w:spacing w:line="240" w:lineRule="auto"/>
            </w:pPr>
          </w:p>
        </w:tc>
      </w:tr>
      <w:tr w:rsidR="00B44DB5" w:rsidRPr="00F664B3" w14:paraId="70E70B12" w14:textId="77777777" w:rsidTr="00B44DB5">
        <w:trPr>
          <w:cantSplit/>
          <w:trHeight w:val="300"/>
          <w:jc w:val="center"/>
        </w:trPr>
        <w:tc>
          <w:tcPr>
            <w:tcW w:w="1851" w:type="dxa"/>
            <w:shd w:val="clear" w:color="auto" w:fill="auto"/>
            <w:noWrap/>
            <w:vAlign w:val="center"/>
            <w:hideMark/>
          </w:tcPr>
          <w:p w14:paraId="226A47C5" w14:textId="77777777" w:rsidR="00B44DB5" w:rsidRPr="00F664B3" w:rsidRDefault="00B44DB5" w:rsidP="00B44DB5">
            <w:pPr>
              <w:pStyle w:val="SpecNormal"/>
              <w:spacing w:line="240" w:lineRule="auto"/>
            </w:pPr>
            <w:r w:rsidRPr="00F664B3">
              <w:t>Condenser Water Pump 1 Start / Stop</w:t>
            </w:r>
          </w:p>
        </w:tc>
        <w:tc>
          <w:tcPr>
            <w:tcW w:w="800" w:type="dxa"/>
            <w:shd w:val="clear" w:color="auto" w:fill="auto"/>
            <w:noWrap/>
            <w:vAlign w:val="center"/>
            <w:hideMark/>
          </w:tcPr>
          <w:p w14:paraId="62500264"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3278AE84"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5ACBBEEA"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568035A" w14:textId="77777777" w:rsidR="00B44DB5" w:rsidRPr="00F664B3" w:rsidRDefault="00B44DB5" w:rsidP="00B44DB5">
            <w:pPr>
              <w:pStyle w:val="SpecNormal"/>
              <w:spacing w:line="240" w:lineRule="auto"/>
            </w:pPr>
            <w:r w:rsidRPr="00F664B3">
              <w:t>3 days</w:t>
            </w:r>
          </w:p>
        </w:tc>
        <w:tc>
          <w:tcPr>
            <w:tcW w:w="891" w:type="dxa"/>
            <w:vAlign w:val="center"/>
          </w:tcPr>
          <w:p w14:paraId="12558690" w14:textId="77777777" w:rsidR="00B44DB5" w:rsidRPr="00F664B3" w:rsidRDefault="00B44DB5" w:rsidP="00B44DB5">
            <w:pPr>
              <w:pStyle w:val="SpecNormal"/>
              <w:spacing w:line="240" w:lineRule="auto"/>
            </w:pPr>
            <w:r w:rsidRPr="00F664B3">
              <w:t>N/A</w:t>
            </w:r>
          </w:p>
        </w:tc>
        <w:tc>
          <w:tcPr>
            <w:tcW w:w="1170" w:type="dxa"/>
            <w:vAlign w:val="center"/>
          </w:tcPr>
          <w:p w14:paraId="7618073E" w14:textId="77777777" w:rsidR="00B44DB5" w:rsidRPr="00F664B3" w:rsidRDefault="00B44DB5" w:rsidP="00B44DB5">
            <w:pPr>
              <w:pStyle w:val="SpecNormal"/>
              <w:spacing w:line="240" w:lineRule="auto"/>
            </w:pPr>
          </w:p>
        </w:tc>
        <w:tc>
          <w:tcPr>
            <w:tcW w:w="909" w:type="dxa"/>
            <w:vAlign w:val="center"/>
          </w:tcPr>
          <w:p w14:paraId="12DAD9ED" w14:textId="77777777" w:rsidR="00B44DB5" w:rsidRPr="00F664B3" w:rsidRDefault="00B44DB5" w:rsidP="00B44DB5">
            <w:pPr>
              <w:pStyle w:val="SpecNormal"/>
              <w:spacing w:line="240" w:lineRule="auto"/>
            </w:pPr>
          </w:p>
        </w:tc>
      </w:tr>
      <w:tr w:rsidR="00B44DB5" w:rsidRPr="00F664B3" w14:paraId="7AEB20DD" w14:textId="77777777" w:rsidTr="00B44DB5">
        <w:trPr>
          <w:cantSplit/>
          <w:trHeight w:val="300"/>
          <w:jc w:val="center"/>
        </w:trPr>
        <w:tc>
          <w:tcPr>
            <w:tcW w:w="1851" w:type="dxa"/>
            <w:shd w:val="clear" w:color="auto" w:fill="auto"/>
            <w:noWrap/>
            <w:vAlign w:val="center"/>
            <w:hideMark/>
          </w:tcPr>
          <w:p w14:paraId="6AA0B7A9" w14:textId="77777777" w:rsidR="00B44DB5" w:rsidRPr="00F664B3" w:rsidRDefault="00B44DB5" w:rsidP="00B44DB5">
            <w:pPr>
              <w:pStyle w:val="SpecNormal"/>
              <w:spacing w:line="240" w:lineRule="auto"/>
            </w:pPr>
            <w:r w:rsidRPr="00F664B3">
              <w:t>Condenser Water Pump 2 Start / Stop</w:t>
            </w:r>
          </w:p>
        </w:tc>
        <w:tc>
          <w:tcPr>
            <w:tcW w:w="800" w:type="dxa"/>
            <w:shd w:val="clear" w:color="auto" w:fill="auto"/>
            <w:noWrap/>
            <w:vAlign w:val="center"/>
            <w:hideMark/>
          </w:tcPr>
          <w:p w14:paraId="32B2ADA1"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0BBBCE29"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3EE0B81D"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E03F35F" w14:textId="77777777" w:rsidR="00B44DB5" w:rsidRPr="00F664B3" w:rsidRDefault="00B44DB5" w:rsidP="00B44DB5">
            <w:pPr>
              <w:pStyle w:val="SpecNormal"/>
              <w:spacing w:line="240" w:lineRule="auto"/>
            </w:pPr>
            <w:r w:rsidRPr="00F664B3">
              <w:t>3 days</w:t>
            </w:r>
          </w:p>
        </w:tc>
        <w:tc>
          <w:tcPr>
            <w:tcW w:w="891" w:type="dxa"/>
            <w:vAlign w:val="center"/>
          </w:tcPr>
          <w:p w14:paraId="089C5E41" w14:textId="77777777" w:rsidR="00B44DB5" w:rsidRPr="00F664B3" w:rsidRDefault="00B44DB5" w:rsidP="00B44DB5">
            <w:pPr>
              <w:pStyle w:val="SpecNormal"/>
              <w:spacing w:line="240" w:lineRule="auto"/>
            </w:pPr>
            <w:r w:rsidRPr="00F664B3">
              <w:t>N/A</w:t>
            </w:r>
          </w:p>
        </w:tc>
        <w:tc>
          <w:tcPr>
            <w:tcW w:w="1170" w:type="dxa"/>
            <w:vAlign w:val="center"/>
          </w:tcPr>
          <w:p w14:paraId="71D895D0" w14:textId="77777777" w:rsidR="00B44DB5" w:rsidRPr="00F664B3" w:rsidRDefault="00B44DB5" w:rsidP="00B44DB5">
            <w:pPr>
              <w:pStyle w:val="SpecNormal"/>
              <w:spacing w:line="240" w:lineRule="auto"/>
            </w:pPr>
          </w:p>
        </w:tc>
        <w:tc>
          <w:tcPr>
            <w:tcW w:w="909" w:type="dxa"/>
            <w:vAlign w:val="center"/>
          </w:tcPr>
          <w:p w14:paraId="1CF8413A" w14:textId="77777777" w:rsidR="00B44DB5" w:rsidRPr="00F664B3" w:rsidRDefault="00B44DB5" w:rsidP="00B44DB5">
            <w:pPr>
              <w:pStyle w:val="SpecNormal"/>
              <w:spacing w:line="240" w:lineRule="auto"/>
            </w:pPr>
          </w:p>
        </w:tc>
      </w:tr>
    </w:tbl>
    <w:p w14:paraId="2958B37A" w14:textId="77777777" w:rsidR="00B44DB5" w:rsidRDefault="00B44DB5" w:rsidP="00B44DB5">
      <w:pPr>
        <w:pStyle w:val="Level2"/>
      </w:pPr>
    </w:p>
    <w:p w14:paraId="4AEA0618" w14:textId="77777777" w:rsidR="00B44DB5" w:rsidRDefault="00B44DB5" w:rsidP="00B44DB5">
      <w:pPr>
        <w:pStyle w:val="Level2"/>
      </w:pPr>
    </w:p>
    <w:tbl>
      <w:tblPr>
        <w:tblW w:w="97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51"/>
        <w:gridCol w:w="800"/>
        <w:gridCol w:w="1308"/>
        <w:gridCol w:w="1459"/>
        <w:gridCol w:w="1350"/>
        <w:gridCol w:w="891"/>
        <w:gridCol w:w="1170"/>
        <w:gridCol w:w="909"/>
      </w:tblGrid>
      <w:tr w:rsidR="00B44DB5" w:rsidRPr="00F664B3" w14:paraId="71EF8E3B" w14:textId="77777777" w:rsidTr="006D40D2">
        <w:trPr>
          <w:cantSplit/>
          <w:trHeight w:val="413"/>
          <w:tblHeader/>
          <w:jc w:val="center"/>
        </w:trPr>
        <w:tc>
          <w:tcPr>
            <w:tcW w:w="9738" w:type="dxa"/>
            <w:gridSpan w:val="8"/>
            <w:tcBorders>
              <w:top w:val="single" w:sz="4" w:space="0" w:color="auto"/>
              <w:bottom w:val="single" w:sz="6" w:space="0" w:color="auto"/>
            </w:tcBorders>
            <w:shd w:val="clear" w:color="auto" w:fill="D9D9D9"/>
            <w:vAlign w:val="center"/>
            <w:hideMark/>
          </w:tcPr>
          <w:p w14:paraId="0EF89818" w14:textId="77777777" w:rsidR="00B44DB5" w:rsidRPr="00B44DB5" w:rsidRDefault="00B44DB5" w:rsidP="00B44DB5">
            <w:pPr>
              <w:pStyle w:val="SpecNormal"/>
              <w:spacing w:line="240" w:lineRule="auto"/>
              <w:rPr>
                <w:b/>
                <w:bCs/>
              </w:rPr>
            </w:pPr>
            <w:r w:rsidRPr="00B44DB5">
              <w:rPr>
                <w:b/>
                <w:bCs/>
              </w:rPr>
              <w:t>Steam Boiler System Trending and Alarms</w:t>
            </w:r>
          </w:p>
        </w:tc>
      </w:tr>
      <w:tr w:rsidR="00B44DB5" w:rsidRPr="00F664B3" w14:paraId="4E88AEAE" w14:textId="77777777" w:rsidTr="006D40D2">
        <w:trPr>
          <w:cantSplit/>
          <w:trHeight w:val="858"/>
          <w:tblHeader/>
          <w:jc w:val="center"/>
        </w:trPr>
        <w:tc>
          <w:tcPr>
            <w:tcW w:w="1851" w:type="dxa"/>
            <w:tcBorders>
              <w:top w:val="single" w:sz="6" w:space="0" w:color="auto"/>
              <w:bottom w:val="single" w:sz="6" w:space="0" w:color="auto"/>
            </w:tcBorders>
            <w:shd w:val="clear" w:color="auto" w:fill="D9D9D9"/>
            <w:vAlign w:val="center"/>
            <w:hideMark/>
          </w:tcPr>
          <w:p w14:paraId="0E307282" w14:textId="77777777" w:rsidR="00B44DB5" w:rsidRPr="00B44DB5" w:rsidRDefault="00B44DB5" w:rsidP="00B44DB5">
            <w:pPr>
              <w:pStyle w:val="SpecNormal"/>
              <w:spacing w:line="240" w:lineRule="auto"/>
              <w:rPr>
                <w:b/>
                <w:bCs/>
              </w:rPr>
            </w:pPr>
            <w:r w:rsidRPr="00B44DB5">
              <w:rPr>
                <w:b/>
                <w:bCs/>
              </w:rPr>
              <w:t>Point</w:t>
            </w:r>
          </w:p>
        </w:tc>
        <w:tc>
          <w:tcPr>
            <w:tcW w:w="800" w:type="dxa"/>
            <w:tcBorders>
              <w:top w:val="single" w:sz="6" w:space="0" w:color="auto"/>
              <w:bottom w:val="single" w:sz="6" w:space="0" w:color="auto"/>
            </w:tcBorders>
            <w:shd w:val="clear" w:color="auto" w:fill="D9D9D9"/>
            <w:vAlign w:val="center"/>
            <w:hideMark/>
          </w:tcPr>
          <w:p w14:paraId="73A5AF7A" w14:textId="77777777" w:rsidR="00B44DB5" w:rsidRPr="00B44DB5" w:rsidRDefault="00B44DB5" w:rsidP="00B44DB5">
            <w:pPr>
              <w:pStyle w:val="SpecNormal"/>
              <w:spacing w:line="240" w:lineRule="auto"/>
              <w:rPr>
                <w:b/>
                <w:bCs/>
              </w:rPr>
            </w:pPr>
            <w:r w:rsidRPr="00B44DB5">
              <w:rPr>
                <w:b/>
                <w:bCs/>
              </w:rPr>
              <w:t>Type</w:t>
            </w:r>
          </w:p>
        </w:tc>
        <w:tc>
          <w:tcPr>
            <w:tcW w:w="1308" w:type="dxa"/>
            <w:tcBorders>
              <w:top w:val="single" w:sz="6" w:space="0" w:color="auto"/>
              <w:bottom w:val="single" w:sz="6" w:space="0" w:color="auto"/>
            </w:tcBorders>
            <w:shd w:val="clear" w:color="auto" w:fill="D9D9D9"/>
            <w:vAlign w:val="center"/>
            <w:hideMark/>
          </w:tcPr>
          <w:p w14:paraId="3649DBC0" w14:textId="77777777" w:rsidR="00B44DB5" w:rsidRPr="00B44DB5" w:rsidRDefault="00B44DB5" w:rsidP="00B44DB5">
            <w:pPr>
              <w:pStyle w:val="SpecNormal"/>
              <w:spacing w:line="240" w:lineRule="auto"/>
              <w:rPr>
                <w:b/>
                <w:bCs/>
              </w:rPr>
            </w:pPr>
            <w:r w:rsidRPr="00B44DB5">
              <w:rPr>
                <w:b/>
                <w:bCs/>
              </w:rPr>
              <w:t>Trend</w:t>
            </w:r>
          </w:p>
          <w:p w14:paraId="4A80151D" w14:textId="77777777" w:rsidR="00B44DB5" w:rsidRPr="00B44DB5" w:rsidRDefault="00B44DB5" w:rsidP="00B44DB5">
            <w:pPr>
              <w:pStyle w:val="SpecNormal"/>
              <w:spacing w:line="240" w:lineRule="auto"/>
              <w:rPr>
                <w:b/>
                <w:bCs/>
              </w:rPr>
            </w:pPr>
            <w:r w:rsidRPr="00B44DB5">
              <w:rPr>
                <w:b/>
                <w:bCs/>
              </w:rPr>
              <w:t>Interval</w:t>
            </w:r>
          </w:p>
        </w:tc>
        <w:tc>
          <w:tcPr>
            <w:tcW w:w="1459" w:type="dxa"/>
            <w:tcBorders>
              <w:top w:val="single" w:sz="6" w:space="0" w:color="auto"/>
              <w:bottom w:val="single" w:sz="6" w:space="0" w:color="auto"/>
            </w:tcBorders>
            <w:shd w:val="clear" w:color="auto" w:fill="D9D9D9"/>
            <w:vAlign w:val="center"/>
            <w:hideMark/>
          </w:tcPr>
          <w:p w14:paraId="2EB6D480" w14:textId="77777777" w:rsidR="00B44DB5" w:rsidRPr="00B44DB5" w:rsidRDefault="00B44DB5" w:rsidP="00B44DB5">
            <w:pPr>
              <w:pStyle w:val="SpecNormal"/>
              <w:spacing w:line="240" w:lineRule="auto"/>
              <w:rPr>
                <w:b/>
                <w:bCs/>
              </w:rPr>
            </w:pPr>
            <w:r w:rsidRPr="00B44DB5">
              <w:rPr>
                <w:b/>
                <w:bCs/>
              </w:rPr>
              <w:t>Operational Trend</w:t>
            </w:r>
          </w:p>
          <w:p w14:paraId="3702F99C" w14:textId="77777777" w:rsidR="00B44DB5" w:rsidRPr="00B44DB5" w:rsidRDefault="00B44DB5" w:rsidP="00B44DB5">
            <w:pPr>
              <w:pStyle w:val="SpecNormal"/>
              <w:spacing w:line="240" w:lineRule="auto"/>
              <w:rPr>
                <w:b/>
                <w:bCs/>
              </w:rPr>
            </w:pPr>
            <w:r w:rsidRPr="00B44DB5">
              <w:rPr>
                <w:b/>
                <w:bCs/>
              </w:rPr>
              <w:t>Duration</w:t>
            </w:r>
          </w:p>
        </w:tc>
        <w:tc>
          <w:tcPr>
            <w:tcW w:w="1350" w:type="dxa"/>
            <w:tcBorders>
              <w:top w:val="single" w:sz="6" w:space="0" w:color="auto"/>
              <w:bottom w:val="single" w:sz="6" w:space="0" w:color="auto"/>
            </w:tcBorders>
            <w:shd w:val="clear" w:color="auto" w:fill="D9D9D9"/>
            <w:vAlign w:val="center"/>
            <w:hideMark/>
          </w:tcPr>
          <w:p w14:paraId="082E979D" w14:textId="77777777" w:rsidR="00B44DB5" w:rsidRPr="00B44DB5" w:rsidRDefault="00B44DB5" w:rsidP="00B44DB5">
            <w:pPr>
              <w:pStyle w:val="SpecNormal"/>
              <w:spacing w:line="240" w:lineRule="auto"/>
              <w:rPr>
                <w:b/>
                <w:bCs/>
              </w:rPr>
            </w:pPr>
            <w:r w:rsidRPr="00B44DB5">
              <w:rPr>
                <w:b/>
                <w:bCs/>
              </w:rPr>
              <w:t>Testing Trend Duration</w:t>
            </w:r>
          </w:p>
        </w:tc>
        <w:tc>
          <w:tcPr>
            <w:tcW w:w="891" w:type="dxa"/>
            <w:tcBorders>
              <w:top w:val="single" w:sz="6" w:space="0" w:color="auto"/>
              <w:bottom w:val="single" w:sz="6" w:space="0" w:color="auto"/>
            </w:tcBorders>
            <w:shd w:val="clear" w:color="auto" w:fill="D9D9D9"/>
            <w:vAlign w:val="center"/>
          </w:tcPr>
          <w:p w14:paraId="7E7B0F83" w14:textId="77777777" w:rsidR="00B44DB5" w:rsidRPr="00B44DB5" w:rsidRDefault="00B44DB5" w:rsidP="00B44DB5">
            <w:pPr>
              <w:pStyle w:val="SpecNormal"/>
              <w:spacing w:line="240" w:lineRule="auto"/>
              <w:rPr>
                <w:b/>
                <w:bCs/>
              </w:rPr>
            </w:pPr>
            <w:r w:rsidRPr="00B44DB5">
              <w:rPr>
                <w:b/>
                <w:bCs/>
              </w:rPr>
              <w:t>Alarm Type</w:t>
            </w:r>
          </w:p>
        </w:tc>
        <w:tc>
          <w:tcPr>
            <w:tcW w:w="1170" w:type="dxa"/>
            <w:tcBorders>
              <w:top w:val="single" w:sz="6" w:space="0" w:color="auto"/>
              <w:bottom w:val="single" w:sz="6" w:space="0" w:color="auto"/>
            </w:tcBorders>
            <w:shd w:val="clear" w:color="auto" w:fill="D9D9D9"/>
            <w:vAlign w:val="center"/>
          </w:tcPr>
          <w:p w14:paraId="520F1E9B" w14:textId="77777777" w:rsidR="00B44DB5" w:rsidRPr="00B44DB5" w:rsidRDefault="00B44DB5" w:rsidP="00B44DB5">
            <w:pPr>
              <w:pStyle w:val="SpecNormal"/>
              <w:spacing w:line="240" w:lineRule="auto"/>
              <w:rPr>
                <w:b/>
                <w:bCs/>
              </w:rPr>
            </w:pPr>
            <w:r w:rsidRPr="00B44DB5">
              <w:rPr>
                <w:b/>
                <w:bCs/>
              </w:rPr>
              <w:t>Alarm Range</w:t>
            </w:r>
          </w:p>
        </w:tc>
        <w:tc>
          <w:tcPr>
            <w:tcW w:w="909" w:type="dxa"/>
            <w:tcBorders>
              <w:top w:val="single" w:sz="6" w:space="0" w:color="auto"/>
              <w:bottom w:val="single" w:sz="6" w:space="0" w:color="auto"/>
            </w:tcBorders>
            <w:shd w:val="clear" w:color="auto" w:fill="D9D9D9"/>
            <w:vAlign w:val="center"/>
          </w:tcPr>
          <w:p w14:paraId="291610A1" w14:textId="77777777" w:rsidR="00B44DB5" w:rsidRPr="00B44DB5" w:rsidRDefault="00B44DB5" w:rsidP="00B44DB5">
            <w:pPr>
              <w:pStyle w:val="SpecNormal"/>
              <w:spacing w:line="240" w:lineRule="auto"/>
              <w:rPr>
                <w:b/>
                <w:bCs/>
              </w:rPr>
            </w:pPr>
            <w:r w:rsidRPr="00B44DB5">
              <w:rPr>
                <w:b/>
                <w:bCs/>
              </w:rPr>
              <w:t>Alarm Delay</w:t>
            </w:r>
          </w:p>
        </w:tc>
      </w:tr>
      <w:tr w:rsidR="00B44DB5" w:rsidRPr="00F664B3" w14:paraId="33D5446A" w14:textId="77777777" w:rsidTr="00B44DB5">
        <w:trPr>
          <w:cantSplit/>
          <w:trHeight w:val="300"/>
          <w:jc w:val="center"/>
        </w:trPr>
        <w:tc>
          <w:tcPr>
            <w:tcW w:w="1851" w:type="dxa"/>
            <w:tcBorders>
              <w:top w:val="single" w:sz="6" w:space="0" w:color="auto"/>
            </w:tcBorders>
            <w:shd w:val="clear" w:color="auto" w:fill="auto"/>
            <w:noWrap/>
            <w:vAlign w:val="center"/>
            <w:hideMark/>
          </w:tcPr>
          <w:p w14:paraId="6CA219E8" w14:textId="77777777" w:rsidR="00B44DB5" w:rsidRPr="00F664B3" w:rsidRDefault="00B44DB5" w:rsidP="00B44DB5">
            <w:pPr>
              <w:pStyle w:val="SpecNormal"/>
              <w:spacing w:line="240" w:lineRule="auto"/>
            </w:pPr>
            <w:r w:rsidRPr="00F664B3">
              <w:t>Boiler 1 Steam Pressure</w:t>
            </w:r>
          </w:p>
        </w:tc>
        <w:tc>
          <w:tcPr>
            <w:tcW w:w="800" w:type="dxa"/>
            <w:tcBorders>
              <w:top w:val="single" w:sz="6" w:space="0" w:color="auto"/>
            </w:tcBorders>
            <w:shd w:val="clear" w:color="auto" w:fill="auto"/>
            <w:noWrap/>
            <w:vAlign w:val="center"/>
            <w:hideMark/>
          </w:tcPr>
          <w:p w14:paraId="21C8CB2D" w14:textId="77777777" w:rsidR="00B44DB5" w:rsidRPr="00F664B3" w:rsidRDefault="00B44DB5" w:rsidP="00B44DB5">
            <w:pPr>
              <w:pStyle w:val="SpecNormal"/>
              <w:spacing w:line="240" w:lineRule="auto"/>
            </w:pPr>
            <w:r w:rsidRPr="00F664B3">
              <w:t>AI</w:t>
            </w:r>
          </w:p>
        </w:tc>
        <w:tc>
          <w:tcPr>
            <w:tcW w:w="1308" w:type="dxa"/>
            <w:tcBorders>
              <w:top w:val="single" w:sz="6" w:space="0" w:color="auto"/>
            </w:tcBorders>
            <w:shd w:val="clear" w:color="auto" w:fill="auto"/>
            <w:noWrap/>
            <w:vAlign w:val="center"/>
            <w:hideMark/>
          </w:tcPr>
          <w:p w14:paraId="2F27346C" w14:textId="77777777" w:rsidR="00B44DB5" w:rsidRPr="00F664B3" w:rsidRDefault="00B44DB5" w:rsidP="00B44DB5">
            <w:pPr>
              <w:pStyle w:val="SpecNormal"/>
              <w:spacing w:line="240" w:lineRule="auto"/>
            </w:pPr>
            <w:r w:rsidRPr="00F664B3">
              <w:t>15 Minutes</w:t>
            </w:r>
          </w:p>
        </w:tc>
        <w:tc>
          <w:tcPr>
            <w:tcW w:w="1459" w:type="dxa"/>
            <w:tcBorders>
              <w:top w:val="single" w:sz="6" w:space="0" w:color="auto"/>
            </w:tcBorders>
            <w:shd w:val="clear" w:color="auto" w:fill="auto"/>
            <w:noWrap/>
            <w:vAlign w:val="center"/>
            <w:hideMark/>
          </w:tcPr>
          <w:p w14:paraId="0E12DA1F" w14:textId="77777777" w:rsidR="00B44DB5" w:rsidRPr="00F664B3" w:rsidRDefault="00B44DB5" w:rsidP="00B44DB5">
            <w:pPr>
              <w:pStyle w:val="SpecNormal"/>
              <w:spacing w:line="240" w:lineRule="auto"/>
            </w:pPr>
            <w:r w:rsidRPr="00F664B3">
              <w:t>12 Hours</w:t>
            </w:r>
          </w:p>
        </w:tc>
        <w:tc>
          <w:tcPr>
            <w:tcW w:w="1350" w:type="dxa"/>
            <w:tcBorders>
              <w:top w:val="single" w:sz="6" w:space="0" w:color="auto"/>
            </w:tcBorders>
            <w:shd w:val="clear" w:color="auto" w:fill="auto"/>
            <w:noWrap/>
            <w:vAlign w:val="center"/>
            <w:hideMark/>
          </w:tcPr>
          <w:p w14:paraId="0446844C" w14:textId="77777777" w:rsidR="00B44DB5" w:rsidRPr="00F664B3" w:rsidRDefault="00B44DB5" w:rsidP="00B44DB5">
            <w:pPr>
              <w:pStyle w:val="SpecNormal"/>
              <w:spacing w:line="240" w:lineRule="auto"/>
            </w:pPr>
            <w:r w:rsidRPr="00F664B3">
              <w:t>3 days</w:t>
            </w:r>
          </w:p>
        </w:tc>
        <w:tc>
          <w:tcPr>
            <w:tcW w:w="891" w:type="dxa"/>
            <w:tcBorders>
              <w:top w:val="single" w:sz="6" w:space="0" w:color="auto"/>
            </w:tcBorders>
            <w:vAlign w:val="center"/>
          </w:tcPr>
          <w:p w14:paraId="204E1175" w14:textId="77777777" w:rsidR="00B44DB5" w:rsidRPr="00F664B3" w:rsidRDefault="00B44DB5" w:rsidP="00B44DB5">
            <w:pPr>
              <w:pStyle w:val="SpecNormal"/>
              <w:spacing w:line="240" w:lineRule="auto"/>
            </w:pPr>
            <w:r w:rsidRPr="00F664B3">
              <w:t>P</w:t>
            </w:r>
          </w:p>
        </w:tc>
        <w:tc>
          <w:tcPr>
            <w:tcW w:w="1170" w:type="dxa"/>
            <w:tcBorders>
              <w:top w:val="single" w:sz="6" w:space="0" w:color="auto"/>
            </w:tcBorders>
            <w:vAlign w:val="center"/>
          </w:tcPr>
          <w:p w14:paraId="6E0071AB" w14:textId="77777777" w:rsidR="00B44DB5" w:rsidRPr="00F664B3" w:rsidRDefault="00B44DB5" w:rsidP="00B44DB5">
            <w:pPr>
              <w:pStyle w:val="SpecNormal"/>
              <w:spacing w:line="240" w:lineRule="auto"/>
            </w:pPr>
            <w:r w:rsidRPr="00F664B3">
              <w:t>±5% from SP</w:t>
            </w:r>
          </w:p>
        </w:tc>
        <w:tc>
          <w:tcPr>
            <w:tcW w:w="909" w:type="dxa"/>
            <w:tcBorders>
              <w:top w:val="single" w:sz="6" w:space="0" w:color="auto"/>
            </w:tcBorders>
            <w:vAlign w:val="center"/>
          </w:tcPr>
          <w:p w14:paraId="2215A7DB" w14:textId="77777777" w:rsidR="00B44DB5" w:rsidRPr="00F664B3" w:rsidRDefault="00B44DB5" w:rsidP="00B44DB5">
            <w:pPr>
              <w:pStyle w:val="SpecNormal"/>
              <w:spacing w:line="240" w:lineRule="auto"/>
            </w:pPr>
            <w:r w:rsidRPr="00F664B3">
              <w:t>10 Min</w:t>
            </w:r>
          </w:p>
        </w:tc>
      </w:tr>
      <w:tr w:rsidR="00B44DB5" w:rsidRPr="00F664B3" w14:paraId="4A0939C0" w14:textId="77777777" w:rsidTr="00B44DB5">
        <w:trPr>
          <w:cantSplit/>
          <w:trHeight w:val="300"/>
          <w:jc w:val="center"/>
        </w:trPr>
        <w:tc>
          <w:tcPr>
            <w:tcW w:w="1851" w:type="dxa"/>
            <w:shd w:val="clear" w:color="auto" w:fill="auto"/>
            <w:noWrap/>
            <w:vAlign w:val="center"/>
            <w:hideMark/>
          </w:tcPr>
          <w:p w14:paraId="17AE77C4" w14:textId="77777777" w:rsidR="00B44DB5" w:rsidRPr="00F664B3" w:rsidRDefault="00B44DB5" w:rsidP="00B44DB5">
            <w:pPr>
              <w:pStyle w:val="SpecNormal"/>
              <w:spacing w:line="240" w:lineRule="auto"/>
            </w:pPr>
            <w:r w:rsidRPr="00F664B3">
              <w:t>Boiler 1 Steam Temperature</w:t>
            </w:r>
          </w:p>
        </w:tc>
        <w:tc>
          <w:tcPr>
            <w:tcW w:w="800" w:type="dxa"/>
            <w:shd w:val="clear" w:color="auto" w:fill="auto"/>
            <w:noWrap/>
            <w:vAlign w:val="center"/>
            <w:hideMark/>
          </w:tcPr>
          <w:p w14:paraId="1B356B34"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6B5E6AED"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2038F96A"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4C51FF7" w14:textId="77777777" w:rsidR="00B44DB5" w:rsidRPr="00F664B3" w:rsidRDefault="00B44DB5" w:rsidP="00B44DB5">
            <w:pPr>
              <w:pStyle w:val="SpecNormal"/>
              <w:spacing w:line="240" w:lineRule="auto"/>
            </w:pPr>
            <w:r w:rsidRPr="00F664B3">
              <w:t>3 days</w:t>
            </w:r>
          </w:p>
        </w:tc>
        <w:tc>
          <w:tcPr>
            <w:tcW w:w="891" w:type="dxa"/>
            <w:vAlign w:val="center"/>
          </w:tcPr>
          <w:p w14:paraId="59681302" w14:textId="77777777" w:rsidR="00B44DB5" w:rsidRPr="00F664B3" w:rsidRDefault="00B44DB5" w:rsidP="00B44DB5">
            <w:pPr>
              <w:pStyle w:val="SpecNormal"/>
              <w:spacing w:line="240" w:lineRule="auto"/>
            </w:pPr>
            <w:r w:rsidRPr="00F664B3">
              <w:t>N/A</w:t>
            </w:r>
          </w:p>
        </w:tc>
        <w:tc>
          <w:tcPr>
            <w:tcW w:w="1170" w:type="dxa"/>
            <w:vAlign w:val="center"/>
          </w:tcPr>
          <w:p w14:paraId="08AE0A1F" w14:textId="77777777" w:rsidR="00B44DB5" w:rsidRPr="00F664B3" w:rsidRDefault="00B44DB5" w:rsidP="00B44DB5">
            <w:pPr>
              <w:pStyle w:val="SpecNormal"/>
              <w:spacing w:line="240" w:lineRule="auto"/>
            </w:pPr>
          </w:p>
        </w:tc>
        <w:tc>
          <w:tcPr>
            <w:tcW w:w="909" w:type="dxa"/>
            <w:vAlign w:val="center"/>
          </w:tcPr>
          <w:p w14:paraId="17C70B4D" w14:textId="77777777" w:rsidR="00B44DB5" w:rsidRPr="00F664B3" w:rsidRDefault="00B44DB5" w:rsidP="00B44DB5">
            <w:pPr>
              <w:pStyle w:val="SpecNormal"/>
              <w:spacing w:line="240" w:lineRule="auto"/>
            </w:pPr>
          </w:p>
        </w:tc>
      </w:tr>
      <w:tr w:rsidR="00B44DB5" w:rsidRPr="00F664B3" w14:paraId="4FCD5FB6" w14:textId="77777777" w:rsidTr="00B44DB5">
        <w:trPr>
          <w:cantSplit/>
          <w:trHeight w:val="300"/>
          <w:jc w:val="center"/>
        </w:trPr>
        <w:tc>
          <w:tcPr>
            <w:tcW w:w="1851" w:type="dxa"/>
            <w:shd w:val="clear" w:color="auto" w:fill="auto"/>
            <w:noWrap/>
            <w:vAlign w:val="center"/>
            <w:hideMark/>
          </w:tcPr>
          <w:p w14:paraId="5EF95E1A" w14:textId="77777777" w:rsidR="00B44DB5" w:rsidRPr="00F664B3" w:rsidRDefault="00B44DB5" w:rsidP="00B44DB5">
            <w:pPr>
              <w:pStyle w:val="SpecNormal"/>
              <w:spacing w:line="240" w:lineRule="auto"/>
            </w:pPr>
            <w:r w:rsidRPr="00F664B3">
              <w:t>Boiler 1 Fire Signal</w:t>
            </w:r>
          </w:p>
        </w:tc>
        <w:tc>
          <w:tcPr>
            <w:tcW w:w="800" w:type="dxa"/>
            <w:shd w:val="clear" w:color="auto" w:fill="auto"/>
            <w:noWrap/>
            <w:vAlign w:val="center"/>
            <w:hideMark/>
          </w:tcPr>
          <w:p w14:paraId="1F9C061B"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3FA2FA8C"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6A72A44C"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B15F6D6" w14:textId="77777777" w:rsidR="00B44DB5" w:rsidRPr="00F664B3" w:rsidRDefault="00B44DB5" w:rsidP="00B44DB5">
            <w:pPr>
              <w:pStyle w:val="SpecNormal"/>
              <w:spacing w:line="240" w:lineRule="auto"/>
            </w:pPr>
            <w:r w:rsidRPr="00F664B3">
              <w:t>3 days</w:t>
            </w:r>
          </w:p>
        </w:tc>
        <w:tc>
          <w:tcPr>
            <w:tcW w:w="891" w:type="dxa"/>
            <w:vAlign w:val="center"/>
          </w:tcPr>
          <w:p w14:paraId="24AB59EB" w14:textId="77777777" w:rsidR="00B44DB5" w:rsidRPr="00F664B3" w:rsidRDefault="00B44DB5" w:rsidP="00B44DB5">
            <w:pPr>
              <w:pStyle w:val="SpecNormal"/>
              <w:spacing w:line="240" w:lineRule="auto"/>
            </w:pPr>
            <w:r w:rsidRPr="00F664B3">
              <w:t>N/A</w:t>
            </w:r>
          </w:p>
        </w:tc>
        <w:tc>
          <w:tcPr>
            <w:tcW w:w="1170" w:type="dxa"/>
            <w:vAlign w:val="center"/>
          </w:tcPr>
          <w:p w14:paraId="5CA54E9B" w14:textId="77777777" w:rsidR="00B44DB5" w:rsidRPr="00F664B3" w:rsidRDefault="00B44DB5" w:rsidP="00B44DB5">
            <w:pPr>
              <w:pStyle w:val="SpecNormal"/>
              <w:spacing w:line="240" w:lineRule="auto"/>
            </w:pPr>
          </w:p>
        </w:tc>
        <w:tc>
          <w:tcPr>
            <w:tcW w:w="909" w:type="dxa"/>
            <w:vAlign w:val="center"/>
          </w:tcPr>
          <w:p w14:paraId="4CC58007" w14:textId="77777777" w:rsidR="00B44DB5" w:rsidRPr="00F664B3" w:rsidRDefault="00B44DB5" w:rsidP="00B44DB5">
            <w:pPr>
              <w:pStyle w:val="SpecNormal"/>
              <w:spacing w:line="240" w:lineRule="auto"/>
            </w:pPr>
          </w:p>
        </w:tc>
      </w:tr>
      <w:tr w:rsidR="00B44DB5" w:rsidRPr="00F664B3" w14:paraId="247F6C38" w14:textId="77777777" w:rsidTr="00B44DB5">
        <w:trPr>
          <w:cantSplit/>
          <w:trHeight w:val="300"/>
          <w:jc w:val="center"/>
        </w:trPr>
        <w:tc>
          <w:tcPr>
            <w:tcW w:w="1851" w:type="dxa"/>
            <w:shd w:val="clear" w:color="auto" w:fill="auto"/>
            <w:noWrap/>
            <w:vAlign w:val="center"/>
            <w:hideMark/>
          </w:tcPr>
          <w:p w14:paraId="14DDBAC9" w14:textId="77777777" w:rsidR="00B44DB5" w:rsidRPr="00F664B3" w:rsidRDefault="00B44DB5" w:rsidP="00B44DB5">
            <w:pPr>
              <w:pStyle w:val="SpecNormal"/>
              <w:spacing w:line="240" w:lineRule="auto"/>
            </w:pPr>
            <w:r w:rsidRPr="00F664B3">
              <w:t>Boiler 2 Steam Pressure</w:t>
            </w:r>
          </w:p>
        </w:tc>
        <w:tc>
          <w:tcPr>
            <w:tcW w:w="800" w:type="dxa"/>
            <w:shd w:val="clear" w:color="auto" w:fill="auto"/>
            <w:noWrap/>
            <w:vAlign w:val="center"/>
            <w:hideMark/>
          </w:tcPr>
          <w:p w14:paraId="1953798E"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326AE978"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4A8B72DD"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2C2730E" w14:textId="77777777" w:rsidR="00B44DB5" w:rsidRPr="00F664B3" w:rsidRDefault="00B44DB5" w:rsidP="00B44DB5">
            <w:pPr>
              <w:pStyle w:val="SpecNormal"/>
              <w:spacing w:line="240" w:lineRule="auto"/>
            </w:pPr>
            <w:r w:rsidRPr="00F664B3">
              <w:t>3 days</w:t>
            </w:r>
          </w:p>
        </w:tc>
        <w:tc>
          <w:tcPr>
            <w:tcW w:w="891" w:type="dxa"/>
            <w:vAlign w:val="center"/>
          </w:tcPr>
          <w:p w14:paraId="58C4DA11" w14:textId="77777777" w:rsidR="00B44DB5" w:rsidRPr="00F664B3" w:rsidRDefault="00B44DB5" w:rsidP="00B44DB5">
            <w:pPr>
              <w:pStyle w:val="SpecNormal"/>
              <w:spacing w:line="240" w:lineRule="auto"/>
            </w:pPr>
            <w:r w:rsidRPr="00F664B3">
              <w:t>P</w:t>
            </w:r>
          </w:p>
        </w:tc>
        <w:tc>
          <w:tcPr>
            <w:tcW w:w="1170" w:type="dxa"/>
            <w:vAlign w:val="center"/>
          </w:tcPr>
          <w:p w14:paraId="12EEB34B" w14:textId="77777777" w:rsidR="00B44DB5" w:rsidRPr="00F664B3" w:rsidRDefault="00B44DB5" w:rsidP="00B44DB5">
            <w:pPr>
              <w:pStyle w:val="SpecNormal"/>
              <w:spacing w:line="240" w:lineRule="auto"/>
            </w:pPr>
            <w:r w:rsidRPr="00F664B3">
              <w:t>±5% from SP</w:t>
            </w:r>
          </w:p>
        </w:tc>
        <w:tc>
          <w:tcPr>
            <w:tcW w:w="909" w:type="dxa"/>
            <w:vAlign w:val="center"/>
          </w:tcPr>
          <w:p w14:paraId="6A60F40C" w14:textId="77777777" w:rsidR="00B44DB5" w:rsidRPr="00F664B3" w:rsidRDefault="00B44DB5" w:rsidP="00B44DB5">
            <w:pPr>
              <w:pStyle w:val="SpecNormal"/>
              <w:spacing w:line="240" w:lineRule="auto"/>
            </w:pPr>
            <w:r w:rsidRPr="00F664B3">
              <w:t>10 Min</w:t>
            </w:r>
          </w:p>
        </w:tc>
      </w:tr>
      <w:tr w:rsidR="00B44DB5" w:rsidRPr="00F664B3" w14:paraId="5D91776A" w14:textId="77777777" w:rsidTr="00B44DB5">
        <w:trPr>
          <w:cantSplit/>
          <w:trHeight w:val="300"/>
          <w:jc w:val="center"/>
        </w:trPr>
        <w:tc>
          <w:tcPr>
            <w:tcW w:w="1851" w:type="dxa"/>
            <w:shd w:val="clear" w:color="auto" w:fill="auto"/>
            <w:noWrap/>
            <w:vAlign w:val="center"/>
            <w:hideMark/>
          </w:tcPr>
          <w:p w14:paraId="47675D7C" w14:textId="77777777" w:rsidR="00B44DB5" w:rsidRPr="00F664B3" w:rsidRDefault="00B44DB5" w:rsidP="00B44DB5">
            <w:pPr>
              <w:pStyle w:val="SpecNormal"/>
              <w:spacing w:line="240" w:lineRule="auto"/>
            </w:pPr>
            <w:r w:rsidRPr="00F664B3">
              <w:t>Boiler 2 Steam Temperature</w:t>
            </w:r>
          </w:p>
        </w:tc>
        <w:tc>
          <w:tcPr>
            <w:tcW w:w="800" w:type="dxa"/>
            <w:shd w:val="clear" w:color="auto" w:fill="auto"/>
            <w:noWrap/>
            <w:vAlign w:val="center"/>
            <w:hideMark/>
          </w:tcPr>
          <w:p w14:paraId="637A4047"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6400C2A6"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0C3858DD"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8B5C1BE" w14:textId="77777777" w:rsidR="00B44DB5" w:rsidRPr="00F664B3" w:rsidRDefault="00B44DB5" w:rsidP="00B44DB5">
            <w:pPr>
              <w:pStyle w:val="SpecNormal"/>
              <w:spacing w:line="240" w:lineRule="auto"/>
            </w:pPr>
            <w:r w:rsidRPr="00F664B3">
              <w:t>3 days</w:t>
            </w:r>
          </w:p>
        </w:tc>
        <w:tc>
          <w:tcPr>
            <w:tcW w:w="891" w:type="dxa"/>
            <w:vAlign w:val="center"/>
          </w:tcPr>
          <w:p w14:paraId="1FD67D5A" w14:textId="77777777" w:rsidR="00B44DB5" w:rsidRPr="00F664B3" w:rsidRDefault="00B44DB5" w:rsidP="00B44DB5">
            <w:pPr>
              <w:pStyle w:val="SpecNormal"/>
              <w:spacing w:line="240" w:lineRule="auto"/>
            </w:pPr>
            <w:r w:rsidRPr="00F664B3">
              <w:t>N/A</w:t>
            </w:r>
          </w:p>
        </w:tc>
        <w:tc>
          <w:tcPr>
            <w:tcW w:w="1170" w:type="dxa"/>
            <w:vAlign w:val="center"/>
          </w:tcPr>
          <w:p w14:paraId="0293ABAF" w14:textId="77777777" w:rsidR="00B44DB5" w:rsidRPr="00F664B3" w:rsidRDefault="00B44DB5" w:rsidP="00B44DB5">
            <w:pPr>
              <w:pStyle w:val="SpecNormal"/>
              <w:spacing w:line="240" w:lineRule="auto"/>
            </w:pPr>
          </w:p>
        </w:tc>
        <w:tc>
          <w:tcPr>
            <w:tcW w:w="909" w:type="dxa"/>
            <w:vAlign w:val="center"/>
          </w:tcPr>
          <w:p w14:paraId="762DFEB6" w14:textId="77777777" w:rsidR="00B44DB5" w:rsidRPr="00F664B3" w:rsidRDefault="00B44DB5" w:rsidP="00B44DB5">
            <w:pPr>
              <w:pStyle w:val="SpecNormal"/>
              <w:spacing w:line="240" w:lineRule="auto"/>
            </w:pPr>
          </w:p>
        </w:tc>
      </w:tr>
      <w:tr w:rsidR="00B44DB5" w:rsidRPr="00F664B3" w14:paraId="0BBF29D0" w14:textId="77777777" w:rsidTr="00B44DB5">
        <w:trPr>
          <w:cantSplit/>
          <w:trHeight w:val="300"/>
          <w:jc w:val="center"/>
        </w:trPr>
        <w:tc>
          <w:tcPr>
            <w:tcW w:w="1851" w:type="dxa"/>
            <w:shd w:val="clear" w:color="auto" w:fill="auto"/>
            <w:noWrap/>
            <w:vAlign w:val="center"/>
            <w:hideMark/>
          </w:tcPr>
          <w:p w14:paraId="309F129F" w14:textId="77777777" w:rsidR="00B44DB5" w:rsidRPr="00F664B3" w:rsidRDefault="00B44DB5" w:rsidP="00B44DB5">
            <w:pPr>
              <w:pStyle w:val="SpecNormal"/>
              <w:spacing w:line="240" w:lineRule="auto"/>
            </w:pPr>
            <w:r w:rsidRPr="00F664B3">
              <w:t>Boiler 2 Fire Signal</w:t>
            </w:r>
          </w:p>
        </w:tc>
        <w:tc>
          <w:tcPr>
            <w:tcW w:w="800" w:type="dxa"/>
            <w:shd w:val="clear" w:color="auto" w:fill="auto"/>
            <w:noWrap/>
            <w:vAlign w:val="center"/>
            <w:hideMark/>
          </w:tcPr>
          <w:p w14:paraId="619A33ED"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73C706F4"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3562A225"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3F347AD" w14:textId="77777777" w:rsidR="00B44DB5" w:rsidRPr="00F664B3" w:rsidRDefault="00B44DB5" w:rsidP="00B44DB5">
            <w:pPr>
              <w:pStyle w:val="SpecNormal"/>
              <w:spacing w:line="240" w:lineRule="auto"/>
            </w:pPr>
            <w:r w:rsidRPr="00F664B3">
              <w:t>3 days</w:t>
            </w:r>
          </w:p>
        </w:tc>
        <w:tc>
          <w:tcPr>
            <w:tcW w:w="891" w:type="dxa"/>
            <w:vAlign w:val="center"/>
          </w:tcPr>
          <w:p w14:paraId="47117058" w14:textId="77777777" w:rsidR="00B44DB5" w:rsidRPr="00F664B3" w:rsidRDefault="00B44DB5" w:rsidP="00B44DB5">
            <w:pPr>
              <w:pStyle w:val="SpecNormal"/>
              <w:spacing w:line="240" w:lineRule="auto"/>
            </w:pPr>
            <w:r w:rsidRPr="00F664B3">
              <w:t>N/A</w:t>
            </w:r>
          </w:p>
        </w:tc>
        <w:tc>
          <w:tcPr>
            <w:tcW w:w="1170" w:type="dxa"/>
            <w:vAlign w:val="center"/>
          </w:tcPr>
          <w:p w14:paraId="030FB82A" w14:textId="77777777" w:rsidR="00B44DB5" w:rsidRPr="00F664B3" w:rsidRDefault="00B44DB5" w:rsidP="00B44DB5">
            <w:pPr>
              <w:pStyle w:val="SpecNormal"/>
              <w:spacing w:line="240" w:lineRule="auto"/>
            </w:pPr>
          </w:p>
        </w:tc>
        <w:tc>
          <w:tcPr>
            <w:tcW w:w="909" w:type="dxa"/>
            <w:vAlign w:val="center"/>
          </w:tcPr>
          <w:p w14:paraId="0D18CEB8" w14:textId="77777777" w:rsidR="00B44DB5" w:rsidRPr="00F664B3" w:rsidRDefault="00B44DB5" w:rsidP="00B44DB5">
            <w:pPr>
              <w:pStyle w:val="SpecNormal"/>
              <w:spacing w:line="240" w:lineRule="auto"/>
            </w:pPr>
          </w:p>
        </w:tc>
      </w:tr>
      <w:tr w:rsidR="00B44DB5" w:rsidRPr="00F664B3" w14:paraId="455CB354" w14:textId="77777777" w:rsidTr="00B44DB5">
        <w:trPr>
          <w:cantSplit/>
          <w:trHeight w:val="300"/>
          <w:jc w:val="center"/>
        </w:trPr>
        <w:tc>
          <w:tcPr>
            <w:tcW w:w="1851" w:type="dxa"/>
            <w:shd w:val="clear" w:color="auto" w:fill="auto"/>
            <w:noWrap/>
            <w:vAlign w:val="center"/>
            <w:hideMark/>
          </w:tcPr>
          <w:p w14:paraId="3FB3C72D" w14:textId="77777777" w:rsidR="00B44DB5" w:rsidRPr="00F664B3" w:rsidRDefault="00B44DB5" w:rsidP="00B44DB5">
            <w:pPr>
              <w:pStyle w:val="SpecNormal"/>
              <w:spacing w:line="240" w:lineRule="auto"/>
            </w:pPr>
            <w:r w:rsidRPr="00F664B3">
              <w:t>System Steam Pressure</w:t>
            </w:r>
          </w:p>
        </w:tc>
        <w:tc>
          <w:tcPr>
            <w:tcW w:w="800" w:type="dxa"/>
            <w:shd w:val="clear" w:color="auto" w:fill="auto"/>
            <w:noWrap/>
            <w:vAlign w:val="center"/>
            <w:hideMark/>
          </w:tcPr>
          <w:p w14:paraId="6EECE3E3"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10EF6CE9"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4C31DA6B"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F95286B" w14:textId="77777777" w:rsidR="00B44DB5" w:rsidRPr="00F664B3" w:rsidRDefault="00B44DB5" w:rsidP="00B44DB5">
            <w:pPr>
              <w:pStyle w:val="SpecNormal"/>
              <w:spacing w:line="240" w:lineRule="auto"/>
            </w:pPr>
            <w:r w:rsidRPr="00F664B3">
              <w:t>3 days</w:t>
            </w:r>
          </w:p>
        </w:tc>
        <w:tc>
          <w:tcPr>
            <w:tcW w:w="891" w:type="dxa"/>
            <w:vAlign w:val="center"/>
          </w:tcPr>
          <w:p w14:paraId="083C59C8" w14:textId="77777777" w:rsidR="00B44DB5" w:rsidRPr="00F664B3" w:rsidRDefault="00B44DB5" w:rsidP="00B44DB5">
            <w:pPr>
              <w:pStyle w:val="SpecNormal"/>
              <w:spacing w:line="240" w:lineRule="auto"/>
            </w:pPr>
            <w:r w:rsidRPr="00F664B3">
              <w:t>P</w:t>
            </w:r>
          </w:p>
        </w:tc>
        <w:tc>
          <w:tcPr>
            <w:tcW w:w="1170" w:type="dxa"/>
            <w:vAlign w:val="center"/>
          </w:tcPr>
          <w:p w14:paraId="0E4CF705" w14:textId="77777777" w:rsidR="00B44DB5" w:rsidRPr="00F664B3" w:rsidRDefault="00B44DB5" w:rsidP="00B44DB5">
            <w:pPr>
              <w:pStyle w:val="SpecNormal"/>
              <w:spacing w:line="240" w:lineRule="auto"/>
            </w:pPr>
            <w:r w:rsidRPr="00F664B3">
              <w:t>±5% from SP</w:t>
            </w:r>
          </w:p>
        </w:tc>
        <w:tc>
          <w:tcPr>
            <w:tcW w:w="909" w:type="dxa"/>
            <w:vAlign w:val="center"/>
          </w:tcPr>
          <w:p w14:paraId="39AD387C" w14:textId="77777777" w:rsidR="00B44DB5" w:rsidRPr="00F664B3" w:rsidRDefault="00B44DB5" w:rsidP="00B44DB5">
            <w:pPr>
              <w:pStyle w:val="SpecNormal"/>
              <w:spacing w:line="240" w:lineRule="auto"/>
            </w:pPr>
            <w:r w:rsidRPr="00F664B3">
              <w:t>10 Min</w:t>
            </w:r>
          </w:p>
        </w:tc>
      </w:tr>
      <w:tr w:rsidR="00B44DB5" w:rsidRPr="00F664B3" w14:paraId="546BC195" w14:textId="77777777" w:rsidTr="00B44DB5">
        <w:trPr>
          <w:cantSplit/>
          <w:trHeight w:val="300"/>
          <w:jc w:val="center"/>
        </w:trPr>
        <w:tc>
          <w:tcPr>
            <w:tcW w:w="1851" w:type="dxa"/>
            <w:shd w:val="clear" w:color="auto" w:fill="auto"/>
            <w:noWrap/>
            <w:vAlign w:val="center"/>
            <w:hideMark/>
          </w:tcPr>
          <w:p w14:paraId="105885E5"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2F1556A4"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60A9B11C"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68FC6FB6"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37569294" w14:textId="77777777" w:rsidR="00B44DB5" w:rsidRPr="00F664B3" w:rsidRDefault="00B44DB5" w:rsidP="00B44DB5">
            <w:pPr>
              <w:pStyle w:val="SpecNormal"/>
              <w:spacing w:line="240" w:lineRule="auto"/>
            </w:pPr>
          </w:p>
        </w:tc>
        <w:tc>
          <w:tcPr>
            <w:tcW w:w="891" w:type="dxa"/>
            <w:vAlign w:val="center"/>
          </w:tcPr>
          <w:p w14:paraId="0F41FC1B" w14:textId="77777777" w:rsidR="00B44DB5" w:rsidRPr="00F664B3" w:rsidRDefault="00B44DB5" w:rsidP="00B44DB5">
            <w:pPr>
              <w:pStyle w:val="SpecNormal"/>
              <w:spacing w:line="240" w:lineRule="auto"/>
            </w:pPr>
          </w:p>
        </w:tc>
        <w:tc>
          <w:tcPr>
            <w:tcW w:w="1170" w:type="dxa"/>
            <w:vAlign w:val="center"/>
          </w:tcPr>
          <w:p w14:paraId="71713E18" w14:textId="77777777" w:rsidR="00B44DB5" w:rsidRPr="00F664B3" w:rsidRDefault="00B44DB5" w:rsidP="00B44DB5">
            <w:pPr>
              <w:pStyle w:val="SpecNormal"/>
              <w:spacing w:line="240" w:lineRule="auto"/>
            </w:pPr>
          </w:p>
        </w:tc>
        <w:tc>
          <w:tcPr>
            <w:tcW w:w="909" w:type="dxa"/>
            <w:vAlign w:val="center"/>
          </w:tcPr>
          <w:p w14:paraId="206817F4" w14:textId="77777777" w:rsidR="00B44DB5" w:rsidRPr="00F664B3" w:rsidRDefault="00B44DB5" w:rsidP="00B44DB5">
            <w:pPr>
              <w:pStyle w:val="SpecNormal"/>
              <w:spacing w:line="240" w:lineRule="auto"/>
            </w:pPr>
          </w:p>
        </w:tc>
      </w:tr>
      <w:tr w:rsidR="00B44DB5" w:rsidRPr="00F664B3" w14:paraId="16E24104" w14:textId="77777777" w:rsidTr="00B44DB5">
        <w:trPr>
          <w:cantSplit/>
          <w:trHeight w:val="300"/>
          <w:jc w:val="center"/>
        </w:trPr>
        <w:tc>
          <w:tcPr>
            <w:tcW w:w="1851" w:type="dxa"/>
            <w:shd w:val="clear" w:color="auto" w:fill="auto"/>
            <w:noWrap/>
            <w:vAlign w:val="center"/>
            <w:hideMark/>
          </w:tcPr>
          <w:p w14:paraId="44EE5815" w14:textId="77777777" w:rsidR="00B44DB5" w:rsidRPr="00F664B3" w:rsidRDefault="00B44DB5" w:rsidP="00B44DB5">
            <w:pPr>
              <w:pStyle w:val="SpecNormal"/>
              <w:spacing w:line="240" w:lineRule="auto"/>
            </w:pPr>
            <w:r w:rsidRPr="00F664B3">
              <w:t>Boiler 1 Enable</w:t>
            </w:r>
          </w:p>
        </w:tc>
        <w:tc>
          <w:tcPr>
            <w:tcW w:w="800" w:type="dxa"/>
            <w:shd w:val="clear" w:color="auto" w:fill="auto"/>
            <w:noWrap/>
            <w:vAlign w:val="center"/>
            <w:hideMark/>
          </w:tcPr>
          <w:p w14:paraId="06B5E723"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0B70E476"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04F945EF"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9FC84BD" w14:textId="77777777" w:rsidR="00B44DB5" w:rsidRPr="00F664B3" w:rsidRDefault="00B44DB5" w:rsidP="00B44DB5">
            <w:pPr>
              <w:pStyle w:val="SpecNormal"/>
              <w:spacing w:line="240" w:lineRule="auto"/>
            </w:pPr>
            <w:r w:rsidRPr="00F664B3">
              <w:t>3 days</w:t>
            </w:r>
          </w:p>
        </w:tc>
        <w:tc>
          <w:tcPr>
            <w:tcW w:w="891" w:type="dxa"/>
            <w:vAlign w:val="center"/>
          </w:tcPr>
          <w:p w14:paraId="177D393A" w14:textId="77777777" w:rsidR="00B44DB5" w:rsidRPr="00F664B3" w:rsidRDefault="00B44DB5" w:rsidP="00B44DB5">
            <w:pPr>
              <w:pStyle w:val="SpecNormal"/>
              <w:spacing w:line="240" w:lineRule="auto"/>
            </w:pPr>
            <w:r w:rsidRPr="00F664B3">
              <w:t>N/A</w:t>
            </w:r>
          </w:p>
        </w:tc>
        <w:tc>
          <w:tcPr>
            <w:tcW w:w="1170" w:type="dxa"/>
            <w:vAlign w:val="center"/>
          </w:tcPr>
          <w:p w14:paraId="3A09357F" w14:textId="77777777" w:rsidR="00B44DB5" w:rsidRPr="00F664B3" w:rsidRDefault="00B44DB5" w:rsidP="00B44DB5">
            <w:pPr>
              <w:pStyle w:val="SpecNormal"/>
              <w:spacing w:line="240" w:lineRule="auto"/>
            </w:pPr>
          </w:p>
        </w:tc>
        <w:tc>
          <w:tcPr>
            <w:tcW w:w="909" w:type="dxa"/>
            <w:vAlign w:val="center"/>
          </w:tcPr>
          <w:p w14:paraId="0E56114C" w14:textId="77777777" w:rsidR="00B44DB5" w:rsidRPr="00F664B3" w:rsidRDefault="00B44DB5" w:rsidP="00B44DB5">
            <w:pPr>
              <w:pStyle w:val="SpecNormal"/>
              <w:spacing w:line="240" w:lineRule="auto"/>
            </w:pPr>
          </w:p>
        </w:tc>
      </w:tr>
      <w:tr w:rsidR="00B44DB5" w:rsidRPr="00F664B3" w14:paraId="1C75D051" w14:textId="77777777" w:rsidTr="00B44DB5">
        <w:trPr>
          <w:cantSplit/>
          <w:trHeight w:val="300"/>
          <w:jc w:val="center"/>
        </w:trPr>
        <w:tc>
          <w:tcPr>
            <w:tcW w:w="1851" w:type="dxa"/>
            <w:shd w:val="clear" w:color="auto" w:fill="auto"/>
            <w:noWrap/>
            <w:vAlign w:val="center"/>
            <w:hideMark/>
          </w:tcPr>
          <w:p w14:paraId="00E4F6F8" w14:textId="77777777" w:rsidR="00B44DB5" w:rsidRPr="00F664B3" w:rsidRDefault="00B44DB5" w:rsidP="00B44DB5">
            <w:pPr>
              <w:pStyle w:val="SpecNormal"/>
              <w:spacing w:line="240" w:lineRule="auto"/>
            </w:pPr>
            <w:r w:rsidRPr="00F664B3">
              <w:t>Boiler 1 Status</w:t>
            </w:r>
          </w:p>
        </w:tc>
        <w:tc>
          <w:tcPr>
            <w:tcW w:w="800" w:type="dxa"/>
            <w:shd w:val="clear" w:color="auto" w:fill="auto"/>
            <w:noWrap/>
            <w:vAlign w:val="center"/>
            <w:hideMark/>
          </w:tcPr>
          <w:p w14:paraId="6AE34AA1"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2CB2E7B8"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66704C24"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D25FA29" w14:textId="77777777" w:rsidR="00B44DB5" w:rsidRPr="00F664B3" w:rsidRDefault="00B44DB5" w:rsidP="00B44DB5">
            <w:pPr>
              <w:pStyle w:val="SpecNormal"/>
              <w:spacing w:line="240" w:lineRule="auto"/>
            </w:pPr>
            <w:r w:rsidRPr="00F664B3">
              <w:t>3 days</w:t>
            </w:r>
          </w:p>
        </w:tc>
        <w:tc>
          <w:tcPr>
            <w:tcW w:w="891" w:type="dxa"/>
            <w:vAlign w:val="center"/>
          </w:tcPr>
          <w:p w14:paraId="34FAE51D" w14:textId="77777777" w:rsidR="00B44DB5" w:rsidRPr="00F664B3" w:rsidRDefault="00B44DB5" w:rsidP="00B44DB5">
            <w:pPr>
              <w:pStyle w:val="SpecNormal"/>
              <w:spacing w:line="240" w:lineRule="auto"/>
            </w:pPr>
            <w:r w:rsidRPr="00F664B3">
              <w:t>P</w:t>
            </w:r>
          </w:p>
        </w:tc>
        <w:tc>
          <w:tcPr>
            <w:tcW w:w="1170" w:type="dxa"/>
            <w:vAlign w:val="center"/>
          </w:tcPr>
          <w:p w14:paraId="18346ADF" w14:textId="77777777" w:rsidR="00B44DB5" w:rsidRPr="00F664B3" w:rsidRDefault="00B44DB5" w:rsidP="00B44DB5">
            <w:pPr>
              <w:pStyle w:val="SpecNormal"/>
              <w:spacing w:line="240" w:lineRule="auto"/>
            </w:pPr>
            <w:r w:rsidRPr="00F664B3">
              <w:t>Status &lt;&gt; Command</w:t>
            </w:r>
          </w:p>
        </w:tc>
        <w:tc>
          <w:tcPr>
            <w:tcW w:w="909" w:type="dxa"/>
            <w:vAlign w:val="center"/>
          </w:tcPr>
          <w:p w14:paraId="2DF49E9E" w14:textId="77777777" w:rsidR="00B44DB5" w:rsidRPr="00F664B3" w:rsidRDefault="00B44DB5" w:rsidP="00B44DB5">
            <w:pPr>
              <w:pStyle w:val="SpecNormal"/>
              <w:spacing w:line="240" w:lineRule="auto"/>
            </w:pPr>
            <w:r w:rsidRPr="00F664B3">
              <w:t>10 min</w:t>
            </w:r>
          </w:p>
        </w:tc>
      </w:tr>
      <w:tr w:rsidR="00B44DB5" w:rsidRPr="00F664B3" w14:paraId="43DA82D8" w14:textId="77777777" w:rsidTr="00B44DB5">
        <w:trPr>
          <w:cantSplit/>
          <w:trHeight w:val="300"/>
          <w:jc w:val="center"/>
        </w:trPr>
        <w:tc>
          <w:tcPr>
            <w:tcW w:w="1851" w:type="dxa"/>
            <w:shd w:val="clear" w:color="auto" w:fill="auto"/>
            <w:noWrap/>
            <w:vAlign w:val="center"/>
            <w:hideMark/>
          </w:tcPr>
          <w:p w14:paraId="6EC580C0" w14:textId="77777777" w:rsidR="00B44DB5" w:rsidRPr="00F664B3" w:rsidRDefault="00B44DB5" w:rsidP="00B44DB5">
            <w:pPr>
              <w:pStyle w:val="SpecNormal"/>
              <w:spacing w:line="240" w:lineRule="auto"/>
            </w:pPr>
            <w:r w:rsidRPr="00F664B3">
              <w:t>Boiler 1 Alarm</w:t>
            </w:r>
          </w:p>
        </w:tc>
        <w:tc>
          <w:tcPr>
            <w:tcW w:w="800" w:type="dxa"/>
            <w:shd w:val="clear" w:color="auto" w:fill="auto"/>
            <w:noWrap/>
            <w:vAlign w:val="center"/>
            <w:hideMark/>
          </w:tcPr>
          <w:p w14:paraId="29E930F9"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72089799"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EACABF0"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14CEAA2" w14:textId="77777777" w:rsidR="00B44DB5" w:rsidRPr="00F664B3" w:rsidRDefault="00B44DB5" w:rsidP="00B44DB5">
            <w:pPr>
              <w:pStyle w:val="SpecNormal"/>
              <w:spacing w:line="240" w:lineRule="auto"/>
            </w:pPr>
            <w:r w:rsidRPr="00F664B3">
              <w:t>3 days</w:t>
            </w:r>
          </w:p>
        </w:tc>
        <w:tc>
          <w:tcPr>
            <w:tcW w:w="891" w:type="dxa"/>
            <w:vAlign w:val="center"/>
          </w:tcPr>
          <w:p w14:paraId="0ED21788" w14:textId="77777777" w:rsidR="00B44DB5" w:rsidRPr="00F664B3" w:rsidRDefault="00B44DB5" w:rsidP="00B44DB5">
            <w:pPr>
              <w:pStyle w:val="SpecNormal"/>
              <w:spacing w:line="240" w:lineRule="auto"/>
            </w:pPr>
            <w:r w:rsidRPr="00F664B3">
              <w:t>C</w:t>
            </w:r>
          </w:p>
        </w:tc>
        <w:tc>
          <w:tcPr>
            <w:tcW w:w="1170" w:type="dxa"/>
            <w:vAlign w:val="center"/>
          </w:tcPr>
          <w:p w14:paraId="2CDD653E" w14:textId="77777777" w:rsidR="00B44DB5" w:rsidRPr="00F664B3" w:rsidRDefault="00B44DB5" w:rsidP="00B44DB5">
            <w:pPr>
              <w:pStyle w:val="SpecNormal"/>
              <w:spacing w:line="240" w:lineRule="auto"/>
            </w:pPr>
            <w:r w:rsidRPr="00F664B3">
              <w:t>True</w:t>
            </w:r>
          </w:p>
        </w:tc>
        <w:tc>
          <w:tcPr>
            <w:tcW w:w="909" w:type="dxa"/>
            <w:vAlign w:val="center"/>
          </w:tcPr>
          <w:p w14:paraId="4481D523" w14:textId="77777777" w:rsidR="00B44DB5" w:rsidRPr="00F664B3" w:rsidRDefault="00B44DB5" w:rsidP="00B44DB5">
            <w:pPr>
              <w:pStyle w:val="SpecNormal"/>
              <w:spacing w:line="240" w:lineRule="auto"/>
            </w:pPr>
            <w:r w:rsidRPr="00F664B3">
              <w:t>1 Min</w:t>
            </w:r>
          </w:p>
        </w:tc>
      </w:tr>
      <w:tr w:rsidR="00B44DB5" w:rsidRPr="00F664B3" w14:paraId="6EA1AA5E" w14:textId="77777777" w:rsidTr="00B44DB5">
        <w:trPr>
          <w:cantSplit/>
          <w:trHeight w:val="282"/>
          <w:jc w:val="center"/>
        </w:trPr>
        <w:tc>
          <w:tcPr>
            <w:tcW w:w="1851" w:type="dxa"/>
            <w:shd w:val="clear" w:color="auto" w:fill="auto"/>
            <w:noWrap/>
            <w:vAlign w:val="center"/>
            <w:hideMark/>
          </w:tcPr>
          <w:p w14:paraId="30DA7E39" w14:textId="77777777" w:rsidR="00B44DB5" w:rsidRPr="00F664B3" w:rsidRDefault="00B44DB5" w:rsidP="00B44DB5">
            <w:pPr>
              <w:pStyle w:val="SpecNormal"/>
              <w:spacing w:line="240" w:lineRule="auto"/>
            </w:pPr>
            <w:r w:rsidRPr="00F664B3">
              <w:lastRenderedPageBreak/>
              <w:t>Boiler 1 on Fuel Oil</w:t>
            </w:r>
          </w:p>
        </w:tc>
        <w:tc>
          <w:tcPr>
            <w:tcW w:w="800" w:type="dxa"/>
            <w:shd w:val="clear" w:color="auto" w:fill="auto"/>
            <w:noWrap/>
            <w:vAlign w:val="center"/>
            <w:hideMark/>
          </w:tcPr>
          <w:p w14:paraId="49291DCF"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49696484"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6B41FF61"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DEF2DDD" w14:textId="77777777" w:rsidR="00B44DB5" w:rsidRPr="00F664B3" w:rsidRDefault="00B44DB5" w:rsidP="00B44DB5">
            <w:pPr>
              <w:pStyle w:val="SpecNormal"/>
              <w:spacing w:line="240" w:lineRule="auto"/>
            </w:pPr>
            <w:r w:rsidRPr="00F664B3">
              <w:t>3 days</w:t>
            </w:r>
          </w:p>
        </w:tc>
        <w:tc>
          <w:tcPr>
            <w:tcW w:w="891" w:type="dxa"/>
            <w:vAlign w:val="center"/>
          </w:tcPr>
          <w:p w14:paraId="3BBF5A6A" w14:textId="77777777" w:rsidR="00B44DB5" w:rsidRPr="00F664B3" w:rsidRDefault="00B44DB5" w:rsidP="00B44DB5">
            <w:pPr>
              <w:pStyle w:val="SpecNormal"/>
              <w:spacing w:line="240" w:lineRule="auto"/>
            </w:pPr>
            <w:r w:rsidRPr="00F664B3">
              <w:t>N/A</w:t>
            </w:r>
          </w:p>
        </w:tc>
        <w:tc>
          <w:tcPr>
            <w:tcW w:w="1170" w:type="dxa"/>
            <w:vAlign w:val="center"/>
          </w:tcPr>
          <w:p w14:paraId="36FC7A43" w14:textId="77777777" w:rsidR="00B44DB5" w:rsidRPr="00F664B3" w:rsidRDefault="00B44DB5" w:rsidP="00B44DB5">
            <w:pPr>
              <w:pStyle w:val="SpecNormal"/>
              <w:spacing w:line="240" w:lineRule="auto"/>
            </w:pPr>
          </w:p>
        </w:tc>
        <w:tc>
          <w:tcPr>
            <w:tcW w:w="909" w:type="dxa"/>
            <w:vAlign w:val="center"/>
          </w:tcPr>
          <w:p w14:paraId="0EEB2972" w14:textId="77777777" w:rsidR="00B44DB5" w:rsidRPr="00F664B3" w:rsidRDefault="00B44DB5" w:rsidP="00B44DB5">
            <w:pPr>
              <w:pStyle w:val="SpecNormal"/>
              <w:spacing w:line="240" w:lineRule="auto"/>
            </w:pPr>
          </w:p>
        </w:tc>
      </w:tr>
      <w:tr w:rsidR="00B44DB5" w:rsidRPr="00F664B3" w14:paraId="02B305DE" w14:textId="77777777" w:rsidTr="00B44DB5">
        <w:trPr>
          <w:cantSplit/>
          <w:trHeight w:val="318"/>
          <w:jc w:val="center"/>
        </w:trPr>
        <w:tc>
          <w:tcPr>
            <w:tcW w:w="1851" w:type="dxa"/>
            <w:shd w:val="clear" w:color="auto" w:fill="auto"/>
            <w:noWrap/>
            <w:vAlign w:val="center"/>
            <w:hideMark/>
          </w:tcPr>
          <w:p w14:paraId="4B11BB94" w14:textId="77777777" w:rsidR="00B44DB5" w:rsidRPr="00F664B3" w:rsidRDefault="00B44DB5" w:rsidP="00B44DB5">
            <w:pPr>
              <w:pStyle w:val="SpecNormal"/>
              <w:spacing w:line="240" w:lineRule="auto"/>
            </w:pPr>
            <w:r w:rsidRPr="00F664B3">
              <w:t>Boiler 1 Low Water Alarm</w:t>
            </w:r>
          </w:p>
        </w:tc>
        <w:tc>
          <w:tcPr>
            <w:tcW w:w="800" w:type="dxa"/>
            <w:shd w:val="clear" w:color="auto" w:fill="auto"/>
            <w:noWrap/>
            <w:vAlign w:val="center"/>
            <w:hideMark/>
          </w:tcPr>
          <w:p w14:paraId="0255F81B"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371BE765"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488E164"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23B7FAF" w14:textId="77777777" w:rsidR="00B44DB5" w:rsidRPr="00F664B3" w:rsidRDefault="00B44DB5" w:rsidP="00B44DB5">
            <w:pPr>
              <w:pStyle w:val="SpecNormal"/>
              <w:spacing w:line="240" w:lineRule="auto"/>
            </w:pPr>
            <w:r w:rsidRPr="00F664B3">
              <w:t>3 days</w:t>
            </w:r>
          </w:p>
        </w:tc>
        <w:tc>
          <w:tcPr>
            <w:tcW w:w="891" w:type="dxa"/>
            <w:vAlign w:val="center"/>
          </w:tcPr>
          <w:p w14:paraId="4F9E4BEB" w14:textId="77777777" w:rsidR="00B44DB5" w:rsidRPr="00F664B3" w:rsidRDefault="00B44DB5" w:rsidP="00B44DB5">
            <w:pPr>
              <w:pStyle w:val="SpecNormal"/>
              <w:spacing w:line="240" w:lineRule="auto"/>
            </w:pPr>
            <w:r w:rsidRPr="00F664B3">
              <w:t>C</w:t>
            </w:r>
          </w:p>
        </w:tc>
        <w:tc>
          <w:tcPr>
            <w:tcW w:w="1170" w:type="dxa"/>
            <w:vAlign w:val="center"/>
          </w:tcPr>
          <w:p w14:paraId="06D34D11" w14:textId="77777777" w:rsidR="00B44DB5" w:rsidRPr="00F664B3" w:rsidRDefault="00B44DB5" w:rsidP="00B44DB5">
            <w:pPr>
              <w:pStyle w:val="SpecNormal"/>
              <w:spacing w:line="240" w:lineRule="auto"/>
            </w:pPr>
            <w:r w:rsidRPr="00F664B3">
              <w:t>True</w:t>
            </w:r>
          </w:p>
        </w:tc>
        <w:tc>
          <w:tcPr>
            <w:tcW w:w="909" w:type="dxa"/>
            <w:vAlign w:val="center"/>
          </w:tcPr>
          <w:p w14:paraId="73403EB8" w14:textId="77777777" w:rsidR="00B44DB5" w:rsidRPr="00F664B3" w:rsidRDefault="00B44DB5" w:rsidP="00B44DB5">
            <w:pPr>
              <w:pStyle w:val="SpecNormal"/>
              <w:spacing w:line="240" w:lineRule="auto"/>
            </w:pPr>
            <w:r w:rsidRPr="00F664B3">
              <w:t>5 Min</w:t>
            </w:r>
          </w:p>
        </w:tc>
      </w:tr>
      <w:tr w:rsidR="00B44DB5" w:rsidRPr="00F664B3" w14:paraId="35678B0C" w14:textId="77777777" w:rsidTr="00B44DB5">
        <w:trPr>
          <w:cantSplit/>
          <w:trHeight w:val="300"/>
          <w:jc w:val="center"/>
        </w:trPr>
        <w:tc>
          <w:tcPr>
            <w:tcW w:w="1851" w:type="dxa"/>
            <w:shd w:val="clear" w:color="auto" w:fill="auto"/>
            <w:noWrap/>
            <w:vAlign w:val="center"/>
            <w:hideMark/>
          </w:tcPr>
          <w:p w14:paraId="28F4D437" w14:textId="77777777" w:rsidR="00B44DB5" w:rsidRPr="00F664B3" w:rsidRDefault="00B44DB5" w:rsidP="00B44DB5">
            <w:pPr>
              <w:pStyle w:val="SpecNormal"/>
              <w:spacing w:line="240" w:lineRule="auto"/>
            </w:pPr>
            <w:r w:rsidRPr="00F664B3">
              <w:t>Boiler 1 High Water Alarm</w:t>
            </w:r>
          </w:p>
        </w:tc>
        <w:tc>
          <w:tcPr>
            <w:tcW w:w="800" w:type="dxa"/>
            <w:shd w:val="clear" w:color="auto" w:fill="auto"/>
            <w:noWrap/>
            <w:vAlign w:val="center"/>
            <w:hideMark/>
          </w:tcPr>
          <w:p w14:paraId="537E0F28"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261865D2"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1106FF89"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485E0DE" w14:textId="77777777" w:rsidR="00B44DB5" w:rsidRPr="00F664B3" w:rsidRDefault="00B44DB5" w:rsidP="00B44DB5">
            <w:pPr>
              <w:pStyle w:val="SpecNormal"/>
              <w:spacing w:line="240" w:lineRule="auto"/>
            </w:pPr>
            <w:r w:rsidRPr="00F664B3">
              <w:t>3 days</w:t>
            </w:r>
          </w:p>
        </w:tc>
        <w:tc>
          <w:tcPr>
            <w:tcW w:w="891" w:type="dxa"/>
            <w:vAlign w:val="center"/>
          </w:tcPr>
          <w:p w14:paraId="2F108409" w14:textId="77777777" w:rsidR="00B44DB5" w:rsidRPr="00F664B3" w:rsidRDefault="00B44DB5" w:rsidP="00B44DB5">
            <w:pPr>
              <w:pStyle w:val="SpecNormal"/>
              <w:spacing w:line="240" w:lineRule="auto"/>
            </w:pPr>
            <w:r w:rsidRPr="00F664B3">
              <w:t>C</w:t>
            </w:r>
          </w:p>
        </w:tc>
        <w:tc>
          <w:tcPr>
            <w:tcW w:w="1170" w:type="dxa"/>
            <w:vAlign w:val="center"/>
          </w:tcPr>
          <w:p w14:paraId="27A60984" w14:textId="77777777" w:rsidR="00B44DB5" w:rsidRPr="00F664B3" w:rsidRDefault="00B44DB5" w:rsidP="00B44DB5">
            <w:pPr>
              <w:pStyle w:val="SpecNormal"/>
              <w:spacing w:line="240" w:lineRule="auto"/>
            </w:pPr>
            <w:r w:rsidRPr="00F664B3">
              <w:t>True</w:t>
            </w:r>
          </w:p>
        </w:tc>
        <w:tc>
          <w:tcPr>
            <w:tcW w:w="909" w:type="dxa"/>
            <w:vAlign w:val="center"/>
          </w:tcPr>
          <w:p w14:paraId="27C7C1EE" w14:textId="77777777" w:rsidR="00B44DB5" w:rsidRPr="00F664B3" w:rsidRDefault="00B44DB5" w:rsidP="00B44DB5">
            <w:pPr>
              <w:pStyle w:val="SpecNormal"/>
              <w:spacing w:line="240" w:lineRule="auto"/>
            </w:pPr>
            <w:r w:rsidRPr="00F664B3">
              <w:t>5 Min</w:t>
            </w:r>
          </w:p>
        </w:tc>
      </w:tr>
      <w:tr w:rsidR="00B44DB5" w:rsidRPr="00F664B3" w14:paraId="3C8F75F3" w14:textId="77777777" w:rsidTr="00B44DB5">
        <w:trPr>
          <w:cantSplit/>
          <w:trHeight w:val="300"/>
          <w:jc w:val="center"/>
        </w:trPr>
        <w:tc>
          <w:tcPr>
            <w:tcW w:w="1851" w:type="dxa"/>
            <w:shd w:val="clear" w:color="auto" w:fill="auto"/>
            <w:noWrap/>
            <w:vAlign w:val="center"/>
            <w:hideMark/>
          </w:tcPr>
          <w:p w14:paraId="604E1F0D" w14:textId="77777777" w:rsidR="00B44DB5" w:rsidRPr="00F664B3" w:rsidRDefault="00B44DB5" w:rsidP="00B44DB5">
            <w:pPr>
              <w:pStyle w:val="SpecNormal"/>
              <w:spacing w:line="240" w:lineRule="auto"/>
            </w:pPr>
            <w:r w:rsidRPr="00F664B3">
              <w:t>Boiler 1 Feed Pump</w:t>
            </w:r>
          </w:p>
        </w:tc>
        <w:tc>
          <w:tcPr>
            <w:tcW w:w="800" w:type="dxa"/>
            <w:shd w:val="clear" w:color="auto" w:fill="auto"/>
            <w:noWrap/>
            <w:vAlign w:val="center"/>
            <w:hideMark/>
          </w:tcPr>
          <w:p w14:paraId="300A31CE"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12257DE3"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35B1CF8"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9733614" w14:textId="77777777" w:rsidR="00B44DB5" w:rsidRPr="00F664B3" w:rsidRDefault="00B44DB5" w:rsidP="00B44DB5">
            <w:pPr>
              <w:pStyle w:val="SpecNormal"/>
              <w:spacing w:line="240" w:lineRule="auto"/>
            </w:pPr>
            <w:r w:rsidRPr="00F664B3">
              <w:t>3 days</w:t>
            </w:r>
          </w:p>
        </w:tc>
        <w:tc>
          <w:tcPr>
            <w:tcW w:w="891" w:type="dxa"/>
            <w:vAlign w:val="center"/>
          </w:tcPr>
          <w:p w14:paraId="73EE6AE3" w14:textId="77777777" w:rsidR="00B44DB5" w:rsidRPr="00F664B3" w:rsidRDefault="00B44DB5" w:rsidP="00B44DB5">
            <w:pPr>
              <w:pStyle w:val="SpecNormal"/>
              <w:spacing w:line="240" w:lineRule="auto"/>
            </w:pPr>
            <w:r w:rsidRPr="00F664B3">
              <w:t>N/A</w:t>
            </w:r>
          </w:p>
        </w:tc>
        <w:tc>
          <w:tcPr>
            <w:tcW w:w="1170" w:type="dxa"/>
            <w:vAlign w:val="center"/>
          </w:tcPr>
          <w:p w14:paraId="1C878D90" w14:textId="77777777" w:rsidR="00B44DB5" w:rsidRPr="00F664B3" w:rsidRDefault="00B44DB5" w:rsidP="00B44DB5">
            <w:pPr>
              <w:pStyle w:val="SpecNormal"/>
              <w:spacing w:line="240" w:lineRule="auto"/>
            </w:pPr>
          </w:p>
        </w:tc>
        <w:tc>
          <w:tcPr>
            <w:tcW w:w="909" w:type="dxa"/>
            <w:vAlign w:val="center"/>
          </w:tcPr>
          <w:p w14:paraId="174E93F9" w14:textId="77777777" w:rsidR="00B44DB5" w:rsidRPr="00F664B3" w:rsidRDefault="00B44DB5" w:rsidP="00B44DB5">
            <w:pPr>
              <w:pStyle w:val="SpecNormal"/>
              <w:spacing w:line="240" w:lineRule="auto"/>
            </w:pPr>
          </w:p>
        </w:tc>
      </w:tr>
      <w:tr w:rsidR="00B44DB5" w:rsidRPr="00F664B3" w14:paraId="015EDD6A" w14:textId="77777777" w:rsidTr="00B44DB5">
        <w:trPr>
          <w:cantSplit/>
          <w:trHeight w:val="300"/>
          <w:jc w:val="center"/>
        </w:trPr>
        <w:tc>
          <w:tcPr>
            <w:tcW w:w="1851" w:type="dxa"/>
            <w:shd w:val="clear" w:color="auto" w:fill="auto"/>
            <w:noWrap/>
            <w:vAlign w:val="center"/>
            <w:hideMark/>
          </w:tcPr>
          <w:p w14:paraId="66ACB17C" w14:textId="77777777" w:rsidR="00B44DB5" w:rsidRPr="00F664B3" w:rsidRDefault="00B44DB5" w:rsidP="00B44DB5">
            <w:pPr>
              <w:pStyle w:val="SpecNormal"/>
              <w:spacing w:line="240" w:lineRule="auto"/>
            </w:pPr>
            <w:r w:rsidRPr="00F664B3">
              <w:t>Boiler 2 Enable</w:t>
            </w:r>
          </w:p>
        </w:tc>
        <w:tc>
          <w:tcPr>
            <w:tcW w:w="800" w:type="dxa"/>
            <w:shd w:val="clear" w:color="auto" w:fill="auto"/>
            <w:noWrap/>
            <w:vAlign w:val="center"/>
            <w:hideMark/>
          </w:tcPr>
          <w:p w14:paraId="0A21C375"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4C541813"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512C7010"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0D3E384" w14:textId="77777777" w:rsidR="00B44DB5" w:rsidRPr="00F664B3" w:rsidRDefault="00B44DB5" w:rsidP="00B44DB5">
            <w:pPr>
              <w:pStyle w:val="SpecNormal"/>
              <w:spacing w:line="240" w:lineRule="auto"/>
            </w:pPr>
            <w:r w:rsidRPr="00F664B3">
              <w:t>3 days</w:t>
            </w:r>
          </w:p>
        </w:tc>
        <w:tc>
          <w:tcPr>
            <w:tcW w:w="891" w:type="dxa"/>
            <w:vAlign w:val="center"/>
          </w:tcPr>
          <w:p w14:paraId="4BCC004A" w14:textId="77777777" w:rsidR="00B44DB5" w:rsidRPr="00F664B3" w:rsidRDefault="00B44DB5" w:rsidP="00B44DB5">
            <w:pPr>
              <w:pStyle w:val="SpecNormal"/>
              <w:spacing w:line="240" w:lineRule="auto"/>
            </w:pPr>
            <w:r w:rsidRPr="00F664B3">
              <w:t>N/A</w:t>
            </w:r>
          </w:p>
        </w:tc>
        <w:tc>
          <w:tcPr>
            <w:tcW w:w="1170" w:type="dxa"/>
            <w:vAlign w:val="center"/>
          </w:tcPr>
          <w:p w14:paraId="6C33FFB5" w14:textId="77777777" w:rsidR="00B44DB5" w:rsidRPr="00F664B3" w:rsidRDefault="00B44DB5" w:rsidP="00B44DB5">
            <w:pPr>
              <w:pStyle w:val="SpecNormal"/>
              <w:spacing w:line="240" w:lineRule="auto"/>
            </w:pPr>
          </w:p>
        </w:tc>
        <w:tc>
          <w:tcPr>
            <w:tcW w:w="909" w:type="dxa"/>
            <w:vAlign w:val="center"/>
          </w:tcPr>
          <w:p w14:paraId="21E5A104" w14:textId="77777777" w:rsidR="00B44DB5" w:rsidRPr="00F664B3" w:rsidRDefault="00B44DB5" w:rsidP="00B44DB5">
            <w:pPr>
              <w:pStyle w:val="SpecNormal"/>
              <w:spacing w:line="240" w:lineRule="auto"/>
            </w:pPr>
          </w:p>
        </w:tc>
      </w:tr>
      <w:tr w:rsidR="00B44DB5" w:rsidRPr="00F664B3" w14:paraId="7A838CE2" w14:textId="77777777" w:rsidTr="00B44DB5">
        <w:trPr>
          <w:cantSplit/>
          <w:trHeight w:val="300"/>
          <w:jc w:val="center"/>
        </w:trPr>
        <w:tc>
          <w:tcPr>
            <w:tcW w:w="1851" w:type="dxa"/>
            <w:shd w:val="clear" w:color="auto" w:fill="auto"/>
            <w:noWrap/>
            <w:vAlign w:val="center"/>
            <w:hideMark/>
          </w:tcPr>
          <w:p w14:paraId="2F60DF82" w14:textId="77777777" w:rsidR="00B44DB5" w:rsidRPr="00F664B3" w:rsidRDefault="00B44DB5" w:rsidP="00B44DB5">
            <w:pPr>
              <w:pStyle w:val="SpecNormal"/>
              <w:spacing w:line="240" w:lineRule="auto"/>
            </w:pPr>
            <w:r w:rsidRPr="00F664B3">
              <w:t>Boiler 2 Status</w:t>
            </w:r>
          </w:p>
        </w:tc>
        <w:tc>
          <w:tcPr>
            <w:tcW w:w="800" w:type="dxa"/>
            <w:shd w:val="clear" w:color="auto" w:fill="auto"/>
            <w:noWrap/>
            <w:vAlign w:val="center"/>
            <w:hideMark/>
          </w:tcPr>
          <w:p w14:paraId="326B5A51"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5B749D78"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23C9E418"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3402046" w14:textId="77777777" w:rsidR="00B44DB5" w:rsidRPr="00F664B3" w:rsidRDefault="00B44DB5" w:rsidP="00B44DB5">
            <w:pPr>
              <w:pStyle w:val="SpecNormal"/>
              <w:spacing w:line="240" w:lineRule="auto"/>
            </w:pPr>
            <w:r w:rsidRPr="00F664B3">
              <w:t>3 days</w:t>
            </w:r>
          </w:p>
        </w:tc>
        <w:tc>
          <w:tcPr>
            <w:tcW w:w="891" w:type="dxa"/>
            <w:vAlign w:val="center"/>
          </w:tcPr>
          <w:p w14:paraId="1E22CFB5" w14:textId="77777777" w:rsidR="00B44DB5" w:rsidRPr="00F664B3" w:rsidRDefault="00B44DB5" w:rsidP="00B44DB5">
            <w:pPr>
              <w:pStyle w:val="SpecNormal"/>
              <w:spacing w:line="240" w:lineRule="auto"/>
            </w:pPr>
            <w:r w:rsidRPr="00F664B3">
              <w:t>P</w:t>
            </w:r>
          </w:p>
        </w:tc>
        <w:tc>
          <w:tcPr>
            <w:tcW w:w="1170" w:type="dxa"/>
            <w:vAlign w:val="center"/>
          </w:tcPr>
          <w:p w14:paraId="38872806" w14:textId="77777777" w:rsidR="00B44DB5" w:rsidRPr="00F664B3" w:rsidRDefault="00B44DB5" w:rsidP="00B44DB5">
            <w:pPr>
              <w:pStyle w:val="SpecNormal"/>
              <w:spacing w:line="240" w:lineRule="auto"/>
            </w:pPr>
            <w:r w:rsidRPr="00F664B3">
              <w:t>Status &lt;&gt; Command</w:t>
            </w:r>
          </w:p>
        </w:tc>
        <w:tc>
          <w:tcPr>
            <w:tcW w:w="909" w:type="dxa"/>
            <w:vAlign w:val="center"/>
          </w:tcPr>
          <w:p w14:paraId="34173CC8" w14:textId="77777777" w:rsidR="00B44DB5" w:rsidRPr="00F664B3" w:rsidRDefault="00B44DB5" w:rsidP="00B44DB5">
            <w:pPr>
              <w:pStyle w:val="SpecNormal"/>
              <w:spacing w:line="240" w:lineRule="auto"/>
            </w:pPr>
            <w:r w:rsidRPr="00F664B3">
              <w:t>10 min</w:t>
            </w:r>
          </w:p>
        </w:tc>
      </w:tr>
      <w:tr w:rsidR="00B44DB5" w:rsidRPr="00F664B3" w14:paraId="6AC483ED" w14:textId="77777777" w:rsidTr="00B44DB5">
        <w:trPr>
          <w:cantSplit/>
          <w:trHeight w:val="300"/>
          <w:jc w:val="center"/>
        </w:trPr>
        <w:tc>
          <w:tcPr>
            <w:tcW w:w="1851" w:type="dxa"/>
            <w:shd w:val="clear" w:color="auto" w:fill="auto"/>
            <w:noWrap/>
            <w:vAlign w:val="center"/>
            <w:hideMark/>
          </w:tcPr>
          <w:p w14:paraId="23C0BE34" w14:textId="77777777" w:rsidR="00B44DB5" w:rsidRPr="00F664B3" w:rsidRDefault="00B44DB5" w:rsidP="00B44DB5">
            <w:pPr>
              <w:pStyle w:val="SpecNormal"/>
              <w:spacing w:line="240" w:lineRule="auto"/>
            </w:pPr>
            <w:r w:rsidRPr="00F664B3">
              <w:t>Boiler 2 Alarm</w:t>
            </w:r>
          </w:p>
        </w:tc>
        <w:tc>
          <w:tcPr>
            <w:tcW w:w="800" w:type="dxa"/>
            <w:shd w:val="clear" w:color="auto" w:fill="auto"/>
            <w:noWrap/>
            <w:vAlign w:val="center"/>
            <w:hideMark/>
          </w:tcPr>
          <w:p w14:paraId="344D8D5C"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1E34CC4E"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6A8E838E"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859D9C4" w14:textId="77777777" w:rsidR="00B44DB5" w:rsidRPr="00F664B3" w:rsidRDefault="00B44DB5" w:rsidP="00B44DB5">
            <w:pPr>
              <w:pStyle w:val="SpecNormal"/>
              <w:spacing w:line="240" w:lineRule="auto"/>
            </w:pPr>
            <w:r w:rsidRPr="00F664B3">
              <w:t>3 days</w:t>
            </w:r>
          </w:p>
        </w:tc>
        <w:tc>
          <w:tcPr>
            <w:tcW w:w="891" w:type="dxa"/>
            <w:vAlign w:val="center"/>
          </w:tcPr>
          <w:p w14:paraId="2A0425B9" w14:textId="77777777" w:rsidR="00B44DB5" w:rsidRPr="00F664B3" w:rsidRDefault="00B44DB5" w:rsidP="00B44DB5">
            <w:pPr>
              <w:pStyle w:val="SpecNormal"/>
              <w:spacing w:line="240" w:lineRule="auto"/>
            </w:pPr>
            <w:r w:rsidRPr="00F664B3">
              <w:t>C</w:t>
            </w:r>
          </w:p>
        </w:tc>
        <w:tc>
          <w:tcPr>
            <w:tcW w:w="1170" w:type="dxa"/>
            <w:vAlign w:val="center"/>
          </w:tcPr>
          <w:p w14:paraId="7C27E4DF" w14:textId="77777777" w:rsidR="00B44DB5" w:rsidRPr="00F664B3" w:rsidRDefault="00B44DB5" w:rsidP="00B44DB5">
            <w:pPr>
              <w:pStyle w:val="SpecNormal"/>
              <w:spacing w:line="240" w:lineRule="auto"/>
            </w:pPr>
            <w:r w:rsidRPr="00F664B3">
              <w:t>True</w:t>
            </w:r>
          </w:p>
        </w:tc>
        <w:tc>
          <w:tcPr>
            <w:tcW w:w="909" w:type="dxa"/>
            <w:vAlign w:val="center"/>
          </w:tcPr>
          <w:p w14:paraId="218447D5" w14:textId="77777777" w:rsidR="00B44DB5" w:rsidRPr="00F664B3" w:rsidRDefault="00B44DB5" w:rsidP="00B44DB5">
            <w:pPr>
              <w:pStyle w:val="SpecNormal"/>
              <w:spacing w:line="240" w:lineRule="auto"/>
            </w:pPr>
            <w:r w:rsidRPr="00F664B3">
              <w:t>1 Min</w:t>
            </w:r>
          </w:p>
        </w:tc>
      </w:tr>
      <w:tr w:rsidR="00B44DB5" w:rsidRPr="00F664B3" w14:paraId="4F9982F2" w14:textId="77777777" w:rsidTr="00B44DB5">
        <w:trPr>
          <w:cantSplit/>
          <w:trHeight w:val="300"/>
          <w:jc w:val="center"/>
        </w:trPr>
        <w:tc>
          <w:tcPr>
            <w:tcW w:w="1851" w:type="dxa"/>
            <w:shd w:val="clear" w:color="auto" w:fill="auto"/>
            <w:noWrap/>
            <w:vAlign w:val="center"/>
            <w:hideMark/>
          </w:tcPr>
          <w:p w14:paraId="10061B3A" w14:textId="77777777" w:rsidR="00B44DB5" w:rsidRPr="00F664B3" w:rsidRDefault="00B44DB5" w:rsidP="00B44DB5">
            <w:pPr>
              <w:pStyle w:val="SpecNormal"/>
              <w:spacing w:line="240" w:lineRule="auto"/>
            </w:pPr>
            <w:r w:rsidRPr="00F664B3">
              <w:t>Boiler 2 on Fuel Oil</w:t>
            </w:r>
          </w:p>
        </w:tc>
        <w:tc>
          <w:tcPr>
            <w:tcW w:w="800" w:type="dxa"/>
            <w:shd w:val="clear" w:color="auto" w:fill="auto"/>
            <w:noWrap/>
            <w:vAlign w:val="center"/>
            <w:hideMark/>
          </w:tcPr>
          <w:p w14:paraId="554F4AC6"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5DF46B70"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04CA9BE8"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BCBBC31" w14:textId="77777777" w:rsidR="00B44DB5" w:rsidRPr="00F664B3" w:rsidRDefault="00B44DB5" w:rsidP="00B44DB5">
            <w:pPr>
              <w:pStyle w:val="SpecNormal"/>
              <w:spacing w:line="240" w:lineRule="auto"/>
            </w:pPr>
            <w:r w:rsidRPr="00F664B3">
              <w:t>3 days</w:t>
            </w:r>
          </w:p>
        </w:tc>
        <w:tc>
          <w:tcPr>
            <w:tcW w:w="891" w:type="dxa"/>
            <w:vAlign w:val="center"/>
          </w:tcPr>
          <w:p w14:paraId="01FF8463" w14:textId="77777777" w:rsidR="00B44DB5" w:rsidRPr="00F664B3" w:rsidRDefault="00B44DB5" w:rsidP="00B44DB5">
            <w:pPr>
              <w:pStyle w:val="SpecNormal"/>
              <w:spacing w:line="240" w:lineRule="auto"/>
            </w:pPr>
            <w:r w:rsidRPr="00F664B3">
              <w:t>N/A</w:t>
            </w:r>
          </w:p>
        </w:tc>
        <w:tc>
          <w:tcPr>
            <w:tcW w:w="1170" w:type="dxa"/>
            <w:vAlign w:val="center"/>
          </w:tcPr>
          <w:p w14:paraId="428682B0" w14:textId="77777777" w:rsidR="00B44DB5" w:rsidRPr="00F664B3" w:rsidRDefault="00B44DB5" w:rsidP="00B44DB5">
            <w:pPr>
              <w:pStyle w:val="SpecNormal"/>
              <w:spacing w:line="240" w:lineRule="auto"/>
            </w:pPr>
          </w:p>
        </w:tc>
        <w:tc>
          <w:tcPr>
            <w:tcW w:w="909" w:type="dxa"/>
            <w:vAlign w:val="center"/>
          </w:tcPr>
          <w:p w14:paraId="3D5060AC" w14:textId="77777777" w:rsidR="00B44DB5" w:rsidRPr="00F664B3" w:rsidRDefault="00B44DB5" w:rsidP="00B44DB5">
            <w:pPr>
              <w:pStyle w:val="SpecNormal"/>
              <w:spacing w:line="240" w:lineRule="auto"/>
            </w:pPr>
          </w:p>
        </w:tc>
      </w:tr>
      <w:tr w:rsidR="00B44DB5" w:rsidRPr="00F664B3" w14:paraId="3DEFBC5D" w14:textId="77777777" w:rsidTr="00B44DB5">
        <w:trPr>
          <w:cantSplit/>
          <w:trHeight w:val="300"/>
          <w:jc w:val="center"/>
        </w:trPr>
        <w:tc>
          <w:tcPr>
            <w:tcW w:w="1851" w:type="dxa"/>
            <w:shd w:val="clear" w:color="auto" w:fill="auto"/>
            <w:noWrap/>
            <w:vAlign w:val="center"/>
            <w:hideMark/>
          </w:tcPr>
          <w:p w14:paraId="4F415D4C" w14:textId="77777777" w:rsidR="00B44DB5" w:rsidRPr="00F664B3" w:rsidRDefault="00B44DB5" w:rsidP="00B44DB5">
            <w:pPr>
              <w:pStyle w:val="SpecNormal"/>
              <w:spacing w:line="240" w:lineRule="auto"/>
            </w:pPr>
            <w:r w:rsidRPr="00F664B3">
              <w:t>Boiler 2 Low Water Alarm</w:t>
            </w:r>
          </w:p>
        </w:tc>
        <w:tc>
          <w:tcPr>
            <w:tcW w:w="800" w:type="dxa"/>
            <w:shd w:val="clear" w:color="auto" w:fill="auto"/>
            <w:noWrap/>
            <w:vAlign w:val="center"/>
            <w:hideMark/>
          </w:tcPr>
          <w:p w14:paraId="19A50F38"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6C458C51"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324E960"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A19DBB7" w14:textId="77777777" w:rsidR="00B44DB5" w:rsidRPr="00F664B3" w:rsidRDefault="00B44DB5" w:rsidP="00B44DB5">
            <w:pPr>
              <w:pStyle w:val="SpecNormal"/>
              <w:spacing w:line="240" w:lineRule="auto"/>
            </w:pPr>
            <w:r w:rsidRPr="00F664B3">
              <w:t>3 days</w:t>
            </w:r>
          </w:p>
        </w:tc>
        <w:tc>
          <w:tcPr>
            <w:tcW w:w="891" w:type="dxa"/>
            <w:vAlign w:val="center"/>
          </w:tcPr>
          <w:p w14:paraId="4D0F057F" w14:textId="77777777" w:rsidR="00B44DB5" w:rsidRPr="00F664B3" w:rsidRDefault="00B44DB5" w:rsidP="00B44DB5">
            <w:pPr>
              <w:pStyle w:val="SpecNormal"/>
              <w:spacing w:line="240" w:lineRule="auto"/>
            </w:pPr>
            <w:r w:rsidRPr="00F664B3">
              <w:t>C</w:t>
            </w:r>
          </w:p>
        </w:tc>
        <w:tc>
          <w:tcPr>
            <w:tcW w:w="1170" w:type="dxa"/>
            <w:vAlign w:val="center"/>
          </w:tcPr>
          <w:p w14:paraId="5452C974" w14:textId="77777777" w:rsidR="00B44DB5" w:rsidRPr="00F664B3" w:rsidRDefault="00B44DB5" w:rsidP="00B44DB5">
            <w:pPr>
              <w:pStyle w:val="SpecNormal"/>
              <w:spacing w:line="240" w:lineRule="auto"/>
            </w:pPr>
            <w:r w:rsidRPr="00F664B3">
              <w:t>True</w:t>
            </w:r>
          </w:p>
        </w:tc>
        <w:tc>
          <w:tcPr>
            <w:tcW w:w="909" w:type="dxa"/>
            <w:vAlign w:val="center"/>
          </w:tcPr>
          <w:p w14:paraId="07074BB3" w14:textId="77777777" w:rsidR="00B44DB5" w:rsidRPr="00F664B3" w:rsidRDefault="00B44DB5" w:rsidP="00B44DB5">
            <w:pPr>
              <w:pStyle w:val="SpecNormal"/>
              <w:spacing w:line="240" w:lineRule="auto"/>
            </w:pPr>
            <w:r w:rsidRPr="00F664B3">
              <w:t>5 Min</w:t>
            </w:r>
          </w:p>
        </w:tc>
      </w:tr>
      <w:tr w:rsidR="00B44DB5" w:rsidRPr="00F664B3" w14:paraId="0901EAAB" w14:textId="77777777" w:rsidTr="00B44DB5">
        <w:trPr>
          <w:cantSplit/>
          <w:trHeight w:val="300"/>
          <w:jc w:val="center"/>
        </w:trPr>
        <w:tc>
          <w:tcPr>
            <w:tcW w:w="1851" w:type="dxa"/>
            <w:shd w:val="clear" w:color="auto" w:fill="auto"/>
            <w:noWrap/>
            <w:vAlign w:val="center"/>
            <w:hideMark/>
          </w:tcPr>
          <w:p w14:paraId="311A0750" w14:textId="77777777" w:rsidR="00B44DB5" w:rsidRPr="00F664B3" w:rsidRDefault="00B44DB5" w:rsidP="00B44DB5">
            <w:pPr>
              <w:pStyle w:val="SpecNormal"/>
              <w:spacing w:line="240" w:lineRule="auto"/>
            </w:pPr>
            <w:r w:rsidRPr="00F664B3">
              <w:t>Boiler 2 High Water Alarm</w:t>
            </w:r>
          </w:p>
        </w:tc>
        <w:tc>
          <w:tcPr>
            <w:tcW w:w="800" w:type="dxa"/>
            <w:shd w:val="clear" w:color="auto" w:fill="auto"/>
            <w:noWrap/>
            <w:vAlign w:val="center"/>
            <w:hideMark/>
          </w:tcPr>
          <w:p w14:paraId="4E97657F"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211DA662"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0984D100"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752A6D8" w14:textId="77777777" w:rsidR="00B44DB5" w:rsidRPr="00F664B3" w:rsidRDefault="00B44DB5" w:rsidP="00B44DB5">
            <w:pPr>
              <w:pStyle w:val="SpecNormal"/>
              <w:spacing w:line="240" w:lineRule="auto"/>
            </w:pPr>
            <w:r w:rsidRPr="00F664B3">
              <w:t>3 days</w:t>
            </w:r>
          </w:p>
        </w:tc>
        <w:tc>
          <w:tcPr>
            <w:tcW w:w="891" w:type="dxa"/>
            <w:vAlign w:val="center"/>
          </w:tcPr>
          <w:p w14:paraId="48D78F00" w14:textId="77777777" w:rsidR="00B44DB5" w:rsidRPr="00F664B3" w:rsidRDefault="00B44DB5" w:rsidP="00B44DB5">
            <w:pPr>
              <w:pStyle w:val="SpecNormal"/>
              <w:spacing w:line="240" w:lineRule="auto"/>
            </w:pPr>
            <w:r w:rsidRPr="00F664B3">
              <w:t>C</w:t>
            </w:r>
          </w:p>
        </w:tc>
        <w:tc>
          <w:tcPr>
            <w:tcW w:w="1170" w:type="dxa"/>
            <w:vAlign w:val="center"/>
          </w:tcPr>
          <w:p w14:paraId="1095C75F" w14:textId="77777777" w:rsidR="00B44DB5" w:rsidRPr="00F664B3" w:rsidRDefault="00B44DB5" w:rsidP="00B44DB5">
            <w:pPr>
              <w:pStyle w:val="SpecNormal"/>
              <w:spacing w:line="240" w:lineRule="auto"/>
            </w:pPr>
            <w:r w:rsidRPr="00F664B3">
              <w:t>True</w:t>
            </w:r>
          </w:p>
        </w:tc>
        <w:tc>
          <w:tcPr>
            <w:tcW w:w="909" w:type="dxa"/>
            <w:vAlign w:val="center"/>
          </w:tcPr>
          <w:p w14:paraId="5D0E4F37" w14:textId="77777777" w:rsidR="00B44DB5" w:rsidRPr="00F664B3" w:rsidRDefault="00B44DB5" w:rsidP="00B44DB5">
            <w:pPr>
              <w:pStyle w:val="SpecNormal"/>
              <w:spacing w:line="240" w:lineRule="auto"/>
            </w:pPr>
            <w:r w:rsidRPr="00F664B3">
              <w:t>5 Min</w:t>
            </w:r>
          </w:p>
        </w:tc>
      </w:tr>
      <w:tr w:rsidR="00B44DB5" w:rsidRPr="00F664B3" w14:paraId="42D78344" w14:textId="77777777" w:rsidTr="00B44DB5">
        <w:trPr>
          <w:cantSplit/>
          <w:trHeight w:val="300"/>
          <w:jc w:val="center"/>
        </w:trPr>
        <w:tc>
          <w:tcPr>
            <w:tcW w:w="1851" w:type="dxa"/>
            <w:shd w:val="clear" w:color="auto" w:fill="auto"/>
            <w:noWrap/>
            <w:vAlign w:val="center"/>
            <w:hideMark/>
          </w:tcPr>
          <w:p w14:paraId="29945500" w14:textId="77777777" w:rsidR="00B44DB5" w:rsidRPr="00F664B3" w:rsidRDefault="00B44DB5" w:rsidP="00B44DB5">
            <w:pPr>
              <w:pStyle w:val="SpecNormal"/>
              <w:spacing w:line="240" w:lineRule="auto"/>
            </w:pPr>
            <w:r w:rsidRPr="00F664B3">
              <w:t>Boiler 2 Feed Pump</w:t>
            </w:r>
          </w:p>
        </w:tc>
        <w:tc>
          <w:tcPr>
            <w:tcW w:w="800" w:type="dxa"/>
            <w:shd w:val="clear" w:color="auto" w:fill="auto"/>
            <w:noWrap/>
            <w:vAlign w:val="center"/>
            <w:hideMark/>
          </w:tcPr>
          <w:p w14:paraId="3A8DA14A"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667167E0"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27AAEDF8"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37804A7" w14:textId="77777777" w:rsidR="00B44DB5" w:rsidRPr="00F664B3" w:rsidRDefault="00B44DB5" w:rsidP="00B44DB5">
            <w:pPr>
              <w:pStyle w:val="SpecNormal"/>
              <w:spacing w:line="240" w:lineRule="auto"/>
            </w:pPr>
            <w:r w:rsidRPr="00F664B3">
              <w:t>3 days</w:t>
            </w:r>
          </w:p>
        </w:tc>
        <w:tc>
          <w:tcPr>
            <w:tcW w:w="891" w:type="dxa"/>
            <w:vAlign w:val="center"/>
          </w:tcPr>
          <w:p w14:paraId="0E577867" w14:textId="77777777" w:rsidR="00B44DB5" w:rsidRPr="00F664B3" w:rsidRDefault="00B44DB5" w:rsidP="00B44DB5">
            <w:pPr>
              <w:pStyle w:val="SpecNormal"/>
              <w:spacing w:line="240" w:lineRule="auto"/>
            </w:pPr>
            <w:r w:rsidRPr="00F664B3">
              <w:t>N/A</w:t>
            </w:r>
          </w:p>
        </w:tc>
        <w:tc>
          <w:tcPr>
            <w:tcW w:w="1170" w:type="dxa"/>
            <w:vAlign w:val="center"/>
          </w:tcPr>
          <w:p w14:paraId="4CB2B2F3" w14:textId="77777777" w:rsidR="00B44DB5" w:rsidRPr="00F664B3" w:rsidRDefault="00B44DB5" w:rsidP="00B44DB5">
            <w:pPr>
              <w:pStyle w:val="SpecNormal"/>
              <w:spacing w:line="240" w:lineRule="auto"/>
            </w:pPr>
          </w:p>
        </w:tc>
        <w:tc>
          <w:tcPr>
            <w:tcW w:w="909" w:type="dxa"/>
            <w:vAlign w:val="center"/>
          </w:tcPr>
          <w:p w14:paraId="7E880291" w14:textId="77777777" w:rsidR="00B44DB5" w:rsidRPr="00F664B3" w:rsidRDefault="00B44DB5" w:rsidP="00B44DB5">
            <w:pPr>
              <w:pStyle w:val="SpecNormal"/>
              <w:spacing w:line="240" w:lineRule="auto"/>
            </w:pPr>
          </w:p>
        </w:tc>
      </w:tr>
      <w:tr w:rsidR="00B44DB5" w:rsidRPr="00F664B3" w14:paraId="41CA3C0D" w14:textId="77777777" w:rsidTr="00B44DB5">
        <w:trPr>
          <w:cantSplit/>
          <w:trHeight w:val="300"/>
          <w:jc w:val="center"/>
        </w:trPr>
        <w:tc>
          <w:tcPr>
            <w:tcW w:w="1851" w:type="dxa"/>
            <w:shd w:val="clear" w:color="auto" w:fill="auto"/>
            <w:noWrap/>
            <w:vAlign w:val="center"/>
            <w:hideMark/>
          </w:tcPr>
          <w:p w14:paraId="60D394A7" w14:textId="77777777" w:rsidR="00B44DB5" w:rsidRPr="00F664B3" w:rsidRDefault="00B44DB5" w:rsidP="00B44DB5">
            <w:pPr>
              <w:pStyle w:val="SpecNormal"/>
              <w:spacing w:line="240" w:lineRule="auto"/>
            </w:pPr>
            <w:r w:rsidRPr="00F664B3">
              <w:t>Combustion Damper Status</w:t>
            </w:r>
          </w:p>
        </w:tc>
        <w:tc>
          <w:tcPr>
            <w:tcW w:w="800" w:type="dxa"/>
            <w:shd w:val="clear" w:color="auto" w:fill="auto"/>
            <w:noWrap/>
            <w:vAlign w:val="center"/>
            <w:hideMark/>
          </w:tcPr>
          <w:p w14:paraId="2FFAB96A"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40A7DCD1"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02CF1871"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DE96AB6" w14:textId="77777777" w:rsidR="00B44DB5" w:rsidRPr="00F664B3" w:rsidRDefault="00B44DB5" w:rsidP="00B44DB5">
            <w:pPr>
              <w:pStyle w:val="SpecNormal"/>
              <w:spacing w:line="240" w:lineRule="auto"/>
            </w:pPr>
            <w:r w:rsidRPr="00F664B3">
              <w:t>3 days</w:t>
            </w:r>
          </w:p>
        </w:tc>
        <w:tc>
          <w:tcPr>
            <w:tcW w:w="891" w:type="dxa"/>
            <w:vAlign w:val="center"/>
          </w:tcPr>
          <w:p w14:paraId="5EAFA2C8" w14:textId="77777777" w:rsidR="00B44DB5" w:rsidRPr="00F664B3" w:rsidRDefault="00B44DB5" w:rsidP="00B44DB5">
            <w:pPr>
              <w:pStyle w:val="SpecNormal"/>
              <w:spacing w:line="240" w:lineRule="auto"/>
            </w:pPr>
            <w:r w:rsidRPr="00F664B3">
              <w:t>P</w:t>
            </w:r>
          </w:p>
        </w:tc>
        <w:tc>
          <w:tcPr>
            <w:tcW w:w="1170" w:type="dxa"/>
            <w:vAlign w:val="center"/>
          </w:tcPr>
          <w:p w14:paraId="1304BB42" w14:textId="77777777" w:rsidR="00B44DB5" w:rsidRPr="00F664B3" w:rsidRDefault="00B44DB5" w:rsidP="00B44DB5">
            <w:pPr>
              <w:pStyle w:val="SpecNormal"/>
              <w:spacing w:line="240" w:lineRule="auto"/>
            </w:pPr>
            <w:r w:rsidRPr="00F664B3">
              <w:t>Status &lt;&gt; Command</w:t>
            </w:r>
          </w:p>
        </w:tc>
        <w:tc>
          <w:tcPr>
            <w:tcW w:w="909" w:type="dxa"/>
            <w:vAlign w:val="center"/>
          </w:tcPr>
          <w:p w14:paraId="37909C55" w14:textId="77777777" w:rsidR="00B44DB5" w:rsidRPr="00F664B3" w:rsidRDefault="00B44DB5" w:rsidP="00B44DB5">
            <w:pPr>
              <w:pStyle w:val="SpecNormal"/>
              <w:spacing w:line="240" w:lineRule="auto"/>
            </w:pPr>
            <w:r w:rsidRPr="00F664B3">
              <w:t>5 min</w:t>
            </w:r>
          </w:p>
        </w:tc>
      </w:tr>
      <w:tr w:rsidR="00B44DB5" w:rsidRPr="00F664B3" w14:paraId="4DFEF214" w14:textId="77777777" w:rsidTr="00B44DB5">
        <w:trPr>
          <w:cantSplit/>
          <w:trHeight w:val="300"/>
          <w:jc w:val="center"/>
        </w:trPr>
        <w:tc>
          <w:tcPr>
            <w:tcW w:w="1851" w:type="dxa"/>
            <w:shd w:val="clear" w:color="auto" w:fill="auto"/>
            <w:noWrap/>
            <w:vAlign w:val="center"/>
            <w:hideMark/>
          </w:tcPr>
          <w:p w14:paraId="066E8A08" w14:textId="77777777" w:rsidR="00B44DB5" w:rsidRPr="00F664B3" w:rsidRDefault="00B44DB5" w:rsidP="00B44DB5">
            <w:pPr>
              <w:pStyle w:val="SpecNormal"/>
              <w:spacing w:line="240" w:lineRule="auto"/>
            </w:pPr>
            <w:r w:rsidRPr="00F664B3">
              <w:t>Condensate Recovery Pump Status</w:t>
            </w:r>
          </w:p>
        </w:tc>
        <w:tc>
          <w:tcPr>
            <w:tcW w:w="800" w:type="dxa"/>
            <w:shd w:val="clear" w:color="auto" w:fill="auto"/>
            <w:noWrap/>
            <w:vAlign w:val="center"/>
            <w:hideMark/>
          </w:tcPr>
          <w:p w14:paraId="59B1F713"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1B606726"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5C61EF13"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41D96AD" w14:textId="77777777" w:rsidR="00B44DB5" w:rsidRPr="00F664B3" w:rsidRDefault="00B44DB5" w:rsidP="00B44DB5">
            <w:pPr>
              <w:pStyle w:val="SpecNormal"/>
              <w:spacing w:line="240" w:lineRule="auto"/>
            </w:pPr>
            <w:r w:rsidRPr="00F664B3">
              <w:t>3 days</w:t>
            </w:r>
          </w:p>
        </w:tc>
        <w:tc>
          <w:tcPr>
            <w:tcW w:w="891" w:type="dxa"/>
            <w:vAlign w:val="center"/>
          </w:tcPr>
          <w:p w14:paraId="6E2A3E77" w14:textId="77777777" w:rsidR="00B44DB5" w:rsidRPr="00F664B3" w:rsidRDefault="00B44DB5" w:rsidP="00B44DB5">
            <w:pPr>
              <w:pStyle w:val="SpecNormal"/>
              <w:spacing w:line="240" w:lineRule="auto"/>
            </w:pPr>
            <w:r w:rsidRPr="00F664B3">
              <w:t>P</w:t>
            </w:r>
          </w:p>
        </w:tc>
        <w:tc>
          <w:tcPr>
            <w:tcW w:w="1170" w:type="dxa"/>
            <w:vAlign w:val="center"/>
          </w:tcPr>
          <w:p w14:paraId="65AB5057" w14:textId="77777777" w:rsidR="00B44DB5" w:rsidRPr="00F664B3" w:rsidRDefault="00B44DB5" w:rsidP="00B44DB5">
            <w:pPr>
              <w:pStyle w:val="SpecNormal"/>
              <w:spacing w:line="240" w:lineRule="auto"/>
            </w:pPr>
            <w:r w:rsidRPr="00F664B3">
              <w:t>Status &lt;&gt; Command</w:t>
            </w:r>
          </w:p>
        </w:tc>
        <w:tc>
          <w:tcPr>
            <w:tcW w:w="909" w:type="dxa"/>
            <w:vAlign w:val="center"/>
          </w:tcPr>
          <w:p w14:paraId="78361635" w14:textId="77777777" w:rsidR="00B44DB5" w:rsidRPr="00F664B3" w:rsidRDefault="00B44DB5" w:rsidP="00B44DB5">
            <w:pPr>
              <w:pStyle w:val="SpecNormal"/>
              <w:spacing w:line="240" w:lineRule="auto"/>
            </w:pPr>
            <w:r w:rsidRPr="00F664B3">
              <w:t>5 min</w:t>
            </w:r>
          </w:p>
        </w:tc>
      </w:tr>
      <w:tr w:rsidR="00B44DB5" w:rsidRPr="00F664B3" w14:paraId="2BA688FC" w14:textId="77777777" w:rsidTr="00B44DB5">
        <w:trPr>
          <w:cantSplit/>
          <w:trHeight w:val="300"/>
          <w:jc w:val="center"/>
        </w:trPr>
        <w:tc>
          <w:tcPr>
            <w:tcW w:w="1851" w:type="dxa"/>
            <w:shd w:val="clear" w:color="auto" w:fill="auto"/>
            <w:noWrap/>
            <w:vAlign w:val="center"/>
            <w:hideMark/>
          </w:tcPr>
          <w:p w14:paraId="4899C8CD"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4EB92AA7"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30A61BC4"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6F83F289"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33FC64C9" w14:textId="77777777" w:rsidR="00B44DB5" w:rsidRPr="00F664B3" w:rsidRDefault="00B44DB5" w:rsidP="00B44DB5">
            <w:pPr>
              <w:pStyle w:val="SpecNormal"/>
              <w:spacing w:line="240" w:lineRule="auto"/>
            </w:pPr>
          </w:p>
        </w:tc>
        <w:tc>
          <w:tcPr>
            <w:tcW w:w="891" w:type="dxa"/>
            <w:vAlign w:val="center"/>
          </w:tcPr>
          <w:p w14:paraId="74B345F6" w14:textId="77777777" w:rsidR="00B44DB5" w:rsidRPr="00F664B3" w:rsidRDefault="00B44DB5" w:rsidP="00B44DB5">
            <w:pPr>
              <w:pStyle w:val="SpecNormal"/>
              <w:spacing w:line="240" w:lineRule="auto"/>
            </w:pPr>
          </w:p>
        </w:tc>
        <w:tc>
          <w:tcPr>
            <w:tcW w:w="1170" w:type="dxa"/>
            <w:vAlign w:val="center"/>
          </w:tcPr>
          <w:p w14:paraId="1C8FF17F" w14:textId="77777777" w:rsidR="00B44DB5" w:rsidRPr="00F664B3" w:rsidRDefault="00B44DB5" w:rsidP="00B44DB5">
            <w:pPr>
              <w:pStyle w:val="SpecNormal"/>
              <w:spacing w:line="240" w:lineRule="auto"/>
            </w:pPr>
          </w:p>
        </w:tc>
        <w:tc>
          <w:tcPr>
            <w:tcW w:w="909" w:type="dxa"/>
            <w:vAlign w:val="center"/>
          </w:tcPr>
          <w:p w14:paraId="593043D1" w14:textId="77777777" w:rsidR="00B44DB5" w:rsidRPr="00F664B3" w:rsidRDefault="00B44DB5" w:rsidP="00B44DB5">
            <w:pPr>
              <w:pStyle w:val="SpecNormal"/>
              <w:spacing w:line="240" w:lineRule="auto"/>
            </w:pPr>
          </w:p>
        </w:tc>
      </w:tr>
      <w:tr w:rsidR="00B44DB5" w:rsidRPr="00F664B3" w14:paraId="1030D65A" w14:textId="77777777" w:rsidTr="00B44DB5">
        <w:trPr>
          <w:cantSplit/>
          <w:trHeight w:val="300"/>
          <w:jc w:val="center"/>
        </w:trPr>
        <w:tc>
          <w:tcPr>
            <w:tcW w:w="1851" w:type="dxa"/>
            <w:shd w:val="clear" w:color="auto" w:fill="auto"/>
            <w:noWrap/>
            <w:vAlign w:val="center"/>
            <w:hideMark/>
          </w:tcPr>
          <w:p w14:paraId="2EE20024" w14:textId="77777777" w:rsidR="00B44DB5" w:rsidRPr="00F664B3" w:rsidRDefault="00B44DB5" w:rsidP="00B44DB5">
            <w:pPr>
              <w:pStyle w:val="SpecNormal"/>
              <w:spacing w:line="240" w:lineRule="auto"/>
            </w:pPr>
            <w:r w:rsidRPr="00F664B3">
              <w:t>Boiler 1 Feed Pump Start / Stop</w:t>
            </w:r>
          </w:p>
        </w:tc>
        <w:tc>
          <w:tcPr>
            <w:tcW w:w="800" w:type="dxa"/>
            <w:shd w:val="clear" w:color="auto" w:fill="auto"/>
            <w:noWrap/>
            <w:vAlign w:val="center"/>
            <w:hideMark/>
          </w:tcPr>
          <w:p w14:paraId="2F2C41B1"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4FE0EA42"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0287C058"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CEAA5B2" w14:textId="77777777" w:rsidR="00B44DB5" w:rsidRPr="00F664B3" w:rsidRDefault="00B44DB5" w:rsidP="00B44DB5">
            <w:pPr>
              <w:pStyle w:val="SpecNormal"/>
              <w:spacing w:line="240" w:lineRule="auto"/>
            </w:pPr>
            <w:r w:rsidRPr="00F664B3">
              <w:t>3 days</w:t>
            </w:r>
          </w:p>
        </w:tc>
        <w:tc>
          <w:tcPr>
            <w:tcW w:w="891" w:type="dxa"/>
            <w:vAlign w:val="center"/>
          </w:tcPr>
          <w:p w14:paraId="40E35A35" w14:textId="77777777" w:rsidR="00B44DB5" w:rsidRPr="00F664B3" w:rsidRDefault="00B44DB5" w:rsidP="00B44DB5">
            <w:pPr>
              <w:pStyle w:val="SpecNormal"/>
              <w:spacing w:line="240" w:lineRule="auto"/>
            </w:pPr>
            <w:r w:rsidRPr="00F664B3">
              <w:t>N/A</w:t>
            </w:r>
          </w:p>
        </w:tc>
        <w:tc>
          <w:tcPr>
            <w:tcW w:w="1170" w:type="dxa"/>
            <w:vAlign w:val="center"/>
          </w:tcPr>
          <w:p w14:paraId="6D088B1A" w14:textId="77777777" w:rsidR="00B44DB5" w:rsidRPr="00F664B3" w:rsidRDefault="00B44DB5" w:rsidP="00B44DB5">
            <w:pPr>
              <w:pStyle w:val="SpecNormal"/>
              <w:spacing w:line="240" w:lineRule="auto"/>
            </w:pPr>
          </w:p>
        </w:tc>
        <w:tc>
          <w:tcPr>
            <w:tcW w:w="909" w:type="dxa"/>
            <w:vAlign w:val="center"/>
          </w:tcPr>
          <w:p w14:paraId="7BCD5B34" w14:textId="77777777" w:rsidR="00B44DB5" w:rsidRPr="00F664B3" w:rsidRDefault="00B44DB5" w:rsidP="00B44DB5">
            <w:pPr>
              <w:pStyle w:val="SpecNormal"/>
              <w:spacing w:line="240" w:lineRule="auto"/>
            </w:pPr>
          </w:p>
        </w:tc>
      </w:tr>
      <w:tr w:rsidR="00B44DB5" w:rsidRPr="00F664B3" w14:paraId="61BC8AF0" w14:textId="77777777" w:rsidTr="00B44DB5">
        <w:trPr>
          <w:cantSplit/>
          <w:trHeight w:val="300"/>
          <w:jc w:val="center"/>
        </w:trPr>
        <w:tc>
          <w:tcPr>
            <w:tcW w:w="1851" w:type="dxa"/>
            <w:shd w:val="clear" w:color="auto" w:fill="auto"/>
            <w:noWrap/>
            <w:vAlign w:val="center"/>
            <w:hideMark/>
          </w:tcPr>
          <w:p w14:paraId="3C9BE2EF" w14:textId="77777777" w:rsidR="00B44DB5" w:rsidRPr="00F664B3" w:rsidRDefault="00B44DB5" w:rsidP="00B44DB5">
            <w:pPr>
              <w:pStyle w:val="SpecNormal"/>
              <w:spacing w:line="240" w:lineRule="auto"/>
            </w:pPr>
            <w:r w:rsidRPr="00F664B3">
              <w:t>Boiler 2 Start / Stop</w:t>
            </w:r>
          </w:p>
        </w:tc>
        <w:tc>
          <w:tcPr>
            <w:tcW w:w="800" w:type="dxa"/>
            <w:shd w:val="clear" w:color="auto" w:fill="auto"/>
            <w:noWrap/>
            <w:vAlign w:val="center"/>
            <w:hideMark/>
          </w:tcPr>
          <w:p w14:paraId="435DB30E"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7CAAFDD1"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6D8440B"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1B7436B" w14:textId="77777777" w:rsidR="00B44DB5" w:rsidRPr="00F664B3" w:rsidRDefault="00B44DB5" w:rsidP="00B44DB5">
            <w:pPr>
              <w:pStyle w:val="SpecNormal"/>
              <w:spacing w:line="240" w:lineRule="auto"/>
            </w:pPr>
            <w:r w:rsidRPr="00F664B3">
              <w:t>3 days</w:t>
            </w:r>
          </w:p>
        </w:tc>
        <w:tc>
          <w:tcPr>
            <w:tcW w:w="891" w:type="dxa"/>
            <w:vAlign w:val="center"/>
          </w:tcPr>
          <w:p w14:paraId="1EA24F84" w14:textId="77777777" w:rsidR="00B44DB5" w:rsidRPr="00F664B3" w:rsidRDefault="00B44DB5" w:rsidP="00B44DB5">
            <w:pPr>
              <w:pStyle w:val="SpecNormal"/>
              <w:spacing w:line="240" w:lineRule="auto"/>
            </w:pPr>
            <w:r w:rsidRPr="00F664B3">
              <w:t>N/A</w:t>
            </w:r>
          </w:p>
        </w:tc>
        <w:tc>
          <w:tcPr>
            <w:tcW w:w="1170" w:type="dxa"/>
            <w:vAlign w:val="center"/>
          </w:tcPr>
          <w:p w14:paraId="53D1474E" w14:textId="77777777" w:rsidR="00B44DB5" w:rsidRPr="00F664B3" w:rsidRDefault="00B44DB5" w:rsidP="00B44DB5">
            <w:pPr>
              <w:pStyle w:val="SpecNormal"/>
              <w:spacing w:line="240" w:lineRule="auto"/>
            </w:pPr>
          </w:p>
        </w:tc>
        <w:tc>
          <w:tcPr>
            <w:tcW w:w="909" w:type="dxa"/>
            <w:vAlign w:val="center"/>
          </w:tcPr>
          <w:p w14:paraId="1EA958B3" w14:textId="77777777" w:rsidR="00B44DB5" w:rsidRPr="00F664B3" w:rsidRDefault="00B44DB5" w:rsidP="00B44DB5">
            <w:pPr>
              <w:pStyle w:val="SpecNormal"/>
              <w:spacing w:line="240" w:lineRule="auto"/>
            </w:pPr>
          </w:p>
        </w:tc>
      </w:tr>
      <w:tr w:rsidR="00B44DB5" w:rsidRPr="00F664B3" w14:paraId="22B71FF4" w14:textId="77777777" w:rsidTr="00B44DB5">
        <w:trPr>
          <w:cantSplit/>
          <w:trHeight w:val="300"/>
          <w:jc w:val="center"/>
        </w:trPr>
        <w:tc>
          <w:tcPr>
            <w:tcW w:w="1851" w:type="dxa"/>
            <w:shd w:val="clear" w:color="auto" w:fill="auto"/>
            <w:noWrap/>
            <w:vAlign w:val="center"/>
            <w:hideMark/>
          </w:tcPr>
          <w:p w14:paraId="192B1712" w14:textId="77777777" w:rsidR="00B44DB5" w:rsidRPr="00F664B3" w:rsidRDefault="00B44DB5" w:rsidP="00B44DB5">
            <w:pPr>
              <w:pStyle w:val="SpecNormal"/>
              <w:spacing w:line="240" w:lineRule="auto"/>
            </w:pPr>
            <w:r w:rsidRPr="00F664B3">
              <w:t>Combustion Damper Command</w:t>
            </w:r>
          </w:p>
        </w:tc>
        <w:tc>
          <w:tcPr>
            <w:tcW w:w="800" w:type="dxa"/>
            <w:shd w:val="clear" w:color="auto" w:fill="auto"/>
            <w:noWrap/>
            <w:vAlign w:val="center"/>
            <w:hideMark/>
          </w:tcPr>
          <w:p w14:paraId="2520C703"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757F7DC7"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37092445"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4C130F9" w14:textId="77777777" w:rsidR="00B44DB5" w:rsidRPr="00F664B3" w:rsidRDefault="00B44DB5" w:rsidP="00B44DB5">
            <w:pPr>
              <w:pStyle w:val="SpecNormal"/>
              <w:spacing w:line="240" w:lineRule="auto"/>
            </w:pPr>
            <w:r w:rsidRPr="00F664B3">
              <w:t>3 days</w:t>
            </w:r>
          </w:p>
        </w:tc>
        <w:tc>
          <w:tcPr>
            <w:tcW w:w="891" w:type="dxa"/>
            <w:vAlign w:val="center"/>
          </w:tcPr>
          <w:p w14:paraId="3280AC5B" w14:textId="77777777" w:rsidR="00B44DB5" w:rsidRPr="00F664B3" w:rsidRDefault="00B44DB5" w:rsidP="00B44DB5">
            <w:pPr>
              <w:pStyle w:val="SpecNormal"/>
              <w:spacing w:line="240" w:lineRule="auto"/>
            </w:pPr>
            <w:r w:rsidRPr="00F664B3">
              <w:t>N/A</w:t>
            </w:r>
          </w:p>
        </w:tc>
        <w:tc>
          <w:tcPr>
            <w:tcW w:w="1170" w:type="dxa"/>
            <w:vAlign w:val="center"/>
          </w:tcPr>
          <w:p w14:paraId="0D60E81E" w14:textId="77777777" w:rsidR="00B44DB5" w:rsidRPr="00F664B3" w:rsidRDefault="00B44DB5" w:rsidP="00B44DB5">
            <w:pPr>
              <w:pStyle w:val="SpecNormal"/>
              <w:spacing w:line="240" w:lineRule="auto"/>
            </w:pPr>
          </w:p>
        </w:tc>
        <w:tc>
          <w:tcPr>
            <w:tcW w:w="909" w:type="dxa"/>
            <w:vAlign w:val="center"/>
          </w:tcPr>
          <w:p w14:paraId="59B57E32" w14:textId="77777777" w:rsidR="00B44DB5" w:rsidRPr="00F664B3" w:rsidRDefault="00B44DB5" w:rsidP="00B44DB5">
            <w:pPr>
              <w:pStyle w:val="SpecNormal"/>
              <w:spacing w:line="240" w:lineRule="auto"/>
            </w:pPr>
          </w:p>
        </w:tc>
      </w:tr>
      <w:tr w:rsidR="00B44DB5" w:rsidRPr="00F664B3" w14:paraId="71BCC190" w14:textId="77777777" w:rsidTr="00B44DB5">
        <w:trPr>
          <w:cantSplit/>
          <w:trHeight w:val="300"/>
          <w:jc w:val="center"/>
        </w:trPr>
        <w:tc>
          <w:tcPr>
            <w:tcW w:w="1851" w:type="dxa"/>
            <w:shd w:val="clear" w:color="auto" w:fill="auto"/>
            <w:noWrap/>
            <w:vAlign w:val="center"/>
            <w:hideMark/>
          </w:tcPr>
          <w:p w14:paraId="66519AAC" w14:textId="77777777" w:rsidR="00B44DB5" w:rsidRPr="00F664B3" w:rsidRDefault="00B44DB5" w:rsidP="00B44DB5">
            <w:pPr>
              <w:pStyle w:val="SpecNormal"/>
              <w:spacing w:line="240" w:lineRule="auto"/>
            </w:pPr>
            <w:r w:rsidRPr="00F664B3">
              <w:t>Condensate Recovery Pump Start / Stop</w:t>
            </w:r>
          </w:p>
        </w:tc>
        <w:tc>
          <w:tcPr>
            <w:tcW w:w="800" w:type="dxa"/>
            <w:shd w:val="clear" w:color="auto" w:fill="auto"/>
            <w:noWrap/>
            <w:vAlign w:val="center"/>
            <w:hideMark/>
          </w:tcPr>
          <w:p w14:paraId="63A799D0"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2FC4BEE5"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29DC141C"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AFC437F" w14:textId="77777777" w:rsidR="00B44DB5" w:rsidRPr="00F664B3" w:rsidRDefault="00B44DB5" w:rsidP="00B44DB5">
            <w:pPr>
              <w:pStyle w:val="SpecNormal"/>
              <w:spacing w:line="240" w:lineRule="auto"/>
            </w:pPr>
            <w:r w:rsidRPr="00F664B3">
              <w:t>3 days</w:t>
            </w:r>
          </w:p>
        </w:tc>
        <w:tc>
          <w:tcPr>
            <w:tcW w:w="891" w:type="dxa"/>
            <w:vAlign w:val="center"/>
          </w:tcPr>
          <w:p w14:paraId="3AB64A5C" w14:textId="77777777" w:rsidR="00B44DB5" w:rsidRPr="00F664B3" w:rsidRDefault="00B44DB5" w:rsidP="00B44DB5">
            <w:pPr>
              <w:pStyle w:val="SpecNormal"/>
              <w:spacing w:line="240" w:lineRule="auto"/>
            </w:pPr>
            <w:r w:rsidRPr="00F664B3">
              <w:t>N/A</w:t>
            </w:r>
          </w:p>
        </w:tc>
        <w:tc>
          <w:tcPr>
            <w:tcW w:w="1170" w:type="dxa"/>
            <w:vAlign w:val="center"/>
          </w:tcPr>
          <w:p w14:paraId="7E4F828F" w14:textId="77777777" w:rsidR="00B44DB5" w:rsidRPr="00F664B3" w:rsidRDefault="00B44DB5" w:rsidP="00B44DB5">
            <w:pPr>
              <w:pStyle w:val="SpecNormal"/>
              <w:spacing w:line="240" w:lineRule="auto"/>
            </w:pPr>
          </w:p>
        </w:tc>
        <w:tc>
          <w:tcPr>
            <w:tcW w:w="909" w:type="dxa"/>
            <w:vAlign w:val="center"/>
          </w:tcPr>
          <w:p w14:paraId="4B50B1AB" w14:textId="77777777" w:rsidR="00B44DB5" w:rsidRPr="00F664B3" w:rsidRDefault="00B44DB5" w:rsidP="00B44DB5">
            <w:pPr>
              <w:pStyle w:val="SpecNormal"/>
              <w:spacing w:line="240" w:lineRule="auto"/>
            </w:pPr>
          </w:p>
        </w:tc>
      </w:tr>
    </w:tbl>
    <w:p w14:paraId="715AA659" w14:textId="77777777" w:rsidR="00B44DB5" w:rsidRDefault="00B44DB5" w:rsidP="00B44DB5">
      <w:pPr>
        <w:pStyle w:val="Level2"/>
      </w:pPr>
    </w:p>
    <w:p w14:paraId="3DAC9A0B" w14:textId="77777777" w:rsidR="00B44DB5" w:rsidRDefault="00B44DB5" w:rsidP="00B44DB5">
      <w:pPr>
        <w:pStyle w:val="Level2"/>
      </w:pPr>
    </w:p>
    <w:p w14:paraId="219E7FA0" w14:textId="77777777" w:rsidR="00B44DB5" w:rsidRDefault="00B44DB5" w:rsidP="00B44DB5">
      <w:pPr>
        <w:pStyle w:val="Level2"/>
      </w:pPr>
    </w:p>
    <w:p w14:paraId="5892D89E" w14:textId="77777777" w:rsidR="00B44DB5" w:rsidRDefault="00B44DB5" w:rsidP="00B44DB5">
      <w:pPr>
        <w:pStyle w:val="Level2"/>
      </w:pPr>
    </w:p>
    <w:p w14:paraId="148D07C8" w14:textId="77777777" w:rsidR="00B44DB5" w:rsidRDefault="00B44DB5" w:rsidP="00B44DB5">
      <w:pPr>
        <w:pStyle w:val="Level2"/>
      </w:pPr>
    </w:p>
    <w:p w14:paraId="01704A18" w14:textId="77777777" w:rsidR="00B44DB5" w:rsidRDefault="00B44DB5" w:rsidP="00B44DB5">
      <w:pPr>
        <w:pStyle w:val="Level2"/>
      </w:pPr>
    </w:p>
    <w:tbl>
      <w:tblPr>
        <w:tblW w:w="97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51"/>
        <w:gridCol w:w="800"/>
        <w:gridCol w:w="1308"/>
        <w:gridCol w:w="1459"/>
        <w:gridCol w:w="1350"/>
        <w:gridCol w:w="891"/>
        <w:gridCol w:w="1170"/>
        <w:gridCol w:w="909"/>
      </w:tblGrid>
      <w:tr w:rsidR="00B44DB5" w:rsidRPr="00F664B3" w14:paraId="179896E9" w14:textId="77777777" w:rsidTr="006D40D2">
        <w:trPr>
          <w:cantSplit/>
          <w:trHeight w:val="413"/>
          <w:tblHeader/>
          <w:jc w:val="center"/>
        </w:trPr>
        <w:tc>
          <w:tcPr>
            <w:tcW w:w="9738" w:type="dxa"/>
            <w:gridSpan w:val="8"/>
            <w:tcBorders>
              <w:top w:val="single" w:sz="4" w:space="0" w:color="auto"/>
              <w:bottom w:val="single" w:sz="6" w:space="0" w:color="auto"/>
            </w:tcBorders>
            <w:shd w:val="clear" w:color="auto" w:fill="D9D9D9"/>
            <w:vAlign w:val="center"/>
            <w:hideMark/>
          </w:tcPr>
          <w:p w14:paraId="4BD7244E" w14:textId="77777777" w:rsidR="00B44DB5" w:rsidRPr="00B44DB5" w:rsidRDefault="00B44DB5" w:rsidP="00B44DB5">
            <w:pPr>
              <w:pStyle w:val="SpecNormal"/>
              <w:spacing w:line="240" w:lineRule="auto"/>
              <w:rPr>
                <w:b/>
                <w:bCs/>
              </w:rPr>
            </w:pPr>
            <w:r w:rsidRPr="00B44DB5">
              <w:rPr>
                <w:b/>
                <w:bCs/>
              </w:rPr>
              <w:lastRenderedPageBreak/>
              <w:t>Hot Water Boiler System Trending and Alarms</w:t>
            </w:r>
          </w:p>
        </w:tc>
      </w:tr>
      <w:tr w:rsidR="00B44DB5" w:rsidRPr="00F664B3" w14:paraId="596A5905" w14:textId="77777777" w:rsidTr="006D40D2">
        <w:trPr>
          <w:cantSplit/>
          <w:trHeight w:val="858"/>
          <w:tblHeader/>
          <w:jc w:val="center"/>
        </w:trPr>
        <w:tc>
          <w:tcPr>
            <w:tcW w:w="1851" w:type="dxa"/>
            <w:tcBorders>
              <w:top w:val="single" w:sz="6" w:space="0" w:color="auto"/>
              <w:bottom w:val="single" w:sz="6" w:space="0" w:color="auto"/>
            </w:tcBorders>
            <w:shd w:val="clear" w:color="auto" w:fill="D9D9D9"/>
            <w:vAlign w:val="center"/>
            <w:hideMark/>
          </w:tcPr>
          <w:p w14:paraId="53E22E07" w14:textId="77777777" w:rsidR="00B44DB5" w:rsidRPr="00B44DB5" w:rsidRDefault="00B44DB5" w:rsidP="00B44DB5">
            <w:pPr>
              <w:pStyle w:val="SpecNormal"/>
              <w:spacing w:line="240" w:lineRule="auto"/>
              <w:rPr>
                <w:b/>
                <w:bCs/>
              </w:rPr>
            </w:pPr>
            <w:r w:rsidRPr="00B44DB5">
              <w:rPr>
                <w:b/>
                <w:bCs/>
              </w:rPr>
              <w:t>Point</w:t>
            </w:r>
          </w:p>
        </w:tc>
        <w:tc>
          <w:tcPr>
            <w:tcW w:w="800" w:type="dxa"/>
            <w:tcBorders>
              <w:top w:val="single" w:sz="6" w:space="0" w:color="auto"/>
              <w:bottom w:val="single" w:sz="6" w:space="0" w:color="auto"/>
            </w:tcBorders>
            <w:shd w:val="clear" w:color="auto" w:fill="D9D9D9"/>
            <w:vAlign w:val="center"/>
            <w:hideMark/>
          </w:tcPr>
          <w:p w14:paraId="270CA407" w14:textId="77777777" w:rsidR="00B44DB5" w:rsidRPr="00B44DB5" w:rsidRDefault="00B44DB5" w:rsidP="00B44DB5">
            <w:pPr>
              <w:pStyle w:val="SpecNormal"/>
              <w:spacing w:line="240" w:lineRule="auto"/>
              <w:rPr>
                <w:b/>
                <w:bCs/>
              </w:rPr>
            </w:pPr>
            <w:r w:rsidRPr="00B44DB5">
              <w:rPr>
                <w:b/>
                <w:bCs/>
              </w:rPr>
              <w:t>Type</w:t>
            </w:r>
          </w:p>
        </w:tc>
        <w:tc>
          <w:tcPr>
            <w:tcW w:w="1308" w:type="dxa"/>
            <w:tcBorders>
              <w:top w:val="single" w:sz="6" w:space="0" w:color="auto"/>
              <w:bottom w:val="single" w:sz="6" w:space="0" w:color="auto"/>
            </w:tcBorders>
            <w:shd w:val="clear" w:color="auto" w:fill="D9D9D9"/>
            <w:vAlign w:val="center"/>
            <w:hideMark/>
          </w:tcPr>
          <w:p w14:paraId="2AFD6015" w14:textId="77777777" w:rsidR="00B44DB5" w:rsidRPr="00B44DB5" w:rsidRDefault="00B44DB5" w:rsidP="00B44DB5">
            <w:pPr>
              <w:pStyle w:val="SpecNormal"/>
              <w:spacing w:line="240" w:lineRule="auto"/>
              <w:rPr>
                <w:b/>
                <w:bCs/>
              </w:rPr>
            </w:pPr>
            <w:r w:rsidRPr="00B44DB5">
              <w:rPr>
                <w:b/>
                <w:bCs/>
              </w:rPr>
              <w:t>Trend</w:t>
            </w:r>
          </w:p>
          <w:p w14:paraId="555BE0AA" w14:textId="77777777" w:rsidR="00B44DB5" w:rsidRPr="00B44DB5" w:rsidRDefault="00B44DB5" w:rsidP="00B44DB5">
            <w:pPr>
              <w:pStyle w:val="SpecNormal"/>
              <w:spacing w:line="240" w:lineRule="auto"/>
              <w:rPr>
                <w:b/>
                <w:bCs/>
              </w:rPr>
            </w:pPr>
            <w:r w:rsidRPr="00B44DB5">
              <w:rPr>
                <w:b/>
                <w:bCs/>
              </w:rPr>
              <w:t>Interval</w:t>
            </w:r>
          </w:p>
        </w:tc>
        <w:tc>
          <w:tcPr>
            <w:tcW w:w="1459" w:type="dxa"/>
            <w:tcBorders>
              <w:top w:val="single" w:sz="6" w:space="0" w:color="auto"/>
              <w:bottom w:val="single" w:sz="6" w:space="0" w:color="auto"/>
            </w:tcBorders>
            <w:shd w:val="clear" w:color="auto" w:fill="D9D9D9"/>
            <w:vAlign w:val="center"/>
            <w:hideMark/>
          </w:tcPr>
          <w:p w14:paraId="40C6CE32" w14:textId="77777777" w:rsidR="00B44DB5" w:rsidRPr="00B44DB5" w:rsidRDefault="00B44DB5" w:rsidP="00B44DB5">
            <w:pPr>
              <w:pStyle w:val="SpecNormal"/>
              <w:spacing w:line="240" w:lineRule="auto"/>
              <w:rPr>
                <w:b/>
                <w:bCs/>
              </w:rPr>
            </w:pPr>
            <w:r w:rsidRPr="00B44DB5">
              <w:rPr>
                <w:b/>
                <w:bCs/>
              </w:rPr>
              <w:t>Operational Trend</w:t>
            </w:r>
          </w:p>
          <w:p w14:paraId="25E13858" w14:textId="77777777" w:rsidR="00B44DB5" w:rsidRPr="00B44DB5" w:rsidRDefault="00B44DB5" w:rsidP="00B44DB5">
            <w:pPr>
              <w:pStyle w:val="SpecNormal"/>
              <w:spacing w:line="240" w:lineRule="auto"/>
              <w:rPr>
                <w:b/>
                <w:bCs/>
              </w:rPr>
            </w:pPr>
            <w:r w:rsidRPr="00B44DB5">
              <w:rPr>
                <w:b/>
                <w:bCs/>
              </w:rPr>
              <w:t>Duration</w:t>
            </w:r>
          </w:p>
        </w:tc>
        <w:tc>
          <w:tcPr>
            <w:tcW w:w="1350" w:type="dxa"/>
            <w:tcBorders>
              <w:top w:val="single" w:sz="6" w:space="0" w:color="auto"/>
              <w:bottom w:val="single" w:sz="6" w:space="0" w:color="auto"/>
            </w:tcBorders>
            <w:shd w:val="clear" w:color="auto" w:fill="D9D9D9"/>
            <w:vAlign w:val="center"/>
            <w:hideMark/>
          </w:tcPr>
          <w:p w14:paraId="4C3B5C30" w14:textId="77777777" w:rsidR="00B44DB5" w:rsidRPr="00B44DB5" w:rsidRDefault="00B44DB5" w:rsidP="00B44DB5">
            <w:pPr>
              <w:pStyle w:val="SpecNormal"/>
              <w:spacing w:line="240" w:lineRule="auto"/>
              <w:rPr>
                <w:b/>
                <w:bCs/>
              </w:rPr>
            </w:pPr>
            <w:r w:rsidRPr="00B44DB5">
              <w:rPr>
                <w:b/>
                <w:bCs/>
              </w:rPr>
              <w:t>Testing Trend Duration</w:t>
            </w:r>
          </w:p>
        </w:tc>
        <w:tc>
          <w:tcPr>
            <w:tcW w:w="891" w:type="dxa"/>
            <w:tcBorders>
              <w:top w:val="single" w:sz="6" w:space="0" w:color="auto"/>
              <w:bottom w:val="single" w:sz="6" w:space="0" w:color="auto"/>
            </w:tcBorders>
            <w:shd w:val="clear" w:color="auto" w:fill="D9D9D9"/>
            <w:vAlign w:val="center"/>
          </w:tcPr>
          <w:p w14:paraId="1C4C7D93" w14:textId="77777777" w:rsidR="00B44DB5" w:rsidRPr="00B44DB5" w:rsidRDefault="00B44DB5" w:rsidP="00B44DB5">
            <w:pPr>
              <w:pStyle w:val="SpecNormal"/>
              <w:spacing w:line="240" w:lineRule="auto"/>
              <w:rPr>
                <w:b/>
                <w:bCs/>
              </w:rPr>
            </w:pPr>
            <w:r w:rsidRPr="00B44DB5">
              <w:rPr>
                <w:b/>
                <w:bCs/>
              </w:rPr>
              <w:t>Alarm Type</w:t>
            </w:r>
          </w:p>
        </w:tc>
        <w:tc>
          <w:tcPr>
            <w:tcW w:w="1170" w:type="dxa"/>
            <w:tcBorders>
              <w:top w:val="single" w:sz="6" w:space="0" w:color="auto"/>
              <w:bottom w:val="single" w:sz="6" w:space="0" w:color="auto"/>
            </w:tcBorders>
            <w:shd w:val="clear" w:color="auto" w:fill="D9D9D9"/>
            <w:vAlign w:val="center"/>
          </w:tcPr>
          <w:p w14:paraId="3D7A259A" w14:textId="77777777" w:rsidR="00B44DB5" w:rsidRPr="00B44DB5" w:rsidRDefault="00B44DB5" w:rsidP="00B44DB5">
            <w:pPr>
              <w:pStyle w:val="SpecNormal"/>
              <w:spacing w:line="240" w:lineRule="auto"/>
              <w:rPr>
                <w:b/>
                <w:bCs/>
              </w:rPr>
            </w:pPr>
            <w:r w:rsidRPr="00B44DB5">
              <w:rPr>
                <w:b/>
                <w:bCs/>
              </w:rPr>
              <w:t>Alarm Range</w:t>
            </w:r>
          </w:p>
        </w:tc>
        <w:tc>
          <w:tcPr>
            <w:tcW w:w="909" w:type="dxa"/>
            <w:tcBorders>
              <w:top w:val="single" w:sz="6" w:space="0" w:color="auto"/>
              <w:bottom w:val="single" w:sz="6" w:space="0" w:color="auto"/>
            </w:tcBorders>
            <w:shd w:val="clear" w:color="auto" w:fill="D9D9D9"/>
            <w:vAlign w:val="center"/>
          </w:tcPr>
          <w:p w14:paraId="12015D70" w14:textId="77777777" w:rsidR="00B44DB5" w:rsidRPr="00B44DB5" w:rsidRDefault="00B44DB5" w:rsidP="00B44DB5">
            <w:pPr>
              <w:pStyle w:val="SpecNormal"/>
              <w:spacing w:line="240" w:lineRule="auto"/>
              <w:rPr>
                <w:b/>
                <w:bCs/>
              </w:rPr>
            </w:pPr>
            <w:r w:rsidRPr="00B44DB5">
              <w:rPr>
                <w:b/>
                <w:bCs/>
              </w:rPr>
              <w:t>Alarm Delay</w:t>
            </w:r>
          </w:p>
        </w:tc>
      </w:tr>
      <w:tr w:rsidR="00B44DB5" w:rsidRPr="00F664B3" w14:paraId="40E7B42B" w14:textId="77777777" w:rsidTr="00B44DB5">
        <w:trPr>
          <w:cantSplit/>
          <w:trHeight w:val="300"/>
          <w:jc w:val="center"/>
        </w:trPr>
        <w:tc>
          <w:tcPr>
            <w:tcW w:w="1851" w:type="dxa"/>
            <w:tcBorders>
              <w:top w:val="single" w:sz="6" w:space="0" w:color="auto"/>
            </w:tcBorders>
            <w:shd w:val="clear" w:color="auto" w:fill="auto"/>
            <w:noWrap/>
            <w:vAlign w:val="center"/>
            <w:hideMark/>
          </w:tcPr>
          <w:p w14:paraId="5FE5EBA8" w14:textId="77777777" w:rsidR="00B44DB5" w:rsidRPr="00F664B3" w:rsidRDefault="00B44DB5" w:rsidP="00B44DB5">
            <w:pPr>
              <w:pStyle w:val="SpecNormal"/>
              <w:spacing w:line="240" w:lineRule="auto"/>
            </w:pPr>
            <w:r w:rsidRPr="00F664B3">
              <w:t>Outside Air Temperature</w:t>
            </w:r>
          </w:p>
        </w:tc>
        <w:tc>
          <w:tcPr>
            <w:tcW w:w="800" w:type="dxa"/>
            <w:tcBorders>
              <w:top w:val="single" w:sz="6" w:space="0" w:color="auto"/>
            </w:tcBorders>
            <w:shd w:val="clear" w:color="auto" w:fill="auto"/>
            <w:noWrap/>
            <w:vAlign w:val="center"/>
            <w:hideMark/>
          </w:tcPr>
          <w:p w14:paraId="128E79E1" w14:textId="77777777" w:rsidR="00B44DB5" w:rsidRPr="00F664B3" w:rsidRDefault="00B44DB5" w:rsidP="00B44DB5">
            <w:pPr>
              <w:pStyle w:val="SpecNormal"/>
              <w:spacing w:line="240" w:lineRule="auto"/>
            </w:pPr>
            <w:r w:rsidRPr="00F664B3">
              <w:t>AI</w:t>
            </w:r>
          </w:p>
        </w:tc>
        <w:tc>
          <w:tcPr>
            <w:tcW w:w="1308" w:type="dxa"/>
            <w:tcBorders>
              <w:top w:val="single" w:sz="6" w:space="0" w:color="auto"/>
            </w:tcBorders>
            <w:shd w:val="clear" w:color="auto" w:fill="auto"/>
            <w:noWrap/>
            <w:vAlign w:val="center"/>
            <w:hideMark/>
          </w:tcPr>
          <w:p w14:paraId="7EE66B26" w14:textId="77777777" w:rsidR="00B44DB5" w:rsidRPr="00F664B3" w:rsidRDefault="00B44DB5" w:rsidP="00B44DB5">
            <w:pPr>
              <w:pStyle w:val="SpecNormal"/>
              <w:spacing w:line="240" w:lineRule="auto"/>
            </w:pPr>
            <w:r w:rsidRPr="00F664B3">
              <w:t>15 Minutes</w:t>
            </w:r>
          </w:p>
        </w:tc>
        <w:tc>
          <w:tcPr>
            <w:tcW w:w="1459" w:type="dxa"/>
            <w:tcBorders>
              <w:top w:val="single" w:sz="6" w:space="0" w:color="auto"/>
            </w:tcBorders>
            <w:shd w:val="clear" w:color="auto" w:fill="auto"/>
            <w:noWrap/>
            <w:vAlign w:val="center"/>
            <w:hideMark/>
          </w:tcPr>
          <w:p w14:paraId="68A99CC5" w14:textId="77777777" w:rsidR="00B44DB5" w:rsidRPr="00F664B3" w:rsidRDefault="00B44DB5" w:rsidP="00B44DB5">
            <w:pPr>
              <w:pStyle w:val="SpecNormal"/>
              <w:spacing w:line="240" w:lineRule="auto"/>
            </w:pPr>
            <w:r w:rsidRPr="00F664B3">
              <w:t>12 Hours</w:t>
            </w:r>
          </w:p>
        </w:tc>
        <w:tc>
          <w:tcPr>
            <w:tcW w:w="1350" w:type="dxa"/>
            <w:tcBorders>
              <w:top w:val="single" w:sz="6" w:space="0" w:color="auto"/>
            </w:tcBorders>
            <w:shd w:val="clear" w:color="auto" w:fill="auto"/>
            <w:noWrap/>
            <w:vAlign w:val="center"/>
            <w:hideMark/>
          </w:tcPr>
          <w:p w14:paraId="4DF01718" w14:textId="77777777" w:rsidR="00B44DB5" w:rsidRPr="00F664B3" w:rsidRDefault="00B44DB5" w:rsidP="00B44DB5">
            <w:pPr>
              <w:pStyle w:val="SpecNormal"/>
              <w:spacing w:line="240" w:lineRule="auto"/>
            </w:pPr>
            <w:r w:rsidRPr="00F664B3">
              <w:t>3 days</w:t>
            </w:r>
          </w:p>
        </w:tc>
        <w:tc>
          <w:tcPr>
            <w:tcW w:w="891" w:type="dxa"/>
            <w:tcBorders>
              <w:top w:val="single" w:sz="6" w:space="0" w:color="auto"/>
            </w:tcBorders>
            <w:vAlign w:val="center"/>
          </w:tcPr>
          <w:p w14:paraId="0EB2D248" w14:textId="77777777" w:rsidR="00B44DB5" w:rsidRPr="00F664B3" w:rsidRDefault="00B44DB5" w:rsidP="00B44DB5">
            <w:pPr>
              <w:pStyle w:val="SpecNormal"/>
              <w:spacing w:line="240" w:lineRule="auto"/>
            </w:pPr>
            <w:r w:rsidRPr="00F664B3">
              <w:t>N/A</w:t>
            </w:r>
          </w:p>
        </w:tc>
        <w:tc>
          <w:tcPr>
            <w:tcW w:w="1170" w:type="dxa"/>
            <w:tcBorders>
              <w:top w:val="single" w:sz="6" w:space="0" w:color="auto"/>
            </w:tcBorders>
            <w:vAlign w:val="center"/>
          </w:tcPr>
          <w:p w14:paraId="7D39D078" w14:textId="77777777" w:rsidR="00B44DB5" w:rsidRPr="00F664B3" w:rsidRDefault="00B44DB5" w:rsidP="00B44DB5">
            <w:pPr>
              <w:pStyle w:val="SpecNormal"/>
              <w:spacing w:line="240" w:lineRule="auto"/>
            </w:pPr>
          </w:p>
        </w:tc>
        <w:tc>
          <w:tcPr>
            <w:tcW w:w="909" w:type="dxa"/>
            <w:tcBorders>
              <w:top w:val="single" w:sz="6" w:space="0" w:color="auto"/>
            </w:tcBorders>
            <w:vAlign w:val="center"/>
          </w:tcPr>
          <w:p w14:paraId="2DFF9444" w14:textId="77777777" w:rsidR="00B44DB5" w:rsidRPr="00F664B3" w:rsidRDefault="00B44DB5" w:rsidP="00B44DB5">
            <w:pPr>
              <w:pStyle w:val="SpecNormal"/>
              <w:spacing w:line="240" w:lineRule="auto"/>
            </w:pPr>
          </w:p>
        </w:tc>
      </w:tr>
      <w:tr w:rsidR="00B44DB5" w:rsidRPr="00F664B3" w14:paraId="75916692" w14:textId="77777777" w:rsidTr="00B44DB5">
        <w:trPr>
          <w:cantSplit/>
          <w:trHeight w:val="300"/>
          <w:jc w:val="center"/>
        </w:trPr>
        <w:tc>
          <w:tcPr>
            <w:tcW w:w="1851" w:type="dxa"/>
            <w:shd w:val="clear" w:color="auto" w:fill="auto"/>
            <w:noWrap/>
            <w:vAlign w:val="center"/>
            <w:hideMark/>
          </w:tcPr>
          <w:p w14:paraId="13F7A9B2" w14:textId="77777777" w:rsidR="00B44DB5" w:rsidRPr="00F664B3" w:rsidRDefault="00B44DB5" w:rsidP="00B44DB5">
            <w:pPr>
              <w:pStyle w:val="SpecNormal"/>
              <w:spacing w:line="240" w:lineRule="auto"/>
            </w:pPr>
            <w:r w:rsidRPr="00F664B3">
              <w:t>Boiler 1 Fire Signal</w:t>
            </w:r>
          </w:p>
        </w:tc>
        <w:tc>
          <w:tcPr>
            <w:tcW w:w="800" w:type="dxa"/>
            <w:shd w:val="clear" w:color="auto" w:fill="auto"/>
            <w:noWrap/>
            <w:vAlign w:val="center"/>
            <w:hideMark/>
          </w:tcPr>
          <w:p w14:paraId="1F35BD80"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6BB394F0"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6365B94A"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08240B2" w14:textId="77777777" w:rsidR="00B44DB5" w:rsidRPr="00F664B3" w:rsidRDefault="00B44DB5" w:rsidP="00B44DB5">
            <w:pPr>
              <w:pStyle w:val="SpecNormal"/>
              <w:spacing w:line="240" w:lineRule="auto"/>
            </w:pPr>
            <w:r w:rsidRPr="00F664B3">
              <w:t>3 days</w:t>
            </w:r>
          </w:p>
        </w:tc>
        <w:tc>
          <w:tcPr>
            <w:tcW w:w="891" w:type="dxa"/>
            <w:vAlign w:val="center"/>
          </w:tcPr>
          <w:p w14:paraId="2FF8CD53" w14:textId="77777777" w:rsidR="00B44DB5" w:rsidRPr="00F664B3" w:rsidRDefault="00B44DB5" w:rsidP="00B44DB5">
            <w:pPr>
              <w:pStyle w:val="SpecNormal"/>
              <w:spacing w:line="240" w:lineRule="auto"/>
            </w:pPr>
            <w:r w:rsidRPr="00F664B3">
              <w:t>N/A</w:t>
            </w:r>
          </w:p>
        </w:tc>
        <w:tc>
          <w:tcPr>
            <w:tcW w:w="1170" w:type="dxa"/>
            <w:vAlign w:val="center"/>
          </w:tcPr>
          <w:p w14:paraId="76E9A8C3" w14:textId="77777777" w:rsidR="00B44DB5" w:rsidRPr="00F664B3" w:rsidRDefault="00B44DB5" w:rsidP="00B44DB5">
            <w:pPr>
              <w:pStyle w:val="SpecNormal"/>
              <w:spacing w:line="240" w:lineRule="auto"/>
            </w:pPr>
          </w:p>
        </w:tc>
        <w:tc>
          <w:tcPr>
            <w:tcW w:w="909" w:type="dxa"/>
            <w:vAlign w:val="center"/>
          </w:tcPr>
          <w:p w14:paraId="7CFC4935" w14:textId="77777777" w:rsidR="00B44DB5" w:rsidRPr="00F664B3" w:rsidRDefault="00B44DB5" w:rsidP="00B44DB5">
            <w:pPr>
              <w:pStyle w:val="SpecNormal"/>
              <w:spacing w:line="240" w:lineRule="auto"/>
            </w:pPr>
          </w:p>
        </w:tc>
      </w:tr>
      <w:tr w:rsidR="00B44DB5" w:rsidRPr="00F664B3" w14:paraId="21AEA18F" w14:textId="77777777" w:rsidTr="00B44DB5">
        <w:trPr>
          <w:cantSplit/>
          <w:trHeight w:val="300"/>
          <w:jc w:val="center"/>
        </w:trPr>
        <w:tc>
          <w:tcPr>
            <w:tcW w:w="1851" w:type="dxa"/>
            <w:shd w:val="clear" w:color="auto" w:fill="auto"/>
            <w:noWrap/>
            <w:vAlign w:val="center"/>
            <w:hideMark/>
          </w:tcPr>
          <w:p w14:paraId="6618D3AA" w14:textId="77777777" w:rsidR="00B44DB5" w:rsidRPr="00F664B3" w:rsidRDefault="00B44DB5" w:rsidP="00B44DB5">
            <w:pPr>
              <w:pStyle w:val="SpecNormal"/>
              <w:spacing w:line="240" w:lineRule="auto"/>
            </w:pPr>
            <w:r w:rsidRPr="00F664B3">
              <w:t>Boiler 1 Entering Water Temperature</w:t>
            </w:r>
          </w:p>
        </w:tc>
        <w:tc>
          <w:tcPr>
            <w:tcW w:w="800" w:type="dxa"/>
            <w:shd w:val="clear" w:color="auto" w:fill="auto"/>
            <w:noWrap/>
            <w:vAlign w:val="center"/>
            <w:hideMark/>
          </w:tcPr>
          <w:p w14:paraId="617D1EDC"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1815D2AA"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183F7716"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5C84ABA" w14:textId="77777777" w:rsidR="00B44DB5" w:rsidRPr="00F664B3" w:rsidRDefault="00B44DB5" w:rsidP="00B44DB5">
            <w:pPr>
              <w:pStyle w:val="SpecNormal"/>
              <w:spacing w:line="240" w:lineRule="auto"/>
            </w:pPr>
            <w:r w:rsidRPr="00F664B3">
              <w:t>3 days</w:t>
            </w:r>
          </w:p>
        </w:tc>
        <w:tc>
          <w:tcPr>
            <w:tcW w:w="891" w:type="dxa"/>
            <w:vAlign w:val="center"/>
          </w:tcPr>
          <w:p w14:paraId="7FE7A333" w14:textId="77777777" w:rsidR="00B44DB5" w:rsidRPr="00F664B3" w:rsidRDefault="00B44DB5" w:rsidP="00B44DB5">
            <w:pPr>
              <w:pStyle w:val="SpecNormal"/>
              <w:spacing w:line="240" w:lineRule="auto"/>
            </w:pPr>
            <w:r w:rsidRPr="00F664B3">
              <w:t>N/A</w:t>
            </w:r>
          </w:p>
        </w:tc>
        <w:tc>
          <w:tcPr>
            <w:tcW w:w="1170" w:type="dxa"/>
            <w:vAlign w:val="center"/>
          </w:tcPr>
          <w:p w14:paraId="746CCF5D" w14:textId="77777777" w:rsidR="00B44DB5" w:rsidRPr="00F664B3" w:rsidRDefault="00B44DB5" w:rsidP="00B44DB5">
            <w:pPr>
              <w:pStyle w:val="SpecNormal"/>
              <w:spacing w:line="240" w:lineRule="auto"/>
            </w:pPr>
          </w:p>
        </w:tc>
        <w:tc>
          <w:tcPr>
            <w:tcW w:w="909" w:type="dxa"/>
            <w:vAlign w:val="center"/>
          </w:tcPr>
          <w:p w14:paraId="0D5C1C19" w14:textId="77777777" w:rsidR="00B44DB5" w:rsidRPr="00F664B3" w:rsidRDefault="00B44DB5" w:rsidP="00B44DB5">
            <w:pPr>
              <w:pStyle w:val="SpecNormal"/>
              <w:spacing w:line="240" w:lineRule="auto"/>
            </w:pPr>
          </w:p>
        </w:tc>
      </w:tr>
      <w:tr w:rsidR="00B44DB5" w:rsidRPr="00F664B3" w14:paraId="01DC3BED" w14:textId="77777777" w:rsidTr="00B44DB5">
        <w:trPr>
          <w:cantSplit/>
          <w:trHeight w:val="300"/>
          <w:jc w:val="center"/>
        </w:trPr>
        <w:tc>
          <w:tcPr>
            <w:tcW w:w="1851" w:type="dxa"/>
            <w:shd w:val="clear" w:color="auto" w:fill="auto"/>
            <w:noWrap/>
            <w:vAlign w:val="center"/>
            <w:hideMark/>
          </w:tcPr>
          <w:p w14:paraId="4378A073" w14:textId="77777777" w:rsidR="00B44DB5" w:rsidRPr="00F664B3" w:rsidRDefault="00B44DB5" w:rsidP="00B44DB5">
            <w:pPr>
              <w:pStyle w:val="SpecNormal"/>
              <w:spacing w:line="240" w:lineRule="auto"/>
            </w:pPr>
            <w:r w:rsidRPr="00F664B3">
              <w:t>Boiler 1 Leaving Water Temperature</w:t>
            </w:r>
          </w:p>
        </w:tc>
        <w:tc>
          <w:tcPr>
            <w:tcW w:w="800" w:type="dxa"/>
            <w:shd w:val="clear" w:color="auto" w:fill="auto"/>
            <w:noWrap/>
            <w:vAlign w:val="center"/>
            <w:hideMark/>
          </w:tcPr>
          <w:p w14:paraId="05B029C8"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523F9481"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6C30F134"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CA237A7" w14:textId="77777777" w:rsidR="00B44DB5" w:rsidRPr="00F664B3" w:rsidRDefault="00B44DB5" w:rsidP="00B44DB5">
            <w:pPr>
              <w:pStyle w:val="SpecNormal"/>
              <w:spacing w:line="240" w:lineRule="auto"/>
            </w:pPr>
            <w:r w:rsidRPr="00F664B3">
              <w:t>3 days</w:t>
            </w:r>
          </w:p>
        </w:tc>
        <w:tc>
          <w:tcPr>
            <w:tcW w:w="891" w:type="dxa"/>
            <w:vAlign w:val="center"/>
          </w:tcPr>
          <w:p w14:paraId="663DBA89" w14:textId="77777777" w:rsidR="00B44DB5" w:rsidRPr="00F664B3" w:rsidRDefault="00B44DB5" w:rsidP="00B44DB5">
            <w:pPr>
              <w:pStyle w:val="SpecNormal"/>
              <w:spacing w:line="240" w:lineRule="auto"/>
            </w:pPr>
            <w:r w:rsidRPr="00F664B3">
              <w:t>N/A</w:t>
            </w:r>
          </w:p>
        </w:tc>
        <w:tc>
          <w:tcPr>
            <w:tcW w:w="1170" w:type="dxa"/>
            <w:vAlign w:val="center"/>
          </w:tcPr>
          <w:p w14:paraId="692A14CD" w14:textId="77777777" w:rsidR="00B44DB5" w:rsidRPr="00F664B3" w:rsidRDefault="00B44DB5" w:rsidP="00B44DB5">
            <w:pPr>
              <w:pStyle w:val="SpecNormal"/>
              <w:spacing w:line="240" w:lineRule="auto"/>
            </w:pPr>
          </w:p>
        </w:tc>
        <w:tc>
          <w:tcPr>
            <w:tcW w:w="909" w:type="dxa"/>
            <w:vAlign w:val="center"/>
          </w:tcPr>
          <w:p w14:paraId="0E6CE00E" w14:textId="77777777" w:rsidR="00B44DB5" w:rsidRPr="00F664B3" w:rsidRDefault="00B44DB5" w:rsidP="00B44DB5">
            <w:pPr>
              <w:pStyle w:val="SpecNormal"/>
              <w:spacing w:line="240" w:lineRule="auto"/>
            </w:pPr>
          </w:p>
        </w:tc>
      </w:tr>
      <w:tr w:rsidR="00B44DB5" w:rsidRPr="00F664B3" w14:paraId="7BDB730A" w14:textId="77777777" w:rsidTr="00B44DB5">
        <w:trPr>
          <w:cantSplit/>
          <w:trHeight w:val="300"/>
          <w:jc w:val="center"/>
        </w:trPr>
        <w:tc>
          <w:tcPr>
            <w:tcW w:w="1851" w:type="dxa"/>
            <w:shd w:val="clear" w:color="auto" w:fill="auto"/>
            <w:noWrap/>
            <w:vAlign w:val="center"/>
            <w:hideMark/>
          </w:tcPr>
          <w:p w14:paraId="78F3A778" w14:textId="77777777" w:rsidR="00B44DB5" w:rsidRPr="00F664B3" w:rsidRDefault="00B44DB5" w:rsidP="00B44DB5">
            <w:pPr>
              <w:pStyle w:val="SpecNormal"/>
              <w:spacing w:line="240" w:lineRule="auto"/>
            </w:pPr>
            <w:r w:rsidRPr="00F664B3">
              <w:t>Boiler 2 Fire Signal</w:t>
            </w:r>
          </w:p>
        </w:tc>
        <w:tc>
          <w:tcPr>
            <w:tcW w:w="800" w:type="dxa"/>
            <w:shd w:val="clear" w:color="auto" w:fill="auto"/>
            <w:noWrap/>
            <w:vAlign w:val="center"/>
            <w:hideMark/>
          </w:tcPr>
          <w:p w14:paraId="366CA587"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0116EB10"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67446F12"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765F076" w14:textId="77777777" w:rsidR="00B44DB5" w:rsidRPr="00F664B3" w:rsidRDefault="00B44DB5" w:rsidP="00B44DB5">
            <w:pPr>
              <w:pStyle w:val="SpecNormal"/>
              <w:spacing w:line="240" w:lineRule="auto"/>
            </w:pPr>
            <w:r w:rsidRPr="00F664B3">
              <w:t>3 days</w:t>
            </w:r>
          </w:p>
        </w:tc>
        <w:tc>
          <w:tcPr>
            <w:tcW w:w="891" w:type="dxa"/>
            <w:vAlign w:val="center"/>
          </w:tcPr>
          <w:p w14:paraId="2CC6CBE4" w14:textId="77777777" w:rsidR="00B44DB5" w:rsidRPr="00F664B3" w:rsidRDefault="00B44DB5" w:rsidP="00B44DB5">
            <w:pPr>
              <w:pStyle w:val="SpecNormal"/>
              <w:spacing w:line="240" w:lineRule="auto"/>
            </w:pPr>
            <w:r w:rsidRPr="00F664B3">
              <w:t>N/A</w:t>
            </w:r>
          </w:p>
        </w:tc>
        <w:tc>
          <w:tcPr>
            <w:tcW w:w="1170" w:type="dxa"/>
            <w:vAlign w:val="center"/>
          </w:tcPr>
          <w:p w14:paraId="6188A851" w14:textId="77777777" w:rsidR="00B44DB5" w:rsidRPr="00F664B3" w:rsidRDefault="00B44DB5" w:rsidP="00B44DB5">
            <w:pPr>
              <w:pStyle w:val="SpecNormal"/>
              <w:spacing w:line="240" w:lineRule="auto"/>
            </w:pPr>
          </w:p>
        </w:tc>
        <w:tc>
          <w:tcPr>
            <w:tcW w:w="909" w:type="dxa"/>
            <w:vAlign w:val="center"/>
          </w:tcPr>
          <w:p w14:paraId="52AE17FF" w14:textId="77777777" w:rsidR="00B44DB5" w:rsidRPr="00F664B3" w:rsidRDefault="00B44DB5" w:rsidP="00B44DB5">
            <w:pPr>
              <w:pStyle w:val="SpecNormal"/>
              <w:spacing w:line="240" w:lineRule="auto"/>
            </w:pPr>
          </w:p>
        </w:tc>
      </w:tr>
      <w:tr w:rsidR="00B44DB5" w:rsidRPr="00F664B3" w14:paraId="44979830" w14:textId="77777777" w:rsidTr="00B44DB5">
        <w:trPr>
          <w:cantSplit/>
          <w:trHeight w:val="300"/>
          <w:jc w:val="center"/>
        </w:trPr>
        <w:tc>
          <w:tcPr>
            <w:tcW w:w="1851" w:type="dxa"/>
            <w:shd w:val="clear" w:color="auto" w:fill="auto"/>
            <w:noWrap/>
            <w:vAlign w:val="center"/>
            <w:hideMark/>
          </w:tcPr>
          <w:p w14:paraId="2CD94BEF" w14:textId="77777777" w:rsidR="00B44DB5" w:rsidRPr="00F664B3" w:rsidRDefault="00B44DB5" w:rsidP="00B44DB5">
            <w:pPr>
              <w:pStyle w:val="SpecNormal"/>
              <w:spacing w:line="240" w:lineRule="auto"/>
            </w:pPr>
            <w:r w:rsidRPr="00F664B3">
              <w:t>Boiler 2 Entering Water Temperature</w:t>
            </w:r>
          </w:p>
        </w:tc>
        <w:tc>
          <w:tcPr>
            <w:tcW w:w="800" w:type="dxa"/>
            <w:shd w:val="clear" w:color="auto" w:fill="auto"/>
            <w:noWrap/>
            <w:vAlign w:val="center"/>
            <w:hideMark/>
          </w:tcPr>
          <w:p w14:paraId="2742C8B2"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481A2955"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2EB08576"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4FCC2B4" w14:textId="77777777" w:rsidR="00B44DB5" w:rsidRPr="00F664B3" w:rsidRDefault="00B44DB5" w:rsidP="00B44DB5">
            <w:pPr>
              <w:pStyle w:val="SpecNormal"/>
              <w:spacing w:line="240" w:lineRule="auto"/>
            </w:pPr>
            <w:r w:rsidRPr="00F664B3">
              <w:t>3 days</w:t>
            </w:r>
          </w:p>
        </w:tc>
        <w:tc>
          <w:tcPr>
            <w:tcW w:w="891" w:type="dxa"/>
            <w:vAlign w:val="center"/>
          </w:tcPr>
          <w:p w14:paraId="2FC64E21" w14:textId="77777777" w:rsidR="00B44DB5" w:rsidRPr="00F664B3" w:rsidRDefault="00B44DB5" w:rsidP="00B44DB5">
            <w:pPr>
              <w:pStyle w:val="SpecNormal"/>
              <w:spacing w:line="240" w:lineRule="auto"/>
            </w:pPr>
            <w:r w:rsidRPr="00F664B3">
              <w:t>N/A</w:t>
            </w:r>
          </w:p>
        </w:tc>
        <w:tc>
          <w:tcPr>
            <w:tcW w:w="1170" w:type="dxa"/>
            <w:vAlign w:val="center"/>
          </w:tcPr>
          <w:p w14:paraId="65B0208D" w14:textId="77777777" w:rsidR="00B44DB5" w:rsidRPr="00F664B3" w:rsidRDefault="00B44DB5" w:rsidP="00B44DB5">
            <w:pPr>
              <w:pStyle w:val="SpecNormal"/>
              <w:spacing w:line="240" w:lineRule="auto"/>
            </w:pPr>
          </w:p>
        </w:tc>
        <w:tc>
          <w:tcPr>
            <w:tcW w:w="909" w:type="dxa"/>
            <w:vAlign w:val="center"/>
          </w:tcPr>
          <w:p w14:paraId="30DDB5E3" w14:textId="77777777" w:rsidR="00B44DB5" w:rsidRPr="00F664B3" w:rsidRDefault="00B44DB5" w:rsidP="00B44DB5">
            <w:pPr>
              <w:pStyle w:val="SpecNormal"/>
              <w:spacing w:line="240" w:lineRule="auto"/>
            </w:pPr>
          </w:p>
        </w:tc>
      </w:tr>
      <w:tr w:rsidR="00B44DB5" w:rsidRPr="00F664B3" w14:paraId="71936060" w14:textId="77777777" w:rsidTr="00B44DB5">
        <w:trPr>
          <w:cantSplit/>
          <w:trHeight w:val="300"/>
          <w:jc w:val="center"/>
        </w:trPr>
        <w:tc>
          <w:tcPr>
            <w:tcW w:w="1851" w:type="dxa"/>
            <w:shd w:val="clear" w:color="auto" w:fill="auto"/>
            <w:noWrap/>
            <w:vAlign w:val="center"/>
            <w:hideMark/>
          </w:tcPr>
          <w:p w14:paraId="06B6314C" w14:textId="77777777" w:rsidR="00B44DB5" w:rsidRPr="00F664B3" w:rsidRDefault="00B44DB5" w:rsidP="00B44DB5">
            <w:pPr>
              <w:pStyle w:val="SpecNormal"/>
              <w:spacing w:line="240" w:lineRule="auto"/>
            </w:pPr>
            <w:r w:rsidRPr="00F664B3">
              <w:t>Boiler 2 Leaving Water Temperature</w:t>
            </w:r>
          </w:p>
        </w:tc>
        <w:tc>
          <w:tcPr>
            <w:tcW w:w="800" w:type="dxa"/>
            <w:shd w:val="clear" w:color="auto" w:fill="auto"/>
            <w:noWrap/>
            <w:vAlign w:val="center"/>
            <w:hideMark/>
          </w:tcPr>
          <w:p w14:paraId="168DEB82"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5D9084DC"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0C45D354"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DC8E41A" w14:textId="77777777" w:rsidR="00B44DB5" w:rsidRPr="00F664B3" w:rsidRDefault="00B44DB5" w:rsidP="00B44DB5">
            <w:pPr>
              <w:pStyle w:val="SpecNormal"/>
              <w:spacing w:line="240" w:lineRule="auto"/>
            </w:pPr>
            <w:r w:rsidRPr="00F664B3">
              <w:t>3 days</w:t>
            </w:r>
          </w:p>
        </w:tc>
        <w:tc>
          <w:tcPr>
            <w:tcW w:w="891" w:type="dxa"/>
            <w:vAlign w:val="center"/>
          </w:tcPr>
          <w:p w14:paraId="4EE3A830" w14:textId="77777777" w:rsidR="00B44DB5" w:rsidRPr="00F664B3" w:rsidRDefault="00B44DB5" w:rsidP="00B44DB5">
            <w:pPr>
              <w:pStyle w:val="SpecNormal"/>
              <w:spacing w:line="240" w:lineRule="auto"/>
            </w:pPr>
            <w:r w:rsidRPr="00F664B3">
              <w:t>N/A</w:t>
            </w:r>
          </w:p>
        </w:tc>
        <w:tc>
          <w:tcPr>
            <w:tcW w:w="1170" w:type="dxa"/>
            <w:vAlign w:val="center"/>
          </w:tcPr>
          <w:p w14:paraId="0EB82543" w14:textId="77777777" w:rsidR="00B44DB5" w:rsidRPr="00F664B3" w:rsidRDefault="00B44DB5" w:rsidP="00B44DB5">
            <w:pPr>
              <w:pStyle w:val="SpecNormal"/>
              <w:spacing w:line="240" w:lineRule="auto"/>
            </w:pPr>
          </w:p>
        </w:tc>
        <w:tc>
          <w:tcPr>
            <w:tcW w:w="909" w:type="dxa"/>
            <w:vAlign w:val="center"/>
          </w:tcPr>
          <w:p w14:paraId="497A3D6D" w14:textId="77777777" w:rsidR="00B44DB5" w:rsidRPr="00F664B3" w:rsidRDefault="00B44DB5" w:rsidP="00B44DB5">
            <w:pPr>
              <w:pStyle w:val="SpecNormal"/>
              <w:spacing w:line="240" w:lineRule="auto"/>
            </w:pPr>
          </w:p>
        </w:tc>
      </w:tr>
      <w:tr w:rsidR="00B44DB5" w:rsidRPr="00F664B3" w14:paraId="0965ADC3" w14:textId="77777777" w:rsidTr="00B44DB5">
        <w:trPr>
          <w:cantSplit/>
          <w:trHeight w:val="300"/>
          <w:jc w:val="center"/>
        </w:trPr>
        <w:tc>
          <w:tcPr>
            <w:tcW w:w="1851" w:type="dxa"/>
            <w:shd w:val="clear" w:color="auto" w:fill="auto"/>
            <w:noWrap/>
            <w:vAlign w:val="center"/>
            <w:hideMark/>
          </w:tcPr>
          <w:p w14:paraId="3DE544A7" w14:textId="77777777" w:rsidR="00B44DB5" w:rsidRPr="00F664B3" w:rsidRDefault="00B44DB5" w:rsidP="00B44DB5">
            <w:pPr>
              <w:pStyle w:val="SpecNormal"/>
              <w:spacing w:line="240" w:lineRule="auto"/>
            </w:pPr>
            <w:r w:rsidRPr="00F664B3">
              <w:t>Hot Water Supply Temperature</w:t>
            </w:r>
          </w:p>
        </w:tc>
        <w:tc>
          <w:tcPr>
            <w:tcW w:w="800" w:type="dxa"/>
            <w:shd w:val="clear" w:color="auto" w:fill="auto"/>
            <w:noWrap/>
            <w:vAlign w:val="center"/>
            <w:hideMark/>
          </w:tcPr>
          <w:p w14:paraId="1F878539"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2D0EAB48"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26CDBF40"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E2EC8C6" w14:textId="77777777" w:rsidR="00B44DB5" w:rsidRPr="00F664B3" w:rsidRDefault="00B44DB5" w:rsidP="00B44DB5">
            <w:pPr>
              <w:pStyle w:val="SpecNormal"/>
              <w:spacing w:line="240" w:lineRule="auto"/>
            </w:pPr>
            <w:r w:rsidRPr="00F664B3">
              <w:t>3 days</w:t>
            </w:r>
          </w:p>
        </w:tc>
        <w:tc>
          <w:tcPr>
            <w:tcW w:w="891" w:type="dxa"/>
            <w:vAlign w:val="center"/>
          </w:tcPr>
          <w:p w14:paraId="23D93B8F" w14:textId="77777777" w:rsidR="00B44DB5" w:rsidRPr="00F664B3" w:rsidRDefault="00B44DB5" w:rsidP="00B44DB5">
            <w:pPr>
              <w:pStyle w:val="SpecNormal"/>
              <w:spacing w:line="240" w:lineRule="auto"/>
            </w:pPr>
            <w:r w:rsidRPr="00F664B3">
              <w:t>P</w:t>
            </w:r>
          </w:p>
        </w:tc>
        <w:tc>
          <w:tcPr>
            <w:tcW w:w="1170" w:type="dxa"/>
            <w:vAlign w:val="center"/>
          </w:tcPr>
          <w:p w14:paraId="5FCE9871" w14:textId="77777777" w:rsidR="00B44DB5" w:rsidRPr="00F664B3" w:rsidRDefault="00B44DB5" w:rsidP="00B44DB5">
            <w:pPr>
              <w:pStyle w:val="SpecNormal"/>
              <w:spacing w:line="240" w:lineRule="auto"/>
            </w:pPr>
            <w:r w:rsidRPr="00F664B3">
              <w:t xml:space="preserve">±5 </w:t>
            </w:r>
            <w:proofErr w:type="spellStart"/>
            <w:r w:rsidRPr="00F664B3">
              <w:t>oF</w:t>
            </w:r>
            <w:proofErr w:type="spellEnd"/>
            <w:r w:rsidRPr="00F664B3">
              <w:t xml:space="preserve"> from SP</w:t>
            </w:r>
          </w:p>
        </w:tc>
        <w:tc>
          <w:tcPr>
            <w:tcW w:w="909" w:type="dxa"/>
            <w:vAlign w:val="center"/>
          </w:tcPr>
          <w:p w14:paraId="13BB096F" w14:textId="77777777" w:rsidR="00B44DB5" w:rsidRPr="00F664B3" w:rsidRDefault="00B44DB5" w:rsidP="00B44DB5">
            <w:pPr>
              <w:pStyle w:val="SpecNormal"/>
              <w:spacing w:line="240" w:lineRule="auto"/>
            </w:pPr>
            <w:r w:rsidRPr="00F664B3">
              <w:t>10 Min</w:t>
            </w:r>
          </w:p>
        </w:tc>
      </w:tr>
      <w:tr w:rsidR="00B44DB5" w:rsidRPr="00F664B3" w14:paraId="4AF98AD5" w14:textId="77777777" w:rsidTr="00B44DB5">
        <w:trPr>
          <w:cantSplit/>
          <w:trHeight w:val="300"/>
          <w:jc w:val="center"/>
        </w:trPr>
        <w:tc>
          <w:tcPr>
            <w:tcW w:w="1851" w:type="dxa"/>
            <w:shd w:val="clear" w:color="auto" w:fill="auto"/>
            <w:noWrap/>
            <w:vAlign w:val="center"/>
            <w:hideMark/>
          </w:tcPr>
          <w:p w14:paraId="1CC7BB6D" w14:textId="77777777" w:rsidR="00B44DB5" w:rsidRPr="00F664B3" w:rsidRDefault="00B44DB5" w:rsidP="00B44DB5">
            <w:pPr>
              <w:pStyle w:val="SpecNormal"/>
              <w:spacing w:line="240" w:lineRule="auto"/>
            </w:pPr>
            <w:r w:rsidRPr="00F664B3">
              <w:t>Hot Water Return Temperature</w:t>
            </w:r>
          </w:p>
        </w:tc>
        <w:tc>
          <w:tcPr>
            <w:tcW w:w="800" w:type="dxa"/>
            <w:shd w:val="clear" w:color="auto" w:fill="auto"/>
            <w:noWrap/>
            <w:vAlign w:val="center"/>
            <w:hideMark/>
          </w:tcPr>
          <w:p w14:paraId="356E172B"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5B7BACE7"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32A5036B"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F80F01E" w14:textId="77777777" w:rsidR="00B44DB5" w:rsidRPr="00F664B3" w:rsidRDefault="00B44DB5" w:rsidP="00B44DB5">
            <w:pPr>
              <w:pStyle w:val="SpecNormal"/>
              <w:spacing w:line="240" w:lineRule="auto"/>
            </w:pPr>
            <w:r w:rsidRPr="00F664B3">
              <w:t>3 days</w:t>
            </w:r>
          </w:p>
        </w:tc>
        <w:tc>
          <w:tcPr>
            <w:tcW w:w="891" w:type="dxa"/>
            <w:vAlign w:val="center"/>
          </w:tcPr>
          <w:p w14:paraId="10889D59" w14:textId="77777777" w:rsidR="00B44DB5" w:rsidRPr="00F664B3" w:rsidRDefault="00B44DB5" w:rsidP="00B44DB5">
            <w:pPr>
              <w:pStyle w:val="SpecNormal"/>
              <w:spacing w:line="240" w:lineRule="auto"/>
            </w:pPr>
            <w:r w:rsidRPr="00F664B3">
              <w:t>N/A</w:t>
            </w:r>
          </w:p>
        </w:tc>
        <w:tc>
          <w:tcPr>
            <w:tcW w:w="1170" w:type="dxa"/>
            <w:vAlign w:val="center"/>
          </w:tcPr>
          <w:p w14:paraId="640908EA" w14:textId="77777777" w:rsidR="00B44DB5" w:rsidRPr="00F664B3" w:rsidRDefault="00B44DB5" w:rsidP="00B44DB5">
            <w:pPr>
              <w:pStyle w:val="SpecNormal"/>
              <w:spacing w:line="240" w:lineRule="auto"/>
            </w:pPr>
          </w:p>
        </w:tc>
        <w:tc>
          <w:tcPr>
            <w:tcW w:w="909" w:type="dxa"/>
            <w:vAlign w:val="center"/>
          </w:tcPr>
          <w:p w14:paraId="49A7F1F1" w14:textId="77777777" w:rsidR="00B44DB5" w:rsidRPr="00F664B3" w:rsidRDefault="00B44DB5" w:rsidP="00B44DB5">
            <w:pPr>
              <w:pStyle w:val="SpecNormal"/>
              <w:spacing w:line="240" w:lineRule="auto"/>
            </w:pPr>
          </w:p>
        </w:tc>
      </w:tr>
      <w:tr w:rsidR="00B44DB5" w:rsidRPr="00F664B3" w14:paraId="3BB20A77" w14:textId="77777777" w:rsidTr="00B44DB5">
        <w:trPr>
          <w:cantSplit/>
          <w:trHeight w:val="300"/>
          <w:jc w:val="center"/>
        </w:trPr>
        <w:tc>
          <w:tcPr>
            <w:tcW w:w="1851" w:type="dxa"/>
            <w:shd w:val="clear" w:color="auto" w:fill="auto"/>
            <w:noWrap/>
            <w:vAlign w:val="center"/>
            <w:hideMark/>
          </w:tcPr>
          <w:p w14:paraId="624FF6E0" w14:textId="77777777" w:rsidR="00B44DB5" w:rsidRPr="00F664B3" w:rsidRDefault="00B44DB5" w:rsidP="00B44DB5">
            <w:pPr>
              <w:pStyle w:val="SpecNormal"/>
              <w:spacing w:line="240" w:lineRule="auto"/>
            </w:pPr>
            <w:r w:rsidRPr="00F664B3">
              <w:t>Secondary Loop Differential Pressure</w:t>
            </w:r>
          </w:p>
        </w:tc>
        <w:tc>
          <w:tcPr>
            <w:tcW w:w="800" w:type="dxa"/>
            <w:shd w:val="clear" w:color="auto" w:fill="auto"/>
            <w:noWrap/>
            <w:vAlign w:val="center"/>
            <w:hideMark/>
          </w:tcPr>
          <w:p w14:paraId="30BEE5FD"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2689E2FE"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12D5FA13"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5E76F8A" w14:textId="77777777" w:rsidR="00B44DB5" w:rsidRPr="00F664B3" w:rsidRDefault="00B44DB5" w:rsidP="00B44DB5">
            <w:pPr>
              <w:pStyle w:val="SpecNormal"/>
              <w:spacing w:line="240" w:lineRule="auto"/>
            </w:pPr>
            <w:r w:rsidRPr="00F664B3">
              <w:t>3 days</w:t>
            </w:r>
          </w:p>
        </w:tc>
        <w:tc>
          <w:tcPr>
            <w:tcW w:w="891" w:type="dxa"/>
            <w:vAlign w:val="center"/>
          </w:tcPr>
          <w:p w14:paraId="0AAEC34C" w14:textId="77777777" w:rsidR="00B44DB5" w:rsidRPr="00F664B3" w:rsidRDefault="00B44DB5" w:rsidP="00B44DB5">
            <w:pPr>
              <w:pStyle w:val="SpecNormal"/>
              <w:spacing w:line="240" w:lineRule="auto"/>
            </w:pPr>
            <w:r w:rsidRPr="00F664B3">
              <w:t>C</w:t>
            </w:r>
          </w:p>
        </w:tc>
        <w:tc>
          <w:tcPr>
            <w:tcW w:w="1170" w:type="dxa"/>
            <w:vAlign w:val="center"/>
          </w:tcPr>
          <w:p w14:paraId="6D86FCFE" w14:textId="77777777" w:rsidR="00B44DB5" w:rsidRPr="00F664B3" w:rsidRDefault="00B44DB5" w:rsidP="00B44DB5">
            <w:pPr>
              <w:pStyle w:val="SpecNormal"/>
              <w:spacing w:line="240" w:lineRule="auto"/>
            </w:pPr>
            <w:r w:rsidRPr="00F664B3">
              <w:t>±5% from SP</w:t>
            </w:r>
          </w:p>
        </w:tc>
        <w:tc>
          <w:tcPr>
            <w:tcW w:w="909" w:type="dxa"/>
            <w:vAlign w:val="center"/>
          </w:tcPr>
          <w:p w14:paraId="6EA499ED" w14:textId="77777777" w:rsidR="00B44DB5" w:rsidRPr="00F664B3" w:rsidRDefault="00B44DB5" w:rsidP="00B44DB5">
            <w:pPr>
              <w:pStyle w:val="SpecNormal"/>
              <w:spacing w:line="240" w:lineRule="auto"/>
            </w:pPr>
            <w:r w:rsidRPr="00F664B3">
              <w:t>10 Min</w:t>
            </w:r>
          </w:p>
        </w:tc>
      </w:tr>
      <w:tr w:rsidR="00B44DB5" w:rsidRPr="00F664B3" w14:paraId="351425F5" w14:textId="77777777" w:rsidTr="00B44DB5">
        <w:trPr>
          <w:cantSplit/>
          <w:trHeight w:val="300"/>
          <w:jc w:val="center"/>
        </w:trPr>
        <w:tc>
          <w:tcPr>
            <w:tcW w:w="1851" w:type="dxa"/>
            <w:shd w:val="clear" w:color="auto" w:fill="auto"/>
            <w:noWrap/>
            <w:vAlign w:val="center"/>
            <w:hideMark/>
          </w:tcPr>
          <w:p w14:paraId="38484A54" w14:textId="77777777" w:rsidR="00B44DB5" w:rsidRPr="00F664B3" w:rsidRDefault="00B44DB5" w:rsidP="00B44DB5">
            <w:pPr>
              <w:pStyle w:val="SpecNormal"/>
              <w:spacing w:line="240" w:lineRule="auto"/>
            </w:pPr>
            <w:r w:rsidRPr="00F664B3">
              <w:t>Lead Boiler</w:t>
            </w:r>
          </w:p>
        </w:tc>
        <w:tc>
          <w:tcPr>
            <w:tcW w:w="800" w:type="dxa"/>
            <w:shd w:val="clear" w:color="auto" w:fill="auto"/>
            <w:noWrap/>
            <w:vAlign w:val="center"/>
            <w:hideMark/>
          </w:tcPr>
          <w:p w14:paraId="48583CDA" w14:textId="77777777" w:rsidR="00B44DB5" w:rsidRPr="00F664B3" w:rsidRDefault="00B44DB5" w:rsidP="00B44DB5">
            <w:pPr>
              <w:pStyle w:val="SpecNormal"/>
              <w:spacing w:line="240" w:lineRule="auto"/>
            </w:pPr>
            <w:r w:rsidRPr="00F664B3">
              <w:t>AI</w:t>
            </w:r>
          </w:p>
        </w:tc>
        <w:tc>
          <w:tcPr>
            <w:tcW w:w="1308" w:type="dxa"/>
            <w:shd w:val="clear" w:color="auto" w:fill="auto"/>
            <w:noWrap/>
            <w:vAlign w:val="center"/>
            <w:hideMark/>
          </w:tcPr>
          <w:p w14:paraId="7C2343D8" w14:textId="77777777" w:rsidR="00B44DB5" w:rsidRPr="00F664B3" w:rsidRDefault="00B44DB5" w:rsidP="00B44DB5">
            <w:pPr>
              <w:pStyle w:val="SpecNormal"/>
              <w:spacing w:line="240" w:lineRule="auto"/>
            </w:pPr>
            <w:r w:rsidRPr="00F664B3">
              <w:t>15 Minutes</w:t>
            </w:r>
          </w:p>
        </w:tc>
        <w:tc>
          <w:tcPr>
            <w:tcW w:w="1459" w:type="dxa"/>
            <w:shd w:val="clear" w:color="auto" w:fill="auto"/>
            <w:noWrap/>
            <w:vAlign w:val="center"/>
            <w:hideMark/>
          </w:tcPr>
          <w:p w14:paraId="6FEEAEB3"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2B10556" w14:textId="77777777" w:rsidR="00B44DB5" w:rsidRPr="00F664B3" w:rsidRDefault="00B44DB5" w:rsidP="00B44DB5">
            <w:pPr>
              <w:pStyle w:val="SpecNormal"/>
              <w:spacing w:line="240" w:lineRule="auto"/>
            </w:pPr>
            <w:r w:rsidRPr="00F664B3">
              <w:t>3 days</w:t>
            </w:r>
          </w:p>
        </w:tc>
        <w:tc>
          <w:tcPr>
            <w:tcW w:w="891" w:type="dxa"/>
            <w:vAlign w:val="center"/>
          </w:tcPr>
          <w:p w14:paraId="4C2674E8" w14:textId="77777777" w:rsidR="00B44DB5" w:rsidRPr="00F664B3" w:rsidRDefault="00B44DB5" w:rsidP="00B44DB5">
            <w:pPr>
              <w:pStyle w:val="SpecNormal"/>
              <w:spacing w:line="240" w:lineRule="auto"/>
            </w:pPr>
            <w:r w:rsidRPr="00F664B3">
              <w:t>N/A</w:t>
            </w:r>
          </w:p>
        </w:tc>
        <w:tc>
          <w:tcPr>
            <w:tcW w:w="1170" w:type="dxa"/>
            <w:vAlign w:val="center"/>
          </w:tcPr>
          <w:p w14:paraId="7A5FB8C0" w14:textId="77777777" w:rsidR="00B44DB5" w:rsidRPr="00F664B3" w:rsidRDefault="00B44DB5" w:rsidP="00B44DB5">
            <w:pPr>
              <w:pStyle w:val="SpecNormal"/>
              <w:spacing w:line="240" w:lineRule="auto"/>
            </w:pPr>
          </w:p>
        </w:tc>
        <w:tc>
          <w:tcPr>
            <w:tcW w:w="909" w:type="dxa"/>
            <w:vAlign w:val="center"/>
          </w:tcPr>
          <w:p w14:paraId="453FA119" w14:textId="77777777" w:rsidR="00B44DB5" w:rsidRPr="00F664B3" w:rsidRDefault="00B44DB5" w:rsidP="00B44DB5">
            <w:pPr>
              <w:pStyle w:val="SpecNormal"/>
              <w:spacing w:line="240" w:lineRule="auto"/>
            </w:pPr>
          </w:p>
        </w:tc>
      </w:tr>
      <w:tr w:rsidR="00B44DB5" w:rsidRPr="00F664B3" w14:paraId="053F73D5" w14:textId="77777777" w:rsidTr="00B44DB5">
        <w:trPr>
          <w:cantSplit/>
          <w:trHeight w:val="282"/>
          <w:jc w:val="center"/>
        </w:trPr>
        <w:tc>
          <w:tcPr>
            <w:tcW w:w="1851" w:type="dxa"/>
            <w:shd w:val="clear" w:color="auto" w:fill="auto"/>
            <w:noWrap/>
            <w:vAlign w:val="center"/>
            <w:hideMark/>
          </w:tcPr>
          <w:p w14:paraId="6100F4BB"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7CB983C5"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74011499"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6880317C"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18F73E49" w14:textId="77777777" w:rsidR="00B44DB5" w:rsidRPr="00F664B3" w:rsidRDefault="00B44DB5" w:rsidP="00B44DB5">
            <w:pPr>
              <w:pStyle w:val="SpecNormal"/>
              <w:spacing w:line="240" w:lineRule="auto"/>
            </w:pPr>
          </w:p>
        </w:tc>
        <w:tc>
          <w:tcPr>
            <w:tcW w:w="891" w:type="dxa"/>
            <w:vAlign w:val="center"/>
          </w:tcPr>
          <w:p w14:paraId="601D40FF" w14:textId="77777777" w:rsidR="00B44DB5" w:rsidRPr="00F664B3" w:rsidRDefault="00B44DB5" w:rsidP="00B44DB5">
            <w:pPr>
              <w:pStyle w:val="SpecNormal"/>
              <w:spacing w:line="240" w:lineRule="auto"/>
            </w:pPr>
          </w:p>
        </w:tc>
        <w:tc>
          <w:tcPr>
            <w:tcW w:w="1170" w:type="dxa"/>
            <w:vAlign w:val="center"/>
          </w:tcPr>
          <w:p w14:paraId="5D53659B" w14:textId="77777777" w:rsidR="00B44DB5" w:rsidRPr="00F664B3" w:rsidRDefault="00B44DB5" w:rsidP="00B44DB5">
            <w:pPr>
              <w:pStyle w:val="SpecNormal"/>
              <w:spacing w:line="240" w:lineRule="auto"/>
            </w:pPr>
          </w:p>
        </w:tc>
        <w:tc>
          <w:tcPr>
            <w:tcW w:w="909" w:type="dxa"/>
            <w:vAlign w:val="center"/>
          </w:tcPr>
          <w:p w14:paraId="636DC585" w14:textId="77777777" w:rsidR="00B44DB5" w:rsidRPr="00F664B3" w:rsidRDefault="00B44DB5" w:rsidP="00B44DB5">
            <w:pPr>
              <w:pStyle w:val="SpecNormal"/>
              <w:spacing w:line="240" w:lineRule="auto"/>
            </w:pPr>
          </w:p>
        </w:tc>
      </w:tr>
      <w:tr w:rsidR="00B44DB5" w:rsidRPr="00F664B3" w14:paraId="4E71B69B" w14:textId="77777777" w:rsidTr="00B44DB5">
        <w:trPr>
          <w:cantSplit/>
          <w:trHeight w:val="318"/>
          <w:jc w:val="center"/>
        </w:trPr>
        <w:tc>
          <w:tcPr>
            <w:tcW w:w="1851" w:type="dxa"/>
            <w:shd w:val="clear" w:color="auto" w:fill="auto"/>
            <w:noWrap/>
            <w:vAlign w:val="center"/>
            <w:hideMark/>
          </w:tcPr>
          <w:p w14:paraId="6E4B7729" w14:textId="77777777" w:rsidR="00B44DB5" w:rsidRPr="00F664B3" w:rsidRDefault="00B44DB5" w:rsidP="00B44DB5">
            <w:pPr>
              <w:pStyle w:val="SpecNormal"/>
              <w:spacing w:line="240" w:lineRule="auto"/>
            </w:pPr>
            <w:r w:rsidRPr="00F664B3">
              <w:t>Boiler 1 Enable</w:t>
            </w:r>
          </w:p>
        </w:tc>
        <w:tc>
          <w:tcPr>
            <w:tcW w:w="800" w:type="dxa"/>
            <w:shd w:val="clear" w:color="auto" w:fill="auto"/>
            <w:noWrap/>
            <w:vAlign w:val="center"/>
            <w:hideMark/>
          </w:tcPr>
          <w:p w14:paraId="6027565B"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6028C1A4"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16998F97"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C26539F" w14:textId="77777777" w:rsidR="00B44DB5" w:rsidRPr="00F664B3" w:rsidRDefault="00B44DB5" w:rsidP="00B44DB5">
            <w:pPr>
              <w:pStyle w:val="SpecNormal"/>
              <w:spacing w:line="240" w:lineRule="auto"/>
            </w:pPr>
            <w:r w:rsidRPr="00F664B3">
              <w:t>3 days</w:t>
            </w:r>
          </w:p>
        </w:tc>
        <w:tc>
          <w:tcPr>
            <w:tcW w:w="891" w:type="dxa"/>
            <w:vAlign w:val="center"/>
          </w:tcPr>
          <w:p w14:paraId="0562C458" w14:textId="77777777" w:rsidR="00B44DB5" w:rsidRPr="00F664B3" w:rsidRDefault="00B44DB5" w:rsidP="00B44DB5">
            <w:pPr>
              <w:pStyle w:val="SpecNormal"/>
              <w:spacing w:line="240" w:lineRule="auto"/>
            </w:pPr>
            <w:r w:rsidRPr="00F664B3">
              <w:t>N/A</w:t>
            </w:r>
          </w:p>
        </w:tc>
        <w:tc>
          <w:tcPr>
            <w:tcW w:w="1170" w:type="dxa"/>
            <w:vAlign w:val="center"/>
          </w:tcPr>
          <w:p w14:paraId="391325AE" w14:textId="77777777" w:rsidR="00B44DB5" w:rsidRPr="00F664B3" w:rsidRDefault="00B44DB5" w:rsidP="00B44DB5">
            <w:pPr>
              <w:pStyle w:val="SpecNormal"/>
              <w:spacing w:line="240" w:lineRule="auto"/>
            </w:pPr>
          </w:p>
        </w:tc>
        <w:tc>
          <w:tcPr>
            <w:tcW w:w="909" w:type="dxa"/>
            <w:vAlign w:val="center"/>
          </w:tcPr>
          <w:p w14:paraId="2E996984" w14:textId="77777777" w:rsidR="00B44DB5" w:rsidRPr="00F664B3" w:rsidRDefault="00B44DB5" w:rsidP="00B44DB5">
            <w:pPr>
              <w:pStyle w:val="SpecNormal"/>
              <w:spacing w:line="240" w:lineRule="auto"/>
            </w:pPr>
          </w:p>
        </w:tc>
      </w:tr>
      <w:tr w:rsidR="00B44DB5" w:rsidRPr="00F664B3" w14:paraId="19510736" w14:textId="77777777" w:rsidTr="00B44DB5">
        <w:trPr>
          <w:cantSplit/>
          <w:trHeight w:val="300"/>
          <w:jc w:val="center"/>
        </w:trPr>
        <w:tc>
          <w:tcPr>
            <w:tcW w:w="1851" w:type="dxa"/>
            <w:shd w:val="clear" w:color="auto" w:fill="auto"/>
            <w:noWrap/>
            <w:vAlign w:val="center"/>
            <w:hideMark/>
          </w:tcPr>
          <w:p w14:paraId="7B774759" w14:textId="77777777" w:rsidR="00B44DB5" w:rsidRPr="00F664B3" w:rsidRDefault="00B44DB5" w:rsidP="00B44DB5">
            <w:pPr>
              <w:pStyle w:val="SpecNormal"/>
              <w:spacing w:line="240" w:lineRule="auto"/>
            </w:pPr>
            <w:r w:rsidRPr="00F664B3">
              <w:t>Boiler 1 Status</w:t>
            </w:r>
          </w:p>
        </w:tc>
        <w:tc>
          <w:tcPr>
            <w:tcW w:w="800" w:type="dxa"/>
            <w:shd w:val="clear" w:color="auto" w:fill="auto"/>
            <w:noWrap/>
            <w:vAlign w:val="center"/>
            <w:hideMark/>
          </w:tcPr>
          <w:p w14:paraId="29F928E1"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56A209D7"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21606F99"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BA6090B" w14:textId="77777777" w:rsidR="00B44DB5" w:rsidRPr="00F664B3" w:rsidRDefault="00B44DB5" w:rsidP="00B44DB5">
            <w:pPr>
              <w:pStyle w:val="SpecNormal"/>
              <w:spacing w:line="240" w:lineRule="auto"/>
            </w:pPr>
            <w:r w:rsidRPr="00F664B3">
              <w:t>3 days</w:t>
            </w:r>
          </w:p>
        </w:tc>
        <w:tc>
          <w:tcPr>
            <w:tcW w:w="891" w:type="dxa"/>
            <w:vAlign w:val="center"/>
          </w:tcPr>
          <w:p w14:paraId="7BB590E8" w14:textId="77777777" w:rsidR="00B44DB5" w:rsidRPr="00F664B3" w:rsidRDefault="00B44DB5" w:rsidP="00B44DB5">
            <w:pPr>
              <w:pStyle w:val="SpecNormal"/>
              <w:spacing w:line="240" w:lineRule="auto"/>
            </w:pPr>
            <w:r w:rsidRPr="00F664B3">
              <w:t>P</w:t>
            </w:r>
          </w:p>
        </w:tc>
        <w:tc>
          <w:tcPr>
            <w:tcW w:w="1170" w:type="dxa"/>
            <w:vAlign w:val="center"/>
          </w:tcPr>
          <w:p w14:paraId="7F851109" w14:textId="77777777" w:rsidR="00B44DB5" w:rsidRPr="00F664B3" w:rsidRDefault="00B44DB5" w:rsidP="00B44DB5">
            <w:pPr>
              <w:pStyle w:val="SpecNormal"/>
              <w:spacing w:line="240" w:lineRule="auto"/>
            </w:pPr>
            <w:r w:rsidRPr="00F664B3">
              <w:t>Status &lt;&gt; Command</w:t>
            </w:r>
          </w:p>
        </w:tc>
        <w:tc>
          <w:tcPr>
            <w:tcW w:w="909" w:type="dxa"/>
            <w:vAlign w:val="center"/>
          </w:tcPr>
          <w:p w14:paraId="2EEB70BE" w14:textId="77777777" w:rsidR="00B44DB5" w:rsidRPr="00F664B3" w:rsidRDefault="00B44DB5" w:rsidP="00B44DB5">
            <w:pPr>
              <w:pStyle w:val="SpecNormal"/>
              <w:spacing w:line="240" w:lineRule="auto"/>
            </w:pPr>
            <w:r w:rsidRPr="00F664B3">
              <w:t>10 min</w:t>
            </w:r>
          </w:p>
        </w:tc>
      </w:tr>
      <w:tr w:rsidR="00B44DB5" w:rsidRPr="00F664B3" w14:paraId="4F37CBF9" w14:textId="77777777" w:rsidTr="00B44DB5">
        <w:trPr>
          <w:cantSplit/>
          <w:trHeight w:val="300"/>
          <w:jc w:val="center"/>
        </w:trPr>
        <w:tc>
          <w:tcPr>
            <w:tcW w:w="1851" w:type="dxa"/>
            <w:shd w:val="clear" w:color="auto" w:fill="auto"/>
            <w:noWrap/>
            <w:vAlign w:val="center"/>
            <w:hideMark/>
          </w:tcPr>
          <w:p w14:paraId="548E6275" w14:textId="77777777" w:rsidR="00B44DB5" w:rsidRPr="00F664B3" w:rsidRDefault="00B44DB5" w:rsidP="00B44DB5">
            <w:pPr>
              <w:pStyle w:val="SpecNormal"/>
              <w:spacing w:line="240" w:lineRule="auto"/>
            </w:pPr>
            <w:r w:rsidRPr="00F664B3">
              <w:t>Boiler 1 Isolation Valve</w:t>
            </w:r>
          </w:p>
        </w:tc>
        <w:tc>
          <w:tcPr>
            <w:tcW w:w="800" w:type="dxa"/>
            <w:shd w:val="clear" w:color="auto" w:fill="auto"/>
            <w:noWrap/>
            <w:vAlign w:val="center"/>
            <w:hideMark/>
          </w:tcPr>
          <w:p w14:paraId="7563F30D"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16701DAE"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662F5BAC"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1DCCFEB" w14:textId="77777777" w:rsidR="00B44DB5" w:rsidRPr="00F664B3" w:rsidRDefault="00B44DB5" w:rsidP="00B44DB5">
            <w:pPr>
              <w:pStyle w:val="SpecNormal"/>
              <w:spacing w:line="240" w:lineRule="auto"/>
            </w:pPr>
            <w:r w:rsidRPr="00F664B3">
              <w:t>3 days</w:t>
            </w:r>
          </w:p>
        </w:tc>
        <w:tc>
          <w:tcPr>
            <w:tcW w:w="891" w:type="dxa"/>
            <w:vAlign w:val="center"/>
          </w:tcPr>
          <w:p w14:paraId="4F213C91" w14:textId="77777777" w:rsidR="00B44DB5" w:rsidRPr="00F664B3" w:rsidRDefault="00B44DB5" w:rsidP="00B44DB5">
            <w:pPr>
              <w:pStyle w:val="SpecNormal"/>
              <w:spacing w:line="240" w:lineRule="auto"/>
            </w:pPr>
            <w:r w:rsidRPr="00F664B3">
              <w:t>N/A</w:t>
            </w:r>
          </w:p>
        </w:tc>
        <w:tc>
          <w:tcPr>
            <w:tcW w:w="1170" w:type="dxa"/>
            <w:vAlign w:val="center"/>
          </w:tcPr>
          <w:p w14:paraId="491D6A7B" w14:textId="77777777" w:rsidR="00B44DB5" w:rsidRPr="00F664B3" w:rsidRDefault="00B44DB5" w:rsidP="00B44DB5">
            <w:pPr>
              <w:pStyle w:val="SpecNormal"/>
              <w:spacing w:line="240" w:lineRule="auto"/>
            </w:pPr>
          </w:p>
        </w:tc>
        <w:tc>
          <w:tcPr>
            <w:tcW w:w="909" w:type="dxa"/>
            <w:vAlign w:val="center"/>
          </w:tcPr>
          <w:p w14:paraId="088AC86E" w14:textId="77777777" w:rsidR="00B44DB5" w:rsidRPr="00F664B3" w:rsidRDefault="00B44DB5" w:rsidP="00B44DB5">
            <w:pPr>
              <w:pStyle w:val="SpecNormal"/>
              <w:spacing w:line="240" w:lineRule="auto"/>
            </w:pPr>
          </w:p>
        </w:tc>
      </w:tr>
      <w:tr w:rsidR="00B44DB5" w:rsidRPr="00F664B3" w14:paraId="5F0C21D4" w14:textId="77777777" w:rsidTr="00B44DB5">
        <w:trPr>
          <w:cantSplit/>
          <w:trHeight w:val="300"/>
          <w:jc w:val="center"/>
        </w:trPr>
        <w:tc>
          <w:tcPr>
            <w:tcW w:w="1851" w:type="dxa"/>
            <w:shd w:val="clear" w:color="auto" w:fill="auto"/>
            <w:noWrap/>
            <w:vAlign w:val="center"/>
            <w:hideMark/>
          </w:tcPr>
          <w:p w14:paraId="2A98E926" w14:textId="77777777" w:rsidR="00B44DB5" w:rsidRPr="00F664B3" w:rsidRDefault="00B44DB5" w:rsidP="00B44DB5">
            <w:pPr>
              <w:pStyle w:val="SpecNormal"/>
              <w:spacing w:line="240" w:lineRule="auto"/>
            </w:pPr>
            <w:r w:rsidRPr="00F664B3">
              <w:t>Boiler 1 on Fuel Oil</w:t>
            </w:r>
          </w:p>
        </w:tc>
        <w:tc>
          <w:tcPr>
            <w:tcW w:w="800" w:type="dxa"/>
            <w:shd w:val="clear" w:color="auto" w:fill="auto"/>
            <w:noWrap/>
            <w:vAlign w:val="center"/>
            <w:hideMark/>
          </w:tcPr>
          <w:p w14:paraId="47351A8A"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5B4801C3"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747889AD"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F46AB02" w14:textId="77777777" w:rsidR="00B44DB5" w:rsidRPr="00F664B3" w:rsidRDefault="00B44DB5" w:rsidP="00B44DB5">
            <w:pPr>
              <w:pStyle w:val="SpecNormal"/>
              <w:spacing w:line="240" w:lineRule="auto"/>
            </w:pPr>
            <w:r w:rsidRPr="00F664B3">
              <w:t>3 days</w:t>
            </w:r>
          </w:p>
        </w:tc>
        <w:tc>
          <w:tcPr>
            <w:tcW w:w="891" w:type="dxa"/>
            <w:vAlign w:val="center"/>
          </w:tcPr>
          <w:p w14:paraId="651B3AA0" w14:textId="77777777" w:rsidR="00B44DB5" w:rsidRPr="00F664B3" w:rsidRDefault="00B44DB5" w:rsidP="00B44DB5">
            <w:pPr>
              <w:pStyle w:val="SpecNormal"/>
              <w:spacing w:line="240" w:lineRule="auto"/>
            </w:pPr>
            <w:r w:rsidRPr="00F664B3">
              <w:t>N/A</w:t>
            </w:r>
          </w:p>
        </w:tc>
        <w:tc>
          <w:tcPr>
            <w:tcW w:w="1170" w:type="dxa"/>
            <w:vAlign w:val="center"/>
          </w:tcPr>
          <w:p w14:paraId="60A4F03A" w14:textId="77777777" w:rsidR="00B44DB5" w:rsidRPr="00F664B3" w:rsidRDefault="00B44DB5" w:rsidP="00B44DB5">
            <w:pPr>
              <w:pStyle w:val="SpecNormal"/>
              <w:spacing w:line="240" w:lineRule="auto"/>
            </w:pPr>
          </w:p>
        </w:tc>
        <w:tc>
          <w:tcPr>
            <w:tcW w:w="909" w:type="dxa"/>
            <w:vAlign w:val="center"/>
          </w:tcPr>
          <w:p w14:paraId="32A0D4B0" w14:textId="77777777" w:rsidR="00B44DB5" w:rsidRPr="00F664B3" w:rsidRDefault="00B44DB5" w:rsidP="00B44DB5">
            <w:pPr>
              <w:pStyle w:val="SpecNormal"/>
              <w:spacing w:line="240" w:lineRule="auto"/>
            </w:pPr>
          </w:p>
        </w:tc>
      </w:tr>
      <w:tr w:rsidR="00B44DB5" w:rsidRPr="00F664B3" w14:paraId="6852B983" w14:textId="77777777" w:rsidTr="00B44DB5">
        <w:trPr>
          <w:cantSplit/>
          <w:trHeight w:val="300"/>
          <w:jc w:val="center"/>
        </w:trPr>
        <w:tc>
          <w:tcPr>
            <w:tcW w:w="1851" w:type="dxa"/>
            <w:shd w:val="clear" w:color="auto" w:fill="auto"/>
            <w:noWrap/>
            <w:vAlign w:val="center"/>
            <w:hideMark/>
          </w:tcPr>
          <w:p w14:paraId="6F7A9D33" w14:textId="77777777" w:rsidR="00B44DB5" w:rsidRPr="00F664B3" w:rsidRDefault="00B44DB5" w:rsidP="00B44DB5">
            <w:pPr>
              <w:pStyle w:val="SpecNormal"/>
              <w:spacing w:line="240" w:lineRule="auto"/>
            </w:pPr>
            <w:r w:rsidRPr="00F664B3">
              <w:t>Boiler 1 Alarm</w:t>
            </w:r>
          </w:p>
        </w:tc>
        <w:tc>
          <w:tcPr>
            <w:tcW w:w="800" w:type="dxa"/>
            <w:shd w:val="clear" w:color="auto" w:fill="auto"/>
            <w:noWrap/>
            <w:vAlign w:val="center"/>
            <w:hideMark/>
          </w:tcPr>
          <w:p w14:paraId="4DEDAFE7"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32820CDB"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2340287"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051CE22" w14:textId="77777777" w:rsidR="00B44DB5" w:rsidRPr="00F664B3" w:rsidRDefault="00B44DB5" w:rsidP="00B44DB5">
            <w:pPr>
              <w:pStyle w:val="SpecNormal"/>
              <w:spacing w:line="240" w:lineRule="auto"/>
            </w:pPr>
            <w:r w:rsidRPr="00F664B3">
              <w:t>3 days</w:t>
            </w:r>
          </w:p>
        </w:tc>
        <w:tc>
          <w:tcPr>
            <w:tcW w:w="891" w:type="dxa"/>
            <w:vAlign w:val="center"/>
          </w:tcPr>
          <w:p w14:paraId="3D5DC711" w14:textId="77777777" w:rsidR="00B44DB5" w:rsidRPr="00F664B3" w:rsidRDefault="00B44DB5" w:rsidP="00B44DB5">
            <w:pPr>
              <w:pStyle w:val="SpecNormal"/>
              <w:spacing w:line="240" w:lineRule="auto"/>
            </w:pPr>
            <w:r w:rsidRPr="00F664B3">
              <w:t>C</w:t>
            </w:r>
          </w:p>
        </w:tc>
        <w:tc>
          <w:tcPr>
            <w:tcW w:w="1170" w:type="dxa"/>
            <w:vAlign w:val="center"/>
          </w:tcPr>
          <w:p w14:paraId="51AAB369" w14:textId="77777777" w:rsidR="00B44DB5" w:rsidRPr="00F664B3" w:rsidRDefault="00B44DB5" w:rsidP="00B44DB5">
            <w:pPr>
              <w:pStyle w:val="SpecNormal"/>
              <w:spacing w:line="240" w:lineRule="auto"/>
            </w:pPr>
            <w:r w:rsidRPr="00F664B3">
              <w:t>True</w:t>
            </w:r>
          </w:p>
        </w:tc>
        <w:tc>
          <w:tcPr>
            <w:tcW w:w="909" w:type="dxa"/>
            <w:vAlign w:val="center"/>
          </w:tcPr>
          <w:p w14:paraId="1CB1B3FD" w14:textId="77777777" w:rsidR="00B44DB5" w:rsidRPr="00F664B3" w:rsidRDefault="00B44DB5" w:rsidP="00B44DB5">
            <w:pPr>
              <w:pStyle w:val="SpecNormal"/>
              <w:spacing w:line="240" w:lineRule="auto"/>
            </w:pPr>
            <w:r w:rsidRPr="00F664B3">
              <w:t>1 Min</w:t>
            </w:r>
          </w:p>
        </w:tc>
      </w:tr>
      <w:tr w:rsidR="00B44DB5" w:rsidRPr="00F664B3" w14:paraId="15B39F16" w14:textId="77777777" w:rsidTr="00B44DB5">
        <w:trPr>
          <w:cantSplit/>
          <w:trHeight w:val="300"/>
          <w:jc w:val="center"/>
        </w:trPr>
        <w:tc>
          <w:tcPr>
            <w:tcW w:w="1851" w:type="dxa"/>
            <w:shd w:val="clear" w:color="auto" w:fill="auto"/>
            <w:noWrap/>
            <w:vAlign w:val="center"/>
            <w:hideMark/>
          </w:tcPr>
          <w:p w14:paraId="48A3D72B" w14:textId="77777777" w:rsidR="00B44DB5" w:rsidRPr="00F664B3" w:rsidRDefault="00B44DB5" w:rsidP="00B44DB5">
            <w:pPr>
              <w:pStyle w:val="SpecNormal"/>
              <w:spacing w:line="240" w:lineRule="auto"/>
            </w:pPr>
            <w:r w:rsidRPr="00F664B3">
              <w:t>Boiler 2 Enable</w:t>
            </w:r>
          </w:p>
        </w:tc>
        <w:tc>
          <w:tcPr>
            <w:tcW w:w="800" w:type="dxa"/>
            <w:shd w:val="clear" w:color="auto" w:fill="auto"/>
            <w:noWrap/>
            <w:vAlign w:val="center"/>
            <w:hideMark/>
          </w:tcPr>
          <w:p w14:paraId="50825AC5"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33E122B7"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5EFD9694"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1868C46" w14:textId="77777777" w:rsidR="00B44DB5" w:rsidRPr="00F664B3" w:rsidRDefault="00B44DB5" w:rsidP="00B44DB5">
            <w:pPr>
              <w:pStyle w:val="SpecNormal"/>
              <w:spacing w:line="240" w:lineRule="auto"/>
            </w:pPr>
            <w:r w:rsidRPr="00F664B3">
              <w:t>3 days</w:t>
            </w:r>
          </w:p>
        </w:tc>
        <w:tc>
          <w:tcPr>
            <w:tcW w:w="891" w:type="dxa"/>
            <w:vAlign w:val="center"/>
          </w:tcPr>
          <w:p w14:paraId="61C03178" w14:textId="77777777" w:rsidR="00B44DB5" w:rsidRPr="00F664B3" w:rsidRDefault="00B44DB5" w:rsidP="00B44DB5">
            <w:pPr>
              <w:pStyle w:val="SpecNormal"/>
              <w:spacing w:line="240" w:lineRule="auto"/>
            </w:pPr>
            <w:r w:rsidRPr="00F664B3">
              <w:t>N/A</w:t>
            </w:r>
          </w:p>
        </w:tc>
        <w:tc>
          <w:tcPr>
            <w:tcW w:w="1170" w:type="dxa"/>
            <w:vAlign w:val="center"/>
          </w:tcPr>
          <w:p w14:paraId="2536B2D8" w14:textId="77777777" w:rsidR="00B44DB5" w:rsidRPr="00F664B3" w:rsidRDefault="00B44DB5" w:rsidP="00B44DB5">
            <w:pPr>
              <w:pStyle w:val="SpecNormal"/>
              <w:spacing w:line="240" w:lineRule="auto"/>
            </w:pPr>
          </w:p>
        </w:tc>
        <w:tc>
          <w:tcPr>
            <w:tcW w:w="909" w:type="dxa"/>
            <w:vAlign w:val="center"/>
          </w:tcPr>
          <w:p w14:paraId="3E77D1AD" w14:textId="77777777" w:rsidR="00B44DB5" w:rsidRPr="00F664B3" w:rsidRDefault="00B44DB5" w:rsidP="00B44DB5">
            <w:pPr>
              <w:pStyle w:val="SpecNormal"/>
              <w:spacing w:line="240" w:lineRule="auto"/>
            </w:pPr>
          </w:p>
        </w:tc>
      </w:tr>
      <w:tr w:rsidR="00B44DB5" w:rsidRPr="00F664B3" w14:paraId="7D8DBECE" w14:textId="77777777" w:rsidTr="00B44DB5">
        <w:trPr>
          <w:cantSplit/>
          <w:trHeight w:val="300"/>
          <w:jc w:val="center"/>
        </w:trPr>
        <w:tc>
          <w:tcPr>
            <w:tcW w:w="1851" w:type="dxa"/>
            <w:shd w:val="clear" w:color="auto" w:fill="auto"/>
            <w:noWrap/>
            <w:vAlign w:val="center"/>
            <w:hideMark/>
          </w:tcPr>
          <w:p w14:paraId="26EABC2D" w14:textId="77777777" w:rsidR="00B44DB5" w:rsidRPr="00F664B3" w:rsidRDefault="00B44DB5" w:rsidP="00B44DB5">
            <w:pPr>
              <w:pStyle w:val="SpecNormal"/>
              <w:spacing w:line="240" w:lineRule="auto"/>
            </w:pPr>
            <w:r w:rsidRPr="00F664B3">
              <w:lastRenderedPageBreak/>
              <w:t>Boiler 2 Status</w:t>
            </w:r>
          </w:p>
        </w:tc>
        <w:tc>
          <w:tcPr>
            <w:tcW w:w="800" w:type="dxa"/>
            <w:shd w:val="clear" w:color="auto" w:fill="auto"/>
            <w:noWrap/>
            <w:vAlign w:val="center"/>
            <w:hideMark/>
          </w:tcPr>
          <w:p w14:paraId="1641D222"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76271646"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548E76E9"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874AFAB" w14:textId="77777777" w:rsidR="00B44DB5" w:rsidRPr="00F664B3" w:rsidRDefault="00B44DB5" w:rsidP="00B44DB5">
            <w:pPr>
              <w:pStyle w:val="SpecNormal"/>
              <w:spacing w:line="240" w:lineRule="auto"/>
            </w:pPr>
            <w:r w:rsidRPr="00F664B3">
              <w:t>3 days</w:t>
            </w:r>
          </w:p>
        </w:tc>
        <w:tc>
          <w:tcPr>
            <w:tcW w:w="891" w:type="dxa"/>
            <w:vAlign w:val="center"/>
          </w:tcPr>
          <w:p w14:paraId="2F8429F5" w14:textId="77777777" w:rsidR="00B44DB5" w:rsidRPr="00F664B3" w:rsidRDefault="00B44DB5" w:rsidP="00B44DB5">
            <w:pPr>
              <w:pStyle w:val="SpecNormal"/>
              <w:spacing w:line="240" w:lineRule="auto"/>
            </w:pPr>
            <w:r w:rsidRPr="00F664B3">
              <w:t>P</w:t>
            </w:r>
          </w:p>
        </w:tc>
        <w:tc>
          <w:tcPr>
            <w:tcW w:w="1170" w:type="dxa"/>
            <w:vAlign w:val="center"/>
          </w:tcPr>
          <w:p w14:paraId="7C4A7923" w14:textId="77777777" w:rsidR="00B44DB5" w:rsidRPr="00F664B3" w:rsidRDefault="00B44DB5" w:rsidP="00B44DB5">
            <w:pPr>
              <w:pStyle w:val="SpecNormal"/>
              <w:spacing w:line="240" w:lineRule="auto"/>
            </w:pPr>
            <w:r w:rsidRPr="00F664B3">
              <w:t>Status &lt;&gt; Command</w:t>
            </w:r>
          </w:p>
        </w:tc>
        <w:tc>
          <w:tcPr>
            <w:tcW w:w="909" w:type="dxa"/>
            <w:vAlign w:val="center"/>
          </w:tcPr>
          <w:p w14:paraId="50162B73" w14:textId="77777777" w:rsidR="00B44DB5" w:rsidRPr="00F664B3" w:rsidRDefault="00B44DB5" w:rsidP="00B44DB5">
            <w:pPr>
              <w:pStyle w:val="SpecNormal"/>
              <w:spacing w:line="240" w:lineRule="auto"/>
            </w:pPr>
            <w:r w:rsidRPr="00F664B3">
              <w:t>10 min</w:t>
            </w:r>
          </w:p>
        </w:tc>
      </w:tr>
      <w:tr w:rsidR="00B44DB5" w:rsidRPr="00F664B3" w14:paraId="3A87D637" w14:textId="77777777" w:rsidTr="00B44DB5">
        <w:trPr>
          <w:cantSplit/>
          <w:trHeight w:val="300"/>
          <w:jc w:val="center"/>
        </w:trPr>
        <w:tc>
          <w:tcPr>
            <w:tcW w:w="1851" w:type="dxa"/>
            <w:shd w:val="clear" w:color="auto" w:fill="auto"/>
            <w:noWrap/>
            <w:vAlign w:val="center"/>
            <w:hideMark/>
          </w:tcPr>
          <w:p w14:paraId="41DDD17B" w14:textId="77777777" w:rsidR="00B44DB5" w:rsidRPr="00F664B3" w:rsidRDefault="00B44DB5" w:rsidP="00B44DB5">
            <w:pPr>
              <w:pStyle w:val="SpecNormal"/>
              <w:spacing w:line="240" w:lineRule="auto"/>
            </w:pPr>
            <w:r w:rsidRPr="00F664B3">
              <w:t>Boiler 2 Isolation Valve</w:t>
            </w:r>
          </w:p>
        </w:tc>
        <w:tc>
          <w:tcPr>
            <w:tcW w:w="800" w:type="dxa"/>
            <w:shd w:val="clear" w:color="auto" w:fill="auto"/>
            <w:noWrap/>
            <w:vAlign w:val="center"/>
            <w:hideMark/>
          </w:tcPr>
          <w:p w14:paraId="75BA4435"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05D78E02"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396F93CE"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8861EB4" w14:textId="77777777" w:rsidR="00B44DB5" w:rsidRPr="00F664B3" w:rsidRDefault="00B44DB5" w:rsidP="00B44DB5">
            <w:pPr>
              <w:pStyle w:val="SpecNormal"/>
              <w:spacing w:line="240" w:lineRule="auto"/>
            </w:pPr>
            <w:r w:rsidRPr="00F664B3">
              <w:t>3 days</w:t>
            </w:r>
          </w:p>
        </w:tc>
        <w:tc>
          <w:tcPr>
            <w:tcW w:w="891" w:type="dxa"/>
            <w:vAlign w:val="center"/>
          </w:tcPr>
          <w:p w14:paraId="1C54A334" w14:textId="77777777" w:rsidR="00B44DB5" w:rsidRPr="00F664B3" w:rsidRDefault="00B44DB5" w:rsidP="00B44DB5">
            <w:pPr>
              <w:pStyle w:val="SpecNormal"/>
              <w:spacing w:line="240" w:lineRule="auto"/>
            </w:pPr>
            <w:r w:rsidRPr="00F664B3">
              <w:t>N/A</w:t>
            </w:r>
          </w:p>
        </w:tc>
        <w:tc>
          <w:tcPr>
            <w:tcW w:w="1170" w:type="dxa"/>
            <w:vAlign w:val="center"/>
          </w:tcPr>
          <w:p w14:paraId="7605C420" w14:textId="77777777" w:rsidR="00B44DB5" w:rsidRPr="00F664B3" w:rsidRDefault="00B44DB5" w:rsidP="00B44DB5">
            <w:pPr>
              <w:pStyle w:val="SpecNormal"/>
              <w:spacing w:line="240" w:lineRule="auto"/>
            </w:pPr>
          </w:p>
        </w:tc>
        <w:tc>
          <w:tcPr>
            <w:tcW w:w="909" w:type="dxa"/>
            <w:vAlign w:val="center"/>
          </w:tcPr>
          <w:p w14:paraId="5641EF58" w14:textId="77777777" w:rsidR="00B44DB5" w:rsidRPr="00F664B3" w:rsidRDefault="00B44DB5" w:rsidP="00B44DB5">
            <w:pPr>
              <w:pStyle w:val="SpecNormal"/>
              <w:spacing w:line="240" w:lineRule="auto"/>
            </w:pPr>
          </w:p>
        </w:tc>
      </w:tr>
      <w:tr w:rsidR="00B44DB5" w:rsidRPr="00F664B3" w14:paraId="4926C3EA" w14:textId="77777777" w:rsidTr="00B44DB5">
        <w:trPr>
          <w:cantSplit/>
          <w:trHeight w:val="300"/>
          <w:jc w:val="center"/>
        </w:trPr>
        <w:tc>
          <w:tcPr>
            <w:tcW w:w="1851" w:type="dxa"/>
            <w:shd w:val="clear" w:color="auto" w:fill="auto"/>
            <w:noWrap/>
            <w:vAlign w:val="center"/>
            <w:hideMark/>
          </w:tcPr>
          <w:p w14:paraId="0831CE41" w14:textId="77777777" w:rsidR="00B44DB5" w:rsidRPr="00F664B3" w:rsidRDefault="00B44DB5" w:rsidP="00B44DB5">
            <w:pPr>
              <w:pStyle w:val="SpecNormal"/>
              <w:spacing w:line="240" w:lineRule="auto"/>
            </w:pPr>
            <w:r w:rsidRPr="00F664B3">
              <w:t>Boiler 2 on Fuel Oil</w:t>
            </w:r>
          </w:p>
        </w:tc>
        <w:tc>
          <w:tcPr>
            <w:tcW w:w="800" w:type="dxa"/>
            <w:shd w:val="clear" w:color="auto" w:fill="auto"/>
            <w:noWrap/>
            <w:vAlign w:val="center"/>
            <w:hideMark/>
          </w:tcPr>
          <w:p w14:paraId="79C25805"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2FB7B1CD"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352CD439"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3D664E1" w14:textId="77777777" w:rsidR="00B44DB5" w:rsidRPr="00F664B3" w:rsidRDefault="00B44DB5" w:rsidP="00B44DB5">
            <w:pPr>
              <w:pStyle w:val="SpecNormal"/>
              <w:spacing w:line="240" w:lineRule="auto"/>
            </w:pPr>
            <w:r w:rsidRPr="00F664B3">
              <w:t>3 days</w:t>
            </w:r>
          </w:p>
        </w:tc>
        <w:tc>
          <w:tcPr>
            <w:tcW w:w="891" w:type="dxa"/>
            <w:vAlign w:val="center"/>
          </w:tcPr>
          <w:p w14:paraId="22E8BADF" w14:textId="77777777" w:rsidR="00B44DB5" w:rsidRPr="00F664B3" w:rsidRDefault="00B44DB5" w:rsidP="00B44DB5">
            <w:pPr>
              <w:pStyle w:val="SpecNormal"/>
              <w:spacing w:line="240" w:lineRule="auto"/>
            </w:pPr>
            <w:r w:rsidRPr="00F664B3">
              <w:t>N/A</w:t>
            </w:r>
          </w:p>
        </w:tc>
        <w:tc>
          <w:tcPr>
            <w:tcW w:w="1170" w:type="dxa"/>
            <w:vAlign w:val="center"/>
          </w:tcPr>
          <w:p w14:paraId="5555BA27" w14:textId="77777777" w:rsidR="00B44DB5" w:rsidRPr="00F664B3" w:rsidRDefault="00B44DB5" w:rsidP="00B44DB5">
            <w:pPr>
              <w:pStyle w:val="SpecNormal"/>
              <w:spacing w:line="240" w:lineRule="auto"/>
            </w:pPr>
          </w:p>
        </w:tc>
        <w:tc>
          <w:tcPr>
            <w:tcW w:w="909" w:type="dxa"/>
            <w:vAlign w:val="center"/>
          </w:tcPr>
          <w:p w14:paraId="54D34C66" w14:textId="77777777" w:rsidR="00B44DB5" w:rsidRPr="00F664B3" w:rsidRDefault="00B44DB5" w:rsidP="00B44DB5">
            <w:pPr>
              <w:pStyle w:val="SpecNormal"/>
              <w:spacing w:line="240" w:lineRule="auto"/>
            </w:pPr>
          </w:p>
        </w:tc>
      </w:tr>
      <w:tr w:rsidR="00B44DB5" w:rsidRPr="00F664B3" w14:paraId="370D055C" w14:textId="77777777" w:rsidTr="00B44DB5">
        <w:trPr>
          <w:cantSplit/>
          <w:trHeight w:val="300"/>
          <w:jc w:val="center"/>
        </w:trPr>
        <w:tc>
          <w:tcPr>
            <w:tcW w:w="1851" w:type="dxa"/>
            <w:shd w:val="clear" w:color="auto" w:fill="auto"/>
            <w:noWrap/>
            <w:vAlign w:val="center"/>
            <w:hideMark/>
          </w:tcPr>
          <w:p w14:paraId="6F36C032" w14:textId="77777777" w:rsidR="00B44DB5" w:rsidRPr="00F664B3" w:rsidRDefault="00B44DB5" w:rsidP="00B44DB5">
            <w:pPr>
              <w:pStyle w:val="SpecNormal"/>
              <w:spacing w:line="240" w:lineRule="auto"/>
            </w:pPr>
            <w:r w:rsidRPr="00F664B3">
              <w:t>Boiler 2 Alarm</w:t>
            </w:r>
          </w:p>
        </w:tc>
        <w:tc>
          <w:tcPr>
            <w:tcW w:w="800" w:type="dxa"/>
            <w:shd w:val="clear" w:color="auto" w:fill="auto"/>
            <w:noWrap/>
            <w:vAlign w:val="center"/>
            <w:hideMark/>
          </w:tcPr>
          <w:p w14:paraId="2278365A"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78C9DBA8"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72FCA860"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61D45DE3" w14:textId="77777777" w:rsidR="00B44DB5" w:rsidRPr="00F664B3" w:rsidRDefault="00B44DB5" w:rsidP="00B44DB5">
            <w:pPr>
              <w:pStyle w:val="SpecNormal"/>
              <w:spacing w:line="240" w:lineRule="auto"/>
            </w:pPr>
            <w:r w:rsidRPr="00F664B3">
              <w:t>3 days</w:t>
            </w:r>
          </w:p>
        </w:tc>
        <w:tc>
          <w:tcPr>
            <w:tcW w:w="891" w:type="dxa"/>
            <w:vAlign w:val="center"/>
          </w:tcPr>
          <w:p w14:paraId="2B22C6C6" w14:textId="77777777" w:rsidR="00B44DB5" w:rsidRPr="00F664B3" w:rsidRDefault="00B44DB5" w:rsidP="00B44DB5">
            <w:pPr>
              <w:pStyle w:val="SpecNormal"/>
              <w:spacing w:line="240" w:lineRule="auto"/>
            </w:pPr>
            <w:r w:rsidRPr="00F664B3">
              <w:t>C</w:t>
            </w:r>
          </w:p>
        </w:tc>
        <w:tc>
          <w:tcPr>
            <w:tcW w:w="1170" w:type="dxa"/>
            <w:vAlign w:val="center"/>
          </w:tcPr>
          <w:p w14:paraId="703076B0" w14:textId="77777777" w:rsidR="00B44DB5" w:rsidRPr="00F664B3" w:rsidRDefault="00B44DB5" w:rsidP="00B44DB5">
            <w:pPr>
              <w:pStyle w:val="SpecNormal"/>
              <w:spacing w:line="240" w:lineRule="auto"/>
            </w:pPr>
            <w:r w:rsidRPr="00F664B3">
              <w:t>True</w:t>
            </w:r>
          </w:p>
        </w:tc>
        <w:tc>
          <w:tcPr>
            <w:tcW w:w="909" w:type="dxa"/>
            <w:vAlign w:val="center"/>
          </w:tcPr>
          <w:p w14:paraId="0E463933" w14:textId="77777777" w:rsidR="00B44DB5" w:rsidRPr="00F664B3" w:rsidRDefault="00B44DB5" w:rsidP="00B44DB5">
            <w:pPr>
              <w:pStyle w:val="SpecNormal"/>
              <w:spacing w:line="240" w:lineRule="auto"/>
            </w:pPr>
            <w:r w:rsidRPr="00F664B3">
              <w:t>1 Min</w:t>
            </w:r>
          </w:p>
        </w:tc>
      </w:tr>
      <w:tr w:rsidR="00B44DB5" w:rsidRPr="00F664B3" w14:paraId="1F3A537D" w14:textId="77777777" w:rsidTr="00B44DB5">
        <w:trPr>
          <w:cantSplit/>
          <w:trHeight w:val="300"/>
          <w:jc w:val="center"/>
        </w:trPr>
        <w:tc>
          <w:tcPr>
            <w:tcW w:w="1851" w:type="dxa"/>
            <w:shd w:val="clear" w:color="auto" w:fill="auto"/>
            <w:noWrap/>
            <w:vAlign w:val="center"/>
            <w:hideMark/>
          </w:tcPr>
          <w:p w14:paraId="09937E3B" w14:textId="77777777" w:rsidR="00B44DB5" w:rsidRPr="00F664B3" w:rsidRDefault="00B44DB5" w:rsidP="00B44DB5">
            <w:pPr>
              <w:pStyle w:val="SpecNormal"/>
              <w:spacing w:line="240" w:lineRule="auto"/>
            </w:pPr>
            <w:r w:rsidRPr="00F664B3">
              <w:t>Combustion Dampers Open</w:t>
            </w:r>
          </w:p>
        </w:tc>
        <w:tc>
          <w:tcPr>
            <w:tcW w:w="800" w:type="dxa"/>
            <w:shd w:val="clear" w:color="auto" w:fill="auto"/>
            <w:noWrap/>
            <w:vAlign w:val="center"/>
            <w:hideMark/>
          </w:tcPr>
          <w:p w14:paraId="7A5E4ECF"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0F024FF1"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66C18406"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8F2D237" w14:textId="77777777" w:rsidR="00B44DB5" w:rsidRPr="00F664B3" w:rsidRDefault="00B44DB5" w:rsidP="00B44DB5">
            <w:pPr>
              <w:pStyle w:val="SpecNormal"/>
              <w:spacing w:line="240" w:lineRule="auto"/>
            </w:pPr>
            <w:r w:rsidRPr="00F664B3">
              <w:t>3 days</w:t>
            </w:r>
          </w:p>
        </w:tc>
        <w:tc>
          <w:tcPr>
            <w:tcW w:w="891" w:type="dxa"/>
            <w:vAlign w:val="center"/>
          </w:tcPr>
          <w:p w14:paraId="06776160" w14:textId="77777777" w:rsidR="00B44DB5" w:rsidRPr="00F664B3" w:rsidRDefault="00B44DB5" w:rsidP="00B44DB5">
            <w:pPr>
              <w:pStyle w:val="SpecNormal"/>
              <w:spacing w:line="240" w:lineRule="auto"/>
            </w:pPr>
            <w:r w:rsidRPr="00F664B3">
              <w:t>P</w:t>
            </w:r>
          </w:p>
        </w:tc>
        <w:tc>
          <w:tcPr>
            <w:tcW w:w="1170" w:type="dxa"/>
            <w:vAlign w:val="center"/>
          </w:tcPr>
          <w:p w14:paraId="2CDF47BD" w14:textId="77777777" w:rsidR="00B44DB5" w:rsidRPr="00F664B3" w:rsidRDefault="00B44DB5" w:rsidP="00B44DB5">
            <w:pPr>
              <w:pStyle w:val="SpecNormal"/>
              <w:spacing w:line="240" w:lineRule="auto"/>
            </w:pPr>
            <w:r w:rsidRPr="00F664B3">
              <w:t>Status &lt;&gt; Command</w:t>
            </w:r>
          </w:p>
        </w:tc>
        <w:tc>
          <w:tcPr>
            <w:tcW w:w="909" w:type="dxa"/>
            <w:vAlign w:val="center"/>
          </w:tcPr>
          <w:p w14:paraId="0CCFE96B" w14:textId="77777777" w:rsidR="00B44DB5" w:rsidRPr="00F664B3" w:rsidRDefault="00B44DB5" w:rsidP="00B44DB5">
            <w:pPr>
              <w:pStyle w:val="SpecNormal"/>
              <w:spacing w:line="240" w:lineRule="auto"/>
            </w:pPr>
            <w:r w:rsidRPr="00F664B3">
              <w:t>10 min</w:t>
            </w:r>
          </w:p>
        </w:tc>
      </w:tr>
      <w:tr w:rsidR="00B44DB5" w:rsidRPr="00F664B3" w14:paraId="4F616F66" w14:textId="77777777" w:rsidTr="00B44DB5">
        <w:trPr>
          <w:cantSplit/>
          <w:trHeight w:val="300"/>
          <w:jc w:val="center"/>
        </w:trPr>
        <w:tc>
          <w:tcPr>
            <w:tcW w:w="1851" w:type="dxa"/>
            <w:shd w:val="clear" w:color="auto" w:fill="auto"/>
            <w:noWrap/>
            <w:vAlign w:val="center"/>
            <w:hideMark/>
          </w:tcPr>
          <w:p w14:paraId="1BA19CEF" w14:textId="77777777" w:rsidR="00B44DB5" w:rsidRPr="00F664B3" w:rsidRDefault="00B44DB5" w:rsidP="00B44DB5">
            <w:pPr>
              <w:pStyle w:val="SpecNormal"/>
              <w:spacing w:line="240" w:lineRule="auto"/>
            </w:pPr>
            <w:r w:rsidRPr="00F664B3">
              <w:t>Primary Pump 1 Status</w:t>
            </w:r>
          </w:p>
        </w:tc>
        <w:tc>
          <w:tcPr>
            <w:tcW w:w="800" w:type="dxa"/>
            <w:shd w:val="clear" w:color="auto" w:fill="auto"/>
            <w:noWrap/>
            <w:vAlign w:val="center"/>
            <w:hideMark/>
          </w:tcPr>
          <w:p w14:paraId="220E2AFB"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1493B4D4"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018CF419"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77D16B6" w14:textId="77777777" w:rsidR="00B44DB5" w:rsidRPr="00F664B3" w:rsidRDefault="00B44DB5" w:rsidP="00B44DB5">
            <w:pPr>
              <w:pStyle w:val="SpecNormal"/>
              <w:spacing w:line="240" w:lineRule="auto"/>
            </w:pPr>
            <w:r w:rsidRPr="00F664B3">
              <w:t>3 days</w:t>
            </w:r>
          </w:p>
        </w:tc>
        <w:tc>
          <w:tcPr>
            <w:tcW w:w="891" w:type="dxa"/>
            <w:vAlign w:val="center"/>
          </w:tcPr>
          <w:p w14:paraId="34DCFD5D" w14:textId="77777777" w:rsidR="00B44DB5" w:rsidRPr="00F664B3" w:rsidRDefault="00B44DB5" w:rsidP="00B44DB5">
            <w:pPr>
              <w:pStyle w:val="SpecNormal"/>
              <w:spacing w:line="240" w:lineRule="auto"/>
            </w:pPr>
            <w:r w:rsidRPr="00F664B3">
              <w:t>P</w:t>
            </w:r>
          </w:p>
        </w:tc>
        <w:tc>
          <w:tcPr>
            <w:tcW w:w="1170" w:type="dxa"/>
            <w:vAlign w:val="center"/>
          </w:tcPr>
          <w:p w14:paraId="1CF0B570" w14:textId="77777777" w:rsidR="00B44DB5" w:rsidRPr="00F664B3" w:rsidRDefault="00B44DB5" w:rsidP="00B44DB5">
            <w:pPr>
              <w:pStyle w:val="SpecNormal"/>
              <w:spacing w:line="240" w:lineRule="auto"/>
            </w:pPr>
            <w:r w:rsidRPr="00F664B3">
              <w:t>Status &lt;&gt; Command</w:t>
            </w:r>
          </w:p>
        </w:tc>
        <w:tc>
          <w:tcPr>
            <w:tcW w:w="909" w:type="dxa"/>
            <w:vAlign w:val="center"/>
          </w:tcPr>
          <w:p w14:paraId="596D40F2" w14:textId="77777777" w:rsidR="00B44DB5" w:rsidRPr="00F664B3" w:rsidRDefault="00B44DB5" w:rsidP="00B44DB5">
            <w:pPr>
              <w:pStyle w:val="SpecNormal"/>
              <w:spacing w:line="240" w:lineRule="auto"/>
            </w:pPr>
            <w:r w:rsidRPr="00F664B3">
              <w:t>10 min</w:t>
            </w:r>
          </w:p>
        </w:tc>
      </w:tr>
      <w:tr w:rsidR="00B44DB5" w:rsidRPr="00F664B3" w14:paraId="5A3FC0C5" w14:textId="77777777" w:rsidTr="00B44DB5">
        <w:trPr>
          <w:cantSplit/>
          <w:trHeight w:val="300"/>
          <w:jc w:val="center"/>
        </w:trPr>
        <w:tc>
          <w:tcPr>
            <w:tcW w:w="1851" w:type="dxa"/>
            <w:shd w:val="clear" w:color="auto" w:fill="auto"/>
            <w:noWrap/>
            <w:vAlign w:val="center"/>
            <w:hideMark/>
          </w:tcPr>
          <w:p w14:paraId="67FB785D" w14:textId="77777777" w:rsidR="00B44DB5" w:rsidRPr="00F664B3" w:rsidRDefault="00B44DB5" w:rsidP="00B44DB5">
            <w:pPr>
              <w:pStyle w:val="SpecNormal"/>
              <w:spacing w:line="240" w:lineRule="auto"/>
            </w:pPr>
            <w:r w:rsidRPr="00F664B3">
              <w:t>Primary Pump 2 Status</w:t>
            </w:r>
          </w:p>
        </w:tc>
        <w:tc>
          <w:tcPr>
            <w:tcW w:w="800" w:type="dxa"/>
            <w:shd w:val="clear" w:color="auto" w:fill="auto"/>
            <w:noWrap/>
            <w:vAlign w:val="center"/>
            <w:hideMark/>
          </w:tcPr>
          <w:p w14:paraId="35457F99"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463CD511"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26C6C7C4"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2EA74D5" w14:textId="77777777" w:rsidR="00B44DB5" w:rsidRPr="00F664B3" w:rsidRDefault="00B44DB5" w:rsidP="00B44DB5">
            <w:pPr>
              <w:pStyle w:val="SpecNormal"/>
              <w:spacing w:line="240" w:lineRule="auto"/>
            </w:pPr>
            <w:r w:rsidRPr="00F664B3">
              <w:t>3 days</w:t>
            </w:r>
          </w:p>
        </w:tc>
        <w:tc>
          <w:tcPr>
            <w:tcW w:w="891" w:type="dxa"/>
            <w:vAlign w:val="center"/>
          </w:tcPr>
          <w:p w14:paraId="6790E5EB" w14:textId="77777777" w:rsidR="00B44DB5" w:rsidRPr="00F664B3" w:rsidRDefault="00B44DB5" w:rsidP="00B44DB5">
            <w:pPr>
              <w:pStyle w:val="SpecNormal"/>
              <w:spacing w:line="240" w:lineRule="auto"/>
            </w:pPr>
            <w:r w:rsidRPr="00F664B3">
              <w:t>P</w:t>
            </w:r>
          </w:p>
        </w:tc>
        <w:tc>
          <w:tcPr>
            <w:tcW w:w="1170" w:type="dxa"/>
            <w:vAlign w:val="center"/>
          </w:tcPr>
          <w:p w14:paraId="3CD160B5" w14:textId="77777777" w:rsidR="00B44DB5" w:rsidRPr="00F664B3" w:rsidRDefault="00B44DB5" w:rsidP="00B44DB5">
            <w:pPr>
              <w:pStyle w:val="SpecNormal"/>
              <w:spacing w:line="240" w:lineRule="auto"/>
            </w:pPr>
            <w:r w:rsidRPr="00F664B3">
              <w:t>Status &lt;&gt; Command</w:t>
            </w:r>
          </w:p>
        </w:tc>
        <w:tc>
          <w:tcPr>
            <w:tcW w:w="909" w:type="dxa"/>
            <w:vAlign w:val="center"/>
          </w:tcPr>
          <w:p w14:paraId="4777CEA7" w14:textId="77777777" w:rsidR="00B44DB5" w:rsidRPr="00F664B3" w:rsidRDefault="00B44DB5" w:rsidP="00B44DB5">
            <w:pPr>
              <w:pStyle w:val="SpecNormal"/>
              <w:spacing w:line="240" w:lineRule="auto"/>
            </w:pPr>
            <w:r w:rsidRPr="00F664B3">
              <w:t>10 min</w:t>
            </w:r>
          </w:p>
        </w:tc>
      </w:tr>
      <w:tr w:rsidR="00B44DB5" w:rsidRPr="00F664B3" w14:paraId="396EFE46" w14:textId="77777777" w:rsidTr="00B44DB5">
        <w:trPr>
          <w:cantSplit/>
          <w:trHeight w:val="300"/>
          <w:jc w:val="center"/>
        </w:trPr>
        <w:tc>
          <w:tcPr>
            <w:tcW w:w="1851" w:type="dxa"/>
            <w:shd w:val="clear" w:color="auto" w:fill="auto"/>
            <w:noWrap/>
            <w:vAlign w:val="center"/>
            <w:hideMark/>
          </w:tcPr>
          <w:p w14:paraId="5AD3392E" w14:textId="77777777" w:rsidR="00B44DB5" w:rsidRPr="00F664B3" w:rsidRDefault="00B44DB5" w:rsidP="00B44DB5">
            <w:pPr>
              <w:pStyle w:val="SpecNormal"/>
              <w:spacing w:line="240" w:lineRule="auto"/>
            </w:pPr>
            <w:r w:rsidRPr="00F664B3">
              <w:t>Secondary Pump 1 Status</w:t>
            </w:r>
          </w:p>
        </w:tc>
        <w:tc>
          <w:tcPr>
            <w:tcW w:w="800" w:type="dxa"/>
            <w:shd w:val="clear" w:color="auto" w:fill="auto"/>
            <w:noWrap/>
            <w:vAlign w:val="center"/>
            <w:hideMark/>
          </w:tcPr>
          <w:p w14:paraId="74457DF6"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28FE47EC"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3E19DE75"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178116A" w14:textId="77777777" w:rsidR="00B44DB5" w:rsidRPr="00F664B3" w:rsidRDefault="00B44DB5" w:rsidP="00B44DB5">
            <w:pPr>
              <w:pStyle w:val="SpecNormal"/>
              <w:spacing w:line="240" w:lineRule="auto"/>
            </w:pPr>
            <w:r w:rsidRPr="00F664B3">
              <w:t>3 days</w:t>
            </w:r>
          </w:p>
        </w:tc>
        <w:tc>
          <w:tcPr>
            <w:tcW w:w="891" w:type="dxa"/>
            <w:vAlign w:val="center"/>
          </w:tcPr>
          <w:p w14:paraId="7640B9FD" w14:textId="77777777" w:rsidR="00B44DB5" w:rsidRPr="00F664B3" w:rsidRDefault="00B44DB5" w:rsidP="00B44DB5">
            <w:pPr>
              <w:pStyle w:val="SpecNormal"/>
              <w:spacing w:line="240" w:lineRule="auto"/>
            </w:pPr>
            <w:r w:rsidRPr="00F664B3">
              <w:t>P</w:t>
            </w:r>
          </w:p>
        </w:tc>
        <w:tc>
          <w:tcPr>
            <w:tcW w:w="1170" w:type="dxa"/>
            <w:vAlign w:val="center"/>
          </w:tcPr>
          <w:p w14:paraId="2C2C1EBE" w14:textId="77777777" w:rsidR="00B44DB5" w:rsidRPr="00F664B3" w:rsidRDefault="00B44DB5" w:rsidP="00B44DB5">
            <w:pPr>
              <w:pStyle w:val="SpecNormal"/>
              <w:spacing w:line="240" w:lineRule="auto"/>
            </w:pPr>
            <w:r w:rsidRPr="00F664B3">
              <w:t>Status &lt;&gt; Command</w:t>
            </w:r>
          </w:p>
        </w:tc>
        <w:tc>
          <w:tcPr>
            <w:tcW w:w="909" w:type="dxa"/>
            <w:vAlign w:val="center"/>
          </w:tcPr>
          <w:p w14:paraId="33A41965" w14:textId="77777777" w:rsidR="00B44DB5" w:rsidRPr="00F664B3" w:rsidRDefault="00B44DB5" w:rsidP="00B44DB5">
            <w:pPr>
              <w:pStyle w:val="SpecNormal"/>
              <w:spacing w:line="240" w:lineRule="auto"/>
            </w:pPr>
            <w:r w:rsidRPr="00F664B3">
              <w:t>10 min</w:t>
            </w:r>
          </w:p>
        </w:tc>
      </w:tr>
      <w:tr w:rsidR="00B44DB5" w:rsidRPr="00F664B3" w14:paraId="2358A0CF" w14:textId="77777777" w:rsidTr="00B44DB5">
        <w:trPr>
          <w:cantSplit/>
          <w:trHeight w:val="300"/>
          <w:jc w:val="center"/>
        </w:trPr>
        <w:tc>
          <w:tcPr>
            <w:tcW w:w="1851" w:type="dxa"/>
            <w:shd w:val="clear" w:color="auto" w:fill="auto"/>
            <w:noWrap/>
            <w:vAlign w:val="center"/>
            <w:hideMark/>
          </w:tcPr>
          <w:p w14:paraId="721DA150" w14:textId="77777777" w:rsidR="00B44DB5" w:rsidRPr="00F664B3" w:rsidRDefault="00B44DB5" w:rsidP="00B44DB5">
            <w:pPr>
              <w:pStyle w:val="SpecNormal"/>
              <w:spacing w:line="240" w:lineRule="auto"/>
            </w:pPr>
            <w:r w:rsidRPr="00F664B3">
              <w:t>Secondary Pump 2 Status</w:t>
            </w:r>
          </w:p>
        </w:tc>
        <w:tc>
          <w:tcPr>
            <w:tcW w:w="800" w:type="dxa"/>
            <w:shd w:val="clear" w:color="auto" w:fill="auto"/>
            <w:noWrap/>
            <w:vAlign w:val="center"/>
            <w:hideMark/>
          </w:tcPr>
          <w:p w14:paraId="75C26AC0" w14:textId="77777777" w:rsidR="00B44DB5" w:rsidRPr="00F664B3" w:rsidRDefault="00B44DB5" w:rsidP="00B44DB5">
            <w:pPr>
              <w:pStyle w:val="SpecNormal"/>
              <w:spacing w:line="240" w:lineRule="auto"/>
            </w:pPr>
            <w:r w:rsidRPr="00F664B3">
              <w:t>DI</w:t>
            </w:r>
          </w:p>
        </w:tc>
        <w:tc>
          <w:tcPr>
            <w:tcW w:w="1308" w:type="dxa"/>
            <w:shd w:val="clear" w:color="auto" w:fill="auto"/>
            <w:noWrap/>
            <w:vAlign w:val="center"/>
            <w:hideMark/>
          </w:tcPr>
          <w:p w14:paraId="3E864F25"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19720F9"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DD8C4D3" w14:textId="77777777" w:rsidR="00B44DB5" w:rsidRPr="00F664B3" w:rsidRDefault="00B44DB5" w:rsidP="00B44DB5">
            <w:pPr>
              <w:pStyle w:val="SpecNormal"/>
              <w:spacing w:line="240" w:lineRule="auto"/>
            </w:pPr>
            <w:r w:rsidRPr="00F664B3">
              <w:t>3 days</w:t>
            </w:r>
          </w:p>
        </w:tc>
        <w:tc>
          <w:tcPr>
            <w:tcW w:w="891" w:type="dxa"/>
            <w:vAlign w:val="center"/>
          </w:tcPr>
          <w:p w14:paraId="6003C0B8" w14:textId="77777777" w:rsidR="00B44DB5" w:rsidRPr="00F664B3" w:rsidRDefault="00B44DB5" w:rsidP="00B44DB5">
            <w:pPr>
              <w:pStyle w:val="SpecNormal"/>
              <w:spacing w:line="240" w:lineRule="auto"/>
            </w:pPr>
            <w:r w:rsidRPr="00F664B3">
              <w:t>P</w:t>
            </w:r>
          </w:p>
        </w:tc>
        <w:tc>
          <w:tcPr>
            <w:tcW w:w="1170" w:type="dxa"/>
            <w:vAlign w:val="center"/>
          </w:tcPr>
          <w:p w14:paraId="0B054C88" w14:textId="77777777" w:rsidR="00B44DB5" w:rsidRPr="00F664B3" w:rsidRDefault="00B44DB5" w:rsidP="00B44DB5">
            <w:pPr>
              <w:pStyle w:val="SpecNormal"/>
              <w:spacing w:line="240" w:lineRule="auto"/>
            </w:pPr>
            <w:r w:rsidRPr="00F664B3">
              <w:t>Status &lt;&gt; Command</w:t>
            </w:r>
          </w:p>
        </w:tc>
        <w:tc>
          <w:tcPr>
            <w:tcW w:w="909" w:type="dxa"/>
            <w:vAlign w:val="center"/>
          </w:tcPr>
          <w:p w14:paraId="6555B048" w14:textId="77777777" w:rsidR="00B44DB5" w:rsidRPr="00F664B3" w:rsidRDefault="00B44DB5" w:rsidP="00B44DB5">
            <w:pPr>
              <w:pStyle w:val="SpecNormal"/>
              <w:spacing w:line="240" w:lineRule="auto"/>
            </w:pPr>
            <w:r w:rsidRPr="00F664B3">
              <w:t>10 min</w:t>
            </w:r>
          </w:p>
        </w:tc>
      </w:tr>
      <w:tr w:rsidR="00B44DB5" w:rsidRPr="00F664B3" w14:paraId="2190E5B0" w14:textId="77777777" w:rsidTr="00B44DB5">
        <w:trPr>
          <w:cantSplit/>
          <w:trHeight w:val="300"/>
          <w:jc w:val="center"/>
        </w:trPr>
        <w:tc>
          <w:tcPr>
            <w:tcW w:w="1851" w:type="dxa"/>
            <w:shd w:val="clear" w:color="auto" w:fill="auto"/>
            <w:noWrap/>
            <w:vAlign w:val="center"/>
            <w:hideMark/>
          </w:tcPr>
          <w:p w14:paraId="1A1DF932"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0AEDBE65"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5DADEA41"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740096FA"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55ACED14" w14:textId="77777777" w:rsidR="00B44DB5" w:rsidRPr="00F664B3" w:rsidRDefault="00B44DB5" w:rsidP="00B44DB5">
            <w:pPr>
              <w:pStyle w:val="SpecNormal"/>
              <w:spacing w:line="240" w:lineRule="auto"/>
            </w:pPr>
          </w:p>
        </w:tc>
        <w:tc>
          <w:tcPr>
            <w:tcW w:w="891" w:type="dxa"/>
            <w:vAlign w:val="center"/>
          </w:tcPr>
          <w:p w14:paraId="661006A2" w14:textId="77777777" w:rsidR="00B44DB5" w:rsidRPr="00F664B3" w:rsidRDefault="00B44DB5" w:rsidP="00B44DB5">
            <w:pPr>
              <w:pStyle w:val="SpecNormal"/>
              <w:spacing w:line="240" w:lineRule="auto"/>
            </w:pPr>
          </w:p>
        </w:tc>
        <w:tc>
          <w:tcPr>
            <w:tcW w:w="1170" w:type="dxa"/>
            <w:vAlign w:val="center"/>
          </w:tcPr>
          <w:p w14:paraId="0FDB640C" w14:textId="77777777" w:rsidR="00B44DB5" w:rsidRPr="00F664B3" w:rsidRDefault="00B44DB5" w:rsidP="00B44DB5">
            <w:pPr>
              <w:pStyle w:val="SpecNormal"/>
              <w:spacing w:line="240" w:lineRule="auto"/>
            </w:pPr>
          </w:p>
        </w:tc>
        <w:tc>
          <w:tcPr>
            <w:tcW w:w="909" w:type="dxa"/>
            <w:vAlign w:val="center"/>
          </w:tcPr>
          <w:p w14:paraId="6E99E91D" w14:textId="77777777" w:rsidR="00B44DB5" w:rsidRPr="00F664B3" w:rsidRDefault="00B44DB5" w:rsidP="00B44DB5">
            <w:pPr>
              <w:pStyle w:val="SpecNormal"/>
              <w:spacing w:line="240" w:lineRule="auto"/>
            </w:pPr>
          </w:p>
        </w:tc>
      </w:tr>
      <w:tr w:rsidR="00B44DB5" w:rsidRPr="00F664B3" w14:paraId="7B96F339" w14:textId="77777777" w:rsidTr="00B44DB5">
        <w:trPr>
          <w:cantSplit/>
          <w:trHeight w:val="300"/>
          <w:jc w:val="center"/>
        </w:trPr>
        <w:tc>
          <w:tcPr>
            <w:tcW w:w="1851" w:type="dxa"/>
            <w:shd w:val="clear" w:color="auto" w:fill="auto"/>
            <w:noWrap/>
            <w:vAlign w:val="center"/>
            <w:hideMark/>
          </w:tcPr>
          <w:p w14:paraId="4EC856FF" w14:textId="77777777" w:rsidR="00B44DB5" w:rsidRPr="00F664B3" w:rsidRDefault="00B44DB5" w:rsidP="00B44DB5">
            <w:pPr>
              <w:pStyle w:val="SpecNormal"/>
              <w:spacing w:line="240" w:lineRule="auto"/>
            </w:pPr>
            <w:r w:rsidRPr="00F664B3">
              <w:t>Primary Pump 1 VFD Speed</w:t>
            </w:r>
          </w:p>
        </w:tc>
        <w:tc>
          <w:tcPr>
            <w:tcW w:w="800" w:type="dxa"/>
            <w:shd w:val="clear" w:color="auto" w:fill="auto"/>
            <w:noWrap/>
            <w:vAlign w:val="center"/>
            <w:hideMark/>
          </w:tcPr>
          <w:p w14:paraId="76BE481B"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7CE11AFB"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62D51408"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36E52B2" w14:textId="77777777" w:rsidR="00B44DB5" w:rsidRPr="00F664B3" w:rsidRDefault="00B44DB5" w:rsidP="00B44DB5">
            <w:pPr>
              <w:pStyle w:val="SpecNormal"/>
              <w:spacing w:line="240" w:lineRule="auto"/>
            </w:pPr>
            <w:r w:rsidRPr="00F664B3">
              <w:t>3 days</w:t>
            </w:r>
          </w:p>
        </w:tc>
        <w:tc>
          <w:tcPr>
            <w:tcW w:w="891" w:type="dxa"/>
            <w:vAlign w:val="center"/>
          </w:tcPr>
          <w:p w14:paraId="5A673DB2" w14:textId="77777777" w:rsidR="00B44DB5" w:rsidRPr="00F664B3" w:rsidRDefault="00B44DB5" w:rsidP="00B44DB5">
            <w:pPr>
              <w:pStyle w:val="SpecNormal"/>
              <w:spacing w:line="240" w:lineRule="auto"/>
            </w:pPr>
            <w:r w:rsidRPr="00F664B3">
              <w:t>N/A</w:t>
            </w:r>
          </w:p>
        </w:tc>
        <w:tc>
          <w:tcPr>
            <w:tcW w:w="1170" w:type="dxa"/>
            <w:vAlign w:val="center"/>
          </w:tcPr>
          <w:p w14:paraId="45B6B6FF" w14:textId="77777777" w:rsidR="00B44DB5" w:rsidRPr="00F664B3" w:rsidRDefault="00B44DB5" w:rsidP="00B44DB5">
            <w:pPr>
              <w:pStyle w:val="SpecNormal"/>
              <w:spacing w:line="240" w:lineRule="auto"/>
            </w:pPr>
          </w:p>
        </w:tc>
        <w:tc>
          <w:tcPr>
            <w:tcW w:w="909" w:type="dxa"/>
            <w:vAlign w:val="center"/>
          </w:tcPr>
          <w:p w14:paraId="0D972C9B" w14:textId="77777777" w:rsidR="00B44DB5" w:rsidRPr="00F664B3" w:rsidRDefault="00B44DB5" w:rsidP="00B44DB5">
            <w:pPr>
              <w:pStyle w:val="SpecNormal"/>
              <w:spacing w:line="240" w:lineRule="auto"/>
            </w:pPr>
          </w:p>
        </w:tc>
      </w:tr>
      <w:tr w:rsidR="00B44DB5" w:rsidRPr="00F664B3" w14:paraId="6B2F77B8" w14:textId="77777777" w:rsidTr="00B44DB5">
        <w:trPr>
          <w:cantSplit/>
          <w:trHeight w:val="300"/>
          <w:jc w:val="center"/>
        </w:trPr>
        <w:tc>
          <w:tcPr>
            <w:tcW w:w="1851" w:type="dxa"/>
            <w:shd w:val="clear" w:color="auto" w:fill="auto"/>
            <w:noWrap/>
            <w:vAlign w:val="center"/>
            <w:hideMark/>
          </w:tcPr>
          <w:p w14:paraId="68FDC565" w14:textId="77777777" w:rsidR="00B44DB5" w:rsidRPr="00F664B3" w:rsidRDefault="00B44DB5" w:rsidP="00B44DB5">
            <w:pPr>
              <w:pStyle w:val="SpecNormal"/>
              <w:spacing w:line="240" w:lineRule="auto"/>
            </w:pPr>
            <w:r w:rsidRPr="00F664B3">
              <w:t>Primary Pump 2 VFD Speed</w:t>
            </w:r>
          </w:p>
        </w:tc>
        <w:tc>
          <w:tcPr>
            <w:tcW w:w="800" w:type="dxa"/>
            <w:shd w:val="clear" w:color="auto" w:fill="auto"/>
            <w:noWrap/>
            <w:vAlign w:val="center"/>
            <w:hideMark/>
          </w:tcPr>
          <w:p w14:paraId="6A8A9EE9"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62FF4E13"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77630B49"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2DB4EE4D" w14:textId="77777777" w:rsidR="00B44DB5" w:rsidRPr="00F664B3" w:rsidRDefault="00B44DB5" w:rsidP="00B44DB5">
            <w:pPr>
              <w:pStyle w:val="SpecNormal"/>
              <w:spacing w:line="240" w:lineRule="auto"/>
            </w:pPr>
            <w:r w:rsidRPr="00F664B3">
              <w:t>3 days</w:t>
            </w:r>
          </w:p>
        </w:tc>
        <w:tc>
          <w:tcPr>
            <w:tcW w:w="891" w:type="dxa"/>
            <w:vAlign w:val="center"/>
          </w:tcPr>
          <w:p w14:paraId="1126C057" w14:textId="77777777" w:rsidR="00B44DB5" w:rsidRPr="00F664B3" w:rsidRDefault="00B44DB5" w:rsidP="00B44DB5">
            <w:pPr>
              <w:pStyle w:val="SpecNormal"/>
              <w:spacing w:line="240" w:lineRule="auto"/>
            </w:pPr>
            <w:r w:rsidRPr="00F664B3">
              <w:t>N/A</w:t>
            </w:r>
          </w:p>
        </w:tc>
        <w:tc>
          <w:tcPr>
            <w:tcW w:w="1170" w:type="dxa"/>
            <w:vAlign w:val="center"/>
          </w:tcPr>
          <w:p w14:paraId="16AD7E35" w14:textId="77777777" w:rsidR="00B44DB5" w:rsidRPr="00F664B3" w:rsidRDefault="00B44DB5" w:rsidP="00B44DB5">
            <w:pPr>
              <w:pStyle w:val="SpecNormal"/>
              <w:spacing w:line="240" w:lineRule="auto"/>
            </w:pPr>
          </w:p>
        </w:tc>
        <w:tc>
          <w:tcPr>
            <w:tcW w:w="909" w:type="dxa"/>
            <w:vAlign w:val="center"/>
          </w:tcPr>
          <w:p w14:paraId="18CF7E5D" w14:textId="77777777" w:rsidR="00B44DB5" w:rsidRPr="00F664B3" w:rsidRDefault="00B44DB5" w:rsidP="00B44DB5">
            <w:pPr>
              <w:pStyle w:val="SpecNormal"/>
              <w:spacing w:line="240" w:lineRule="auto"/>
            </w:pPr>
          </w:p>
        </w:tc>
      </w:tr>
      <w:tr w:rsidR="00B44DB5" w:rsidRPr="00F664B3" w14:paraId="7276DCE1" w14:textId="77777777" w:rsidTr="00B44DB5">
        <w:trPr>
          <w:cantSplit/>
          <w:trHeight w:val="300"/>
          <w:jc w:val="center"/>
        </w:trPr>
        <w:tc>
          <w:tcPr>
            <w:tcW w:w="1851" w:type="dxa"/>
            <w:shd w:val="clear" w:color="auto" w:fill="auto"/>
            <w:noWrap/>
            <w:vAlign w:val="center"/>
            <w:hideMark/>
          </w:tcPr>
          <w:p w14:paraId="1710C80E" w14:textId="77777777" w:rsidR="00B44DB5" w:rsidRPr="00F664B3" w:rsidRDefault="00B44DB5" w:rsidP="00B44DB5">
            <w:pPr>
              <w:pStyle w:val="SpecNormal"/>
              <w:spacing w:line="240" w:lineRule="auto"/>
            </w:pPr>
            <w:r w:rsidRPr="00F664B3">
              <w:t>Secondary Pump 1 VFD Speed</w:t>
            </w:r>
          </w:p>
        </w:tc>
        <w:tc>
          <w:tcPr>
            <w:tcW w:w="800" w:type="dxa"/>
            <w:shd w:val="clear" w:color="auto" w:fill="auto"/>
            <w:noWrap/>
            <w:vAlign w:val="center"/>
            <w:hideMark/>
          </w:tcPr>
          <w:p w14:paraId="79D77E73"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5B1AF8E9"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34CBFBA8"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0821CEC" w14:textId="77777777" w:rsidR="00B44DB5" w:rsidRPr="00F664B3" w:rsidRDefault="00B44DB5" w:rsidP="00B44DB5">
            <w:pPr>
              <w:pStyle w:val="SpecNormal"/>
              <w:spacing w:line="240" w:lineRule="auto"/>
            </w:pPr>
            <w:r w:rsidRPr="00F664B3">
              <w:t>3 days</w:t>
            </w:r>
          </w:p>
        </w:tc>
        <w:tc>
          <w:tcPr>
            <w:tcW w:w="891" w:type="dxa"/>
            <w:vAlign w:val="center"/>
          </w:tcPr>
          <w:p w14:paraId="6A9C48BF" w14:textId="77777777" w:rsidR="00B44DB5" w:rsidRPr="00F664B3" w:rsidRDefault="00B44DB5" w:rsidP="00B44DB5">
            <w:pPr>
              <w:pStyle w:val="SpecNormal"/>
              <w:spacing w:line="240" w:lineRule="auto"/>
            </w:pPr>
            <w:r w:rsidRPr="00F664B3">
              <w:t>N/A</w:t>
            </w:r>
          </w:p>
        </w:tc>
        <w:tc>
          <w:tcPr>
            <w:tcW w:w="1170" w:type="dxa"/>
            <w:vAlign w:val="center"/>
          </w:tcPr>
          <w:p w14:paraId="089FBE60" w14:textId="77777777" w:rsidR="00B44DB5" w:rsidRPr="00F664B3" w:rsidRDefault="00B44DB5" w:rsidP="00B44DB5">
            <w:pPr>
              <w:pStyle w:val="SpecNormal"/>
              <w:spacing w:line="240" w:lineRule="auto"/>
            </w:pPr>
          </w:p>
        </w:tc>
        <w:tc>
          <w:tcPr>
            <w:tcW w:w="909" w:type="dxa"/>
            <w:vAlign w:val="center"/>
          </w:tcPr>
          <w:p w14:paraId="73572D6E" w14:textId="77777777" w:rsidR="00B44DB5" w:rsidRPr="00F664B3" w:rsidRDefault="00B44DB5" w:rsidP="00B44DB5">
            <w:pPr>
              <w:pStyle w:val="SpecNormal"/>
              <w:spacing w:line="240" w:lineRule="auto"/>
            </w:pPr>
          </w:p>
        </w:tc>
      </w:tr>
      <w:tr w:rsidR="00B44DB5" w:rsidRPr="00F664B3" w14:paraId="6C3C17AB" w14:textId="77777777" w:rsidTr="00B44DB5">
        <w:trPr>
          <w:cantSplit/>
          <w:trHeight w:val="300"/>
          <w:jc w:val="center"/>
        </w:trPr>
        <w:tc>
          <w:tcPr>
            <w:tcW w:w="1851" w:type="dxa"/>
            <w:shd w:val="clear" w:color="auto" w:fill="auto"/>
            <w:noWrap/>
            <w:vAlign w:val="center"/>
            <w:hideMark/>
          </w:tcPr>
          <w:p w14:paraId="550490C2" w14:textId="77777777" w:rsidR="00B44DB5" w:rsidRPr="00F664B3" w:rsidRDefault="00B44DB5" w:rsidP="00B44DB5">
            <w:pPr>
              <w:pStyle w:val="SpecNormal"/>
              <w:spacing w:line="240" w:lineRule="auto"/>
            </w:pPr>
            <w:r w:rsidRPr="00F664B3">
              <w:t>Secondary Pump 2 VFD Speed</w:t>
            </w:r>
          </w:p>
        </w:tc>
        <w:tc>
          <w:tcPr>
            <w:tcW w:w="800" w:type="dxa"/>
            <w:shd w:val="clear" w:color="auto" w:fill="auto"/>
            <w:noWrap/>
            <w:vAlign w:val="center"/>
            <w:hideMark/>
          </w:tcPr>
          <w:p w14:paraId="2B324768" w14:textId="77777777" w:rsidR="00B44DB5" w:rsidRPr="00F664B3" w:rsidRDefault="00B44DB5" w:rsidP="00B44DB5">
            <w:pPr>
              <w:pStyle w:val="SpecNormal"/>
              <w:spacing w:line="240" w:lineRule="auto"/>
            </w:pPr>
            <w:r w:rsidRPr="00F664B3">
              <w:t>AO</w:t>
            </w:r>
          </w:p>
        </w:tc>
        <w:tc>
          <w:tcPr>
            <w:tcW w:w="1308" w:type="dxa"/>
            <w:shd w:val="clear" w:color="auto" w:fill="auto"/>
            <w:noWrap/>
            <w:vAlign w:val="center"/>
            <w:hideMark/>
          </w:tcPr>
          <w:p w14:paraId="42EA2DF5"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2CF1ED4B"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8290F31" w14:textId="77777777" w:rsidR="00B44DB5" w:rsidRPr="00F664B3" w:rsidRDefault="00B44DB5" w:rsidP="00B44DB5">
            <w:pPr>
              <w:pStyle w:val="SpecNormal"/>
              <w:spacing w:line="240" w:lineRule="auto"/>
            </w:pPr>
            <w:r w:rsidRPr="00F664B3">
              <w:t>3 days</w:t>
            </w:r>
          </w:p>
        </w:tc>
        <w:tc>
          <w:tcPr>
            <w:tcW w:w="891" w:type="dxa"/>
            <w:vAlign w:val="center"/>
          </w:tcPr>
          <w:p w14:paraId="3A38A670" w14:textId="77777777" w:rsidR="00B44DB5" w:rsidRPr="00F664B3" w:rsidRDefault="00B44DB5" w:rsidP="00B44DB5">
            <w:pPr>
              <w:pStyle w:val="SpecNormal"/>
              <w:spacing w:line="240" w:lineRule="auto"/>
            </w:pPr>
            <w:r w:rsidRPr="00F664B3">
              <w:t>N/A</w:t>
            </w:r>
          </w:p>
        </w:tc>
        <w:tc>
          <w:tcPr>
            <w:tcW w:w="1170" w:type="dxa"/>
            <w:vAlign w:val="center"/>
          </w:tcPr>
          <w:p w14:paraId="2A55F626" w14:textId="77777777" w:rsidR="00B44DB5" w:rsidRPr="00F664B3" w:rsidRDefault="00B44DB5" w:rsidP="00B44DB5">
            <w:pPr>
              <w:pStyle w:val="SpecNormal"/>
              <w:spacing w:line="240" w:lineRule="auto"/>
            </w:pPr>
          </w:p>
        </w:tc>
        <w:tc>
          <w:tcPr>
            <w:tcW w:w="909" w:type="dxa"/>
            <w:vAlign w:val="center"/>
          </w:tcPr>
          <w:p w14:paraId="3ED0D304" w14:textId="77777777" w:rsidR="00B44DB5" w:rsidRPr="00F664B3" w:rsidRDefault="00B44DB5" w:rsidP="00B44DB5">
            <w:pPr>
              <w:pStyle w:val="SpecNormal"/>
              <w:spacing w:line="240" w:lineRule="auto"/>
            </w:pPr>
          </w:p>
        </w:tc>
      </w:tr>
      <w:tr w:rsidR="00B44DB5" w:rsidRPr="00F664B3" w14:paraId="278F6BA8" w14:textId="77777777" w:rsidTr="00B44DB5">
        <w:trPr>
          <w:cantSplit/>
          <w:trHeight w:val="300"/>
          <w:jc w:val="center"/>
        </w:trPr>
        <w:tc>
          <w:tcPr>
            <w:tcW w:w="1851" w:type="dxa"/>
            <w:shd w:val="clear" w:color="auto" w:fill="auto"/>
            <w:noWrap/>
            <w:vAlign w:val="center"/>
            <w:hideMark/>
          </w:tcPr>
          <w:p w14:paraId="5864E571" w14:textId="77777777" w:rsidR="00B44DB5" w:rsidRPr="00F664B3" w:rsidRDefault="00B44DB5" w:rsidP="00B44DB5">
            <w:pPr>
              <w:pStyle w:val="SpecNormal"/>
              <w:spacing w:line="240" w:lineRule="auto"/>
            </w:pPr>
          </w:p>
        </w:tc>
        <w:tc>
          <w:tcPr>
            <w:tcW w:w="800" w:type="dxa"/>
            <w:shd w:val="clear" w:color="auto" w:fill="auto"/>
            <w:noWrap/>
            <w:vAlign w:val="center"/>
            <w:hideMark/>
          </w:tcPr>
          <w:p w14:paraId="31C316AA" w14:textId="77777777" w:rsidR="00B44DB5" w:rsidRPr="00F664B3" w:rsidRDefault="00B44DB5" w:rsidP="00B44DB5">
            <w:pPr>
              <w:pStyle w:val="SpecNormal"/>
              <w:spacing w:line="240" w:lineRule="auto"/>
            </w:pPr>
          </w:p>
        </w:tc>
        <w:tc>
          <w:tcPr>
            <w:tcW w:w="1308" w:type="dxa"/>
            <w:shd w:val="clear" w:color="auto" w:fill="auto"/>
            <w:noWrap/>
            <w:vAlign w:val="center"/>
            <w:hideMark/>
          </w:tcPr>
          <w:p w14:paraId="24493FD7" w14:textId="77777777" w:rsidR="00B44DB5" w:rsidRPr="00F664B3" w:rsidRDefault="00B44DB5" w:rsidP="00B44DB5">
            <w:pPr>
              <w:pStyle w:val="SpecNormal"/>
              <w:spacing w:line="240" w:lineRule="auto"/>
            </w:pPr>
          </w:p>
        </w:tc>
        <w:tc>
          <w:tcPr>
            <w:tcW w:w="1459" w:type="dxa"/>
            <w:shd w:val="clear" w:color="auto" w:fill="auto"/>
            <w:noWrap/>
            <w:vAlign w:val="center"/>
            <w:hideMark/>
          </w:tcPr>
          <w:p w14:paraId="2922EAE8" w14:textId="77777777" w:rsidR="00B44DB5" w:rsidRPr="00F664B3" w:rsidRDefault="00B44DB5" w:rsidP="00B44DB5">
            <w:pPr>
              <w:pStyle w:val="SpecNormal"/>
              <w:spacing w:line="240" w:lineRule="auto"/>
            </w:pPr>
          </w:p>
        </w:tc>
        <w:tc>
          <w:tcPr>
            <w:tcW w:w="1350" w:type="dxa"/>
            <w:shd w:val="clear" w:color="auto" w:fill="auto"/>
            <w:noWrap/>
            <w:vAlign w:val="center"/>
            <w:hideMark/>
          </w:tcPr>
          <w:p w14:paraId="3B9A8AEB" w14:textId="77777777" w:rsidR="00B44DB5" w:rsidRPr="00F664B3" w:rsidRDefault="00B44DB5" w:rsidP="00B44DB5">
            <w:pPr>
              <w:pStyle w:val="SpecNormal"/>
              <w:spacing w:line="240" w:lineRule="auto"/>
            </w:pPr>
          </w:p>
        </w:tc>
        <w:tc>
          <w:tcPr>
            <w:tcW w:w="891" w:type="dxa"/>
            <w:vAlign w:val="center"/>
          </w:tcPr>
          <w:p w14:paraId="32D01B89" w14:textId="77777777" w:rsidR="00B44DB5" w:rsidRPr="00F664B3" w:rsidRDefault="00B44DB5" w:rsidP="00B44DB5">
            <w:pPr>
              <w:pStyle w:val="SpecNormal"/>
              <w:spacing w:line="240" w:lineRule="auto"/>
            </w:pPr>
          </w:p>
        </w:tc>
        <w:tc>
          <w:tcPr>
            <w:tcW w:w="1170" w:type="dxa"/>
            <w:vAlign w:val="center"/>
          </w:tcPr>
          <w:p w14:paraId="74BD1927" w14:textId="77777777" w:rsidR="00B44DB5" w:rsidRPr="00F664B3" w:rsidRDefault="00B44DB5" w:rsidP="00B44DB5">
            <w:pPr>
              <w:pStyle w:val="SpecNormal"/>
              <w:spacing w:line="240" w:lineRule="auto"/>
            </w:pPr>
          </w:p>
        </w:tc>
        <w:tc>
          <w:tcPr>
            <w:tcW w:w="909" w:type="dxa"/>
            <w:vAlign w:val="center"/>
          </w:tcPr>
          <w:p w14:paraId="157AEAD3" w14:textId="77777777" w:rsidR="00B44DB5" w:rsidRPr="00F664B3" w:rsidRDefault="00B44DB5" w:rsidP="00B44DB5">
            <w:pPr>
              <w:pStyle w:val="SpecNormal"/>
              <w:spacing w:line="240" w:lineRule="auto"/>
            </w:pPr>
          </w:p>
        </w:tc>
      </w:tr>
      <w:tr w:rsidR="00B44DB5" w:rsidRPr="00F664B3" w14:paraId="23D78DD0" w14:textId="77777777" w:rsidTr="00B44DB5">
        <w:trPr>
          <w:cantSplit/>
          <w:trHeight w:val="300"/>
          <w:jc w:val="center"/>
        </w:trPr>
        <w:tc>
          <w:tcPr>
            <w:tcW w:w="1851" w:type="dxa"/>
            <w:shd w:val="clear" w:color="auto" w:fill="auto"/>
            <w:noWrap/>
            <w:vAlign w:val="center"/>
            <w:hideMark/>
          </w:tcPr>
          <w:p w14:paraId="4421DF0D" w14:textId="77777777" w:rsidR="00B44DB5" w:rsidRPr="00F664B3" w:rsidRDefault="00B44DB5" w:rsidP="00B44DB5">
            <w:pPr>
              <w:pStyle w:val="SpecNormal"/>
              <w:spacing w:line="240" w:lineRule="auto"/>
            </w:pPr>
            <w:r w:rsidRPr="00F664B3">
              <w:t>Hot Water System Enable</w:t>
            </w:r>
          </w:p>
        </w:tc>
        <w:tc>
          <w:tcPr>
            <w:tcW w:w="800" w:type="dxa"/>
            <w:shd w:val="clear" w:color="auto" w:fill="auto"/>
            <w:noWrap/>
            <w:vAlign w:val="center"/>
            <w:hideMark/>
          </w:tcPr>
          <w:p w14:paraId="6276D973"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048107EB"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65196E80"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1BB1242E" w14:textId="77777777" w:rsidR="00B44DB5" w:rsidRPr="00F664B3" w:rsidRDefault="00B44DB5" w:rsidP="00B44DB5">
            <w:pPr>
              <w:pStyle w:val="SpecNormal"/>
              <w:spacing w:line="240" w:lineRule="auto"/>
            </w:pPr>
            <w:r w:rsidRPr="00F664B3">
              <w:t>3 days</w:t>
            </w:r>
          </w:p>
        </w:tc>
        <w:tc>
          <w:tcPr>
            <w:tcW w:w="891" w:type="dxa"/>
            <w:vAlign w:val="center"/>
          </w:tcPr>
          <w:p w14:paraId="75C5BFF7" w14:textId="77777777" w:rsidR="00B44DB5" w:rsidRPr="00F664B3" w:rsidRDefault="00B44DB5" w:rsidP="00B44DB5">
            <w:pPr>
              <w:pStyle w:val="SpecNormal"/>
              <w:spacing w:line="240" w:lineRule="auto"/>
            </w:pPr>
            <w:r w:rsidRPr="00F664B3">
              <w:t>N/A</w:t>
            </w:r>
          </w:p>
        </w:tc>
        <w:tc>
          <w:tcPr>
            <w:tcW w:w="1170" w:type="dxa"/>
            <w:vAlign w:val="center"/>
          </w:tcPr>
          <w:p w14:paraId="3E625CF8" w14:textId="77777777" w:rsidR="00B44DB5" w:rsidRPr="00F664B3" w:rsidRDefault="00B44DB5" w:rsidP="00B44DB5">
            <w:pPr>
              <w:pStyle w:val="SpecNormal"/>
              <w:spacing w:line="240" w:lineRule="auto"/>
            </w:pPr>
          </w:p>
        </w:tc>
        <w:tc>
          <w:tcPr>
            <w:tcW w:w="909" w:type="dxa"/>
            <w:vAlign w:val="center"/>
          </w:tcPr>
          <w:p w14:paraId="5E9561D8" w14:textId="77777777" w:rsidR="00B44DB5" w:rsidRPr="00F664B3" w:rsidRDefault="00B44DB5" w:rsidP="00B44DB5">
            <w:pPr>
              <w:pStyle w:val="SpecNormal"/>
              <w:spacing w:line="240" w:lineRule="auto"/>
            </w:pPr>
          </w:p>
        </w:tc>
      </w:tr>
      <w:tr w:rsidR="00B44DB5" w:rsidRPr="00F664B3" w14:paraId="5567CDFC" w14:textId="77777777" w:rsidTr="00B44DB5">
        <w:trPr>
          <w:cantSplit/>
          <w:trHeight w:val="300"/>
          <w:jc w:val="center"/>
        </w:trPr>
        <w:tc>
          <w:tcPr>
            <w:tcW w:w="1851" w:type="dxa"/>
            <w:shd w:val="clear" w:color="auto" w:fill="auto"/>
            <w:noWrap/>
            <w:vAlign w:val="center"/>
            <w:hideMark/>
          </w:tcPr>
          <w:p w14:paraId="1F681F15" w14:textId="77777777" w:rsidR="00B44DB5" w:rsidRPr="00F664B3" w:rsidRDefault="00B44DB5" w:rsidP="00B44DB5">
            <w:pPr>
              <w:pStyle w:val="SpecNormal"/>
              <w:spacing w:line="240" w:lineRule="auto"/>
            </w:pPr>
            <w:r w:rsidRPr="00F664B3">
              <w:t>Combustion Dampers Command</w:t>
            </w:r>
          </w:p>
        </w:tc>
        <w:tc>
          <w:tcPr>
            <w:tcW w:w="800" w:type="dxa"/>
            <w:shd w:val="clear" w:color="auto" w:fill="auto"/>
            <w:noWrap/>
            <w:vAlign w:val="center"/>
            <w:hideMark/>
          </w:tcPr>
          <w:p w14:paraId="787D3D25"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779FB072"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440F6EE"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0B4DE97F" w14:textId="77777777" w:rsidR="00B44DB5" w:rsidRPr="00F664B3" w:rsidRDefault="00B44DB5" w:rsidP="00B44DB5">
            <w:pPr>
              <w:pStyle w:val="SpecNormal"/>
              <w:spacing w:line="240" w:lineRule="auto"/>
            </w:pPr>
            <w:r w:rsidRPr="00F664B3">
              <w:t>3 days</w:t>
            </w:r>
          </w:p>
        </w:tc>
        <w:tc>
          <w:tcPr>
            <w:tcW w:w="891" w:type="dxa"/>
            <w:vAlign w:val="center"/>
          </w:tcPr>
          <w:p w14:paraId="4703693B" w14:textId="77777777" w:rsidR="00B44DB5" w:rsidRPr="00F664B3" w:rsidRDefault="00B44DB5" w:rsidP="00B44DB5">
            <w:pPr>
              <w:pStyle w:val="SpecNormal"/>
              <w:spacing w:line="240" w:lineRule="auto"/>
            </w:pPr>
            <w:r w:rsidRPr="00F664B3">
              <w:t>N/A</w:t>
            </w:r>
          </w:p>
        </w:tc>
        <w:tc>
          <w:tcPr>
            <w:tcW w:w="1170" w:type="dxa"/>
            <w:vAlign w:val="center"/>
          </w:tcPr>
          <w:p w14:paraId="68E8C9D5" w14:textId="77777777" w:rsidR="00B44DB5" w:rsidRPr="00F664B3" w:rsidRDefault="00B44DB5" w:rsidP="00B44DB5">
            <w:pPr>
              <w:pStyle w:val="SpecNormal"/>
              <w:spacing w:line="240" w:lineRule="auto"/>
            </w:pPr>
          </w:p>
        </w:tc>
        <w:tc>
          <w:tcPr>
            <w:tcW w:w="909" w:type="dxa"/>
            <w:vAlign w:val="center"/>
          </w:tcPr>
          <w:p w14:paraId="4593E292" w14:textId="77777777" w:rsidR="00B44DB5" w:rsidRPr="00F664B3" w:rsidRDefault="00B44DB5" w:rsidP="00B44DB5">
            <w:pPr>
              <w:pStyle w:val="SpecNormal"/>
              <w:spacing w:line="240" w:lineRule="auto"/>
            </w:pPr>
          </w:p>
        </w:tc>
      </w:tr>
      <w:tr w:rsidR="00B44DB5" w:rsidRPr="00F664B3" w14:paraId="6FD20DF3" w14:textId="77777777" w:rsidTr="00B44DB5">
        <w:trPr>
          <w:cantSplit/>
          <w:trHeight w:val="300"/>
          <w:jc w:val="center"/>
        </w:trPr>
        <w:tc>
          <w:tcPr>
            <w:tcW w:w="1851" w:type="dxa"/>
            <w:shd w:val="clear" w:color="auto" w:fill="auto"/>
            <w:noWrap/>
            <w:vAlign w:val="center"/>
            <w:hideMark/>
          </w:tcPr>
          <w:p w14:paraId="0A561950" w14:textId="77777777" w:rsidR="00B44DB5" w:rsidRPr="00F664B3" w:rsidRDefault="00B44DB5" w:rsidP="00B44DB5">
            <w:pPr>
              <w:pStyle w:val="SpecNormal"/>
              <w:spacing w:line="240" w:lineRule="auto"/>
            </w:pPr>
            <w:r w:rsidRPr="00F664B3">
              <w:t>Primary Pump 1 Start / Stop</w:t>
            </w:r>
          </w:p>
        </w:tc>
        <w:tc>
          <w:tcPr>
            <w:tcW w:w="800" w:type="dxa"/>
            <w:shd w:val="clear" w:color="auto" w:fill="auto"/>
            <w:noWrap/>
            <w:vAlign w:val="center"/>
            <w:hideMark/>
          </w:tcPr>
          <w:p w14:paraId="2415C098"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718A5956"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63923B71"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7BFF39FC" w14:textId="77777777" w:rsidR="00B44DB5" w:rsidRPr="00F664B3" w:rsidRDefault="00B44DB5" w:rsidP="00B44DB5">
            <w:pPr>
              <w:pStyle w:val="SpecNormal"/>
              <w:spacing w:line="240" w:lineRule="auto"/>
            </w:pPr>
            <w:r w:rsidRPr="00F664B3">
              <w:t>3 days</w:t>
            </w:r>
          </w:p>
        </w:tc>
        <w:tc>
          <w:tcPr>
            <w:tcW w:w="891" w:type="dxa"/>
            <w:vAlign w:val="center"/>
          </w:tcPr>
          <w:p w14:paraId="096073E2" w14:textId="77777777" w:rsidR="00B44DB5" w:rsidRPr="00F664B3" w:rsidRDefault="00B44DB5" w:rsidP="00B44DB5">
            <w:pPr>
              <w:pStyle w:val="SpecNormal"/>
              <w:spacing w:line="240" w:lineRule="auto"/>
            </w:pPr>
            <w:r w:rsidRPr="00F664B3">
              <w:t>N/A</w:t>
            </w:r>
          </w:p>
        </w:tc>
        <w:tc>
          <w:tcPr>
            <w:tcW w:w="1170" w:type="dxa"/>
            <w:vAlign w:val="center"/>
          </w:tcPr>
          <w:p w14:paraId="544A57FA" w14:textId="77777777" w:rsidR="00B44DB5" w:rsidRPr="00F664B3" w:rsidRDefault="00B44DB5" w:rsidP="00B44DB5">
            <w:pPr>
              <w:pStyle w:val="SpecNormal"/>
              <w:spacing w:line="240" w:lineRule="auto"/>
            </w:pPr>
          </w:p>
        </w:tc>
        <w:tc>
          <w:tcPr>
            <w:tcW w:w="909" w:type="dxa"/>
            <w:vAlign w:val="center"/>
          </w:tcPr>
          <w:p w14:paraId="431DF879" w14:textId="77777777" w:rsidR="00B44DB5" w:rsidRPr="00F664B3" w:rsidRDefault="00B44DB5" w:rsidP="00B44DB5">
            <w:pPr>
              <w:pStyle w:val="SpecNormal"/>
              <w:spacing w:line="240" w:lineRule="auto"/>
            </w:pPr>
          </w:p>
        </w:tc>
      </w:tr>
      <w:tr w:rsidR="00B44DB5" w:rsidRPr="00F664B3" w14:paraId="353ED234" w14:textId="77777777" w:rsidTr="00B44DB5">
        <w:trPr>
          <w:cantSplit/>
          <w:trHeight w:val="300"/>
          <w:jc w:val="center"/>
        </w:trPr>
        <w:tc>
          <w:tcPr>
            <w:tcW w:w="1851" w:type="dxa"/>
            <w:shd w:val="clear" w:color="auto" w:fill="auto"/>
            <w:noWrap/>
            <w:vAlign w:val="center"/>
            <w:hideMark/>
          </w:tcPr>
          <w:p w14:paraId="686E14DE" w14:textId="77777777" w:rsidR="00B44DB5" w:rsidRPr="00F664B3" w:rsidRDefault="00B44DB5" w:rsidP="00B44DB5">
            <w:pPr>
              <w:pStyle w:val="SpecNormal"/>
              <w:spacing w:line="240" w:lineRule="auto"/>
            </w:pPr>
            <w:r w:rsidRPr="00F664B3">
              <w:t>Primary Pump 2 Start / Stop</w:t>
            </w:r>
          </w:p>
        </w:tc>
        <w:tc>
          <w:tcPr>
            <w:tcW w:w="800" w:type="dxa"/>
            <w:shd w:val="clear" w:color="auto" w:fill="auto"/>
            <w:noWrap/>
            <w:vAlign w:val="center"/>
            <w:hideMark/>
          </w:tcPr>
          <w:p w14:paraId="62237092"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04A28EC6"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6B4BED76"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5AE1B629" w14:textId="77777777" w:rsidR="00B44DB5" w:rsidRPr="00F664B3" w:rsidRDefault="00B44DB5" w:rsidP="00B44DB5">
            <w:pPr>
              <w:pStyle w:val="SpecNormal"/>
              <w:spacing w:line="240" w:lineRule="auto"/>
            </w:pPr>
            <w:r w:rsidRPr="00F664B3">
              <w:t>3 days</w:t>
            </w:r>
          </w:p>
        </w:tc>
        <w:tc>
          <w:tcPr>
            <w:tcW w:w="891" w:type="dxa"/>
            <w:vAlign w:val="center"/>
          </w:tcPr>
          <w:p w14:paraId="20162B1F" w14:textId="77777777" w:rsidR="00B44DB5" w:rsidRPr="00F664B3" w:rsidRDefault="00B44DB5" w:rsidP="00B44DB5">
            <w:pPr>
              <w:pStyle w:val="SpecNormal"/>
              <w:spacing w:line="240" w:lineRule="auto"/>
            </w:pPr>
            <w:r w:rsidRPr="00F664B3">
              <w:t>N/A</w:t>
            </w:r>
          </w:p>
        </w:tc>
        <w:tc>
          <w:tcPr>
            <w:tcW w:w="1170" w:type="dxa"/>
            <w:vAlign w:val="center"/>
          </w:tcPr>
          <w:p w14:paraId="0D811124" w14:textId="77777777" w:rsidR="00B44DB5" w:rsidRPr="00F664B3" w:rsidRDefault="00B44DB5" w:rsidP="00B44DB5">
            <w:pPr>
              <w:pStyle w:val="SpecNormal"/>
              <w:spacing w:line="240" w:lineRule="auto"/>
            </w:pPr>
          </w:p>
        </w:tc>
        <w:tc>
          <w:tcPr>
            <w:tcW w:w="909" w:type="dxa"/>
            <w:vAlign w:val="center"/>
          </w:tcPr>
          <w:p w14:paraId="2B7B537E" w14:textId="77777777" w:rsidR="00B44DB5" w:rsidRPr="00F664B3" w:rsidRDefault="00B44DB5" w:rsidP="00B44DB5">
            <w:pPr>
              <w:pStyle w:val="SpecNormal"/>
              <w:spacing w:line="240" w:lineRule="auto"/>
            </w:pPr>
          </w:p>
        </w:tc>
      </w:tr>
      <w:tr w:rsidR="00B44DB5" w:rsidRPr="00F664B3" w14:paraId="7ED74738" w14:textId="77777777" w:rsidTr="00B44DB5">
        <w:trPr>
          <w:cantSplit/>
          <w:trHeight w:val="300"/>
          <w:jc w:val="center"/>
        </w:trPr>
        <w:tc>
          <w:tcPr>
            <w:tcW w:w="1851" w:type="dxa"/>
            <w:shd w:val="clear" w:color="auto" w:fill="auto"/>
            <w:noWrap/>
            <w:vAlign w:val="center"/>
            <w:hideMark/>
          </w:tcPr>
          <w:p w14:paraId="4612EF08" w14:textId="77777777" w:rsidR="00B44DB5" w:rsidRPr="00F664B3" w:rsidRDefault="00B44DB5" w:rsidP="00B44DB5">
            <w:pPr>
              <w:pStyle w:val="SpecNormal"/>
              <w:spacing w:line="240" w:lineRule="auto"/>
            </w:pPr>
            <w:r w:rsidRPr="00F664B3">
              <w:lastRenderedPageBreak/>
              <w:t>Secondary Pump 1 Start / Stop</w:t>
            </w:r>
          </w:p>
        </w:tc>
        <w:tc>
          <w:tcPr>
            <w:tcW w:w="800" w:type="dxa"/>
            <w:shd w:val="clear" w:color="auto" w:fill="auto"/>
            <w:noWrap/>
            <w:vAlign w:val="center"/>
            <w:hideMark/>
          </w:tcPr>
          <w:p w14:paraId="5F68CD16"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5290B443"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14603E11"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4B39CFD7" w14:textId="77777777" w:rsidR="00B44DB5" w:rsidRPr="00F664B3" w:rsidRDefault="00B44DB5" w:rsidP="00B44DB5">
            <w:pPr>
              <w:pStyle w:val="SpecNormal"/>
              <w:spacing w:line="240" w:lineRule="auto"/>
            </w:pPr>
            <w:r w:rsidRPr="00F664B3">
              <w:t>3 days</w:t>
            </w:r>
          </w:p>
        </w:tc>
        <w:tc>
          <w:tcPr>
            <w:tcW w:w="891" w:type="dxa"/>
            <w:vAlign w:val="center"/>
          </w:tcPr>
          <w:p w14:paraId="03E757C1" w14:textId="77777777" w:rsidR="00B44DB5" w:rsidRPr="00F664B3" w:rsidRDefault="00B44DB5" w:rsidP="00B44DB5">
            <w:pPr>
              <w:pStyle w:val="SpecNormal"/>
              <w:spacing w:line="240" w:lineRule="auto"/>
            </w:pPr>
            <w:r w:rsidRPr="00F664B3">
              <w:t>N/A</w:t>
            </w:r>
          </w:p>
        </w:tc>
        <w:tc>
          <w:tcPr>
            <w:tcW w:w="1170" w:type="dxa"/>
            <w:vAlign w:val="center"/>
          </w:tcPr>
          <w:p w14:paraId="5D1E4920" w14:textId="77777777" w:rsidR="00B44DB5" w:rsidRPr="00F664B3" w:rsidRDefault="00B44DB5" w:rsidP="00B44DB5">
            <w:pPr>
              <w:pStyle w:val="SpecNormal"/>
              <w:spacing w:line="240" w:lineRule="auto"/>
            </w:pPr>
          </w:p>
        </w:tc>
        <w:tc>
          <w:tcPr>
            <w:tcW w:w="909" w:type="dxa"/>
            <w:vAlign w:val="center"/>
          </w:tcPr>
          <w:p w14:paraId="6DE82B70" w14:textId="77777777" w:rsidR="00B44DB5" w:rsidRPr="00F664B3" w:rsidRDefault="00B44DB5" w:rsidP="00B44DB5">
            <w:pPr>
              <w:pStyle w:val="SpecNormal"/>
              <w:spacing w:line="240" w:lineRule="auto"/>
            </w:pPr>
          </w:p>
        </w:tc>
      </w:tr>
      <w:tr w:rsidR="00B44DB5" w:rsidRPr="00F664B3" w14:paraId="79E1822F" w14:textId="77777777" w:rsidTr="00B44DB5">
        <w:trPr>
          <w:cantSplit/>
          <w:trHeight w:val="300"/>
          <w:jc w:val="center"/>
        </w:trPr>
        <w:tc>
          <w:tcPr>
            <w:tcW w:w="1851" w:type="dxa"/>
            <w:shd w:val="clear" w:color="auto" w:fill="auto"/>
            <w:noWrap/>
            <w:vAlign w:val="center"/>
            <w:hideMark/>
          </w:tcPr>
          <w:p w14:paraId="23D41FF7" w14:textId="77777777" w:rsidR="00B44DB5" w:rsidRPr="00F664B3" w:rsidRDefault="00B44DB5" w:rsidP="00B44DB5">
            <w:pPr>
              <w:pStyle w:val="SpecNormal"/>
              <w:spacing w:line="240" w:lineRule="auto"/>
            </w:pPr>
            <w:r w:rsidRPr="00F664B3">
              <w:t>Secondary Pump 2 Start / Stop</w:t>
            </w:r>
          </w:p>
        </w:tc>
        <w:tc>
          <w:tcPr>
            <w:tcW w:w="800" w:type="dxa"/>
            <w:shd w:val="clear" w:color="auto" w:fill="auto"/>
            <w:noWrap/>
            <w:vAlign w:val="center"/>
            <w:hideMark/>
          </w:tcPr>
          <w:p w14:paraId="1BDAFA82" w14:textId="77777777" w:rsidR="00B44DB5" w:rsidRPr="00F664B3" w:rsidRDefault="00B44DB5" w:rsidP="00B44DB5">
            <w:pPr>
              <w:pStyle w:val="SpecNormal"/>
              <w:spacing w:line="240" w:lineRule="auto"/>
            </w:pPr>
            <w:r w:rsidRPr="00F664B3">
              <w:t>DO</w:t>
            </w:r>
          </w:p>
        </w:tc>
        <w:tc>
          <w:tcPr>
            <w:tcW w:w="1308" w:type="dxa"/>
            <w:shd w:val="clear" w:color="auto" w:fill="auto"/>
            <w:noWrap/>
            <w:vAlign w:val="center"/>
            <w:hideMark/>
          </w:tcPr>
          <w:p w14:paraId="3AC91469" w14:textId="77777777" w:rsidR="00B44DB5" w:rsidRPr="00F664B3" w:rsidRDefault="00B44DB5" w:rsidP="00B44DB5">
            <w:pPr>
              <w:pStyle w:val="SpecNormal"/>
              <w:spacing w:line="240" w:lineRule="auto"/>
            </w:pPr>
            <w:r w:rsidRPr="00F664B3">
              <w:t>COV</w:t>
            </w:r>
          </w:p>
        </w:tc>
        <w:tc>
          <w:tcPr>
            <w:tcW w:w="1459" w:type="dxa"/>
            <w:shd w:val="clear" w:color="auto" w:fill="auto"/>
            <w:noWrap/>
            <w:vAlign w:val="center"/>
            <w:hideMark/>
          </w:tcPr>
          <w:p w14:paraId="4F20C90D" w14:textId="77777777" w:rsidR="00B44DB5" w:rsidRPr="00F664B3" w:rsidRDefault="00B44DB5" w:rsidP="00B44DB5">
            <w:pPr>
              <w:pStyle w:val="SpecNormal"/>
              <w:spacing w:line="240" w:lineRule="auto"/>
            </w:pPr>
            <w:r w:rsidRPr="00F664B3">
              <w:t>12 Hours</w:t>
            </w:r>
          </w:p>
        </w:tc>
        <w:tc>
          <w:tcPr>
            <w:tcW w:w="1350" w:type="dxa"/>
            <w:shd w:val="clear" w:color="auto" w:fill="auto"/>
            <w:noWrap/>
            <w:vAlign w:val="center"/>
            <w:hideMark/>
          </w:tcPr>
          <w:p w14:paraId="37CDC772" w14:textId="77777777" w:rsidR="00B44DB5" w:rsidRPr="00F664B3" w:rsidRDefault="00B44DB5" w:rsidP="00B44DB5">
            <w:pPr>
              <w:pStyle w:val="SpecNormal"/>
              <w:spacing w:line="240" w:lineRule="auto"/>
            </w:pPr>
            <w:r w:rsidRPr="00F664B3">
              <w:t>3 days</w:t>
            </w:r>
          </w:p>
        </w:tc>
        <w:tc>
          <w:tcPr>
            <w:tcW w:w="891" w:type="dxa"/>
            <w:vAlign w:val="center"/>
          </w:tcPr>
          <w:p w14:paraId="6C694471" w14:textId="77777777" w:rsidR="00B44DB5" w:rsidRPr="00F664B3" w:rsidRDefault="00B44DB5" w:rsidP="00B44DB5">
            <w:pPr>
              <w:pStyle w:val="SpecNormal"/>
              <w:spacing w:line="240" w:lineRule="auto"/>
            </w:pPr>
            <w:r w:rsidRPr="00F664B3">
              <w:t>N/A</w:t>
            </w:r>
          </w:p>
        </w:tc>
        <w:tc>
          <w:tcPr>
            <w:tcW w:w="1170" w:type="dxa"/>
            <w:vAlign w:val="center"/>
          </w:tcPr>
          <w:p w14:paraId="1D738FB3" w14:textId="77777777" w:rsidR="00B44DB5" w:rsidRPr="00F664B3" w:rsidRDefault="00B44DB5" w:rsidP="00B44DB5">
            <w:pPr>
              <w:pStyle w:val="SpecNormal"/>
              <w:spacing w:line="240" w:lineRule="auto"/>
            </w:pPr>
          </w:p>
        </w:tc>
        <w:tc>
          <w:tcPr>
            <w:tcW w:w="909" w:type="dxa"/>
            <w:vAlign w:val="center"/>
          </w:tcPr>
          <w:p w14:paraId="755C8830" w14:textId="77777777" w:rsidR="00B44DB5" w:rsidRPr="00F664B3" w:rsidRDefault="00B44DB5" w:rsidP="00B44DB5">
            <w:pPr>
              <w:pStyle w:val="SpecNormal"/>
              <w:spacing w:line="240" w:lineRule="auto"/>
            </w:pPr>
          </w:p>
        </w:tc>
      </w:tr>
    </w:tbl>
    <w:p w14:paraId="5B4C42E1" w14:textId="77777777" w:rsidR="00B44DB5" w:rsidRDefault="00B44DB5" w:rsidP="00B44DB5">
      <w:pPr>
        <w:pStyle w:val="Level2"/>
      </w:pPr>
    </w:p>
    <w:p w14:paraId="17AE8AAE" w14:textId="77777777" w:rsidR="00B44DB5" w:rsidRDefault="00B44DB5" w:rsidP="00B44DB5">
      <w:pPr>
        <w:pStyle w:val="Level2"/>
      </w:pPr>
    </w:p>
    <w:p w14:paraId="1E0AFFFE" w14:textId="77777777" w:rsidR="00B44DB5" w:rsidRPr="00F664B3" w:rsidRDefault="00B44DB5" w:rsidP="00B44DB5">
      <w:pPr>
        <w:pStyle w:val="Level1"/>
      </w:pPr>
      <w:r>
        <w:t>E.</w:t>
      </w:r>
      <w:r>
        <w:tab/>
      </w:r>
      <w:r w:rsidRPr="00F664B3">
        <w:t xml:space="preserve">The Contractor shall provide the following information prior to Systems Functional Performance Testing. Any documentation that is modified after submission shall be recorded and resubmitted to the Resident Engineer and Commissioning Agent.  </w:t>
      </w:r>
    </w:p>
    <w:p w14:paraId="270B7164" w14:textId="77777777" w:rsidR="00B44DB5" w:rsidRPr="00F664B3" w:rsidRDefault="00B44DB5" w:rsidP="00B44DB5">
      <w:pPr>
        <w:pStyle w:val="Level2"/>
      </w:pPr>
      <w:r>
        <w:t>1.</w:t>
      </w:r>
      <w:r>
        <w:tab/>
      </w:r>
      <w:r w:rsidRPr="00F664B3">
        <w:t>Point-to-Point checkout documentation;</w:t>
      </w:r>
    </w:p>
    <w:p w14:paraId="7D09D30E" w14:textId="77777777" w:rsidR="00B44DB5" w:rsidRPr="00F664B3" w:rsidRDefault="00B44DB5" w:rsidP="00B44DB5">
      <w:pPr>
        <w:pStyle w:val="Level2"/>
      </w:pPr>
      <w:r>
        <w:t>2.</w:t>
      </w:r>
      <w:r>
        <w:tab/>
      </w:r>
      <w:r w:rsidRPr="00F664B3">
        <w:t xml:space="preserve">Sensor field calibration documentation including system name, sensor/point name, measured value, DDC value, and Correction Factor.  </w:t>
      </w:r>
    </w:p>
    <w:p w14:paraId="7CF2B618" w14:textId="77777777" w:rsidR="00B44DB5" w:rsidRPr="00F664B3" w:rsidRDefault="00B44DB5" w:rsidP="00B44DB5">
      <w:pPr>
        <w:pStyle w:val="Level2"/>
      </w:pPr>
      <w:r>
        <w:t>3.</w:t>
      </w:r>
      <w:r>
        <w:tab/>
      </w:r>
      <w:r w:rsidRPr="00F664B3">
        <w:t xml:space="preserve">A sensor calibration table listing the referencing the location of procedures to following in the O&amp;M manuals, and the frequency at which calibration should be performed for all sensors, separated by system, subsystem, and type. The calibration requirements shall be submitted both in the O&amp;M manuals and separately in a standalone document containing all sensors for inclusion in the commissioning documentation. The following table is a sample that can be used as a template for submission. </w:t>
      </w:r>
    </w:p>
    <w:p w14:paraId="0640BA39" w14:textId="77777777" w:rsidR="00B44DB5" w:rsidRDefault="00B44DB5" w:rsidP="00B44DB5">
      <w:pPr>
        <w:pStyle w:val="Level2"/>
      </w:pPr>
    </w:p>
    <w:tbl>
      <w:tblPr>
        <w:tblW w:w="86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491"/>
        <w:gridCol w:w="2558"/>
        <w:gridCol w:w="3591"/>
      </w:tblGrid>
      <w:tr w:rsidR="0001719A" w:rsidRPr="00762872" w14:paraId="0FE17B3C" w14:textId="77777777" w:rsidTr="006D40D2">
        <w:trPr>
          <w:trHeight w:val="390"/>
          <w:jc w:val="center"/>
        </w:trPr>
        <w:tc>
          <w:tcPr>
            <w:tcW w:w="8928" w:type="dxa"/>
            <w:gridSpan w:val="3"/>
            <w:tcBorders>
              <w:bottom w:val="single" w:sz="6" w:space="0" w:color="auto"/>
            </w:tcBorders>
            <w:shd w:val="clear" w:color="auto" w:fill="D9D9D9"/>
            <w:vAlign w:val="center"/>
          </w:tcPr>
          <w:p w14:paraId="7C34C7CA" w14:textId="77777777" w:rsidR="0001719A" w:rsidRPr="0001719A" w:rsidRDefault="0001719A" w:rsidP="0001719A">
            <w:pPr>
              <w:pStyle w:val="SpecNormal"/>
              <w:spacing w:line="240" w:lineRule="auto"/>
              <w:rPr>
                <w:b/>
                <w:bCs/>
              </w:rPr>
            </w:pPr>
            <w:r w:rsidRPr="0001719A">
              <w:rPr>
                <w:b/>
                <w:bCs/>
              </w:rPr>
              <w:t>SYSTEM</w:t>
            </w:r>
          </w:p>
        </w:tc>
      </w:tr>
      <w:tr w:rsidR="0001719A" w:rsidRPr="00762872" w14:paraId="6BF08F66" w14:textId="77777777" w:rsidTr="006D40D2">
        <w:trPr>
          <w:jc w:val="center"/>
        </w:trPr>
        <w:tc>
          <w:tcPr>
            <w:tcW w:w="2559" w:type="dxa"/>
            <w:shd w:val="clear" w:color="auto" w:fill="D9D9D9"/>
            <w:vAlign w:val="center"/>
          </w:tcPr>
          <w:p w14:paraId="5841612C" w14:textId="77777777" w:rsidR="0001719A" w:rsidRPr="0001719A" w:rsidRDefault="0001719A" w:rsidP="0001719A">
            <w:pPr>
              <w:pStyle w:val="SpecNormal"/>
              <w:spacing w:line="240" w:lineRule="auto"/>
              <w:rPr>
                <w:b/>
                <w:bCs/>
              </w:rPr>
            </w:pPr>
            <w:r w:rsidRPr="0001719A">
              <w:rPr>
                <w:b/>
                <w:bCs/>
              </w:rPr>
              <w:t>Sensor</w:t>
            </w:r>
          </w:p>
        </w:tc>
        <w:tc>
          <w:tcPr>
            <w:tcW w:w="2631" w:type="dxa"/>
            <w:shd w:val="clear" w:color="auto" w:fill="D9D9D9"/>
            <w:vAlign w:val="center"/>
          </w:tcPr>
          <w:p w14:paraId="5F39AD8C" w14:textId="77777777" w:rsidR="0001719A" w:rsidRPr="0001719A" w:rsidRDefault="0001719A" w:rsidP="0001719A">
            <w:pPr>
              <w:pStyle w:val="SpecNormal"/>
              <w:spacing w:line="240" w:lineRule="auto"/>
              <w:rPr>
                <w:b/>
                <w:bCs/>
              </w:rPr>
            </w:pPr>
            <w:r w:rsidRPr="0001719A">
              <w:rPr>
                <w:b/>
                <w:bCs/>
              </w:rPr>
              <w:t>Calibration Frequency</w:t>
            </w:r>
          </w:p>
        </w:tc>
        <w:tc>
          <w:tcPr>
            <w:tcW w:w="3738" w:type="dxa"/>
            <w:shd w:val="clear" w:color="auto" w:fill="D9D9D9"/>
            <w:vAlign w:val="center"/>
          </w:tcPr>
          <w:p w14:paraId="42C3C886" w14:textId="77777777" w:rsidR="0001719A" w:rsidRPr="0001719A" w:rsidRDefault="0001719A" w:rsidP="0001719A">
            <w:pPr>
              <w:pStyle w:val="SpecNormal"/>
              <w:spacing w:line="240" w:lineRule="auto"/>
              <w:rPr>
                <w:b/>
                <w:bCs/>
              </w:rPr>
            </w:pPr>
            <w:r w:rsidRPr="0001719A">
              <w:rPr>
                <w:b/>
                <w:bCs/>
              </w:rPr>
              <w:t>O&amp;M Calibration Procedure Reference</w:t>
            </w:r>
          </w:p>
        </w:tc>
      </w:tr>
      <w:tr w:rsidR="0001719A" w:rsidRPr="00762872" w14:paraId="1005321F" w14:textId="77777777" w:rsidTr="006D40D2">
        <w:trPr>
          <w:jc w:val="center"/>
        </w:trPr>
        <w:tc>
          <w:tcPr>
            <w:tcW w:w="2559" w:type="dxa"/>
            <w:vAlign w:val="center"/>
          </w:tcPr>
          <w:p w14:paraId="06BA2A47" w14:textId="77777777" w:rsidR="0001719A" w:rsidRPr="00762872" w:rsidRDefault="0001719A" w:rsidP="0001719A">
            <w:pPr>
              <w:pStyle w:val="SpecNormal"/>
              <w:spacing w:line="240" w:lineRule="auto"/>
            </w:pPr>
            <w:r w:rsidRPr="00762872">
              <w:t>Discharge air temperature</w:t>
            </w:r>
          </w:p>
        </w:tc>
        <w:tc>
          <w:tcPr>
            <w:tcW w:w="2631" w:type="dxa"/>
            <w:vAlign w:val="center"/>
          </w:tcPr>
          <w:p w14:paraId="2EF4A0C3" w14:textId="77777777" w:rsidR="0001719A" w:rsidRPr="00762872" w:rsidRDefault="0001719A" w:rsidP="0001719A">
            <w:pPr>
              <w:pStyle w:val="SpecNormal"/>
              <w:spacing w:line="240" w:lineRule="auto"/>
            </w:pPr>
            <w:r w:rsidRPr="00762872">
              <w:t>Once a year</w:t>
            </w:r>
          </w:p>
        </w:tc>
        <w:tc>
          <w:tcPr>
            <w:tcW w:w="3738" w:type="dxa"/>
            <w:vAlign w:val="center"/>
          </w:tcPr>
          <w:p w14:paraId="79C830CD" w14:textId="77777777" w:rsidR="0001719A" w:rsidRPr="00762872" w:rsidRDefault="0001719A" w:rsidP="0001719A">
            <w:pPr>
              <w:pStyle w:val="SpecNormal"/>
              <w:spacing w:line="240" w:lineRule="auto"/>
            </w:pPr>
            <w:r w:rsidRPr="00762872">
              <w:t>Volume I Section D.3.aa</w:t>
            </w:r>
          </w:p>
        </w:tc>
      </w:tr>
      <w:tr w:rsidR="0001719A" w:rsidRPr="00762872" w14:paraId="327E6FA2" w14:textId="77777777" w:rsidTr="006D40D2">
        <w:trPr>
          <w:jc w:val="center"/>
        </w:trPr>
        <w:tc>
          <w:tcPr>
            <w:tcW w:w="2559" w:type="dxa"/>
            <w:vAlign w:val="center"/>
          </w:tcPr>
          <w:p w14:paraId="3260764D" w14:textId="77777777" w:rsidR="0001719A" w:rsidRPr="00762872" w:rsidRDefault="0001719A" w:rsidP="0001719A">
            <w:pPr>
              <w:pStyle w:val="SpecNormal"/>
              <w:spacing w:line="240" w:lineRule="auto"/>
            </w:pPr>
            <w:r w:rsidRPr="00762872">
              <w:t>Discharge static pressure</w:t>
            </w:r>
          </w:p>
        </w:tc>
        <w:tc>
          <w:tcPr>
            <w:tcW w:w="2631" w:type="dxa"/>
            <w:vAlign w:val="center"/>
          </w:tcPr>
          <w:p w14:paraId="39A733CD" w14:textId="77777777" w:rsidR="0001719A" w:rsidRPr="00762872" w:rsidRDefault="0001719A" w:rsidP="0001719A">
            <w:pPr>
              <w:pStyle w:val="SpecNormal"/>
              <w:spacing w:line="240" w:lineRule="auto"/>
            </w:pPr>
            <w:r w:rsidRPr="00762872">
              <w:t>Every 6 months</w:t>
            </w:r>
          </w:p>
        </w:tc>
        <w:tc>
          <w:tcPr>
            <w:tcW w:w="3738" w:type="dxa"/>
            <w:vAlign w:val="center"/>
          </w:tcPr>
          <w:p w14:paraId="5E7B126B" w14:textId="77777777" w:rsidR="0001719A" w:rsidRPr="00762872" w:rsidRDefault="0001719A" w:rsidP="0001719A">
            <w:pPr>
              <w:pStyle w:val="SpecNormal"/>
              <w:spacing w:line="240" w:lineRule="auto"/>
            </w:pPr>
            <w:r w:rsidRPr="00762872">
              <w:t>Volume II Section A.1.c</w:t>
            </w:r>
          </w:p>
        </w:tc>
      </w:tr>
    </w:tbl>
    <w:p w14:paraId="378D6EBF" w14:textId="77777777" w:rsidR="0001719A" w:rsidRDefault="0001719A" w:rsidP="00B44DB5">
      <w:pPr>
        <w:pStyle w:val="Level2"/>
      </w:pPr>
    </w:p>
    <w:p w14:paraId="47DE6782" w14:textId="77777777" w:rsidR="0001719A" w:rsidRDefault="0001719A" w:rsidP="0001719A">
      <w:pPr>
        <w:pStyle w:val="Level2"/>
      </w:pPr>
    </w:p>
    <w:p w14:paraId="3A35C310" w14:textId="77777777" w:rsidR="0001719A" w:rsidRPr="00762872" w:rsidRDefault="0001719A" w:rsidP="0001719A">
      <w:pPr>
        <w:pStyle w:val="Level2"/>
      </w:pPr>
      <w:r>
        <w:t>4.</w:t>
      </w:r>
      <w:r>
        <w:tab/>
      </w:r>
      <w:r w:rsidRPr="00762872">
        <w:t xml:space="preserve">Loop tuning documentation and constants for each loop of the building systems. The documentation shall be submitted in outline or table separated by system, control type (e.g. heating valve temperature control); proportional, integral and derivative </w:t>
      </w:r>
      <w:r w:rsidRPr="00762872">
        <w:lastRenderedPageBreak/>
        <w:t>constants, interval (and bias if used) for each loop. The following table is a sample that can be used as a template for submission.</w:t>
      </w:r>
    </w:p>
    <w:p w14:paraId="3B8918AD" w14:textId="77777777" w:rsidR="0001719A" w:rsidRDefault="0001719A" w:rsidP="00B44DB5">
      <w:pPr>
        <w:pStyle w:val="Level2"/>
      </w:pPr>
    </w:p>
    <w:tbl>
      <w:tblPr>
        <w:tblW w:w="86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00"/>
        <w:gridCol w:w="2078"/>
        <w:gridCol w:w="1702"/>
        <w:gridCol w:w="1607"/>
        <w:gridCol w:w="1453"/>
      </w:tblGrid>
      <w:tr w:rsidR="0001719A" w:rsidRPr="00762872" w14:paraId="1536CC0C" w14:textId="77777777" w:rsidTr="006D40D2">
        <w:trPr>
          <w:trHeight w:val="309"/>
          <w:jc w:val="center"/>
        </w:trPr>
        <w:tc>
          <w:tcPr>
            <w:tcW w:w="7631" w:type="dxa"/>
            <w:gridSpan w:val="5"/>
            <w:shd w:val="clear" w:color="auto" w:fill="D9D9D9"/>
            <w:vAlign w:val="center"/>
          </w:tcPr>
          <w:p w14:paraId="158472DA" w14:textId="77777777" w:rsidR="0001719A" w:rsidRPr="0001719A" w:rsidRDefault="0001719A" w:rsidP="0001719A">
            <w:pPr>
              <w:pStyle w:val="SpecNormal"/>
              <w:spacing w:line="240" w:lineRule="auto"/>
              <w:rPr>
                <w:b/>
                <w:bCs/>
              </w:rPr>
            </w:pPr>
            <w:r w:rsidRPr="0001719A">
              <w:rPr>
                <w:b/>
                <w:bCs/>
              </w:rPr>
              <w:t>AIR HANDLING UNIT AHU-1</w:t>
            </w:r>
          </w:p>
        </w:tc>
      </w:tr>
      <w:tr w:rsidR="0001719A" w:rsidRPr="00762872" w14:paraId="3BD2C866" w14:textId="77777777" w:rsidTr="006D40D2">
        <w:trPr>
          <w:jc w:val="center"/>
        </w:trPr>
        <w:tc>
          <w:tcPr>
            <w:tcW w:w="1591" w:type="dxa"/>
            <w:vAlign w:val="center"/>
          </w:tcPr>
          <w:p w14:paraId="723E9A55" w14:textId="77777777" w:rsidR="0001719A" w:rsidRPr="00762872" w:rsidRDefault="0001719A" w:rsidP="0001719A">
            <w:pPr>
              <w:pStyle w:val="SpecNormal"/>
              <w:spacing w:line="240" w:lineRule="auto"/>
            </w:pPr>
            <w:r w:rsidRPr="00762872">
              <w:t>Control Reference</w:t>
            </w:r>
          </w:p>
        </w:tc>
        <w:tc>
          <w:tcPr>
            <w:tcW w:w="1835" w:type="dxa"/>
            <w:vAlign w:val="center"/>
          </w:tcPr>
          <w:p w14:paraId="66B3B500" w14:textId="77777777" w:rsidR="0001719A" w:rsidRPr="00762872" w:rsidRDefault="0001719A" w:rsidP="0001719A">
            <w:pPr>
              <w:pStyle w:val="SpecNormal"/>
              <w:spacing w:line="240" w:lineRule="auto"/>
            </w:pPr>
            <w:r w:rsidRPr="00762872">
              <w:t>Proportional Constant</w:t>
            </w:r>
          </w:p>
        </w:tc>
        <w:tc>
          <w:tcPr>
            <w:tcW w:w="1503" w:type="dxa"/>
            <w:vAlign w:val="center"/>
          </w:tcPr>
          <w:p w14:paraId="1733A03D" w14:textId="77777777" w:rsidR="0001719A" w:rsidRPr="00762872" w:rsidRDefault="0001719A" w:rsidP="0001719A">
            <w:pPr>
              <w:pStyle w:val="SpecNormal"/>
              <w:spacing w:line="240" w:lineRule="auto"/>
            </w:pPr>
            <w:r w:rsidRPr="00762872">
              <w:t>Integral Constant</w:t>
            </w:r>
          </w:p>
        </w:tc>
        <w:tc>
          <w:tcPr>
            <w:tcW w:w="1419" w:type="dxa"/>
            <w:vAlign w:val="center"/>
          </w:tcPr>
          <w:p w14:paraId="3296F278" w14:textId="77777777" w:rsidR="0001719A" w:rsidRPr="00762872" w:rsidRDefault="0001719A" w:rsidP="0001719A">
            <w:pPr>
              <w:pStyle w:val="SpecNormal"/>
              <w:spacing w:line="240" w:lineRule="auto"/>
            </w:pPr>
            <w:r w:rsidRPr="00762872">
              <w:t>Derivative Constant</w:t>
            </w:r>
          </w:p>
        </w:tc>
        <w:tc>
          <w:tcPr>
            <w:tcW w:w="1283" w:type="dxa"/>
          </w:tcPr>
          <w:p w14:paraId="63E0A2CF" w14:textId="77777777" w:rsidR="0001719A" w:rsidRPr="00762872" w:rsidRDefault="0001719A" w:rsidP="0001719A">
            <w:pPr>
              <w:pStyle w:val="SpecNormal"/>
              <w:spacing w:line="240" w:lineRule="auto"/>
            </w:pPr>
            <w:r w:rsidRPr="00762872">
              <w:t>Interval</w:t>
            </w:r>
          </w:p>
        </w:tc>
      </w:tr>
      <w:tr w:rsidR="0001719A" w:rsidRPr="00762872" w14:paraId="51D583C7" w14:textId="77777777" w:rsidTr="006D40D2">
        <w:trPr>
          <w:jc w:val="center"/>
        </w:trPr>
        <w:tc>
          <w:tcPr>
            <w:tcW w:w="1591" w:type="dxa"/>
            <w:vAlign w:val="center"/>
          </w:tcPr>
          <w:p w14:paraId="205ECBCC" w14:textId="77777777" w:rsidR="0001719A" w:rsidRPr="00762872" w:rsidRDefault="0001719A" w:rsidP="0001719A">
            <w:pPr>
              <w:pStyle w:val="SpecNormal"/>
              <w:spacing w:line="240" w:lineRule="auto"/>
            </w:pPr>
            <w:r w:rsidRPr="00762872">
              <w:t>Heating Valve Output</w:t>
            </w:r>
          </w:p>
        </w:tc>
        <w:tc>
          <w:tcPr>
            <w:tcW w:w="1835" w:type="dxa"/>
            <w:vAlign w:val="center"/>
          </w:tcPr>
          <w:p w14:paraId="6FBD034F" w14:textId="77777777" w:rsidR="0001719A" w:rsidRPr="00762872" w:rsidRDefault="0001719A" w:rsidP="0001719A">
            <w:pPr>
              <w:pStyle w:val="SpecNormal"/>
              <w:spacing w:line="240" w:lineRule="auto"/>
            </w:pPr>
            <w:r w:rsidRPr="00762872">
              <w:t>1000</w:t>
            </w:r>
          </w:p>
        </w:tc>
        <w:tc>
          <w:tcPr>
            <w:tcW w:w="1503" w:type="dxa"/>
            <w:vAlign w:val="center"/>
          </w:tcPr>
          <w:p w14:paraId="4134E25D" w14:textId="77777777" w:rsidR="0001719A" w:rsidRPr="00762872" w:rsidRDefault="0001719A" w:rsidP="0001719A">
            <w:pPr>
              <w:pStyle w:val="SpecNormal"/>
              <w:spacing w:line="240" w:lineRule="auto"/>
            </w:pPr>
            <w:r w:rsidRPr="00762872">
              <w:t>20</w:t>
            </w:r>
          </w:p>
        </w:tc>
        <w:tc>
          <w:tcPr>
            <w:tcW w:w="1419" w:type="dxa"/>
            <w:vAlign w:val="center"/>
          </w:tcPr>
          <w:p w14:paraId="24DCDC95" w14:textId="77777777" w:rsidR="0001719A" w:rsidRPr="00762872" w:rsidRDefault="0001719A" w:rsidP="0001719A">
            <w:pPr>
              <w:pStyle w:val="SpecNormal"/>
              <w:spacing w:line="240" w:lineRule="auto"/>
            </w:pPr>
            <w:r w:rsidRPr="00762872">
              <w:t>10</w:t>
            </w:r>
          </w:p>
        </w:tc>
        <w:tc>
          <w:tcPr>
            <w:tcW w:w="1283" w:type="dxa"/>
            <w:vAlign w:val="center"/>
          </w:tcPr>
          <w:p w14:paraId="48070EF4" w14:textId="77777777" w:rsidR="0001719A" w:rsidRPr="00762872" w:rsidRDefault="0001719A" w:rsidP="0001719A">
            <w:pPr>
              <w:pStyle w:val="SpecNormal"/>
              <w:spacing w:line="240" w:lineRule="auto"/>
            </w:pPr>
            <w:r w:rsidRPr="00762872">
              <w:t>2 sec.</w:t>
            </w:r>
          </w:p>
        </w:tc>
      </w:tr>
    </w:tbl>
    <w:p w14:paraId="072D3AAB" w14:textId="77777777" w:rsidR="0001719A" w:rsidRDefault="0001719A" w:rsidP="00B44DB5">
      <w:pPr>
        <w:pStyle w:val="Level2"/>
      </w:pPr>
    </w:p>
    <w:p w14:paraId="6D306FA3" w14:textId="77777777" w:rsidR="0001719A" w:rsidRDefault="0001719A" w:rsidP="00B44DB5">
      <w:pPr>
        <w:pStyle w:val="Level2"/>
      </w:pPr>
    </w:p>
    <w:p w14:paraId="76379EEC" w14:textId="77777777" w:rsidR="0001719A" w:rsidRPr="00762872" w:rsidRDefault="0001719A" w:rsidP="0001719A">
      <w:pPr>
        <w:pStyle w:val="ArticleB"/>
      </w:pPr>
      <w:r>
        <w:t>3.6</w:t>
      </w:r>
      <w:r w:rsidR="00886C5E">
        <w:t xml:space="preserve"> </w:t>
      </w:r>
      <w:r w:rsidRPr="00762872">
        <w:t>SYSTEMS FUNCTIONAL PERFORMANCE TESTING</w:t>
      </w:r>
    </w:p>
    <w:p w14:paraId="4ED8B45A" w14:textId="77777777" w:rsidR="0001719A" w:rsidRPr="00762872" w:rsidRDefault="0001719A" w:rsidP="0001719A">
      <w:pPr>
        <w:pStyle w:val="Level1"/>
      </w:pPr>
      <w:r>
        <w:t>A.</w:t>
      </w:r>
      <w:r>
        <w:tab/>
      </w:r>
      <w:r w:rsidRPr="00762872">
        <w:t>This paragraph applies to Systems Functional Performance Testing of systems for all referenced specification Divisions.</w:t>
      </w:r>
    </w:p>
    <w:p w14:paraId="6A8BBAD5" w14:textId="77777777" w:rsidR="0001719A" w:rsidRPr="00762872" w:rsidRDefault="0001719A" w:rsidP="0001719A">
      <w:pPr>
        <w:pStyle w:val="Level1"/>
      </w:pPr>
      <w:r>
        <w:t>B.</w:t>
      </w:r>
      <w:r>
        <w:tab/>
      </w:r>
      <w:r w:rsidRPr="00762872">
        <w:t>Objectives and Scope:  The objective of Systems Functional Performance Testing is to demonstrate that each system is operating according to the Contract Documents. Systems Functional Performance Testing facilitates bringing the systems from a state of substantial completion to full dynamic operation. Additionally, during the testing process, areas of noncompliant performance are identified and corrected, thereby improving the operation and functioning of the systems. In general, each system shall be operated through all modes of operation (seasonal, occupied, unoccupied, warm-up, cool-down, part- and full-load, fire alarm and emergency power) where there is a specified system response. The Contractor shall verify each sequence in the sequences of operation. Proper responses to such modes and conditions as power failure, freeze condition, low oil pressure, no flow, equipment failure, etc. shall also be tested.</w:t>
      </w:r>
    </w:p>
    <w:p w14:paraId="0D8B6AED" w14:textId="77777777" w:rsidR="0001719A" w:rsidRPr="00762872" w:rsidRDefault="0001719A" w:rsidP="0001719A">
      <w:pPr>
        <w:pStyle w:val="Level1"/>
      </w:pPr>
      <w:r>
        <w:t>C.</w:t>
      </w:r>
      <w:r>
        <w:tab/>
      </w:r>
      <w:r w:rsidRPr="00762872">
        <w:t xml:space="preserve">Development of Systems Functional Performance Test Procedures:  Before Systems Functional Performance Test procedures are written, the Contractor shall submit all requested documentation and a current list of change orders affecting equipment or systems, including an updated points list, program code, control sequences and parameters. Using the testing parameters and requirements found in the Contract Documents and approved submittals and shop drawings, the Commissioning Agent will develop specific Systems Functional Test Procedures to verify and document proper operation of each piece of equipment and system to be commissioned. The Contractor shall assist the Commissioning Agent in developing the Systems Functional Performance Test procedures as requested by the Commissioning Agent i.e. by answering questions about </w:t>
      </w:r>
      <w:r w:rsidRPr="00762872">
        <w:lastRenderedPageBreak/>
        <w:t>equipment, operation, sequences, etc.  Prior to execution, the Commissioning Agent will provide a copy of the Systems Functional Performance Test procedures to the VA, the Architect/Engineer, and the Contractor, who shall review the tests for feasibility, safety, equipment and warranty protection.</w:t>
      </w:r>
    </w:p>
    <w:p w14:paraId="3891CF01" w14:textId="77777777" w:rsidR="0001719A" w:rsidRDefault="0001719A" w:rsidP="0001719A">
      <w:pPr>
        <w:pStyle w:val="Level1"/>
      </w:pPr>
      <w:r>
        <w:t>D.</w:t>
      </w:r>
      <w:r>
        <w:tab/>
      </w:r>
      <w:r w:rsidRPr="00762872">
        <w:t>Purpose of Test Procedures:  The purpose of each specific Systems Functional Performance Test is to verify and document compliance with the stated criteria of acceptance given on the test form. Representative test formats and examples are found in the Commissioning Plan for this project. (The Commissioning Plan is issued as a separate document and is available for review.)  The test procedure forms developed by the Commissioning Agent will include, but not be limited to, the following information:</w:t>
      </w:r>
    </w:p>
    <w:p w14:paraId="4CBF2916" w14:textId="77777777" w:rsidR="0001719A" w:rsidRPr="00762872" w:rsidRDefault="0001719A" w:rsidP="0001719A">
      <w:pPr>
        <w:pStyle w:val="Level2"/>
      </w:pPr>
      <w:r>
        <w:t>1.</w:t>
      </w:r>
      <w:r>
        <w:tab/>
      </w:r>
      <w:r w:rsidRPr="00762872">
        <w:t>System and equipment or component name(s)</w:t>
      </w:r>
    </w:p>
    <w:p w14:paraId="5C981505" w14:textId="77777777" w:rsidR="0001719A" w:rsidRPr="00762872" w:rsidRDefault="0001719A" w:rsidP="0001719A">
      <w:pPr>
        <w:pStyle w:val="Level2"/>
      </w:pPr>
      <w:r>
        <w:t>2.</w:t>
      </w:r>
      <w:r>
        <w:tab/>
      </w:r>
      <w:r w:rsidRPr="00762872">
        <w:t>Equipment location and ID number</w:t>
      </w:r>
    </w:p>
    <w:p w14:paraId="516B4D76" w14:textId="77777777" w:rsidR="0001719A" w:rsidRPr="00762872" w:rsidRDefault="0001719A" w:rsidP="0001719A">
      <w:pPr>
        <w:pStyle w:val="Level2"/>
      </w:pPr>
      <w:r>
        <w:t>3.</w:t>
      </w:r>
      <w:r>
        <w:tab/>
      </w:r>
      <w:r w:rsidRPr="00762872">
        <w:t>Unique test ID number, and reference to unique Pre-Functional Checklists and startup documentation, and ID numbers for the piece of equipment</w:t>
      </w:r>
    </w:p>
    <w:p w14:paraId="1C87903F" w14:textId="77777777" w:rsidR="0001719A" w:rsidRPr="00762872" w:rsidRDefault="0001719A" w:rsidP="0001719A">
      <w:pPr>
        <w:pStyle w:val="Level2"/>
      </w:pPr>
      <w:r>
        <w:t>4.</w:t>
      </w:r>
      <w:r>
        <w:tab/>
      </w:r>
      <w:r w:rsidRPr="00762872">
        <w:t>Date</w:t>
      </w:r>
    </w:p>
    <w:p w14:paraId="17B57557" w14:textId="77777777" w:rsidR="0001719A" w:rsidRPr="00762872" w:rsidRDefault="0001719A" w:rsidP="0001719A">
      <w:pPr>
        <w:pStyle w:val="Level2"/>
      </w:pPr>
      <w:r>
        <w:t>5.</w:t>
      </w:r>
      <w:r>
        <w:tab/>
      </w:r>
      <w:r w:rsidRPr="00762872">
        <w:t>Project name</w:t>
      </w:r>
    </w:p>
    <w:p w14:paraId="276343C7" w14:textId="77777777" w:rsidR="0001719A" w:rsidRPr="00762872" w:rsidRDefault="0001719A" w:rsidP="0001719A">
      <w:pPr>
        <w:pStyle w:val="Level2"/>
      </w:pPr>
      <w:r>
        <w:t>6.</w:t>
      </w:r>
      <w:r>
        <w:tab/>
      </w:r>
      <w:r w:rsidRPr="00762872">
        <w:t>Participating parties</w:t>
      </w:r>
    </w:p>
    <w:p w14:paraId="262BF379" w14:textId="77777777" w:rsidR="0001719A" w:rsidRPr="00762872" w:rsidRDefault="0001719A" w:rsidP="0001719A">
      <w:pPr>
        <w:pStyle w:val="Level2"/>
      </w:pPr>
      <w:r>
        <w:t>7.</w:t>
      </w:r>
      <w:r>
        <w:tab/>
      </w:r>
      <w:r w:rsidRPr="00762872">
        <w:t>A copy of the specification section describing the test requirements</w:t>
      </w:r>
    </w:p>
    <w:p w14:paraId="7F283C0D" w14:textId="77777777" w:rsidR="0001719A" w:rsidRPr="00762872" w:rsidRDefault="0001719A" w:rsidP="0001719A">
      <w:pPr>
        <w:pStyle w:val="Level2"/>
      </w:pPr>
      <w:r>
        <w:t>8.</w:t>
      </w:r>
      <w:r>
        <w:tab/>
      </w:r>
      <w:r w:rsidRPr="00762872">
        <w:t>A copy of the specific sequence of operations or other specified parameters being verified</w:t>
      </w:r>
    </w:p>
    <w:p w14:paraId="4594A96C" w14:textId="77777777" w:rsidR="0001719A" w:rsidRPr="00762872" w:rsidRDefault="0001719A" w:rsidP="0001719A">
      <w:pPr>
        <w:pStyle w:val="Level2"/>
      </w:pPr>
      <w:r>
        <w:t>9.</w:t>
      </w:r>
      <w:r>
        <w:tab/>
      </w:r>
      <w:r w:rsidRPr="00762872">
        <w:t>Formulas used in any calculations</w:t>
      </w:r>
    </w:p>
    <w:p w14:paraId="733460E2" w14:textId="77777777" w:rsidR="0001719A" w:rsidRPr="00762872" w:rsidRDefault="0001719A" w:rsidP="0001719A">
      <w:pPr>
        <w:pStyle w:val="Level2"/>
      </w:pPr>
      <w:r>
        <w:t xml:space="preserve">10. </w:t>
      </w:r>
      <w:r w:rsidRPr="00762872">
        <w:t>Required pretest field measurements</w:t>
      </w:r>
    </w:p>
    <w:p w14:paraId="3B75B756" w14:textId="77777777" w:rsidR="0001719A" w:rsidRPr="00762872" w:rsidRDefault="0001719A" w:rsidP="0001719A">
      <w:pPr>
        <w:pStyle w:val="Level2"/>
      </w:pPr>
      <w:r>
        <w:t xml:space="preserve">11. </w:t>
      </w:r>
      <w:r w:rsidRPr="00762872">
        <w:t>Instructions for setting up the test.</w:t>
      </w:r>
    </w:p>
    <w:p w14:paraId="2E073430" w14:textId="77777777" w:rsidR="0001719A" w:rsidRPr="00762872" w:rsidRDefault="0001719A" w:rsidP="0001719A">
      <w:pPr>
        <w:pStyle w:val="Level2"/>
      </w:pPr>
      <w:r>
        <w:t xml:space="preserve">12. </w:t>
      </w:r>
      <w:r w:rsidRPr="00762872">
        <w:t>Special cautions, alarm limits, etc.</w:t>
      </w:r>
    </w:p>
    <w:p w14:paraId="6569D606" w14:textId="77777777" w:rsidR="0001719A" w:rsidRPr="00762872" w:rsidRDefault="0001719A" w:rsidP="0001719A">
      <w:pPr>
        <w:pStyle w:val="Level2"/>
      </w:pPr>
      <w:r>
        <w:t xml:space="preserve">13. </w:t>
      </w:r>
      <w:r w:rsidRPr="00762872">
        <w:t>Specific step-by-step procedures to execute the test, in a clear, sequential and repeatable format</w:t>
      </w:r>
    </w:p>
    <w:p w14:paraId="2844940D" w14:textId="77777777" w:rsidR="0001719A" w:rsidRPr="00762872" w:rsidRDefault="0001719A" w:rsidP="0001719A">
      <w:pPr>
        <w:pStyle w:val="Level2"/>
      </w:pPr>
      <w:r>
        <w:t xml:space="preserve">14. </w:t>
      </w:r>
      <w:r w:rsidRPr="00762872">
        <w:t>Acceptance criteria of proper performance with a Yes / No check box to allow for clearly marking whether or not proper performance of each part of the test was achieved.</w:t>
      </w:r>
    </w:p>
    <w:p w14:paraId="69F07177" w14:textId="77777777" w:rsidR="0001719A" w:rsidRPr="00762872" w:rsidRDefault="0001719A" w:rsidP="0001719A">
      <w:pPr>
        <w:pStyle w:val="Level2"/>
      </w:pPr>
      <w:r>
        <w:t xml:space="preserve">15. </w:t>
      </w:r>
      <w:r w:rsidRPr="00762872">
        <w:t>A section for comments.</w:t>
      </w:r>
    </w:p>
    <w:p w14:paraId="483DCBA8" w14:textId="77777777" w:rsidR="0001719A" w:rsidRPr="00762872" w:rsidRDefault="0001719A" w:rsidP="0001719A">
      <w:pPr>
        <w:pStyle w:val="Level2"/>
      </w:pPr>
      <w:r>
        <w:t xml:space="preserve">16. </w:t>
      </w:r>
      <w:r w:rsidRPr="00762872">
        <w:t>Signatures and date block for the Commissioning Agent.  A place for the Contractor to initial to signify attendance at the test.</w:t>
      </w:r>
    </w:p>
    <w:p w14:paraId="05BAB551" w14:textId="77777777" w:rsidR="0001719A" w:rsidRPr="00762872" w:rsidRDefault="0001719A" w:rsidP="0001719A">
      <w:pPr>
        <w:pStyle w:val="Level1"/>
      </w:pPr>
      <w:r>
        <w:t>E.</w:t>
      </w:r>
      <w:r>
        <w:tab/>
      </w:r>
      <w:r w:rsidRPr="00762872">
        <w:t xml:space="preserve">Test Methods:  Systems Functional Performance Testing shall be achieved by manual testing (i.e. persons manipulate the equipment and observe </w:t>
      </w:r>
      <w:r w:rsidRPr="00762872">
        <w:lastRenderedPageBreak/>
        <w:t>performance) and/or by monitoring the performance and analyzing the results using the control system's trend log capabilities or by standalone data loggers. The Contractor and Commissioning Agent shall determine which method is most appropriate for tests that do not have a method specified.</w:t>
      </w:r>
    </w:p>
    <w:p w14:paraId="66CA8A43" w14:textId="77777777" w:rsidR="0001719A" w:rsidRPr="00762872" w:rsidRDefault="0001719A" w:rsidP="0001719A">
      <w:pPr>
        <w:pStyle w:val="Level2"/>
      </w:pPr>
      <w:r>
        <w:t>1.</w:t>
      </w:r>
      <w:r>
        <w:tab/>
      </w:r>
      <w:r w:rsidRPr="00762872">
        <w:t>Simulated Conditions:  Simulating conditions (not by an overwritten value) shall be allowed, although timing the testing to experience actual conditions is encouraged wherever practical.</w:t>
      </w:r>
    </w:p>
    <w:p w14:paraId="03272222" w14:textId="77777777" w:rsidR="0001719A" w:rsidRPr="00762872" w:rsidRDefault="0001719A" w:rsidP="0001719A">
      <w:pPr>
        <w:pStyle w:val="Level2"/>
      </w:pPr>
      <w:r>
        <w:t>2.</w:t>
      </w:r>
      <w:r>
        <w:tab/>
      </w:r>
      <w:r w:rsidRPr="00762872">
        <w:t>Overwritten Values:  Overwriting sensor values to simulate a condition, such as overwriting the outside air temperature reading in a control system to be something other than it really is, shall be allowed, but shall be used with caution and avoided when possible. Such testing methods often can only test a part of a system, as the interactions and responses of other systems will be erroneous or not applicable. Simulating a condition is preferable. e.g., for the above case, by heating the outside air sensor with a hair blower rather than overwriting the value or by altering the appropriate setpoint to see the desired response. Before simulating conditions or overwriting values,</w:t>
      </w:r>
      <w:r w:rsidRPr="00762872">
        <w:tab/>
        <w:t>sensors, transducers and devices shall have been calibrated.</w:t>
      </w:r>
    </w:p>
    <w:p w14:paraId="0F551426" w14:textId="77777777" w:rsidR="0001719A" w:rsidRPr="00762872" w:rsidRDefault="0001719A" w:rsidP="0001719A">
      <w:pPr>
        <w:pStyle w:val="Level2"/>
      </w:pPr>
      <w:r>
        <w:t>3.</w:t>
      </w:r>
      <w:r>
        <w:tab/>
      </w:r>
      <w:r w:rsidRPr="00762872">
        <w:t>Simulated Signals:  Using a signal generator which creates a simulated signal to test and calibrate transducers and DDC constants is generally recommended over using the sensor to act as the signal generator via simulated conditions or overwritten values.</w:t>
      </w:r>
    </w:p>
    <w:p w14:paraId="4DF2A636" w14:textId="77777777" w:rsidR="0001719A" w:rsidRPr="00762872" w:rsidRDefault="0001719A" w:rsidP="0001719A">
      <w:pPr>
        <w:pStyle w:val="Level2"/>
      </w:pPr>
      <w:r>
        <w:t>4.</w:t>
      </w:r>
      <w:r>
        <w:tab/>
      </w:r>
      <w:r w:rsidRPr="00762872">
        <w:t>Altering Setpoints:  Rather than overwriting sensor values, and when simulating conditions is difficult, altering setpoints to test a sequence is acceptable. For example, to see the Air Conditioning compressor lockout initiate at an outside air temperature below 12 C (54 F), when the outside air temperature is above 12 C (54 F), temporarily change the lockout setpoint to be 2 C (4 F) above the current outside air temperature.</w:t>
      </w:r>
    </w:p>
    <w:p w14:paraId="70DF3D21" w14:textId="77777777" w:rsidR="0001719A" w:rsidRPr="00762872" w:rsidRDefault="0001719A" w:rsidP="0001719A">
      <w:pPr>
        <w:pStyle w:val="Level2"/>
      </w:pPr>
      <w:r>
        <w:t>5.</w:t>
      </w:r>
      <w:r>
        <w:tab/>
      </w:r>
      <w:r w:rsidRPr="00762872">
        <w:t>Indirect Indicators:  Relying on indirect indicators for responses or performance shall be allowed only after visually and directly verifying and documenting, over the range of the tested parameters, that the indirect readings through the control system represent actual conditions and responses. Much of this verification shall be completed during systems startup and initial checkout.</w:t>
      </w:r>
    </w:p>
    <w:p w14:paraId="3F39212F" w14:textId="77777777" w:rsidR="0001719A" w:rsidRPr="00762872" w:rsidRDefault="0001719A" w:rsidP="0001719A">
      <w:pPr>
        <w:pStyle w:val="Level1"/>
      </w:pPr>
      <w:r>
        <w:lastRenderedPageBreak/>
        <w:t>F.</w:t>
      </w:r>
      <w:r>
        <w:tab/>
      </w:r>
      <w:r w:rsidRPr="00762872">
        <w:t>Setup:  Each function and test shall be performed under conditions that simulate actual conditions as closely as is practically possible. The Contractor shall provide all necessary materials, system modifications, etc. to produce the necessary flows, pressures, temperatures, etc. necessary to execute the test according to the specified conditions. At completion of the test, the Contractor shall return all affected building equipment and systems, due to these temporary modifications, to their pretest condition.</w:t>
      </w:r>
    </w:p>
    <w:p w14:paraId="0DBAEE34" w14:textId="77777777" w:rsidR="0001719A" w:rsidRPr="00762872" w:rsidRDefault="0001719A" w:rsidP="0001719A">
      <w:pPr>
        <w:pStyle w:val="Level1"/>
      </w:pPr>
      <w:r>
        <w:t>G.</w:t>
      </w:r>
      <w:r>
        <w:tab/>
      </w:r>
      <w:r w:rsidRPr="00762872">
        <w:t xml:space="preserve">Sampling:  No sampling is allowed in completing Pre-Functional Checklists.   Sampling is allowed for Systems Functional Performance Test Procedures execution.  The Commissioning Agent will determine the sampling rate.  If at any point, frequent failures are occurring and testing is becoming more troubleshooting than verification, the Commissioning Agent may stop the testing and require the Contractor to perform and document a checkout of the remaining units, prior to continuing with Systems Functional Performance Testing of the remaining units. </w:t>
      </w:r>
    </w:p>
    <w:p w14:paraId="57510A78" w14:textId="77777777" w:rsidR="0001719A" w:rsidRPr="00762872" w:rsidRDefault="0001719A" w:rsidP="0001719A">
      <w:pPr>
        <w:pStyle w:val="Level1"/>
      </w:pPr>
    </w:p>
    <w:p w14:paraId="5B0B85AB" w14:textId="77777777" w:rsidR="0001719A" w:rsidRPr="00762872" w:rsidRDefault="0001719A" w:rsidP="0001719A">
      <w:pPr>
        <w:pStyle w:val="SpecNote"/>
      </w:pPr>
      <w:r w:rsidRPr="00762872">
        <w:t>Spec Writer Note:  Verify that the following paragraph regarding cost of expanded sample testing is allowed for the specific project.  Retain or delete the paragraph as necessary.</w:t>
      </w:r>
    </w:p>
    <w:p w14:paraId="6413D66C" w14:textId="77777777" w:rsidR="0001719A" w:rsidRDefault="0001719A" w:rsidP="00B44DB5">
      <w:pPr>
        <w:pStyle w:val="Level2"/>
      </w:pPr>
    </w:p>
    <w:p w14:paraId="6815DD40" w14:textId="77777777" w:rsidR="0001719A" w:rsidRPr="0023211C" w:rsidRDefault="0001719A" w:rsidP="0001719A">
      <w:pPr>
        <w:pStyle w:val="Level1"/>
      </w:pPr>
      <w:r>
        <w:t>H.</w:t>
      </w:r>
      <w:r>
        <w:tab/>
      </w:r>
      <w:r w:rsidRPr="0023211C">
        <w:t>Cost of Retesting:  The cost associated with expanded sample System Functional Performance Tests shall be solely the responsibility of the Contractor.  Any required retesting by the Contractor shall not be considered a justified reason for a claim of delay or for a time extension by the Contractor.</w:t>
      </w:r>
    </w:p>
    <w:p w14:paraId="29D5CF4C" w14:textId="77777777" w:rsidR="0001719A" w:rsidRPr="0023211C" w:rsidRDefault="0001719A" w:rsidP="0001719A">
      <w:pPr>
        <w:pStyle w:val="Level1"/>
      </w:pPr>
      <w:r>
        <w:t>I.</w:t>
      </w:r>
      <w:r>
        <w:tab/>
      </w:r>
      <w:r w:rsidRPr="0023211C">
        <w:t>Coordination and Scheduling:  The Contractor shall provide a minimum of 7 days’ notice to the Commissioning Agent and the VA regarding the completion schedule for the Pre-Functional Checklists and startup of all equipment and systems. The Commissioning Agent will schedule Systems Functional Performance Tests with the Contractor and VA. The Commissioning Agent will witness and document the Systems Functional Performance Testing of systems. The Contractor shall execute the tests in accordance with the Systems Functional Performance Test Procedure.</w:t>
      </w:r>
    </w:p>
    <w:p w14:paraId="0A7E516F" w14:textId="77777777" w:rsidR="0001719A" w:rsidRPr="0023211C" w:rsidRDefault="0001719A" w:rsidP="0001719A">
      <w:pPr>
        <w:pStyle w:val="Level1"/>
      </w:pPr>
      <w:r>
        <w:t>J.</w:t>
      </w:r>
      <w:r>
        <w:tab/>
      </w:r>
      <w:r w:rsidRPr="0023211C">
        <w:t xml:space="preserve">Testing Prerequisites:  In general, Systems Functional Performance Testing will be conducted only after Pre-Functional Checklists have been satisfactorily completed. The control system shall be sufficiently </w:t>
      </w:r>
      <w:r w:rsidRPr="0023211C">
        <w:lastRenderedPageBreak/>
        <w:t>tested and approved by the Commissioning Agent and the VA before it is used to verify performance of other components or systems. The air balancing and water balancing shall be completed before Systems Functional Performance Testing of air-related or water-related equipment or systems are scheduled. Systems Functional Performance Testing will proceed from components to subsystems to systems. When the proper performance of all interacting individual systems has been achieved, the interface or coordinated responses between systems will be checked.</w:t>
      </w:r>
    </w:p>
    <w:p w14:paraId="2B06B2FE" w14:textId="77777777" w:rsidR="0001719A" w:rsidRPr="0023211C" w:rsidRDefault="0001719A" w:rsidP="0001719A">
      <w:pPr>
        <w:pStyle w:val="Level1"/>
      </w:pPr>
      <w:r>
        <w:t>K.</w:t>
      </w:r>
      <w:r>
        <w:tab/>
      </w:r>
      <w:r w:rsidRPr="0023211C">
        <w:t>Problem Solving:  The Commissioning Agent will recommend solutions to problems found, however the burden of responsibility to solve, correct and retest problems is with the Contractor.</w:t>
      </w:r>
    </w:p>
    <w:p w14:paraId="3B0D7F6F" w14:textId="77777777" w:rsidR="00B22A82" w:rsidRPr="0023211C" w:rsidRDefault="00B22A82" w:rsidP="00B22A82">
      <w:pPr>
        <w:pStyle w:val="ArticleB"/>
      </w:pPr>
      <w:r>
        <w:t>3.7</w:t>
      </w:r>
      <w:r w:rsidR="00886C5E">
        <w:t xml:space="preserve"> </w:t>
      </w:r>
      <w:r w:rsidRPr="0023211C">
        <w:t>DOCUMENTATION, NONCONFORMANCE AND APPROVAL OF TESTS</w:t>
      </w:r>
    </w:p>
    <w:p w14:paraId="0FDE91E7" w14:textId="77777777" w:rsidR="00B22A82" w:rsidRPr="0023211C" w:rsidRDefault="00B22A82" w:rsidP="00B22A82">
      <w:pPr>
        <w:pStyle w:val="Level1"/>
      </w:pPr>
      <w:r>
        <w:t>A.</w:t>
      </w:r>
      <w:r>
        <w:tab/>
      </w:r>
      <w:r w:rsidRPr="0023211C">
        <w:t>Documentation:  The Commissioning Agent will witness, and document the results of all Systems Functional Performance Tests using the specific procedural forms developed by the Commissioning Agent for that purpose. Prior to testing, the Commissioning Agent will provide these forms to the VA and the Contractor for review and approval. The Contractor shall include the filled out forms with the O&amp;M manual data.</w:t>
      </w:r>
    </w:p>
    <w:p w14:paraId="689016D1" w14:textId="77777777" w:rsidR="00B22A82" w:rsidRPr="0023211C" w:rsidRDefault="00B22A82" w:rsidP="00B22A82">
      <w:pPr>
        <w:pStyle w:val="Level1"/>
      </w:pPr>
      <w:r>
        <w:t>B.</w:t>
      </w:r>
      <w:r>
        <w:tab/>
      </w:r>
      <w:r w:rsidRPr="0023211C">
        <w:t>Nonconformance:  The Commissioning Agent will record the results of the Systems Functional Performance Tests on the procedure or test form. All items of nonconformance issues will be noted and reported to the VA on Commissioning Field Reports and/or the Commissioning Master Issues Log.</w:t>
      </w:r>
    </w:p>
    <w:p w14:paraId="7AC85033" w14:textId="77777777" w:rsidR="00B22A82" w:rsidRPr="0023211C" w:rsidRDefault="00B22A82" w:rsidP="00B22A82">
      <w:pPr>
        <w:pStyle w:val="Level2"/>
      </w:pPr>
      <w:r>
        <w:t>1.</w:t>
      </w:r>
      <w:r>
        <w:tab/>
      </w:r>
      <w:r w:rsidRPr="0023211C">
        <w:t>Corrections of minor items of noncompliance identified may be made during the tests. In such cases, the item of noncompliance and resolution shall be documented on the Systems Functional Test Procedure.</w:t>
      </w:r>
    </w:p>
    <w:p w14:paraId="71B9B387" w14:textId="77777777" w:rsidR="00B22A82" w:rsidRPr="0023211C" w:rsidRDefault="00B22A82" w:rsidP="00B22A82">
      <w:pPr>
        <w:pStyle w:val="Level2"/>
      </w:pPr>
      <w:r>
        <w:t>2.</w:t>
      </w:r>
      <w:r>
        <w:tab/>
      </w:r>
      <w:r w:rsidRPr="0023211C">
        <w:t>Every effort shall be made to expedite the systems functional Performance Testing process and minimize unnecessary delays, while not compromising the integrity of the procedures. However, the Commissioning Agent shall not be pressured into overlooking noncompliant work or loosening acceptance criteria to satisfy scheduling or cost issues, unless there is an overriding reason to do so by direction from the VA.</w:t>
      </w:r>
    </w:p>
    <w:p w14:paraId="7C293DBF" w14:textId="77777777" w:rsidR="00B22A82" w:rsidRPr="0023211C" w:rsidRDefault="00B22A82" w:rsidP="00B22A82">
      <w:pPr>
        <w:pStyle w:val="Level2"/>
      </w:pPr>
      <w:r>
        <w:t>3.</w:t>
      </w:r>
      <w:r>
        <w:tab/>
      </w:r>
      <w:r w:rsidRPr="0023211C">
        <w:t>As the Systems Functional Performance Tests progresses and an item of noncompliance is identified, the Commissioning Agent shall discuss the issue with the Contractor and the VA.</w:t>
      </w:r>
    </w:p>
    <w:p w14:paraId="5532C464" w14:textId="77777777" w:rsidR="00B22A82" w:rsidRPr="0023211C" w:rsidRDefault="00B22A82" w:rsidP="00B22A82">
      <w:pPr>
        <w:pStyle w:val="Level2"/>
      </w:pPr>
      <w:r>
        <w:lastRenderedPageBreak/>
        <w:t>4.</w:t>
      </w:r>
      <w:r>
        <w:tab/>
      </w:r>
      <w:r w:rsidRPr="0023211C">
        <w:t>When there is no dispute on an item of noncompliance, and the Contractor accepts responsibility to correct it:</w:t>
      </w:r>
    </w:p>
    <w:p w14:paraId="17A521D9" w14:textId="77777777" w:rsidR="00B22A82" w:rsidRPr="0023211C" w:rsidRDefault="00B22A82" w:rsidP="00B22A82">
      <w:pPr>
        <w:pStyle w:val="Level3"/>
      </w:pPr>
      <w:r>
        <w:t>a.</w:t>
      </w:r>
      <w:r>
        <w:tab/>
      </w:r>
      <w:r w:rsidRPr="0023211C">
        <w:t xml:space="preserve">The Commissioning Agent will document the item of noncompliance and the Contractor's response and/or intentions.  The Systems Functional Performance Test then continues or proceeds to another test or sequence. After the day's work is complete, the Commissioning Agent will submit a Commissioning Field Report to the VA.  The Commissioning Agent will also note items of noncompliance and the Contractor’s response in the Master Commissioning Issues Log.  The Contractor shall correct the item of noncompliance and report completion to the VA and the Commissioning Agent.  </w:t>
      </w:r>
    </w:p>
    <w:p w14:paraId="35103C6D" w14:textId="77777777" w:rsidR="00B22A82" w:rsidRPr="0023211C" w:rsidRDefault="00B22A82" w:rsidP="00B22A82">
      <w:pPr>
        <w:pStyle w:val="Level3"/>
      </w:pPr>
      <w:r>
        <w:t>b.</w:t>
      </w:r>
      <w:r>
        <w:tab/>
      </w:r>
      <w:r w:rsidRPr="0023211C">
        <w:t>The need for retesting will be determined by the Commissioning Agent.  If retesting is required, the Commissioning Agent and the Contractor shall reschedule the test and the test shall be repeated.</w:t>
      </w:r>
    </w:p>
    <w:p w14:paraId="4AEAFD16" w14:textId="77777777" w:rsidR="00B22A82" w:rsidRPr="0023211C" w:rsidRDefault="00B22A82" w:rsidP="00B22A82">
      <w:pPr>
        <w:pStyle w:val="Level2"/>
      </w:pPr>
      <w:r>
        <w:t>5.</w:t>
      </w:r>
      <w:r>
        <w:tab/>
      </w:r>
      <w:r w:rsidRPr="0023211C">
        <w:t>If there is a dispute about item of noncompliance, regarding whether it is an item of noncompliance, or who is responsible:</w:t>
      </w:r>
    </w:p>
    <w:p w14:paraId="33FC0684" w14:textId="77777777" w:rsidR="00B22A82" w:rsidRPr="0023211C" w:rsidRDefault="00B22A82" w:rsidP="00B22A82">
      <w:pPr>
        <w:pStyle w:val="Level3"/>
      </w:pPr>
      <w:r>
        <w:t>a.</w:t>
      </w:r>
      <w:r>
        <w:tab/>
      </w:r>
      <w:r w:rsidRPr="0023211C">
        <w:t>The item of noncompliance shall be documented on the test form with the Contractor's response.  The item of noncompliance with the Contractor’s response shall also be reported on a Commissioning Field Report and on the Master Commissioning Issues Log.</w:t>
      </w:r>
    </w:p>
    <w:p w14:paraId="6692C167" w14:textId="77777777" w:rsidR="00B22A82" w:rsidRPr="0023211C" w:rsidRDefault="00B22A82" w:rsidP="00B22A82">
      <w:pPr>
        <w:pStyle w:val="Level3"/>
      </w:pPr>
      <w:r>
        <w:t>b.</w:t>
      </w:r>
      <w:r>
        <w:tab/>
      </w:r>
      <w:r w:rsidRPr="0023211C">
        <w:t>Resolutions shall be made at the lowest management level possible. Other parties are brought into the discussions as needed. Final interpretive and acceptance authority is with the Department of Veterans Affairs.</w:t>
      </w:r>
    </w:p>
    <w:p w14:paraId="27128940" w14:textId="77777777" w:rsidR="00B22A82" w:rsidRPr="0023211C" w:rsidRDefault="00B22A82" w:rsidP="00B22A82">
      <w:pPr>
        <w:pStyle w:val="Level3"/>
      </w:pPr>
      <w:r>
        <w:t>c.</w:t>
      </w:r>
      <w:r>
        <w:tab/>
      </w:r>
      <w:r w:rsidRPr="0023211C">
        <w:t>The Commissioning Agent will document the resolution process.</w:t>
      </w:r>
    </w:p>
    <w:p w14:paraId="0D282742" w14:textId="77777777" w:rsidR="00B22A82" w:rsidRPr="0023211C" w:rsidRDefault="00B22A82" w:rsidP="00B22A82">
      <w:pPr>
        <w:pStyle w:val="Level3"/>
      </w:pPr>
      <w:r>
        <w:t>d.</w:t>
      </w:r>
      <w:r>
        <w:tab/>
      </w:r>
      <w:r w:rsidRPr="0023211C">
        <w:t>Once the interpretation and resolution have been decided, the Contractor shall correct the item of noncompliance, report it to the Commissioning Agent. The requirement for retesting will be determined by the Commissioning Agent.  If retesting is required, the Commissioning Agent and the Contractor shall reschedule the test.  Retesting shall be repeated until satisfactory performance is achieved.</w:t>
      </w:r>
    </w:p>
    <w:p w14:paraId="5876BBA2" w14:textId="77777777" w:rsidR="0001719A" w:rsidRDefault="0001719A" w:rsidP="00B44DB5">
      <w:pPr>
        <w:pStyle w:val="Level2"/>
      </w:pPr>
    </w:p>
    <w:p w14:paraId="5E091994" w14:textId="77777777" w:rsidR="00B22A82" w:rsidRPr="0023211C" w:rsidRDefault="00B22A82" w:rsidP="00B22A82">
      <w:pPr>
        <w:pStyle w:val="SpecNote"/>
      </w:pPr>
      <w:r w:rsidRPr="0023211C">
        <w:t xml:space="preserve">Spec Writer Note:  Verify that the following paragraph regarding cost of retesting is allowed for the specific </w:t>
      </w:r>
      <w:r w:rsidRPr="0023211C">
        <w:lastRenderedPageBreak/>
        <w:t>project.  Retain or delete the paragraph as necessary.</w:t>
      </w:r>
    </w:p>
    <w:p w14:paraId="1E2739E7" w14:textId="77777777" w:rsidR="00B22A82" w:rsidRDefault="00B22A82" w:rsidP="00B44DB5">
      <w:pPr>
        <w:pStyle w:val="Level2"/>
      </w:pPr>
    </w:p>
    <w:p w14:paraId="61E5256A" w14:textId="77777777" w:rsidR="00B22A82" w:rsidRPr="0023211C" w:rsidRDefault="00B22A82" w:rsidP="00B22A82">
      <w:pPr>
        <w:pStyle w:val="Level1"/>
      </w:pPr>
      <w:r>
        <w:t>C.</w:t>
      </w:r>
      <w:r>
        <w:tab/>
      </w:r>
      <w:r w:rsidRPr="0023211C">
        <w:t>Cost of Retesting:  The cost to retest a System Functional Performance Test shall be solely the responsibility of the Contractor.  Any required retesting by the Contractor shall not be considered a justified reason for a claim of delay or for a time extension by the Contractor.</w:t>
      </w:r>
    </w:p>
    <w:p w14:paraId="2ED92CD3" w14:textId="77777777" w:rsidR="00B22A82" w:rsidRDefault="00B22A82" w:rsidP="00B44DB5">
      <w:pPr>
        <w:pStyle w:val="Level2"/>
      </w:pPr>
    </w:p>
    <w:p w14:paraId="5C9961E8" w14:textId="77777777" w:rsidR="00B22A82" w:rsidRPr="0023211C" w:rsidRDefault="00B22A82" w:rsidP="00B22A82">
      <w:pPr>
        <w:pStyle w:val="SpecNote"/>
      </w:pPr>
      <w:r w:rsidRPr="0023211C">
        <w:t>Spec Writer’s Note:  Verify that the paragraph and subparagraphs below do not conflict with other general or specific contract documents regarding manufacturer’s defects.  Retain, delete, or modify the paragraphs accordingly.</w:t>
      </w:r>
    </w:p>
    <w:p w14:paraId="034DF786" w14:textId="77777777" w:rsidR="00B22A82" w:rsidRDefault="00B22A82" w:rsidP="00B44DB5">
      <w:pPr>
        <w:pStyle w:val="Level2"/>
      </w:pPr>
    </w:p>
    <w:p w14:paraId="611D74EB" w14:textId="77777777" w:rsidR="00B22A82" w:rsidRPr="0023211C" w:rsidRDefault="00B22A82" w:rsidP="00B22A82">
      <w:pPr>
        <w:pStyle w:val="Level1"/>
      </w:pPr>
      <w:r>
        <w:t>D.</w:t>
      </w:r>
      <w:r>
        <w:tab/>
      </w:r>
      <w:r w:rsidRPr="0023211C">
        <w:t>Failure Due to Manufacturer Defect:  If 10%, or three, whichever is greater, of identical pieces (size alone does not constitute a difference) of equipment fail to perform in compliance with the Contract Documents (mechanically or substantively) due to manufacturing defect, not allowing it to meet its submitted performance specifications, all identical units may be considered unacceptable by the VA. In such case, the Contractor shall provide the VA with the following:</w:t>
      </w:r>
    </w:p>
    <w:p w14:paraId="421B3FC7" w14:textId="77777777" w:rsidR="00B22A82" w:rsidRPr="0023211C" w:rsidRDefault="00B22A82" w:rsidP="00B22A82">
      <w:pPr>
        <w:pStyle w:val="Level2"/>
      </w:pPr>
      <w:r>
        <w:t>1.</w:t>
      </w:r>
      <w:r>
        <w:tab/>
      </w:r>
      <w:r w:rsidRPr="0023211C">
        <w:t>Within one week of notification from the VA, the Contractor shall examine all other identical units making a record of the findings. The findings shall be provided to the VA within two weeks of the original notice.</w:t>
      </w:r>
    </w:p>
    <w:p w14:paraId="2A6A8F0F" w14:textId="77777777" w:rsidR="00B22A82" w:rsidRPr="0023211C" w:rsidRDefault="00B22A82" w:rsidP="00B22A82">
      <w:pPr>
        <w:pStyle w:val="Level2"/>
      </w:pPr>
      <w:r>
        <w:t>2.</w:t>
      </w:r>
      <w:r>
        <w:tab/>
      </w:r>
      <w:r w:rsidRPr="0023211C">
        <w:t>Within two weeks of the original notification, the Contractor shall provide a signed and dated, written explanation of the problem, cause of failures, etc. and all proposed solutions which shall include full equipment submittals. The proposed solutions shall not significantly exceed the specification requirements of the original installation.</w:t>
      </w:r>
    </w:p>
    <w:p w14:paraId="54FEFD27" w14:textId="77777777" w:rsidR="00B22A82" w:rsidRPr="0023211C" w:rsidRDefault="00B22A82" w:rsidP="00B22A82">
      <w:pPr>
        <w:pStyle w:val="Level2"/>
      </w:pPr>
      <w:r>
        <w:t>3.</w:t>
      </w:r>
      <w:r>
        <w:tab/>
      </w:r>
      <w:r w:rsidRPr="0023211C">
        <w:t>The VA shall determine whether a replacement of all identical units or a repair is acceptable.</w:t>
      </w:r>
    </w:p>
    <w:p w14:paraId="55429EAD" w14:textId="77777777" w:rsidR="00B22A82" w:rsidRPr="0023211C" w:rsidRDefault="00B22A82" w:rsidP="00B22A82">
      <w:pPr>
        <w:pStyle w:val="Level2"/>
      </w:pPr>
      <w:r>
        <w:t>4.</w:t>
      </w:r>
      <w:r>
        <w:tab/>
      </w:r>
      <w:r w:rsidRPr="0023211C">
        <w:t>Two examples of the proposed solution shall be installed by the Contractor and the VA shall be allowed to test the installations for up to one week, upon which the VA will decide whether to accept the solution.</w:t>
      </w:r>
    </w:p>
    <w:p w14:paraId="77CE470F" w14:textId="77777777" w:rsidR="00B22A82" w:rsidRPr="0023211C" w:rsidRDefault="00B22A82" w:rsidP="00B22A82">
      <w:pPr>
        <w:pStyle w:val="Level2"/>
      </w:pPr>
      <w:r>
        <w:lastRenderedPageBreak/>
        <w:t>5.</w:t>
      </w:r>
      <w:r>
        <w:tab/>
      </w:r>
      <w:r w:rsidRPr="0023211C">
        <w:t>Upon acceptance, the Contractor shall replace or repair all identical items, at their expense and extend the warranty accordingly, if the original equipment warranty had begun. The replacement/repair work shall proceed with reasonable speed beginning within one week from when parts can be obtained.</w:t>
      </w:r>
    </w:p>
    <w:p w14:paraId="3F890016" w14:textId="77777777" w:rsidR="00B22A82" w:rsidRPr="0023211C" w:rsidRDefault="00B22A82" w:rsidP="00B22A82">
      <w:pPr>
        <w:pStyle w:val="Level1"/>
      </w:pPr>
      <w:r>
        <w:t>E.</w:t>
      </w:r>
      <w:r>
        <w:tab/>
      </w:r>
      <w:r w:rsidRPr="0023211C">
        <w:t>Approval:  The Commissioning Agent will note each satisfactorily demonstrated function on the test form. Formal approval of the Systems Functional Performance Test shall be made later after review by the Commissioning Agent and by the VA. The Commissioning Agent will evaluate each test and report to the VA using a standard form. The VA will give final approval on each test using the same form, and provide signed copies to the Commissioning Agent and the Contractor.</w:t>
      </w:r>
    </w:p>
    <w:p w14:paraId="05D52CBA" w14:textId="77777777" w:rsidR="00B22A82" w:rsidRPr="0023211C" w:rsidRDefault="00B22A82" w:rsidP="00B22A82">
      <w:pPr>
        <w:pStyle w:val="ArticleB"/>
      </w:pPr>
      <w:r>
        <w:t>3.8</w:t>
      </w:r>
      <w:r w:rsidR="00886C5E">
        <w:t xml:space="preserve"> </w:t>
      </w:r>
      <w:r w:rsidRPr="0023211C">
        <w:t>DEFERRED TESTING</w:t>
      </w:r>
    </w:p>
    <w:p w14:paraId="5E21A227" w14:textId="77777777" w:rsidR="00B22A82" w:rsidRPr="0023211C" w:rsidRDefault="00B22A82" w:rsidP="00B22A82">
      <w:pPr>
        <w:pStyle w:val="Level1"/>
      </w:pPr>
      <w:r>
        <w:t>A.</w:t>
      </w:r>
      <w:r>
        <w:tab/>
      </w:r>
      <w:r w:rsidRPr="0023211C">
        <w:t>Unforeseen Deferred Systems Functional Performance Tests:  If any Systems Functional Performance Test cannot be completed due to the building structure, required occupancy condition or other conditions, execution of the Systems Functional Performance Testing may be delayed upon approval of the VA. These Systems Functional Performance Tests shall be conducted in the same manner as the seasonal tests as soon as possible. Services of the Contractor to conduct these unforeseen Deferred Systems Functional Performance Tests shall be negotiated between the VA and the Contractor.</w:t>
      </w:r>
    </w:p>
    <w:p w14:paraId="4B56900E" w14:textId="77777777" w:rsidR="00B22A82" w:rsidRPr="0023211C" w:rsidRDefault="00B22A82" w:rsidP="00B22A82">
      <w:pPr>
        <w:pStyle w:val="Level1"/>
      </w:pPr>
      <w:r>
        <w:t>B.</w:t>
      </w:r>
      <w:r>
        <w:tab/>
      </w:r>
      <w:r w:rsidRPr="0023211C">
        <w:t xml:space="preserve">Deferred Seasonal Testing:  Deferred Seasonal Systems Functional Performance Tests are those that must be deferred until weather conditions are closer to the systems design parameters.  The Commissioning Agent will review systems parameters and recommend which Systems Functional Performance Tests should be deferred until weather conditions more closely match systems parameters.  The Contractor shall review and comment on the proposed schedule for Deferred Seasonal Testing.  The VA will review and approve the schedule for Deferred Seasonal Testing.  Deferred Seasonal Systems Functional Performances Tests shall be witnessed and documented by the Commissioning Agent.  Deferred Seasonal Systems Functional Performance Tests shall be executed by the Contractor in accordance with these specifications.  </w:t>
      </w:r>
    </w:p>
    <w:p w14:paraId="52E1336A" w14:textId="77777777" w:rsidR="00B22A82" w:rsidRPr="0023211C" w:rsidRDefault="00B22A82" w:rsidP="00B22A82">
      <w:pPr>
        <w:pStyle w:val="ArticleB"/>
      </w:pPr>
      <w:r>
        <w:t>3.9</w:t>
      </w:r>
      <w:r w:rsidR="00886C5E">
        <w:t xml:space="preserve"> </w:t>
      </w:r>
      <w:r w:rsidRPr="0023211C">
        <w:t>OPERATION AND MAINTENANCE TRAINING REQUIREMENTS</w:t>
      </w:r>
    </w:p>
    <w:p w14:paraId="247E4A8B" w14:textId="77777777" w:rsidR="00180CB6" w:rsidRPr="0003626E" w:rsidRDefault="00180CB6" w:rsidP="00180CB6">
      <w:pPr>
        <w:pStyle w:val="Level1"/>
      </w:pPr>
      <w:r>
        <w:t>A.</w:t>
      </w:r>
      <w:r>
        <w:tab/>
      </w:r>
      <w:r w:rsidRPr="0003626E">
        <w:t xml:space="preserve">Training Preparation Conference:  Before operation and maintenance training, the Commissioning Agent will convene a training preparation conference to include VA's Resident Engineer, VA’s Operations and </w:t>
      </w:r>
      <w:r w:rsidRPr="0003626E">
        <w:lastRenderedPageBreak/>
        <w:t>Maintenance personnel, and the Contractor.  The purpose of this conference will be to discuss and plan for Training and Demonstration of VA Operations and Maintenance personnel.</w:t>
      </w:r>
    </w:p>
    <w:p w14:paraId="1BFE7297" w14:textId="77777777" w:rsidR="00180CB6" w:rsidRPr="0003626E" w:rsidRDefault="00180CB6" w:rsidP="00180CB6">
      <w:pPr>
        <w:pStyle w:val="Level1"/>
      </w:pPr>
      <w:r>
        <w:t>B.</w:t>
      </w:r>
      <w:r>
        <w:tab/>
      </w:r>
      <w:r w:rsidRPr="0003626E">
        <w:t>The Contractor shall provide training and demonstration as required by other Division 21, Division 22, Division 23, Division 26, Division 27, Division 28, and Division 31 sections.  The Training and Demonstration shall include, but is not limited to, the following:</w:t>
      </w:r>
    </w:p>
    <w:p w14:paraId="0B7ED843" w14:textId="77777777" w:rsidR="00180CB6" w:rsidRPr="0003626E" w:rsidRDefault="00180CB6" w:rsidP="00180CB6">
      <w:pPr>
        <w:pStyle w:val="Level2"/>
      </w:pPr>
      <w:r>
        <w:t>1.</w:t>
      </w:r>
      <w:r>
        <w:tab/>
      </w:r>
      <w:r w:rsidRPr="0003626E">
        <w:t>Review the Contract Documents.</w:t>
      </w:r>
    </w:p>
    <w:p w14:paraId="1C3B27CE" w14:textId="77777777" w:rsidR="00180CB6" w:rsidRPr="0003626E" w:rsidRDefault="00180CB6" w:rsidP="00180CB6">
      <w:pPr>
        <w:pStyle w:val="Level2"/>
      </w:pPr>
      <w:r>
        <w:t>2.</w:t>
      </w:r>
      <w:r>
        <w:tab/>
      </w:r>
      <w:r w:rsidRPr="0003626E">
        <w:t>Review installed systems, subsystems, and equipment.</w:t>
      </w:r>
    </w:p>
    <w:p w14:paraId="2472DCC9" w14:textId="77777777" w:rsidR="00180CB6" w:rsidRPr="0003626E" w:rsidRDefault="00180CB6" w:rsidP="00180CB6">
      <w:pPr>
        <w:pStyle w:val="Level2"/>
      </w:pPr>
      <w:r>
        <w:t>3.</w:t>
      </w:r>
      <w:r>
        <w:tab/>
      </w:r>
      <w:r w:rsidRPr="0003626E">
        <w:t>Review instructor qualifications.</w:t>
      </w:r>
    </w:p>
    <w:p w14:paraId="658CC16A" w14:textId="77777777" w:rsidR="00180CB6" w:rsidRPr="0003626E" w:rsidRDefault="00180CB6" w:rsidP="00180CB6">
      <w:pPr>
        <w:pStyle w:val="Level2"/>
      </w:pPr>
      <w:r>
        <w:t>4.</w:t>
      </w:r>
      <w:r>
        <w:tab/>
      </w:r>
      <w:r w:rsidRPr="0003626E">
        <w:t>Review instructional methods and procedures.</w:t>
      </w:r>
    </w:p>
    <w:p w14:paraId="63E4FAC3" w14:textId="77777777" w:rsidR="00180CB6" w:rsidRPr="0003626E" w:rsidRDefault="00180CB6" w:rsidP="00180CB6">
      <w:pPr>
        <w:pStyle w:val="Level2"/>
      </w:pPr>
      <w:r>
        <w:t>5.</w:t>
      </w:r>
      <w:r>
        <w:tab/>
      </w:r>
      <w:r w:rsidRPr="0003626E">
        <w:t>Review training module outlines and contents.</w:t>
      </w:r>
    </w:p>
    <w:p w14:paraId="62750353" w14:textId="77777777" w:rsidR="00180CB6" w:rsidRPr="0003626E" w:rsidRDefault="00180CB6" w:rsidP="00180CB6">
      <w:pPr>
        <w:pStyle w:val="Level2"/>
      </w:pPr>
      <w:r>
        <w:t>6.</w:t>
      </w:r>
      <w:r>
        <w:tab/>
      </w:r>
      <w:r w:rsidRPr="0003626E">
        <w:t>Review course materials (including operation and maintenance manuals).</w:t>
      </w:r>
    </w:p>
    <w:p w14:paraId="3E0D63FD" w14:textId="77777777" w:rsidR="00180CB6" w:rsidRPr="0003626E" w:rsidRDefault="00180CB6" w:rsidP="00180CB6">
      <w:pPr>
        <w:pStyle w:val="Level2"/>
      </w:pPr>
      <w:r>
        <w:t>7.</w:t>
      </w:r>
      <w:r>
        <w:tab/>
      </w:r>
      <w:r w:rsidRPr="0003626E">
        <w:t>Review and discuss locations and other facilities required for instruction.</w:t>
      </w:r>
    </w:p>
    <w:p w14:paraId="22C1BCC6" w14:textId="77777777" w:rsidR="00180CB6" w:rsidRPr="0003626E" w:rsidRDefault="00996AE9" w:rsidP="00180CB6">
      <w:pPr>
        <w:pStyle w:val="Level2"/>
      </w:pPr>
      <w:r>
        <w:t>8</w:t>
      </w:r>
      <w:r w:rsidR="00180CB6">
        <w:t>.</w:t>
      </w:r>
      <w:r w:rsidR="00180CB6">
        <w:tab/>
      </w:r>
      <w:r w:rsidR="00180CB6" w:rsidRPr="0003626E">
        <w:t>Review and finalize training schedule and verify availability of educational materials, instructors, audiovisual equipment, and facilities needed to avoid delays.</w:t>
      </w:r>
    </w:p>
    <w:p w14:paraId="7D73C5ED" w14:textId="77777777" w:rsidR="00180CB6" w:rsidRPr="0003626E" w:rsidRDefault="00180CB6" w:rsidP="00180CB6">
      <w:pPr>
        <w:pStyle w:val="Level2"/>
      </w:pPr>
      <w:r>
        <w:t>9.</w:t>
      </w:r>
      <w:r>
        <w:tab/>
      </w:r>
      <w:r w:rsidRPr="0003626E">
        <w:t>For instruction that must occur outside, review weather and forecasted weather conditions and procedures to follow if conditions are unfavorable.</w:t>
      </w:r>
    </w:p>
    <w:p w14:paraId="5D7D18AC" w14:textId="77777777" w:rsidR="00180CB6" w:rsidRPr="0003626E" w:rsidRDefault="00180CB6" w:rsidP="00180CB6">
      <w:pPr>
        <w:pStyle w:val="Level1"/>
      </w:pPr>
      <w:r>
        <w:t>C.</w:t>
      </w:r>
      <w:r>
        <w:tab/>
      </w:r>
      <w:r w:rsidRPr="0003626E">
        <w:t>Training Module Submittals:  The Contractor shall submit the following information to the VA and the Commissioning Agent:</w:t>
      </w:r>
    </w:p>
    <w:p w14:paraId="232856D4" w14:textId="77777777" w:rsidR="00180CB6" w:rsidRPr="0003626E" w:rsidRDefault="00180CB6" w:rsidP="00180CB6">
      <w:pPr>
        <w:pStyle w:val="Level2"/>
      </w:pPr>
      <w:r>
        <w:t>1.</w:t>
      </w:r>
      <w:r>
        <w:tab/>
      </w:r>
      <w:r w:rsidRPr="0003626E">
        <w:t>Instruction Program:  Submit two copies of outline of instructional program for demonstration and training, including a schedule of proposed dates, times, length of instruction time, and instructors' names for each training module.  Include learning objective and outline for each training module.  At completion of training, submit two complete training manuals for VA's use.</w:t>
      </w:r>
    </w:p>
    <w:p w14:paraId="5D97BC69" w14:textId="77777777" w:rsidR="00180CB6" w:rsidRPr="0003626E" w:rsidRDefault="00180CB6" w:rsidP="00180CB6">
      <w:pPr>
        <w:pStyle w:val="Level2"/>
      </w:pPr>
      <w:r>
        <w:t>2.</w:t>
      </w:r>
      <w:r>
        <w:tab/>
      </w:r>
      <w:r w:rsidRPr="0003626E">
        <w:t>Qualification Data:  Submit qualifications for facilitator and/or instructor.</w:t>
      </w:r>
    </w:p>
    <w:p w14:paraId="2123E73B" w14:textId="77777777" w:rsidR="00180CB6" w:rsidRPr="0003626E" w:rsidRDefault="00180CB6" w:rsidP="00180CB6">
      <w:pPr>
        <w:pStyle w:val="Level2"/>
      </w:pPr>
      <w:r>
        <w:t>3.</w:t>
      </w:r>
      <w:r>
        <w:tab/>
      </w:r>
      <w:r w:rsidRPr="0003626E">
        <w:t>Attendance Record:  For each training module, submit list of participants and length of instruction time.</w:t>
      </w:r>
    </w:p>
    <w:p w14:paraId="796A892A" w14:textId="77777777" w:rsidR="00180CB6" w:rsidRPr="0003626E" w:rsidRDefault="00180CB6" w:rsidP="00180CB6">
      <w:pPr>
        <w:pStyle w:val="Level2"/>
      </w:pPr>
      <w:r>
        <w:t>4.</w:t>
      </w:r>
      <w:r>
        <w:tab/>
      </w:r>
      <w:r w:rsidRPr="0003626E">
        <w:t>Evaluations:  For each participant and for each training module, submit results and documentation of performance-based test.</w:t>
      </w:r>
    </w:p>
    <w:p w14:paraId="071CFC15" w14:textId="77777777" w:rsidR="00180CB6" w:rsidRPr="00E46C3C" w:rsidRDefault="00180CB6" w:rsidP="00180CB6">
      <w:pPr>
        <w:pStyle w:val="Level2"/>
      </w:pPr>
      <w:r>
        <w:t>5.</w:t>
      </w:r>
      <w:r>
        <w:tab/>
      </w:r>
      <w:r w:rsidRPr="0003626E">
        <w:t>Demonstration and Training Recording:</w:t>
      </w:r>
    </w:p>
    <w:p w14:paraId="7DFF73CA" w14:textId="77777777" w:rsidR="00180CB6" w:rsidRPr="0003626E" w:rsidRDefault="00180CB6" w:rsidP="00180CB6">
      <w:pPr>
        <w:pStyle w:val="Level3"/>
      </w:pPr>
      <w:r>
        <w:lastRenderedPageBreak/>
        <w:t>a.</w:t>
      </w:r>
      <w:r>
        <w:tab/>
      </w:r>
      <w:r w:rsidRPr="0003626E">
        <w:t>General: Engage a qualified commercial photographer to record demonstration and training.  Record each training module separately.  Include classroom instructions and demonstrations, board diagrams, and other visual aids, but not student practice.  At beginning of each training module, record each chart containing learning objective and lesson outline.</w:t>
      </w:r>
    </w:p>
    <w:p w14:paraId="4C09F522" w14:textId="77777777" w:rsidR="00180CB6" w:rsidRPr="0003626E" w:rsidRDefault="00180CB6" w:rsidP="00180CB6">
      <w:pPr>
        <w:pStyle w:val="Level3"/>
      </w:pPr>
      <w:r>
        <w:t>b.</w:t>
      </w:r>
      <w:r>
        <w:tab/>
      </w:r>
      <w:r w:rsidRPr="0003626E">
        <w:t>Video Format:  Provide high quality color DVD color on standard size DVD disks.</w:t>
      </w:r>
    </w:p>
    <w:p w14:paraId="350DF0CB" w14:textId="77777777" w:rsidR="00180CB6" w:rsidRPr="0003626E" w:rsidRDefault="00180CB6" w:rsidP="00180CB6">
      <w:pPr>
        <w:pStyle w:val="Level3"/>
      </w:pPr>
      <w:r>
        <w:t>c.</w:t>
      </w:r>
      <w:r>
        <w:tab/>
      </w:r>
      <w:r w:rsidRPr="0003626E">
        <w:t>Recording:  Mount camera on tripod before starting recording, unless otherwise necessary to show area of demonstration and training.  Display continuous running time.</w:t>
      </w:r>
    </w:p>
    <w:p w14:paraId="72DB749C" w14:textId="77777777" w:rsidR="00180CB6" w:rsidRPr="0003626E" w:rsidRDefault="00180CB6" w:rsidP="00180CB6">
      <w:pPr>
        <w:pStyle w:val="Level3"/>
      </w:pPr>
      <w:r>
        <w:t>d.</w:t>
      </w:r>
      <w:r>
        <w:tab/>
      </w:r>
      <w:r w:rsidRPr="0003626E">
        <w:t>Narration:  Describe scenes on video recording by audio narration by microphone while demonstration and training is recorded.  Include description of items being viewed.  Describe vantage point, indicating location, direction (by compass point), and elevation or story of construction.</w:t>
      </w:r>
    </w:p>
    <w:p w14:paraId="68156ED8" w14:textId="77777777" w:rsidR="00180CB6" w:rsidRPr="0003626E" w:rsidRDefault="00180CB6" w:rsidP="00180CB6">
      <w:pPr>
        <w:pStyle w:val="Level3"/>
      </w:pPr>
      <w:r>
        <w:t>e.</w:t>
      </w:r>
      <w:r>
        <w:tab/>
      </w:r>
      <w:r w:rsidRPr="0003626E">
        <w:t>Submit two copies within seven days of end of each training module.</w:t>
      </w:r>
    </w:p>
    <w:p w14:paraId="194A3D25" w14:textId="77777777" w:rsidR="00180CB6" w:rsidRPr="0003626E" w:rsidRDefault="00180CB6" w:rsidP="00180CB6">
      <w:pPr>
        <w:pStyle w:val="Level2"/>
      </w:pPr>
      <w:r>
        <w:t>6.</w:t>
      </w:r>
      <w:r>
        <w:tab/>
      </w:r>
      <w:r w:rsidRPr="0003626E">
        <w:t>Transcript:  Prepared on 8-1/2-by-11-inch paper, punched and bound in heavy-duty, 3-ring, vinyl-covered binders.  Mark appropriate identification on front and spine of each binder.  Include a cover sheet with same label information as the corresponding videotape.  Include name of Project and date of videotape on each page.</w:t>
      </w:r>
    </w:p>
    <w:p w14:paraId="501884C4" w14:textId="77777777" w:rsidR="00180CB6" w:rsidRPr="0003626E" w:rsidRDefault="00180CB6" w:rsidP="00180CB6">
      <w:pPr>
        <w:pStyle w:val="Level1"/>
      </w:pPr>
      <w:r>
        <w:t>D.</w:t>
      </w:r>
      <w:r>
        <w:tab/>
        <w:t>Quality Assurance</w:t>
      </w:r>
      <w:r w:rsidR="003C6177">
        <w:t>:</w:t>
      </w:r>
    </w:p>
    <w:p w14:paraId="57AA2240" w14:textId="77777777" w:rsidR="00180CB6" w:rsidRPr="0003626E" w:rsidRDefault="00180CB6" w:rsidP="00180CB6">
      <w:pPr>
        <w:pStyle w:val="Level3"/>
      </w:pPr>
      <w:r>
        <w:t>1.</w:t>
      </w:r>
      <w:r>
        <w:tab/>
      </w:r>
      <w:r w:rsidRPr="0003626E">
        <w:t>Facilitator Qualifications:  A firm or individual experienced in training or educating maintenance personnel in a training program similar in content and extent to that indicated for this Project, and whose work has resulted in training or education with a record of successful learning performance.</w:t>
      </w:r>
    </w:p>
    <w:p w14:paraId="34F0E34B" w14:textId="77777777" w:rsidR="00180CB6" w:rsidRPr="0003626E" w:rsidRDefault="00180CB6" w:rsidP="00180CB6">
      <w:pPr>
        <w:pStyle w:val="Level3"/>
      </w:pPr>
      <w:r>
        <w:t>2.</w:t>
      </w:r>
      <w:r>
        <w:tab/>
      </w:r>
      <w:r w:rsidRPr="0003626E">
        <w:t>Instructor Qualifications:  A factory authorized service representative, complying with requirements in Division 01 Section "Quality Requirements," experienced in operation and maintenance procedures and training.</w:t>
      </w:r>
    </w:p>
    <w:p w14:paraId="184C7942" w14:textId="77777777" w:rsidR="00180CB6" w:rsidRPr="0003626E" w:rsidRDefault="00180CB6" w:rsidP="00180CB6">
      <w:pPr>
        <w:pStyle w:val="Level3"/>
      </w:pPr>
      <w:r>
        <w:t>3.</w:t>
      </w:r>
      <w:r>
        <w:tab/>
      </w:r>
      <w:r w:rsidRPr="0003626E">
        <w:t>Photographer Qualifications:  A professional photographer who is experienced photographing construction projects.</w:t>
      </w:r>
    </w:p>
    <w:p w14:paraId="48D4979E" w14:textId="77777777" w:rsidR="00180CB6" w:rsidRPr="0003626E" w:rsidRDefault="00180CB6" w:rsidP="00180CB6">
      <w:pPr>
        <w:pStyle w:val="Level1"/>
      </w:pPr>
      <w:r>
        <w:t>E.</w:t>
      </w:r>
      <w:r>
        <w:tab/>
        <w:t>Training Coordination</w:t>
      </w:r>
      <w:r w:rsidR="003C6177">
        <w:t>:</w:t>
      </w:r>
    </w:p>
    <w:p w14:paraId="1EC95C8C" w14:textId="77777777" w:rsidR="00180CB6" w:rsidRPr="0003626E" w:rsidRDefault="00180CB6" w:rsidP="00180CB6">
      <w:pPr>
        <w:pStyle w:val="Level2"/>
      </w:pPr>
      <w:r>
        <w:t>1.</w:t>
      </w:r>
      <w:r>
        <w:tab/>
      </w:r>
      <w:r w:rsidRPr="0003626E">
        <w:t>Coordinate instruction schedule with VA's operations.  Adjust schedule as required to minimize disrupting VA's operations.</w:t>
      </w:r>
    </w:p>
    <w:p w14:paraId="2DF019AA" w14:textId="77777777" w:rsidR="00180CB6" w:rsidRPr="0003626E" w:rsidRDefault="00180CB6" w:rsidP="00180CB6">
      <w:pPr>
        <w:pStyle w:val="Level2"/>
      </w:pPr>
      <w:r>
        <w:lastRenderedPageBreak/>
        <w:t>2.</w:t>
      </w:r>
      <w:r>
        <w:tab/>
      </w:r>
      <w:r w:rsidRPr="0003626E">
        <w:t>Coordinate instructors, including providing notification of dates, times, length of instruction time, and course content.</w:t>
      </w:r>
    </w:p>
    <w:p w14:paraId="6F154813" w14:textId="77777777" w:rsidR="00180CB6" w:rsidRPr="0003626E" w:rsidRDefault="00180CB6" w:rsidP="00180CB6">
      <w:pPr>
        <w:pStyle w:val="Level2"/>
      </w:pPr>
      <w:r>
        <w:t>3.</w:t>
      </w:r>
      <w:r>
        <w:tab/>
      </w:r>
      <w:r w:rsidRPr="0003626E">
        <w:t>Coordinate content of training modules with content of approved emergency, operation, and maintenance manuals.  Do not submit instruction program until operation and maintenance data has been reviewed and approved by the VA.</w:t>
      </w:r>
    </w:p>
    <w:p w14:paraId="1E7AFF62" w14:textId="77777777" w:rsidR="00180CB6" w:rsidRPr="0003626E" w:rsidRDefault="003C6177" w:rsidP="003C6177">
      <w:pPr>
        <w:pStyle w:val="Level1"/>
      </w:pPr>
      <w:r>
        <w:t>F.</w:t>
      </w:r>
      <w:r>
        <w:tab/>
        <w:t xml:space="preserve">Instruction Program: </w:t>
      </w:r>
    </w:p>
    <w:p w14:paraId="6FA41D74" w14:textId="77777777" w:rsidR="00180CB6" w:rsidRPr="0003626E" w:rsidRDefault="003C6177" w:rsidP="003C6177">
      <w:pPr>
        <w:pStyle w:val="Level2"/>
      </w:pPr>
      <w:r>
        <w:t>1.</w:t>
      </w:r>
      <w:r>
        <w:tab/>
      </w:r>
      <w:r w:rsidR="00180CB6" w:rsidRPr="0003626E">
        <w:t>Program Structure:  Develop an instruction program that includes individual training modules for each system and equipment not part of a system, as required by individual Specification Sections, and as follows:</w:t>
      </w:r>
    </w:p>
    <w:p w14:paraId="060AD697" w14:textId="77777777" w:rsidR="003C6177" w:rsidRPr="00A565C9" w:rsidRDefault="003C6177" w:rsidP="003C6177">
      <w:pPr>
        <w:pStyle w:val="Level3"/>
      </w:pPr>
      <w:r>
        <w:t>a.</w:t>
      </w:r>
      <w:r>
        <w:tab/>
      </w:r>
      <w:r w:rsidRPr="00A565C9">
        <w:t>Fire protection systems, including fire alarm, fire pumps, and fire suppression systems.</w:t>
      </w:r>
    </w:p>
    <w:p w14:paraId="68D7249D" w14:textId="77777777" w:rsidR="003C6177" w:rsidRPr="00A565C9" w:rsidRDefault="003C6177" w:rsidP="003C6177">
      <w:pPr>
        <w:pStyle w:val="Level3"/>
      </w:pPr>
      <w:r>
        <w:t>b.</w:t>
      </w:r>
      <w:r>
        <w:tab/>
      </w:r>
      <w:r w:rsidRPr="00A565C9">
        <w:t>Intrusion detection systems.</w:t>
      </w:r>
    </w:p>
    <w:p w14:paraId="20A478FF" w14:textId="77777777" w:rsidR="003C6177" w:rsidRPr="00A565C9" w:rsidRDefault="003C6177" w:rsidP="003C6177">
      <w:pPr>
        <w:pStyle w:val="Level3"/>
      </w:pPr>
      <w:r>
        <w:t>c.</w:t>
      </w:r>
      <w:r>
        <w:tab/>
      </w:r>
      <w:r w:rsidRPr="00A565C9">
        <w:t>Conveying systems, including elevators, wheelchair lifts, escalators, and automated materials handling systems.</w:t>
      </w:r>
    </w:p>
    <w:p w14:paraId="60C29FEF" w14:textId="77777777" w:rsidR="003C6177" w:rsidRPr="00A565C9" w:rsidRDefault="003C6177" w:rsidP="003C6177">
      <w:pPr>
        <w:pStyle w:val="Level3"/>
      </w:pPr>
      <w:r>
        <w:t>d.</w:t>
      </w:r>
      <w:r>
        <w:tab/>
      </w:r>
      <w:r w:rsidRPr="00A565C9">
        <w:t>Medical equipment, including medical gas equipment and piping.</w:t>
      </w:r>
    </w:p>
    <w:p w14:paraId="257E70BD" w14:textId="77777777" w:rsidR="003C6177" w:rsidRPr="00A565C9" w:rsidRDefault="003C6177" w:rsidP="003C6177">
      <w:pPr>
        <w:pStyle w:val="Level3"/>
      </w:pPr>
      <w:r>
        <w:t>e.</w:t>
      </w:r>
      <w:r>
        <w:tab/>
      </w:r>
      <w:r w:rsidRPr="00A565C9">
        <w:t>Laboratory equipment, including laboratory air and vacuum equipment and piping.</w:t>
      </w:r>
    </w:p>
    <w:p w14:paraId="7EB7BF20" w14:textId="77777777" w:rsidR="003C6177" w:rsidRPr="00A565C9" w:rsidRDefault="003C6177" w:rsidP="003C6177">
      <w:pPr>
        <w:pStyle w:val="Level3"/>
      </w:pPr>
      <w:r>
        <w:t>f.</w:t>
      </w:r>
      <w:r>
        <w:tab/>
      </w:r>
      <w:r w:rsidRPr="00A565C9">
        <w:t>Heat generation, including boilers, feedwater equipment, pumps, steam distribution piping, condensate return systems, heating hot water heat exchangers, and heating hot water distribution piping.</w:t>
      </w:r>
    </w:p>
    <w:p w14:paraId="6A2C1EDE" w14:textId="77777777" w:rsidR="003C6177" w:rsidRPr="00A565C9" w:rsidRDefault="003C6177" w:rsidP="003C6177">
      <w:pPr>
        <w:pStyle w:val="Level3"/>
      </w:pPr>
      <w:r>
        <w:t>g.</w:t>
      </w:r>
      <w:r>
        <w:tab/>
      </w:r>
      <w:r w:rsidRPr="00A565C9">
        <w:t>Refrigeration systems, including chillers, cooling towers, condensers, pumps, and distribution piping.</w:t>
      </w:r>
    </w:p>
    <w:p w14:paraId="39A90862" w14:textId="77777777" w:rsidR="003C6177" w:rsidRPr="00A565C9" w:rsidRDefault="003C6177" w:rsidP="003C6177">
      <w:pPr>
        <w:pStyle w:val="Level3"/>
      </w:pPr>
      <w:r>
        <w:t>h.</w:t>
      </w:r>
      <w:r>
        <w:tab/>
      </w:r>
      <w:r w:rsidRPr="00A565C9">
        <w:t>HVAC systems, including air handling equipment, air distribution systems, and terminal equipment and devices.</w:t>
      </w:r>
    </w:p>
    <w:p w14:paraId="24B37A5C" w14:textId="77777777" w:rsidR="003C6177" w:rsidRPr="00A565C9" w:rsidRDefault="003C6177" w:rsidP="003C6177">
      <w:pPr>
        <w:pStyle w:val="Level3"/>
      </w:pPr>
      <w:r>
        <w:t>i.</w:t>
      </w:r>
      <w:r>
        <w:tab/>
      </w:r>
      <w:r w:rsidRPr="00A565C9">
        <w:t>HVAC instrumentation and controls.</w:t>
      </w:r>
    </w:p>
    <w:p w14:paraId="1469DE56" w14:textId="77777777" w:rsidR="003C6177" w:rsidRPr="00A565C9" w:rsidRDefault="003C6177" w:rsidP="003C6177">
      <w:pPr>
        <w:pStyle w:val="Level3"/>
      </w:pPr>
      <w:r>
        <w:t>j.</w:t>
      </w:r>
      <w:r>
        <w:tab/>
      </w:r>
      <w:r w:rsidRPr="00A565C9">
        <w:t>Electrical service and distribution, including switchgear, transformers, switchboards, panelboards, uninterruptible power supplies, and motor controls.</w:t>
      </w:r>
    </w:p>
    <w:p w14:paraId="3C834496" w14:textId="77777777" w:rsidR="003C6177" w:rsidRPr="00A565C9" w:rsidRDefault="003C6177" w:rsidP="003C6177">
      <w:pPr>
        <w:pStyle w:val="Level3"/>
      </w:pPr>
      <w:r>
        <w:t>k.</w:t>
      </w:r>
      <w:r>
        <w:tab/>
      </w:r>
      <w:r w:rsidRPr="00A565C9">
        <w:t>Packaged engine generators, including synchronizing switchgear/switchboards, and transfer switches.</w:t>
      </w:r>
    </w:p>
    <w:p w14:paraId="12EB02F0" w14:textId="77777777" w:rsidR="003C6177" w:rsidRPr="00A565C9" w:rsidRDefault="003C6177" w:rsidP="003C6177">
      <w:pPr>
        <w:pStyle w:val="Level3"/>
      </w:pPr>
      <w:r>
        <w:t>l.</w:t>
      </w:r>
      <w:r>
        <w:tab/>
      </w:r>
      <w:r w:rsidRPr="00A565C9">
        <w:t>Lighting equipment and controls.</w:t>
      </w:r>
    </w:p>
    <w:p w14:paraId="5CDC7FDC" w14:textId="77777777" w:rsidR="003C6177" w:rsidRPr="00A565C9" w:rsidRDefault="003C6177" w:rsidP="003C6177">
      <w:pPr>
        <w:pStyle w:val="Level3"/>
      </w:pPr>
      <w:r>
        <w:t>m.</w:t>
      </w:r>
      <w:r>
        <w:tab/>
      </w:r>
      <w:r w:rsidRPr="00A565C9">
        <w:t>Communication systems, including intercommunication, surveillance, nurse call systems, public address, mass evacuation, voice and data, and entertainment television equipment.</w:t>
      </w:r>
    </w:p>
    <w:p w14:paraId="1222107D" w14:textId="77777777" w:rsidR="003C6177" w:rsidRPr="00A565C9" w:rsidRDefault="003C6177" w:rsidP="003C6177">
      <w:pPr>
        <w:pStyle w:val="Level3"/>
      </w:pPr>
      <w:r>
        <w:lastRenderedPageBreak/>
        <w:t>n.</w:t>
      </w:r>
      <w:r>
        <w:tab/>
      </w:r>
      <w:r w:rsidRPr="00A565C9">
        <w:t>Site utilities including lift stations, condensate pumping and return systems, and storm water pumping systems.</w:t>
      </w:r>
    </w:p>
    <w:p w14:paraId="3FDF3EA9" w14:textId="77777777" w:rsidR="003C6177" w:rsidRPr="00A565C9" w:rsidRDefault="003C6177" w:rsidP="003C6177">
      <w:pPr>
        <w:pStyle w:val="Level1"/>
      </w:pPr>
      <w:r>
        <w:t>G.</w:t>
      </w:r>
      <w:r>
        <w:tab/>
      </w:r>
      <w:r w:rsidRPr="00A565C9">
        <w:t>Training Modules:  Develop a learning objective and teaching outline for each module.  Include a description of specific skills and knowledge that participants are expected to master.  For each module, include instruction for the following:</w:t>
      </w:r>
    </w:p>
    <w:p w14:paraId="7273BC86" w14:textId="77777777" w:rsidR="003C6177" w:rsidRPr="00A565C9" w:rsidRDefault="003C6177" w:rsidP="003C6177">
      <w:pPr>
        <w:pStyle w:val="Level2"/>
      </w:pPr>
      <w:r>
        <w:t>1.</w:t>
      </w:r>
      <w:r>
        <w:tab/>
      </w:r>
      <w:r w:rsidRPr="00A565C9">
        <w:t>Basis of System Design, Operational Requirements, and Criteria:  Include the following:</w:t>
      </w:r>
    </w:p>
    <w:p w14:paraId="5D14466E" w14:textId="77777777" w:rsidR="003C6177" w:rsidRPr="00A565C9" w:rsidRDefault="003C6177" w:rsidP="003C6177">
      <w:pPr>
        <w:pStyle w:val="Level3"/>
      </w:pPr>
      <w:r>
        <w:t>a.</w:t>
      </w:r>
      <w:r>
        <w:tab/>
      </w:r>
      <w:r w:rsidRPr="00A565C9">
        <w:t>System, subsystem, and equipment descriptions.</w:t>
      </w:r>
    </w:p>
    <w:p w14:paraId="6DDEDD93" w14:textId="77777777" w:rsidR="003C6177" w:rsidRPr="00A565C9" w:rsidRDefault="003C6177" w:rsidP="003C6177">
      <w:pPr>
        <w:pStyle w:val="Level3"/>
      </w:pPr>
      <w:r>
        <w:t>b.</w:t>
      </w:r>
      <w:r>
        <w:tab/>
      </w:r>
      <w:r w:rsidRPr="00A565C9">
        <w:t>Performance and design criteria if Contractor is delegated design responsibility.</w:t>
      </w:r>
    </w:p>
    <w:p w14:paraId="19E734A9" w14:textId="77777777" w:rsidR="003C6177" w:rsidRPr="00A565C9" w:rsidRDefault="003C6177" w:rsidP="003C6177">
      <w:pPr>
        <w:pStyle w:val="Level3"/>
      </w:pPr>
      <w:r>
        <w:t>c.</w:t>
      </w:r>
      <w:r>
        <w:tab/>
      </w:r>
      <w:r w:rsidRPr="00A565C9">
        <w:t>Operating standards.</w:t>
      </w:r>
    </w:p>
    <w:p w14:paraId="55DBEC5E" w14:textId="77777777" w:rsidR="003C6177" w:rsidRPr="00A565C9" w:rsidRDefault="003C6177" w:rsidP="003C6177">
      <w:pPr>
        <w:pStyle w:val="Level3"/>
      </w:pPr>
      <w:r>
        <w:t>d.</w:t>
      </w:r>
      <w:r>
        <w:tab/>
      </w:r>
      <w:r w:rsidRPr="00A565C9">
        <w:t>Regulatory requirements.</w:t>
      </w:r>
    </w:p>
    <w:p w14:paraId="7107BC18" w14:textId="77777777" w:rsidR="003C6177" w:rsidRPr="00A565C9" w:rsidRDefault="003C6177" w:rsidP="003C6177">
      <w:pPr>
        <w:pStyle w:val="Level3"/>
      </w:pPr>
      <w:r>
        <w:t>e.</w:t>
      </w:r>
      <w:r>
        <w:tab/>
      </w:r>
      <w:r w:rsidRPr="00A565C9">
        <w:t>Equipment function.</w:t>
      </w:r>
    </w:p>
    <w:p w14:paraId="50C7DEC7" w14:textId="77777777" w:rsidR="003C6177" w:rsidRPr="00A565C9" w:rsidRDefault="003C6177" w:rsidP="003C6177">
      <w:pPr>
        <w:pStyle w:val="Level3"/>
      </w:pPr>
      <w:r>
        <w:t>f.</w:t>
      </w:r>
      <w:r>
        <w:tab/>
      </w:r>
      <w:r w:rsidRPr="00A565C9">
        <w:t>Operating characteristics.</w:t>
      </w:r>
    </w:p>
    <w:p w14:paraId="1EBA4E17" w14:textId="77777777" w:rsidR="003C6177" w:rsidRPr="00A565C9" w:rsidRDefault="003C6177" w:rsidP="003C6177">
      <w:pPr>
        <w:pStyle w:val="Level3"/>
      </w:pPr>
      <w:r>
        <w:t>g.</w:t>
      </w:r>
      <w:r>
        <w:tab/>
      </w:r>
      <w:r w:rsidRPr="00A565C9">
        <w:t>Limiting conditions.</w:t>
      </w:r>
    </w:p>
    <w:p w14:paraId="6C527B01" w14:textId="77777777" w:rsidR="003C6177" w:rsidRPr="00A565C9" w:rsidRDefault="003C6177" w:rsidP="003C6177">
      <w:pPr>
        <w:pStyle w:val="Level3"/>
      </w:pPr>
      <w:r>
        <w:t>H,</w:t>
      </w:r>
      <w:r>
        <w:tab/>
      </w:r>
      <w:r w:rsidRPr="00A565C9">
        <w:t>Performance curves.</w:t>
      </w:r>
    </w:p>
    <w:p w14:paraId="3345CD79" w14:textId="77777777" w:rsidR="003C6177" w:rsidRPr="00A565C9" w:rsidRDefault="003C6177" w:rsidP="003C6177">
      <w:pPr>
        <w:pStyle w:val="Level2"/>
      </w:pPr>
      <w:r>
        <w:t>2.</w:t>
      </w:r>
      <w:r>
        <w:tab/>
      </w:r>
      <w:r w:rsidRPr="00A565C9">
        <w:t>Documentation:  Review the following items in detail:</w:t>
      </w:r>
    </w:p>
    <w:p w14:paraId="17E87B64" w14:textId="77777777" w:rsidR="003C6177" w:rsidRPr="00A565C9" w:rsidRDefault="003C6177" w:rsidP="003C6177">
      <w:pPr>
        <w:pStyle w:val="Level3"/>
      </w:pPr>
      <w:r>
        <w:t>a.</w:t>
      </w:r>
      <w:r>
        <w:tab/>
      </w:r>
      <w:r w:rsidRPr="00A565C9">
        <w:t>Emergency manuals.</w:t>
      </w:r>
    </w:p>
    <w:p w14:paraId="4CD27C66" w14:textId="77777777" w:rsidR="003C6177" w:rsidRPr="00A565C9" w:rsidRDefault="003C6177" w:rsidP="003C6177">
      <w:pPr>
        <w:pStyle w:val="Level3"/>
      </w:pPr>
      <w:r>
        <w:t>b.</w:t>
      </w:r>
      <w:r>
        <w:tab/>
      </w:r>
      <w:r w:rsidRPr="00A565C9">
        <w:t>Operations manuals.</w:t>
      </w:r>
    </w:p>
    <w:p w14:paraId="41FB436D" w14:textId="77777777" w:rsidR="003C6177" w:rsidRPr="00A565C9" w:rsidRDefault="003C6177" w:rsidP="003C6177">
      <w:pPr>
        <w:pStyle w:val="Level3"/>
      </w:pPr>
      <w:r>
        <w:t>c.</w:t>
      </w:r>
      <w:r>
        <w:tab/>
      </w:r>
      <w:r w:rsidRPr="00A565C9">
        <w:t>Maintenance manuals.</w:t>
      </w:r>
    </w:p>
    <w:p w14:paraId="5F56756D" w14:textId="77777777" w:rsidR="003C6177" w:rsidRPr="00A565C9" w:rsidRDefault="003C6177" w:rsidP="003C6177">
      <w:pPr>
        <w:pStyle w:val="Level3"/>
      </w:pPr>
      <w:r>
        <w:t>d.</w:t>
      </w:r>
      <w:r>
        <w:tab/>
      </w:r>
      <w:r w:rsidRPr="00A565C9">
        <w:t>Project Record Documents.</w:t>
      </w:r>
    </w:p>
    <w:p w14:paraId="12E3C5B8" w14:textId="77777777" w:rsidR="003C6177" w:rsidRPr="00A565C9" w:rsidRDefault="003C6177" w:rsidP="003C6177">
      <w:pPr>
        <w:pStyle w:val="Level3"/>
      </w:pPr>
      <w:r>
        <w:t>e.</w:t>
      </w:r>
      <w:r>
        <w:tab/>
      </w:r>
      <w:r w:rsidRPr="00A565C9">
        <w:t>Identification systems.</w:t>
      </w:r>
    </w:p>
    <w:p w14:paraId="4724E5A1" w14:textId="77777777" w:rsidR="003C6177" w:rsidRPr="00A565C9" w:rsidRDefault="003C6177" w:rsidP="003C6177">
      <w:pPr>
        <w:pStyle w:val="Level3"/>
      </w:pPr>
      <w:r>
        <w:t>f.</w:t>
      </w:r>
      <w:r>
        <w:tab/>
      </w:r>
      <w:r w:rsidRPr="00A565C9">
        <w:t>Warranties and bonds.</w:t>
      </w:r>
    </w:p>
    <w:p w14:paraId="6D8A3DC2" w14:textId="77777777" w:rsidR="00B22A82" w:rsidRDefault="003C6177" w:rsidP="003C6177">
      <w:pPr>
        <w:pStyle w:val="Level3"/>
      </w:pPr>
      <w:r>
        <w:t>g.</w:t>
      </w:r>
      <w:r>
        <w:tab/>
      </w:r>
      <w:r w:rsidRPr="00A565C9">
        <w:t>Maintenance service agreements and similar continuing commitments.</w:t>
      </w:r>
    </w:p>
    <w:p w14:paraId="6B70275F" w14:textId="77777777" w:rsidR="003C6177" w:rsidRPr="00A565C9" w:rsidRDefault="003C6177" w:rsidP="003C6177">
      <w:pPr>
        <w:pStyle w:val="Level2"/>
      </w:pPr>
      <w:r>
        <w:t>3.</w:t>
      </w:r>
      <w:r>
        <w:tab/>
      </w:r>
      <w:r w:rsidRPr="00A565C9">
        <w:t>Emergencies:  Include the following, as applicable:</w:t>
      </w:r>
    </w:p>
    <w:p w14:paraId="48A356EE" w14:textId="77777777" w:rsidR="003C6177" w:rsidRPr="00A565C9" w:rsidRDefault="003C6177" w:rsidP="003C6177">
      <w:pPr>
        <w:pStyle w:val="Level3"/>
      </w:pPr>
      <w:r>
        <w:t>a.</w:t>
      </w:r>
      <w:r>
        <w:tab/>
      </w:r>
      <w:r w:rsidRPr="00A565C9">
        <w:t>Instructions on meaning of warnings, trouble indications, and error messages.</w:t>
      </w:r>
    </w:p>
    <w:p w14:paraId="3D4AC632" w14:textId="77777777" w:rsidR="003C6177" w:rsidRPr="00A565C9" w:rsidRDefault="003C6177" w:rsidP="003C6177">
      <w:pPr>
        <w:pStyle w:val="Level3"/>
      </w:pPr>
      <w:r>
        <w:t>b.</w:t>
      </w:r>
      <w:r>
        <w:tab/>
      </w:r>
      <w:r w:rsidRPr="00A565C9">
        <w:t>Instructions on stopping.</w:t>
      </w:r>
    </w:p>
    <w:p w14:paraId="78A24EEB" w14:textId="77777777" w:rsidR="003C6177" w:rsidRPr="00A565C9" w:rsidRDefault="003C6177" w:rsidP="003C6177">
      <w:pPr>
        <w:pStyle w:val="Level3"/>
      </w:pPr>
      <w:r>
        <w:t>c.</w:t>
      </w:r>
      <w:r>
        <w:tab/>
      </w:r>
      <w:r w:rsidRPr="00A565C9">
        <w:t>Shutdown instructions for each type of emergency.</w:t>
      </w:r>
    </w:p>
    <w:p w14:paraId="05BA76A6" w14:textId="77777777" w:rsidR="003C6177" w:rsidRPr="00A565C9" w:rsidRDefault="003C6177" w:rsidP="003C6177">
      <w:pPr>
        <w:pStyle w:val="Level3"/>
      </w:pPr>
      <w:r>
        <w:t>d.</w:t>
      </w:r>
      <w:r>
        <w:tab/>
      </w:r>
      <w:r w:rsidRPr="00A565C9">
        <w:t>Operating instructions for conditions outside of normal operating limits.</w:t>
      </w:r>
    </w:p>
    <w:p w14:paraId="5D6679B9" w14:textId="77777777" w:rsidR="003C6177" w:rsidRPr="00A565C9" w:rsidRDefault="003C6177" w:rsidP="003C6177">
      <w:pPr>
        <w:pStyle w:val="Level3"/>
      </w:pPr>
      <w:r>
        <w:t>e.</w:t>
      </w:r>
      <w:r>
        <w:tab/>
      </w:r>
      <w:r w:rsidRPr="00A565C9">
        <w:t>Sequences for electric or electronic systems.</w:t>
      </w:r>
    </w:p>
    <w:p w14:paraId="3F58899F" w14:textId="77777777" w:rsidR="003C6177" w:rsidRPr="00A565C9" w:rsidRDefault="003C6177" w:rsidP="003C6177">
      <w:pPr>
        <w:pStyle w:val="Level3"/>
      </w:pPr>
      <w:r>
        <w:t>f.</w:t>
      </w:r>
      <w:r>
        <w:tab/>
      </w:r>
      <w:r w:rsidRPr="00A565C9">
        <w:t>Special operating instructions and procedures.</w:t>
      </w:r>
    </w:p>
    <w:p w14:paraId="42A46351" w14:textId="77777777" w:rsidR="003C6177" w:rsidRPr="003C6177" w:rsidRDefault="003C6177" w:rsidP="003C6177">
      <w:pPr>
        <w:pStyle w:val="Level2"/>
      </w:pPr>
      <w:r w:rsidRPr="003C6177">
        <w:t>4.</w:t>
      </w:r>
      <w:r w:rsidRPr="003C6177">
        <w:tab/>
        <w:t>Operations:  Include the following, as applicable:</w:t>
      </w:r>
    </w:p>
    <w:p w14:paraId="3782EA00" w14:textId="77777777" w:rsidR="003C6177" w:rsidRPr="00A565C9" w:rsidRDefault="003C6177" w:rsidP="003C6177">
      <w:pPr>
        <w:pStyle w:val="Level3"/>
      </w:pPr>
      <w:r>
        <w:t>a.</w:t>
      </w:r>
      <w:r>
        <w:tab/>
      </w:r>
      <w:r w:rsidRPr="00A565C9">
        <w:t>Startup procedures.</w:t>
      </w:r>
    </w:p>
    <w:p w14:paraId="3457D818" w14:textId="77777777" w:rsidR="003C6177" w:rsidRPr="00A565C9" w:rsidRDefault="003C6177" w:rsidP="003C6177">
      <w:pPr>
        <w:pStyle w:val="Level3"/>
      </w:pPr>
      <w:r>
        <w:t>b.</w:t>
      </w:r>
      <w:r>
        <w:tab/>
      </w:r>
      <w:r w:rsidRPr="00A565C9">
        <w:t>Equipment or system break-in procedures.</w:t>
      </w:r>
    </w:p>
    <w:p w14:paraId="2909DF3F" w14:textId="77777777" w:rsidR="003C6177" w:rsidRPr="00A565C9" w:rsidRDefault="003C6177" w:rsidP="003C6177">
      <w:pPr>
        <w:pStyle w:val="Level3"/>
      </w:pPr>
      <w:r>
        <w:lastRenderedPageBreak/>
        <w:t>c.</w:t>
      </w:r>
      <w:r>
        <w:tab/>
      </w:r>
      <w:r w:rsidRPr="00A565C9">
        <w:t>Routine and normal operating instructions.</w:t>
      </w:r>
    </w:p>
    <w:p w14:paraId="7AC63525" w14:textId="77777777" w:rsidR="003C6177" w:rsidRPr="00A565C9" w:rsidRDefault="003C6177" w:rsidP="003C6177">
      <w:pPr>
        <w:pStyle w:val="Level3"/>
      </w:pPr>
      <w:r>
        <w:t>d.</w:t>
      </w:r>
      <w:r>
        <w:tab/>
      </w:r>
      <w:r w:rsidRPr="00A565C9">
        <w:t>Regulation and control procedures.</w:t>
      </w:r>
    </w:p>
    <w:p w14:paraId="20F1D4AA" w14:textId="77777777" w:rsidR="003C6177" w:rsidRPr="00A565C9" w:rsidRDefault="003C6177" w:rsidP="003C6177">
      <w:pPr>
        <w:pStyle w:val="Level3"/>
      </w:pPr>
      <w:r>
        <w:t>e.</w:t>
      </w:r>
      <w:r>
        <w:tab/>
      </w:r>
      <w:r w:rsidRPr="00A565C9">
        <w:t>Control sequences.</w:t>
      </w:r>
    </w:p>
    <w:p w14:paraId="787839EC" w14:textId="77777777" w:rsidR="003C6177" w:rsidRPr="00A565C9" w:rsidRDefault="003C6177" w:rsidP="003C6177">
      <w:pPr>
        <w:pStyle w:val="Level3"/>
      </w:pPr>
      <w:r>
        <w:t>f.</w:t>
      </w:r>
      <w:r>
        <w:tab/>
      </w:r>
      <w:r w:rsidRPr="00A565C9">
        <w:t>Safety procedures.</w:t>
      </w:r>
    </w:p>
    <w:p w14:paraId="37530D78" w14:textId="77777777" w:rsidR="003C6177" w:rsidRPr="00A565C9" w:rsidRDefault="003C6177" w:rsidP="003C6177">
      <w:pPr>
        <w:pStyle w:val="Level3"/>
      </w:pPr>
      <w:r>
        <w:t>g.</w:t>
      </w:r>
      <w:r>
        <w:tab/>
      </w:r>
      <w:r w:rsidRPr="00A565C9">
        <w:t>Instructions on stopping.</w:t>
      </w:r>
    </w:p>
    <w:p w14:paraId="08387C74" w14:textId="77777777" w:rsidR="003C6177" w:rsidRPr="00A565C9" w:rsidRDefault="003C6177" w:rsidP="003C6177">
      <w:pPr>
        <w:pStyle w:val="Level3"/>
      </w:pPr>
      <w:r>
        <w:t>h.</w:t>
      </w:r>
      <w:r>
        <w:tab/>
      </w:r>
      <w:r w:rsidRPr="00A565C9">
        <w:t>Normal shutdown instructions.</w:t>
      </w:r>
    </w:p>
    <w:p w14:paraId="7A0B2908" w14:textId="77777777" w:rsidR="003C6177" w:rsidRPr="00A565C9" w:rsidRDefault="003C6177" w:rsidP="003C6177">
      <w:pPr>
        <w:pStyle w:val="Level3"/>
      </w:pPr>
      <w:r>
        <w:t>i.</w:t>
      </w:r>
      <w:r>
        <w:tab/>
      </w:r>
      <w:r w:rsidRPr="00A565C9">
        <w:t>Operating procedures for emergencies.</w:t>
      </w:r>
    </w:p>
    <w:p w14:paraId="19320F45" w14:textId="77777777" w:rsidR="003C6177" w:rsidRPr="00A565C9" w:rsidRDefault="003C6177" w:rsidP="003C6177">
      <w:pPr>
        <w:pStyle w:val="Level3"/>
      </w:pPr>
      <w:r>
        <w:t>j.</w:t>
      </w:r>
      <w:r>
        <w:tab/>
      </w:r>
      <w:r w:rsidRPr="00A565C9">
        <w:t>Operating procedures for system, subsystem, or equipment failure.</w:t>
      </w:r>
    </w:p>
    <w:p w14:paraId="30808B2E" w14:textId="77777777" w:rsidR="003C6177" w:rsidRPr="00A565C9" w:rsidRDefault="003C6177" w:rsidP="003C6177">
      <w:pPr>
        <w:pStyle w:val="Level3"/>
      </w:pPr>
      <w:r>
        <w:t>k.</w:t>
      </w:r>
      <w:r>
        <w:tab/>
      </w:r>
      <w:r w:rsidRPr="00A565C9">
        <w:t>Seasonal and weekend operating instructions.</w:t>
      </w:r>
    </w:p>
    <w:p w14:paraId="4E6837A1" w14:textId="77777777" w:rsidR="003C6177" w:rsidRPr="00A565C9" w:rsidRDefault="003C6177" w:rsidP="003C6177">
      <w:pPr>
        <w:pStyle w:val="Level3"/>
      </w:pPr>
      <w:r>
        <w:t>l.</w:t>
      </w:r>
      <w:r>
        <w:tab/>
      </w:r>
      <w:r w:rsidRPr="00A565C9">
        <w:t>Required sequences for electric or electronic systems.</w:t>
      </w:r>
    </w:p>
    <w:p w14:paraId="0F2B061D" w14:textId="77777777" w:rsidR="003C6177" w:rsidRPr="00A565C9" w:rsidRDefault="003C6177" w:rsidP="003C6177">
      <w:pPr>
        <w:pStyle w:val="Level3"/>
      </w:pPr>
      <w:r>
        <w:t>m.</w:t>
      </w:r>
      <w:r>
        <w:tab/>
      </w:r>
      <w:r w:rsidRPr="00A565C9">
        <w:t>Special operating instructions and procedures.</w:t>
      </w:r>
    </w:p>
    <w:p w14:paraId="00964C39" w14:textId="77777777" w:rsidR="003C6177" w:rsidRPr="00A565C9" w:rsidRDefault="00593F29" w:rsidP="003C6177">
      <w:pPr>
        <w:pStyle w:val="Level2"/>
      </w:pPr>
      <w:r>
        <w:t>5.</w:t>
      </w:r>
      <w:r>
        <w:tab/>
      </w:r>
      <w:r w:rsidR="003C6177" w:rsidRPr="00A565C9">
        <w:t>Adjustments:  Include the following:</w:t>
      </w:r>
    </w:p>
    <w:p w14:paraId="20F6D756" w14:textId="77777777" w:rsidR="003C6177" w:rsidRPr="00A565C9" w:rsidRDefault="00593F29" w:rsidP="00593F29">
      <w:pPr>
        <w:pStyle w:val="Level3"/>
      </w:pPr>
      <w:r>
        <w:t>a.</w:t>
      </w:r>
      <w:r>
        <w:tab/>
      </w:r>
      <w:r w:rsidR="003C6177" w:rsidRPr="00A565C9">
        <w:t>Alignments.</w:t>
      </w:r>
    </w:p>
    <w:p w14:paraId="38AFD3AA" w14:textId="77777777" w:rsidR="003C6177" w:rsidRPr="00A565C9" w:rsidRDefault="00593F29" w:rsidP="00593F29">
      <w:pPr>
        <w:pStyle w:val="Level3"/>
      </w:pPr>
      <w:r>
        <w:t>b.</w:t>
      </w:r>
      <w:r>
        <w:tab/>
      </w:r>
      <w:r w:rsidR="003C6177" w:rsidRPr="00A565C9">
        <w:t>Checking adjustments.</w:t>
      </w:r>
    </w:p>
    <w:p w14:paraId="4C57E26F" w14:textId="77777777" w:rsidR="003C6177" w:rsidRPr="00A565C9" w:rsidRDefault="00593F29" w:rsidP="00593F29">
      <w:pPr>
        <w:pStyle w:val="Level3"/>
      </w:pPr>
      <w:r>
        <w:t>c.</w:t>
      </w:r>
      <w:r>
        <w:tab/>
      </w:r>
      <w:r w:rsidR="003C6177" w:rsidRPr="00A565C9">
        <w:t>Noise and vibration adjustments.</w:t>
      </w:r>
    </w:p>
    <w:p w14:paraId="62968AFF" w14:textId="77777777" w:rsidR="003C6177" w:rsidRPr="00A565C9" w:rsidRDefault="00593F29" w:rsidP="00593F29">
      <w:pPr>
        <w:pStyle w:val="Level3"/>
      </w:pPr>
      <w:r>
        <w:t>d.</w:t>
      </w:r>
      <w:r>
        <w:tab/>
      </w:r>
      <w:r w:rsidR="003C6177" w:rsidRPr="00A565C9">
        <w:t>Economy and efficiency adjustments.</w:t>
      </w:r>
    </w:p>
    <w:p w14:paraId="445F4E33" w14:textId="77777777" w:rsidR="00593F29" w:rsidRPr="00A565C9" w:rsidRDefault="00593F29" w:rsidP="00593F29">
      <w:pPr>
        <w:pStyle w:val="Level2"/>
      </w:pPr>
      <w:r>
        <w:t>6.</w:t>
      </w:r>
      <w:r>
        <w:tab/>
      </w:r>
      <w:r w:rsidRPr="00A565C9">
        <w:t>Troubleshooting:  Include the following:</w:t>
      </w:r>
    </w:p>
    <w:p w14:paraId="1747D425" w14:textId="77777777" w:rsidR="00593F29" w:rsidRPr="00A565C9" w:rsidRDefault="00593F29" w:rsidP="00593F29">
      <w:pPr>
        <w:pStyle w:val="Level3"/>
      </w:pPr>
      <w:r>
        <w:t>a.</w:t>
      </w:r>
      <w:r>
        <w:tab/>
      </w:r>
      <w:r w:rsidRPr="00A565C9">
        <w:t>Diagnostic instructions.</w:t>
      </w:r>
    </w:p>
    <w:p w14:paraId="39A24C35" w14:textId="77777777" w:rsidR="00593F29" w:rsidRPr="00A565C9" w:rsidRDefault="00593F29" w:rsidP="00593F29">
      <w:pPr>
        <w:pStyle w:val="Level3"/>
      </w:pPr>
      <w:r>
        <w:t>b.</w:t>
      </w:r>
      <w:r>
        <w:tab/>
      </w:r>
      <w:r w:rsidRPr="00A565C9">
        <w:t>Test and inspection procedures.</w:t>
      </w:r>
    </w:p>
    <w:p w14:paraId="22527302" w14:textId="77777777" w:rsidR="00593F29" w:rsidRPr="00A565C9" w:rsidRDefault="00593F29" w:rsidP="00593F29">
      <w:pPr>
        <w:pStyle w:val="Level2"/>
      </w:pPr>
      <w:r>
        <w:t>7.</w:t>
      </w:r>
      <w:r>
        <w:tab/>
      </w:r>
      <w:r w:rsidRPr="00A565C9">
        <w:t>Maintenance:  Include the following:</w:t>
      </w:r>
    </w:p>
    <w:p w14:paraId="5012E0D4" w14:textId="77777777" w:rsidR="00593F29" w:rsidRPr="00A565C9" w:rsidRDefault="00593F29" w:rsidP="00593F29">
      <w:pPr>
        <w:pStyle w:val="Level3"/>
      </w:pPr>
      <w:r>
        <w:t>a.</w:t>
      </w:r>
      <w:r>
        <w:tab/>
      </w:r>
      <w:r w:rsidRPr="00A565C9">
        <w:t>Inspection procedures.</w:t>
      </w:r>
    </w:p>
    <w:p w14:paraId="7F47FB54" w14:textId="77777777" w:rsidR="00593F29" w:rsidRPr="00A565C9" w:rsidRDefault="00593F29" w:rsidP="00593F29">
      <w:pPr>
        <w:pStyle w:val="Level3"/>
      </w:pPr>
      <w:r>
        <w:t>b.</w:t>
      </w:r>
      <w:r>
        <w:tab/>
      </w:r>
      <w:r w:rsidRPr="00A565C9">
        <w:t>Types of cleaning agents to be used and methods of cleaning.</w:t>
      </w:r>
    </w:p>
    <w:p w14:paraId="0781CF50" w14:textId="77777777" w:rsidR="00593F29" w:rsidRPr="00A565C9" w:rsidRDefault="00593F29" w:rsidP="00593F29">
      <w:pPr>
        <w:pStyle w:val="Level3"/>
      </w:pPr>
      <w:r>
        <w:t>c.</w:t>
      </w:r>
      <w:r>
        <w:tab/>
      </w:r>
      <w:r w:rsidRPr="00A565C9">
        <w:t>List of cleaning agents and methods of cleaning detrimental to product.</w:t>
      </w:r>
    </w:p>
    <w:p w14:paraId="19FAE50A" w14:textId="77777777" w:rsidR="00593F29" w:rsidRPr="00A565C9" w:rsidRDefault="00593F29" w:rsidP="00593F29">
      <w:pPr>
        <w:pStyle w:val="Level3"/>
      </w:pPr>
      <w:r>
        <w:t>d.</w:t>
      </w:r>
      <w:r>
        <w:tab/>
      </w:r>
      <w:r w:rsidRPr="00A565C9">
        <w:t>Procedures for routine cleaning</w:t>
      </w:r>
    </w:p>
    <w:p w14:paraId="49317438" w14:textId="77777777" w:rsidR="00593F29" w:rsidRPr="00A565C9" w:rsidRDefault="00593F29" w:rsidP="00593F29">
      <w:pPr>
        <w:pStyle w:val="Level3"/>
      </w:pPr>
      <w:r>
        <w:t>e.</w:t>
      </w:r>
      <w:r>
        <w:tab/>
      </w:r>
      <w:r w:rsidRPr="00A565C9">
        <w:t>Procedures for preventive maintenance.</w:t>
      </w:r>
    </w:p>
    <w:p w14:paraId="09445C0B" w14:textId="77777777" w:rsidR="00593F29" w:rsidRPr="00A565C9" w:rsidRDefault="00593F29" w:rsidP="00593F29">
      <w:pPr>
        <w:pStyle w:val="Level3"/>
      </w:pPr>
      <w:r>
        <w:t>f.</w:t>
      </w:r>
      <w:r>
        <w:tab/>
      </w:r>
      <w:r w:rsidRPr="00A565C9">
        <w:t>Procedures for routine maintenance.</w:t>
      </w:r>
    </w:p>
    <w:p w14:paraId="1E8BC15A" w14:textId="77777777" w:rsidR="00593F29" w:rsidRPr="00A565C9" w:rsidRDefault="00593F29" w:rsidP="00593F29">
      <w:pPr>
        <w:pStyle w:val="Level3"/>
      </w:pPr>
      <w:r>
        <w:t>g.</w:t>
      </w:r>
      <w:r>
        <w:tab/>
      </w:r>
      <w:r w:rsidRPr="00A565C9">
        <w:t>Instruction on use of special tools.</w:t>
      </w:r>
    </w:p>
    <w:p w14:paraId="72856BBD" w14:textId="77777777" w:rsidR="00593F29" w:rsidRPr="00A565C9" w:rsidRDefault="00593F29" w:rsidP="00593F29">
      <w:pPr>
        <w:pStyle w:val="Level2"/>
      </w:pPr>
      <w:r>
        <w:t>8.</w:t>
      </w:r>
      <w:r>
        <w:tab/>
      </w:r>
      <w:r w:rsidRPr="00A565C9">
        <w:t>Repairs:  Include the following:</w:t>
      </w:r>
    </w:p>
    <w:p w14:paraId="03832DE5" w14:textId="77777777" w:rsidR="00593F29" w:rsidRPr="00A565C9" w:rsidRDefault="00593F29" w:rsidP="00593F29">
      <w:pPr>
        <w:pStyle w:val="Level3"/>
      </w:pPr>
      <w:r>
        <w:t>a.</w:t>
      </w:r>
      <w:r>
        <w:tab/>
      </w:r>
      <w:r w:rsidRPr="00A565C9">
        <w:t>Diagnosis instructions.</w:t>
      </w:r>
    </w:p>
    <w:p w14:paraId="5A8463F6" w14:textId="77777777" w:rsidR="00593F29" w:rsidRPr="00A565C9" w:rsidRDefault="00593F29" w:rsidP="00593F29">
      <w:pPr>
        <w:pStyle w:val="Level3"/>
      </w:pPr>
      <w:r>
        <w:t>b.</w:t>
      </w:r>
      <w:r>
        <w:tab/>
      </w:r>
      <w:r w:rsidRPr="00A565C9">
        <w:t>Repair instructions.</w:t>
      </w:r>
    </w:p>
    <w:p w14:paraId="23FBAFEE" w14:textId="77777777" w:rsidR="00593F29" w:rsidRPr="00A565C9" w:rsidRDefault="00593F29" w:rsidP="00593F29">
      <w:pPr>
        <w:pStyle w:val="Level3"/>
      </w:pPr>
      <w:r>
        <w:t>c.</w:t>
      </w:r>
      <w:r>
        <w:tab/>
      </w:r>
      <w:r w:rsidRPr="00A565C9">
        <w:t>Disassembly; component removal, repair, and replacement; and reassembly instructions.</w:t>
      </w:r>
    </w:p>
    <w:p w14:paraId="099915F4" w14:textId="77777777" w:rsidR="00593F29" w:rsidRPr="00A565C9" w:rsidRDefault="00593F29" w:rsidP="00593F29">
      <w:pPr>
        <w:pStyle w:val="Level3"/>
      </w:pPr>
      <w:r>
        <w:t>d.</w:t>
      </w:r>
      <w:r>
        <w:tab/>
      </w:r>
      <w:r w:rsidRPr="00A565C9">
        <w:t>Instructions for identifying parts and components.</w:t>
      </w:r>
    </w:p>
    <w:p w14:paraId="50EBF8F9" w14:textId="77777777" w:rsidR="00593F29" w:rsidRPr="00A565C9" w:rsidRDefault="00593F29" w:rsidP="00593F29">
      <w:pPr>
        <w:pStyle w:val="Level3"/>
      </w:pPr>
      <w:r>
        <w:t>e.</w:t>
      </w:r>
      <w:r>
        <w:tab/>
      </w:r>
      <w:r w:rsidRPr="00A565C9">
        <w:t>Review of spare parts needed for operation and maintenance.</w:t>
      </w:r>
    </w:p>
    <w:p w14:paraId="07BB3F4D" w14:textId="77777777" w:rsidR="00593F29" w:rsidRPr="00A565C9" w:rsidRDefault="00593F29" w:rsidP="00593F29">
      <w:pPr>
        <w:pStyle w:val="Level1"/>
      </w:pPr>
      <w:r>
        <w:t>H.</w:t>
      </w:r>
      <w:r>
        <w:tab/>
      </w:r>
      <w:r w:rsidRPr="00A565C9">
        <w:t>Training Execution:</w:t>
      </w:r>
    </w:p>
    <w:p w14:paraId="35783475" w14:textId="77777777" w:rsidR="00593F29" w:rsidRPr="00A565C9" w:rsidRDefault="00593F29" w:rsidP="00593F29">
      <w:pPr>
        <w:pStyle w:val="Level2"/>
      </w:pPr>
      <w:r>
        <w:t>1.</w:t>
      </w:r>
      <w:r>
        <w:tab/>
      </w:r>
      <w:r w:rsidRPr="00A565C9">
        <w:t xml:space="preserve">Preparation: Assemble educational materials necessary for instruction, including documentation and training module.  Assemble </w:t>
      </w:r>
      <w:r w:rsidRPr="00A565C9">
        <w:lastRenderedPageBreak/>
        <w:t>training modules into a combined training manual.  Set up instructional equipment at instruction location.</w:t>
      </w:r>
    </w:p>
    <w:p w14:paraId="5F812AEB" w14:textId="77777777" w:rsidR="00593F29" w:rsidRPr="00A565C9" w:rsidRDefault="00593F29" w:rsidP="00593F29">
      <w:pPr>
        <w:pStyle w:val="Level2"/>
      </w:pPr>
      <w:r>
        <w:t>2.</w:t>
      </w:r>
      <w:r>
        <w:tab/>
      </w:r>
      <w:r w:rsidRPr="00A565C9">
        <w:t xml:space="preserve">Instruction: </w:t>
      </w:r>
    </w:p>
    <w:p w14:paraId="79585EF8" w14:textId="77777777" w:rsidR="00593F29" w:rsidRPr="00A565C9" w:rsidRDefault="00593F29" w:rsidP="00593F29">
      <w:pPr>
        <w:pStyle w:val="Level3"/>
      </w:pPr>
      <w:r>
        <w:t>a.</w:t>
      </w:r>
      <w:r>
        <w:tab/>
      </w:r>
      <w:r w:rsidRPr="00A565C9">
        <w:t>Facilitator:  Engage a qualified facilitator to prepare instruction program and training modules, to coordinate instructors, and to coordinate between Contractor and Department of Veterans Affairs for number of participants, instruction times, and location.</w:t>
      </w:r>
    </w:p>
    <w:p w14:paraId="4E405BFC" w14:textId="77777777" w:rsidR="00593F29" w:rsidRPr="00A565C9" w:rsidRDefault="00593F29" w:rsidP="00593F29">
      <w:pPr>
        <w:pStyle w:val="Level3"/>
      </w:pPr>
      <w:r>
        <w:t>b.</w:t>
      </w:r>
      <w:r>
        <w:tab/>
      </w:r>
      <w:r w:rsidRPr="00A565C9">
        <w:t>Instructor: Engage qualified instructors to instruct VA's personnel to adjust, operate, and maintain systems, subsystems, and equipment not part of a system.</w:t>
      </w:r>
    </w:p>
    <w:p w14:paraId="1615B12F" w14:textId="77777777" w:rsidR="00593F29" w:rsidRPr="00593F29" w:rsidRDefault="00593F29" w:rsidP="00593F29">
      <w:pPr>
        <w:pStyle w:val="Level4"/>
      </w:pPr>
      <w:r w:rsidRPr="00593F29">
        <w:t>1)</w:t>
      </w:r>
      <w:r w:rsidRPr="00593F29">
        <w:tab/>
        <w:t>The Commissioning Agent will furnish an instructor to describe basis of system design, operational requirements, criteria, and regulatory requirements.</w:t>
      </w:r>
    </w:p>
    <w:p w14:paraId="593B1B5C" w14:textId="77777777" w:rsidR="00593F29" w:rsidRPr="00593F29" w:rsidRDefault="00593F29" w:rsidP="00593F29">
      <w:pPr>
        <w:pStyle w:val="Level4"/>
      </w:pPr>
      <w:r w:rsidRPr="00593F29">
        <w:t>2)</w:t>
      </w:r>
      <w:r w:rsidRPr="00593F29">
        <w:tab/>
        <w:t>The VA will furnish an instructor to describe VA's operational philosophy.</w:t>
      </w:r>
    </w:p>
    <w:p w14:paraId="4B95769B" w14:textId="77777777" w:rsidR="00593F29" w:rsidRPr="00593F29" w:rsidRDefault="00593F29" w:rsidP="00593F29">
      <w:pPr>
        <w:pStyle w:val="Level4"/>
      </w:pPr>
      <w:r w:rsidRPr="00593F29">
        <w:t>3)</w:t>
      </w:r>
      <w:r w:rsidRPr="00593F29">
        <w:tab/>
        <w:t>The VA will furnish the Contractor with names and positions of participants.</w:t>
      </w:r>
    </w:p>
    <w:p w14:paraId="3FF3FE83" w14:textId="77777777" w:rsidR="00593F29" w:rsidRPr="00A565C9" w:rsidRDefault="00593F29" w:rsidP="00593F29">
      <w:pPr>
        <w:pStyle w:val="Level2"/>
      </w:pPr>
      <w:r>
        <w:t>3.</w:t>
      </w:r>
      <w:r>
        <w:tab/>
      </w:r>
      <w:r w:rsidRPr="00A565C9">
        <w:t>Scheduling:  Provide instruction at mutually agreed times.  For equipment that requires seasonal operation, provide similar instruction at start of each season.  Schedule training with the VA and the Commissioning Agent with at least seven days' advance notice.</w:t>
      </w:r>
    </w:p>
    <w:p w14:paraId="0E77B824" w14:textId="77777777" w:rsidR="00593F29" w:rsidRPr="00A565C9" w:rsidRDefault="00593F29" w:rsidP="00593F29">
      <w:pPr>
        <w:pStyle w:val="Level2"/>
      </w:pPr>
      <w:r>
        <w:t>4.</w:t>
      </w:r>
      <w:r>
        <w:tab/>
      </w:r>
      <w:r w:rsidRPr="00A565C9">
        <w:t>Evaluation:  At conclusion of each training module, assess and document each participant's mastery of module by use of an oral, or a written, performance-based test.</w:t>
      </w:r>
    </w:p>
    <w:p w14:paraId="21DFFAAC" w14:textId="77777777" w:rsidR="00593F29" w:rsidRPr="00A565C9" w:rsidRDefault="00593F29" w:rsidP="00593F29">
      <w:pPr>
        <w:pStyle w:val="Level2"/>
      </w:pPr>
      <w:r>
        <w:t>5.</w:t>
      </w:r>
      <w:r>
        <w:tab/>
      </w:r>
      <w:r w:rsidRPr="00A565C9">
        <w:t>Cleanup:  Collect used and leftover educational materials and remove from Project site.  Remove instructional equipment.  Restore systems and equipment to condition existing before initial training use.</w:t>
      </w:r>
    </w:p>
    <w:p w14:paraId="28A057CD" w14:textId="77777777" w:rsidR="00593F29" w:rsidRPr="00A565C9" w:rsidRDefault="00593F29" w:rsidP="00593F29">
      <w:pPr>
        <w:pStyle w:val="Level1"/>
      </w:pPr>
      <w:r>
        <w:t>I.</w:t>
      </w:r>
      <w:r>
        <w:tab/>
      </w:r>
      <w:r w:rsidRPr="00A565C9">
        <w:t>Demonstration and Training Recording:</w:t>
      </w:r>
    </w:p>
    <w:p w14:paraId="2A55199B" w14:textId="77777777" w:rsidR="00593F29" w:rsidRPr="00A565C9" w:rsidRDefault="00593F29" w:rsidP="00593F29">
      <w:pPr>
        <w:pStyle w:val="Level2"/>
      </w:pPr>
      <w:r>
        <w:t>1.</w:t>
      </w:r>
      <w:r>
        <w:tab/>
      </w:r>
      <w:r w:rsidRPr="00A565C9">
        <w:t>General: Engage a qualified commercial photographer to record demonstration and training.  Record each training module separately.  Include classroom instructions and demonstrations, board diagrams, and other visual aids, but not student practice.  At beginning of each training module, record each chart containing learning objective and lesson outline.</w:t>
      </w:r>
    </w:p>
    <w:p w14:paraId="1DC429C0" w14:textId="77777777" w:rsidR="00593F29" w:rsidRPr="00A565C9" w:rsidRDefault="00593F29" w:rsidP="00593F29">
      <w:pPr>
        <w:pStyle w:val="Level2"/>
      </w:pPr>
      <w:r>
        <w:t>2.</w:t>
      </w:r>
      <w:r>
        <w:tab/>
      </w:r>
      <w:r w:rsidRPr="00A565C9">
        <w:t>Video Format:  Provide high quality color DVD color on standard size DVD disks.</w:t>
      </w:r>
    </w:p>
    <w:p w14:paraId="09826772" w14:textId="77777777" w:rsidR="00593F29" w:rsidRPr="00A565C9" w:rsidRDefault="00593F29" w:rsidP="00593F29">
      <w:pPr>
        <w:pStyle w:val="Level2"/>
      </w:pPr>
      <w:r>
        <w:lastRenderedPageBreak/>
        <w:t>3.</w:t>
      </w:r>
      <w:r>
        <w:tab/>
      </w:r>
      <w:r w:rsidRPr="00A565C9">
        <w:t>Recording:  Mount camera on tripod before starting recording, unless otherwise necessary to show area of demonstration and training.  Display continuous running time.</w:t>
      </w:r>
    </w:p>
    <w:p w14:paraId="6AC738D5" w14:textId="77777777" w:rsidR="00593F29" w:rsidRPr="00A565C9" w:rsidRDefault="00593F29" w:rsidP="00593F29">
      <w:pPr>
        <w:pStyle w:val="Level2"/>
      </w:pPr>
      <w:r>
        <w:t>4.</w:t>
      </w:r>
      <w:r>
        <w:tab/>
      </w:r>
      <w:r w:rsidRPr="00A565C9">
        <w:t>Narration:  Describe scenes on videotape by audio narration by microphone while demonstration and training is recorded.  Include description of items being viewed.  Describe vantage point, indicating location, direction (by compass point), and elevation or story of construction.</w:t>
      </w:r>
    </w:p>
    <w:p w14:paraId="77DC3AF6" w14:textId="77777777" w:rsidR="00F65AA6" w:rsidRPr="00622BB6" w:rsidRDefault="00F65AA6" w:rsidP="00F65AA6">
      <w:pPr>
        <w:pStyle w:val="SpecTitle"/>
      </w:pPr>
      <w:r w:rsidRPr="00622BB6">
        <w:t>----- END -----</w:t>
      </w:r>
    </w:p>
    <w:p w14:paraId="56CEEBAC" w14:textId="77777777" w:rsidR="003C6177" w:rsidRPr="00683792" w:rsidRDefault="003C6177" w:rsidP="003C6177">
      <w:pPr>
        <w:pStyle w:val="Level2"/>
      </w:pPr>
    </w:p>
    <w:sectPr w:rsidR="003C6177" w:rsidRPr="00683792" w:rsidSect="00996AE9">
      <w:endnotePr>
        <w:numFmt w:val="decimal"/>
      </w:endnotePr>
      <w:pgSz w:w="12240" w:h="15840"/>
      <w:pgMar w:top="1440" w:right="1440" w:bottom="1440" w:left="1440" w:header="720" w:footer="720" w:gutter="0"/>
      <w:pgNumType w:start="4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80D61" w14:textId="77777777" w:rsidR="003A6BE8" w:rsidRDefault="003A6BE8">
      <w:r>
        <w:separator/>
      </w:r>
    </w:p>
  </w:endnote>
  <w:endnote w:type="continuationSeparator" w:id="0">
    <w:p w14:paraId="4E6385A5" w14:textId="77777777" w:rsidR="003A6BE8" w:rsidRDefault="003A6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F5898" w14:textId="77777777" w:rsidR="00B44DB5" w:rsidRPr="008262A2" w:rsidRDefault="00B44DB5" w:rsidP="008262A2">
    <w:pPr>
      <w:pStyle w:val="Footer"/>
    </w:pPr>
    <w:r w:rsidRPr="008262A2">
      <w:t xml:space="preserve">01 91 00 - </w:t>
    </w:r>
    <w:r w:rsidRPr="008262A2">
      <w:fldChar w:fldCharType="begin"/>
    </w:r>
    <w:r w:rsidRPr="008262A2">
      <w:instrText xml:space="preserve"> PAGE   \* MERGEFORMAT </w:instrText>
    </w:r>
    <w:r w:rsidRPr="008262A2">
      <w:fldChar w:fldCharType="separate"/>
    </w:r>
    <w:r w:rsidR="00944C51">
      <w:rPr>
        <w:noProof/>
      </w:rPr>
      <w:t>1</w:t>
    </w:r>
    <w:r w:rsidRPr="008262A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4D677" w14:textId="77777777" w:rsidR="003A6BE8" w:rsidRDefault="003A6BE8">
      <w:r>
        <w:separator/>
      </w:r>
    </w:p>
  </w:footnote>
  <w:footnote w:type="continuationSeparator" w:id="0">
    <w:p w14:paraId="0359808A" w14:textId="77777777" w:rsidR="003A6BE8" w:rsidRDefault="003A6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B6233" w14:textId="3830ADC3" w:rsidR="00B44DB5" w:rsidRPr="008262A2" w:rsidRDefault="009E4C97" w:rsidP="008262A2">
    <w:pPr>
      <w:pStyle w:val="Header"/>
    </w:pPr>
    <w:r>
      <w:t>04</w:t>
    </w:r>
    <w:r w:rsidR="0066212D">
      <w:t>-01-</w:t>
    </w:r>
    <w: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5287251"/>
    <w:multiLevelType w:val="hybridMultilevel"/>
    <w:tmpl w:val="CC2097BE"/>
    <w:lvl w:ilvl="0" w:tplc="05E221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6806F2"/>
    <w:multiLevelType w:val="hybridMultilevel"/>
    <w:tmpl w:val="66067C9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BA19F0"/>
    <w:multiLevelType w:val="hybridMultilevel"/>
    <w:tmpl w:val="566E54D8"/>
    <w:lvl w:ilvl="0" w:tplc="8846559A">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433E7"/>
    <w:multiLevelType w:val="hybridMultilevel"/>
    <w:tmpl w:val="1F28A5D8"/>
    <w:lvl w:ilvl="0" w:tplc="B6740A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DC94F81"/>
    <w:multiLevelType w:val="hybridMultilevel"/>
    <w:tmpl w:val="B8D689C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F925382"/>
    <w:multiLevelType w:val="hybridMultilevel"/>
    <w:tmpl w:val="DFA8C970"/>
    <w:lvl w:ilvl="0" w:tplc="D4D6BB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1"/>
  </w:num>
  <w:num w:numId="4">
    <w:abstractNumId w:val="6"/>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B22"/>
    <w:rsid w:val="00006A0C"/>
    <w:rsid w:val="0001719A"/>
    <w:rsid w:val="0004064E"/>
    <w:rsid w:val="000E5EF9"/>
    <w:rsid w:val="00117178"/>
    <w:rsid w:val="0013459F"/>
    <w:rsid w:val="00140529"/>
    <w:rsid w:val="00146E18"/>
    <w:rsid w:val="00180CB6"/>
    <w:rsid w:val="001B3A46"/>
    <w:rsid w:val="001D2FC8"/>
    <w:rsid w:val="00243C33"/>
    <w:rsid w:val="00246B22"/>
    <w:rsid w:val="00275B21"/>
    <w:rsid w:val="0028034B"/>
    <w:rsid w:val="00293FAC"/>
    <w:rsid w:val="002D22AC"/>
    <w:rsid w:val="00314BFD"/>
    <w:rsid w:val="00370CA7"/>
    <w:rsid w:val="00392CB0"/>
    <w:rsid w:val="003A6BE8"/>
    <w:rsid w:val="003B1C5E"/>
    <w:rsid w:val="003B6451"/>
    <w:rsid w:val="003C6177"/>
    <w:rsid w:val="00411FD8"/>
    <w:rsid w:val="00414932"/>
    <w:rsid w:val="00443F29"/>
    <w:rsid w:val="00444C99"/>
    <w:rsid w:val="004C4BD3"/>
    <w:rsid w:val="004D5D2C"/>
    <w:rsid w:val="00530677"/>
    <w:rsid w:val="005573CA"/>
    <w:rsid w:val="00593F29"/>
    <w:rsid w:val="005B2005"/>
    <w:rsid w:val="005B68A9"/>
    <w:rsid w:val="00641821"/>
    <w:rsid w:val="00660A56"/>
    <w:rsid w:val="0066212D"/>
    <w:rsid w:val="00683792"/>
    <w:rsid w:val="0069696C"/>
    <w:rsid w:val="006A4E33"/>
    <w:rsid w:val="006D40D2"/>
    <w:rsid w:val="00701AF3"/>
    <w:rsid w:val="00734C36"/>
    <w:rsid w:val="007A1D49"/>
    <w:rsid w:val="007B1071"/>
    <w:rsid w:val="007D4038"/>
    <w:rsid w:val="008262A2"/>
    <w:rsid w:val="00834645"/>
    <w:rsid w:val="00855E83"/>
    <w:rsid w:val="0087544E"/>
    <w:rsid w:val="008852E9"/>
    <w:rsid w:val="00886C5E"/>
    <w:rsid w:val="00896A61"/>
    <w:rsid w:val="008A3ADF"/>
    <w:rsid w:val="008C0B3E"/>
    <w:rsid w:val="008C7C55"/>
    <w:rsid w:val="008D324D"/>
    <w:rsid w:val="009345F2"/>
    <w:rsid w:val="00944C51"/>
    <w:rsid w:val="00990A63"/>
    <w:rsid w:val="00996AE9"/>
    <w:rsid w:val="009A6E38"/>
    <w:rsid w:val="009B178A"/>
    <w:rsid w:val="009E4C97"/>
    <w:rsid w:val="00A26A8C"/>
    <w:rsid w:val="00B14724"/>
    <w:rsid w:val="00B22A82"/>
    <w:rsid w:val="00B41202"/>
    <w:rsid w:val="00B44DB5"/>
    <w:rsid w:val="00B51BC1"/>
    <w:rsid w:val="00B61ACE"/>
    <w:rsid w:val="00B75197"/>
    <w:rsid w:val="00B76214"/>
    <w:rsid w:val="00CC1550"/>
    <w:rsid w:val="00D117F1"/>
    <w:rsid w:val="00D45911"/>
    <w:rsid w:val="00D6148B"/>
    <w:rsid w:val="00DA4E31"/>
    <w:rsid w:val="00DD4EDC"/>
    <w:rsid w:val="00E03131"/>
    <w:rsid w:val="00E46C3C"/>
    <w:rsid w:val="00E91A74"/>
    <w:rsid w:val="00ED1AEE"/>
    <w:rsid w:val="00F61173"/>
    <w:rsid w:val="00F64DDE"/>
    <w:rsid w:val="00F65AA6"/>
    <w:rsid w:val="00FE3B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8122B"/>
  <w15:docId w15:val="{7AB327BD-818D-490C-8B4A-197CA03C9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28</TotalTime>
  <Pages>77</Pages>
  <Words>19778</Words>
  <Characters>112740</Characters>
  <Application>Microsoft Office Word</Application>
  <DocSecurity>0</DocSecurity>
  <Lines>939</Lines>
  <Paragraphs>264</Paragraphs>
  <ScaleCrop>false</ScaleCrop>
  <HeadingPairs>
    <vt:vector size="2" baseType="variant">
      <vt:variant>
        <vt:lpstr>Title</vt:lpstr>
      </vt:variant>
      <vt:variant>
        <vt:i4>1</vt:i4>
      </vt:variant>
    </vt:vector>
  </HeadingPairs>
  <TitlesOfParts>
    <vt:vector size="1" baseType="lpstr">
      <vt:lpstr>SECTION 01 91 00, GENERAL COMMISSIONING REQUIREMENTS</vt:lpstr>
    </vt:vector>
  </TitlesOfParts>
  <Company>Dept. of Veterans Affairs</Company>
  <LinksUpToDate>false</LinksUpToDate>
  <CharactersWithSpaces>132254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91 00, GENERAL COMMISSIONING REQUIREMENTS</dc:title>
  <dc:subject>Master Construction Specifications</dc:subject>
  <dc:creator>Department of Veterans Affairs, Office of Construction and Facilities Management, Facilities Standards Service</dc:creator>
  <cp:lastModifiedBy>Bunn, Elizabeth (CFM)</cp:lastModifiedBy>
  <cp:revision>6</cp:revision>
  <cp:lastPrinted>2015-08-20T20:03:00Z</cp:lastPrinted>
  <dcterms:created xsi:type="dcterms:W3CDTF">2022-02-23T21:07:00Z</dcterms:created>
  <dcterms:modified xsi:type="dcterms:W3CDTF">2022-03-16T22:06:00Z</dcterms:modified>
</cp:coreProperties>
</file>